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themeColor="background1"/>
  <w:body>
    <w:tbl>
      <w:tblPr>
        <w:tblW w:w="14814" w:type="dxa"/>
        <w:tblInd w:w="-2" w:type="dxa"/>
        <w:tblLayout w:type="fixed"/>
        <w:tblCellMar>
          <w:left w:w="70" w:type="dxa"/>
          <w:right w:w="70" w:type="dxa"/>
        </w:tblCellMar>
        <w:tblLook w:val="0000" w:firstRow="0" w:lastRow="0" w:firstColumn="0" w:lastColumn="0" w:noHBand="0" w:noVBand="0"/>
      </w:tblPr>
      <w:tblGrid>
        <w:gridCol w:w="71"/>
        <w:gridCol w:w="424"/>
        <w:gridCol w:w="113"/>
        <w:gridCol w:w="170"/>
        <w:gridCol w:w="11"/>
        <w:gridCol w:w="1548"/>
        <w:gridCol w:w="19"/>
        <w:gridCol w:w="773"/>
        <w:gridCol w:w="915"/>
        <w:gridCol w:w="65"/>
        <w:gridCol w:w="72"/>
        <w:gridCol w:w="8"/>
        <w:gridCol w:w="20"/>
        <w:gridCol w:w="193"/>
        <w:gridCol w:w="71"/>
        <w:gridCol w:w="132"/>
        <w:gridCol w:w="644"/>
        <w:gridCol w:w="66"/>
        <w:gridCol w:w="566"/>
        <w:gridCol w:w="142"/>
        <w:gridCol w:w="283"/>
        <w:gridCol w:w="142"/>
        <w:gridCol w:w="142"/>
        <w:gridCol w:w="689"/>
        <w:gridCol w:w="161"/>
        <w:gridCol w:w="142"/>
        <w:gridCol w:w="426"/>
        <w:gridCol w:w="283"/>
        <w:gridCol w:w="425"/>
        <w:gridCol w:w="142"/>
        <w:gridCol w:w="143"/>
        <w:gridCol w:w="67"/>
        <w:gridCol w:w="640"/>
        <w:gridCol w:w="284"/>
        <w:gridCol w:w="142"/>
        <w:gridCol w:w="568"/>
        <w:gridCol w:w="36"/>
        <w:gridCol w:w="133"/>
        <w:gridCol w:w="463"/>
        <w:gridCol w:w="30"/>
        <w:gridCol w:w="421"/>
        <w:gridCol w:w="50"/>
        <w:gridCol w:w="330"/>
        <w:gridCol w:w="214"/>
        <w:gridCol w:w="1110"/>
        <w:gridCol w:w="1305"/>
        <w:gridCol w:w="20"/>
      </w:tblGrid>
      <w:tr w:rsidR="00096DC7" w14:paraId="57B5C745" w14:textId="77777777" w:rsidTr="000A404A">
        <w:trPr>
          <w:cantSplit/>
        </w:trPr>
        <w:tc>
          <w:tcPr>
            <w:tcW w:w="3129" w:type="dxa"/>
            <w:gridSpan w:val="8"/>
            <w:tcBorders>
              <w:top w:val="double" w:sz="6" w:space="0" w:color="auto"/>
              <w:left w:val="double" w:sz="6" w:space="0" w:color="auto"/>
              <w:bottom w:val="single" w:sz="6" w:space="0" w:color="auto"/>
              <w:right w:val="single" w:sz="6" w:space="0" w:color="auto"/>
            </w:tcBorders>
            <w:vAlign w:val="center"/>
          </w:tcPr>
          <w:p w14:paraId="745C69B5" w14:textId="77777777" w:rsidR="00096DC7" w:rsidRPr="008F643F" w:rsidRDefault="00096DC7" w:rsidP="000A404A">
            <w:pPr>
              <w:pStyle w:val="Testotabella"/>
              <w:jc w:val="left"/>
              <w:rPr>
                <w:rFonts w:ascii="Gotham" w:hAnsi="Gotham"/>
                <w:b/>
                <w:bCs/>
                <w:color w:val="333399"/>
              </w:rPr>
            </w:pPr>
            <w:r w:rsidRPr="008F643F">
              <w:rPr>
                <w:rFonts w:ascii="Gotham" w:hAnsi="Gotham"/>
                <w:noProof/>
              </w:rPr>
              <w:t>SUPPLIER LOGO</w:t>
            </w:r>
          </w:p>
        </w:tc>
        <w:tc>
          <w:tcPr>
            <w:tcW w:w="7609" w:type="dxa"/>
            <w:gridSpan w:val="29"/>
            <w:tcBorders>
              <w:top w:val="double" w:sz="6" w:space="0" w:color="auto"/>
              <w:left w:val="single" w:sz="6" w:space="0" w:color="auto"/>
              <w:right w:val="single" w:sz="6" w:space="0" w:color="auto"/>
            </w:tcBorders>
          </w:tcPr>
          <w:p w14:paraId="18503F57" w14:textId="77777777" w:rsidR="00096DC7" w:rsidRPr="008F643F" w:rsidRDefault="00096DC7" w:rsidP="000A404A">
            <w:pPr>
              <w:pStyle w:val="Testotabella"/>
              <w:spacing w:before="120"/>
              <w:ind w:left="0"/>
              <w:jc w:val="left"/>
              <w:rPr>
                <w:rFonts w:ascii="Gotham" w:hAnsi="Gotham"/>
                <w:sz w:val="24"/>
                <w:lang w:val="en-GB"/>
              </w:rPr>
            </w:pPr>
            <w:r w:rsidRPr="008F643F">
              <w:rPr>
                <w:rFonts w:ascii="Gotham" w:hAnsi="Gotham"/>
                <w:sz w:val="24"/>
                <w:lang w:val="en-GB"/>
              </w:rPr>
              <w:t>MANUFACTURING INSPECTION REPORT (MIR)</w:t>
            </w:r>
          </w:p>
          <w:p w14:paraId="599AA660" w14:textId="77777777" w:rsidR="00096DC7" w:rsidRPr="008F643F" w:rsidRDefault="00096DC7" w:rsidP="000A404A">
            <w:pPr>
              <w:pStyle w:val="Testotabella"/>
              <w:spacing w:line="240" w:lineRule="auto"/>
              <w:jc w:val="left"/>
              <w:rPr>
                <w:rFonts w:ascii="Gotham" w:hAnsi="Gotham"/>
                <w:sz w:val="18"/>
                <w:lang w:val="en-GB"/>
              </w:rPr>
            </w:pPr>
          </w:p>
          <w:p w14:paraId="1CED8C71" w14:textId="77777777" w:rsidR="00096DC7" w:rsidRPr="008F643F" w:rsidRDefault="00096DC7" w:rsidP="000A404A">
            <w:pPr>
              <w:pStyle w:val="Testotabella"/>
              <w:spacing w:line="240" w:lineRule="auto"/>
              <w:jc w:val="left"/>
              <w:rPr>
                <w:rFonts w:ascii="Gotham" w:hAnsi="Gotham"/>
                <w:b/>
                <w:sz w:val="18"/>
                <w:lang w:val="en-GB"/>
              </w:rPr>
            </w:pPr>
            <w:r w:rsidRPr="008F643F">
              <w:rPr>
                <w:rFonts w:ascii="Gotham" w:hAnsi="Gotham"/>
                <w:b/>
                <w:lang w:val="en-GB"/>
              </w:rPr>
              <w:t>INDEX</w:t>
            </w:r>
          </w:p>
        </w:tc>
        <w:tc>
          <w:tcPr>
            <w:tcW w:w="4076" w:type="dxa"/>
            <w:gridSpan w:val="10"/>
            <w:tcBorders>
              <w:top w:val="double" w:sz="6" w:space="0" w:color="auto"/>
              <w:left w:val="single" w:sz="6" w:space="0" w:color="auto"/>
              <w:right w:val="double" w:sz="6" w:space="0" w:color="auto"/>
            </w:tcBorders>
          </w:tcPr>
          <w:p w14:paraId="60317D2D" w14:textId="77777777" w:rsidR="00096DC7" w:rsidRPr="008F643F" w:rsidRDefault="00096DC7" w:rsidP="000A404A">
            <w:pPr>
              <w:pStyle w:val="Testotabella"/>
              <w:jc w:val="left"/>
              <w:rPr>
                <w:rFonts w:ascii="Gotham" w:hAnsi="Gotham"/>
                <w:lang w:val="de-DE"/>
              </w:rPr>
            </w:pPr>
            <w:r w:rsidRPr="008F643F">
              <w:rPr>
                <w:rFonts w:ascii="Gotham" w:hAnsi="Gotham"/>
                <w:lang w:val="de-DE"/>
              </w:rPr>
              <w:t>5.</w:t>
            </w:r>
          </w:p>
          <w:p w14:paraId="659C150A" w14:textId="77777777" w:rsidR="00096DC7" w:rsidRPr="008F643F" w:rsidRDefault="00096DC7" w:rsidP="000A404A">
            <w:pPr>
              <w:pStyle w:val="Testotabella"/>
              <w:jc w:val="left"/>
              <w:rPr>
                <w:rFonts w:ascii="Gotham" w:hAnsi="Gotham"/>
                <w:lang w:val="de-DE"/>
              </w:rPr>
            </w:pPr>
          </w:p>
          <w:p w14:paraId="2FE01DD7" w14:textId="77777777" w:rsidR="00096DC7" w:rsidRPr="008F643F" w:rsidRDefault="00096DC7" w:rsidP="000A404A">
            <w:pPr>
              <w:pStyle w:val="Testotabella"/>
              <w:jc w:val="left"/>
              <w:rPr>
                <w:rFonts w:ascii="Gotham" w:hAnsi="Gotham"/>
                <w:lang w:val="de-DE"/>
              </w:rPr>
            </w:pPr>
            <w:r w:rsidRPr="008F643F">
              <w:rPr>
                <w:rFonts w:ascii="Gotham" w:hAnsi="Gotham"/>
                <w:lang w:val="de-DE"/>
              </w:rPr>
              <w:t>MIR n..................        Iss. .......</w:t>
            </w:r>
          </w:p>
          <w:p w14:paraId="43E58896" w14:textId="6D3B19E9" w:rsidR="00096DC7" w:rsidRPr="008F643F" w:rsidRDefault="00096DC7" w:rsidP="000A404A">
            <w:pPr>
              <w:pStyle w:val="Testotabella"/>
              <w:jc w:val="left"/>
              <w:rPr>
                <w:rFonts w:ascii="Gotham" w:hAnsi="Gotham"/>
                <w:lang w:val="de-DE"/>
              </w:rPr>
            </w:pPr>
          </w:p>
        </w:tc>
      </w:tr>
      <w:tr w:rsidR="00096DC7" w14:paraId="564B2DCC" w14:textId="77777777" w:rsidTr="000A404A">
        <w:trPr>
          <w:cantSplit/>
        </w:trPr>
        <w:tc>
          <w:tcPr>
            <w:tcW w:w="3129" w:type="dxa"/>
            <w:gridSpan w:val="8"/>
            <w:vMerge w:val="restart"/>
            <w:tcBorders>
              <w:top w:val="single" w:sz="6" w:space="0" w:color="auto"/>
              <w:left w:val="double" w:sz="6" w:space="0" w:color="auto"/>
              <w:right w:val="single" w:sz="6" w:space="0" w:color="auto"/>
            </w:tcBorders>
          </w:tcPr>
          <w:p w14:paraId="73AA87AB" w14:textId="77777777" w:rsidR="00096DC7" w:rsidRPr="008F643F" w:rsidRDefault="00096DC7" w:rsidP="000A404A">
            <w:pPr>
              <w:pStyle w:val="Testotabella"/>
              <w:jc w:val="left"/>
              <w:rPr>
                <w:rFonts w:ascii="Gotham" w:hAnsi="Gotham"/>
              </w:rPr>
            </w:pPr>
            <w:r w:rsidRPr="008F643F">
              <w:rPr>
                <w:rFonts w:ascii="Gotham" w:hAnsi="Gotham"/>
              </w:rPr>
              <w:t>1. Supplier</w:t>
            </w:r>
          </w:p>
        </w:tc>
        <w:tc>
          <w:tcPr>
            <w:tcW w:w="7609" w:type="dxa"/>
            <w:gridSpan w:val="29"/>
            <w:tcBorders>
              <w:left w:val="single" w:sz="6" w:space="0" w:color="auto"/>
              <w:bottom w:val="single" w:sz="6" w:space="0" w:color="auto"/>
              <w:right w:val="single" w:sz="6" w:space="0" w:color="auto"/>
            </w:tcBorders>
          </w:tcPr>
          <w:p w14:paraId="702390A5" w14:textId="0F5DF8CF" w:rsidR="00096DC7" w:rsidRPr="008F643F" w:rsidRDefault="00096DC7" w:rsidP="000A404A">
            <w:pPr>
              <w:pStyle w:val="Testotabella"/>
              <w:jc w:val="left"/>
              <w:rPr>
                <w:rFonts w:ascii="Gotham" w:hAnsi="Gotham"/>
                <w:lang w:val="en-US"/>
              </w:rPr>
            </w:pPr>
            <w:r w:rsidRPr="008F643F">
              <w:rPr>
                <w:rFonts w:ascii="Gotham" w:hAnsi="Gotham"/>
                <w:b/>
                <w:lang w:val="en-US"/>
              </w:rPr>
              <w:t>(THIS DOCUMENT SHALL BE DELIVERED WITH THE ASSY)</w:t>
            </w:r>
          </w:p>
        </w:tc>
        <w:tc>
          <w:tcPr>
            <w:tcW w:w="4076" w:type="dxa"/>
            <w:gridSpan w:val="10"/>
            <w:tcBorders>
              <w:left w:val="single" w:sz="6" w:space="0" w:color="auto"/>
              <w:right w:val="double" w:sz="6" w:space="0" w:color="auto"/>
            </w:tcBorders>
          </w:tcPr>
          <w:p w14:paraId="1F710EF1" w14:textId="77777777" w:rsidR="00096DC7" w:rsidRPr="008F643F" w:rsidRDefault="00096DC7" w:rsidP="000A404A">
            <w:pPr>
              <w:pStyle w:val="Testotabella"/>
              <w:jc w:val="left"/>
              <w:rPr>
                <w:rFonts w:ascii="Gotham" w:hAnsi="Gotham"/>
              </w:rPr>
            </w:pPr>
            <w:proofErr w:type="spellStart"/>
            <w:r w:rsidRPr="008F643F">
              <w:rPr>
                <w:rFonts w:ascii="Gotham" w:hAnsi="Gotham"/>
              </w:rPr>
              <w:t>Chapter</w:t>
            </w:r>
            <w:proofErr w:type="spellEnd"/>
            <w:r w:rsidRPr="008F643F">
              <w:rPr>
                <w:rFonts w:ascii="Gotham" w:hAnsi="Gotham"/>
              </w:rPr>
              <w:t xml:space="preserve"> </w:t>
            </w:r>
            <w:r w:rsidRPr="008F643F">
              <w:rPr>
                <w:rFonts w:ascii="Gotham" w:hAnsi="Gotham"/>
                <w:b/>
              </w:rPr>
              <w:t>0</w:t>
            </w:r>
          </w:p>
          <w:p w14:paraId="4F56F6E9" w14:textId="77777777" w:rsidR="00096DC7" w:rsidRPr="008F643F" w:rsidRDefault="00096DC7" w:rsidP="000A404A">
            <w:pPr>
              <w:pStyle w:val="Testotabella"/>
              <w:jc w:val="left"/>
              <w:rPr>
                <w:rFonts w:ascii="Gotham" w:hAnsi="Gotham"/>
              </w:rPr>
            </w:pPr>
          </w:p>
        </w:tc>
      </w:tr>
      <w:tr w:rsidR="00096DC7" w:rsidRPr="001D5140" w14:paraId="7DFD44F6" w14:textId="77777777" w:rsidTr="000A404A">
        <w:trPr>
          <w:cantSplit/>
        </w:trPr>
        <w:tc>
          <w:tcPr>
            <w:tcW w:w="3129" w:type="dxa"/>
            <w:gridSpan w:val="8"/>
            <w:vMerge/>
            <w:tcBorders>
              <w:left w:val="double" w:sz="6" w:space="0" w:color="auto"/>
              <w:bottom w:val="single" w:sz="6" w:space="0" w:color="auto"/>
              <w:right w:val="single" w:sz="6" w:space="0" w:color="auto"/>
            </w:tcBorders>
          </w:tcPr>
          <w:p w14:paraId="1D28CD31" w14:textId="77777777" w:rsidR="00096DC7" w:rsidRPr="008F643F" w:rsidRDefault="00096DC7" w:rsidP="000A404A">
            <w:pPr>
              <w:pStyle w:val="Testotabella"/>
              <w:jc w:val="left"/>
              <w:rPr>
                <w:rFonts w:ascii="Gotham" w:hAnsi="Gotham"/>
              </w:rPr>
            </w:pPr>
          </w:p>
        </w:tc>
        <w:tc>
          <w:tcPr>
            <w:tcW w:w="2186" w:type="dxa"/>
            <w:gridSpan w:val="10"/>
            <w:tcBorders>
              <w:top w:val="single" w:sz="6" w:space="0" w:color="auto"/>
              <w:left w:val="single" w:sz="6" w:space="0" w:color="auto"/>
              <w:bottom w:val="single" w:sz="6" w:space="0" w:color="auto"/>
            </w:tcBorders>
          </w:tcPr>
          <w:p w14:paraId="4154A1B9" w14:textId="77777777" w:rsidR="00096DC7" w:rsidRPr="008F643F" w:rsidRDefault="00096DC7" w:rsidP="000A404A">
            <w:pPr>
              <w:pStyle w:val="Testotabella"/>
              <w:jc w:val="left"/>
              <w:rPr>
                <w:rFonts w:ascii="Gotham" w:hAnsi="Gotham"/>
                <w:lang w:val="en-GB"/>
              </w:rPr>
            </w:pPr>
            <w:r w:rsidRPr="008F643F">
              <w:rPr>
                <w:rFonts w:ascii="Gotham" w:hAnsi="Gotham"/>
                <w:lang w:val="en-GB"/>
              </w:rPr>
              <w:t>2.</w:t>
            </w:r>
            <w:r w:rsidRPr="008F643F">
              <w:rPr>
                <w:rFonts w:ascii="Gotham" w:hAnsi="Gotham"/>
                <w:lang w:val="en-US"/>
              </w:rPr>
              <w:t xml:space="preserve"> P/N</w:t>
            </w:r>
          </w:p>
        </w:tc>
        <w:tc>
          <w:tcPr>
            <w:tcW w:w="1964" w:type="dxa"/>
            <w:gridSpan w:val="6"/>
            <w:tcBorders>
              <w:top w:val="single" w:sz="6" w:space="0" w:color="auto"/>
              <w:left w:val="single" w:sz="6" w:space="0" w:color="auto"/>
              <w:bottom w:val="single" w:sz="6" w:space="0" w:color="auto"/>
            </w:tcBorders>
          </w:tcPr>
          <w:p w14:paraId="66CD16A3" w14:textId="77777777" w:rsidR="00096DC7" w:rsidRPr="008F643F" w:rsidRDefault="00096DC7" w:rsidP="000A404A">
            <w:pPr>
              <w:pStyle w:val="Testotabella"/>
              <w:jc w:val="left"/>
              <w:rPr>
                <w:rFonts w:ascii="Gotham" w:hAnsi="Gotham"/>
                <w:lang w:val="en-US"/>
              </w:rPr>
            </w:pPr>
            <w:r w:rsidRPr="008F643F">
              <w:rPr>
                <w:rFonts w:ascii="Gotham" w:hAnsi="Gotham"/>
                <w:lang w:val="en-US"/>
              </w:rPr>
              <w:t>3. Drawing Issue</w:t>
            </w:r>
          </w:p>
        </w:tc>
        <w:tc>
          <w:tcPr>
            <w:tcW w:w="3459" w:type="dxa"/>
            <w:gridSpan w:val="13"/>
            <w:tcBorders>
              <w:top w:val="single" w:sz="6" w:space="0" w:color="auto"/>
              <w:left w:val="single" w:sz="6" w:space="0" w:color="auto"/>
              <w:bottom w:val="single" w:sz="6" w:space="0" w:color="auto"/>
              <w:right w:val="single" w:sz="6" w:space="0" w:color="auto"/>
            </w:tcBorders>
          </w:tcPr>
          <w:p w14:paraId="64EA62A6" w14:textId="77777777" w:rsidR="00096DC7" w:rsidRPr="008F643F" w:rsidRDefault="00096DC7" w:rsidP="000A404A">
            <w:pPr>
              <w:pStyle w:val="Testotabella"/>
              <w:jc w:val="left"/>
              <w:rPr>
                <w:rFonts w:ascii="Gotham" w:hAnsi="Gotham"/>
                <w:lang w:val="en-US"/>
              </w:rPr>
            </w:pPr>
            <w:r w:rsidRPr="008F643F">
              <w:rPr>
                <w:rFonts w:ascii="Gotham" w:hAnsi="Gotham"/>
                <w:lang w:val="en-US"/>
              </w:rPr>
              <w:t>4. S/N</w:t>
            </w:r>
          </w:p>
          <w:p w14:paraId="0ED768AD" w14:textId="77777777" w:rsidR="00096DC7" w:rsidRPr="008F643F" w:rsidRDefault="00096DC7" w:rsidP="000A404A">
            <w:pPr>
              <w:pStyle w:val="Testotabella"/>
              <w:jc w:val="left"/>
              <w:rPr>
                <w:rFonts w:ascii="Gotham" w:hAnsi="Gotham"/>
                <w:lang w:val="en-US"/>
              </w:rPr>
            </w:pPr>
          </w:p>
        </w:tc>
        <w:tc>
          <w:tcPr>
            <w:tcW w:w="4076" w:type="dxa"/>
            <w:gridSpan w:val="10"/>
            <w:tcBorders>
              <w:left w:val="single" w:sz="6" w:space="0" w:color="auto"/>
              <w:bottom w:val="single" w:sz="6" w:space="0" w:color="auto"/>
              <w:right w:val="double" w:sz="6" w:space="0" w:color="auto"/>
            </w:tcBorders>
          </w:tcPr>
          <w:p w14:paraId="78D77DAD" w14:textId="5700B9AB" w:rsidR="00096DC7" w:rsidRPr="008F643F" w:rsidRDefault="00096DC7" w:rsidP="000A404A">
            <w:pPr>
              <w:pStyle w:val="Testotabella"/>
              <w:jc w:val="left"/>
              <w:rPr>
                <w:rFonts w:ascii="Gotham" w:hAnsi="Gotham"/>
                <w:lang w:val="en-US"/>
              </w:rPr>
            </w:pPr>
            <w:r w:rsidRPr="008F643F">
              <w:rPr>
                <w:rFonts w:ascii="Gotham" w:hAnsi="Gotham"/>
                <w:lang w:val="en-US"/>
              </w:rPr>
              <w:t>Page</w:t>
            </w:r>
            <w:r w:rsidRPr="008F643F">
              <w:rPr>
                <w:rFonts w:ascii="Gotham" w:hAnsi="Gotham"/>
                <w:lang w:val="en-US"/>
              </w:rPr>
              <w:tab/>
            </w:r>
            <w:r w:rsidRPr="008F643F">
              <w:rPr>
                <w:rFonts w:ascii="Gotham" w:hAnsi="Gotham"/>
                <w:lang w:val="en-US"/>
              </w:rPr>
              <w:tab/>
              <w:t>of</w:t>
            </w:r>
          </w:p>
        </w:tc>
      </w:tr>
      <w:tr w:rsidR="00096DC7" w:rsidRPr="001D5140" w14:paraId="141446DB" w14:textId="77777777" w:rsidTr="000A404A">
        <w:trPr>
          <w:cantSplit/>
        </w:trPr>
        <w:tc>
          <w:tcPr>
            <w:tcW w:w="3129" w:type="dxa"/>
            <w:gridSpan w:val="8"/>
            <w:tcBorders>
              <w:top w:val="single" w:sz="6" w:space="0" w:color="auto"/>
              <w:left w:val="double" w:sz="6" w:space="0" w:color="auto"/>
              <w:bottom w:val="single" w:sz="6" w:space="0" w:color="auto"/>
              <w:right w:val="single" w:sz="6" w:space="0" w:color="auto"/>
            </w:tcBorders>
          </w:tcPr>
          <w:p w14:paraId="784B9FF4" w14:textId="77777777" w:rsidR="00096DC7" w:rsidRPr="008F643F" w:rsidRDefault="00096DC7" w:rsidP="000A404A">
            <w:pPr>
              <w:pStyle w:val="Testotabella"/>
              <w:jc w:val="left"/>
              <w:rPr>
                <w:rFonts w:ascii="Gotham" w:hAnsi="Gotham"/>
                <w:lang w:val="en-US"/>
              </w:rPr>
            </w:pPr>
            <w:r w:rsidRPr="008F643F">
              <w:rPr>
                <w:rFonts w:ascii="Gotham" w:hAnsi="Gotham"/>
                <w:lang w:val="en-US"/>
              </w:rPr>
              <w:t xml:space="preserve">6. </w:t>
            </w:r>
            <w:r w:rsidRPr="008F643F">
              <w:rPr>
                <w:rFonts w:ascii="Gotham" w:hAnsi="Gotham"/>
                <w:lang w:val="en-GB"/>
              </w:rPr>
              <w:t xml:space="preserve">H/C Mod. or </w:t>
            </w:r>
            <w:proofErr w:type="spellStart"/>
            <w:r w:rsidRPr="008F643F">
              <w:rPr>
                <w:rFonts w:ascii="Gotham" w:hAnsi="Gotham"/>
                <w:lang w:val="en-GB"/>
              </w:rPr>
              <w:t>Vers</w:t>
            </w:r>
            <w:proofErr w:type="spellEnd"/>
            <w:r w:rsidRPr="008F643F">
              <w:rPr>
                <w:rFonts w:ascii="Gotham" w:hAnsi="Gotham"/>
                <w:lang w:val="en-GB"/>
              </w:rPr>
              <w:t>.</w:t>
            </w:r>
          </w:p>
          <w:p w14:paraId="084446F6" w14:textId="77777777" w:rsidR="00096DC7" w:rsidRPr="008F643F" w:rsidRDefault="00096DC7" w:rsidP="000A404A">
            <w:pPr>
              <w:pStyle w:val="Testotabella"/>
              <w:jc w:val="left"/>
              <w:rPr>
                <w:rFonts w:ascii="Gotham" w:hAnsi="Gotham"/>
                <w:lang w:val="en-US"/>
              </w:rPr>
            </w:pPr>
          </w:p>
        </w:tc>
        <w:tc>
          <w:tcPr>
            <w:tcW w:w="4150" w:type="dxa"/>
            <w:gridSpan w:val="16"/>
            <w:tcBorders>
              <w:top w:val="single" w:sz="6" w:space="0" w:color="auto"/>
              <w:left w:val="single" w:sz="6" w:space="0" w:color="auto"/>
              <w:bottom w:val="single" w:sz="6" w:space="0" w:color="auto"/>
              <w:right w:val="single" w:sz="6" w:space="0" w:color="auto"/>
            </w:tcBorders>
          </w:tcPr>
          <w:p w14:paraId="3E62ED76" w14:textId="77777777" w:rsidR="00096DC7" w:rsidRPr="008F643F" w:rsidRDefault="00096DC7" w:rsidP="000A404A">
            <w:pPr>
              <w:pStyle w:val="Testotabella"/>
              <w:jc w:val="left"/>
              <w:rPr>
                <w:rFonts w:ascii="Gotham" w:hAnsi="Gotham"/>
                <w:lang w:val="en-US"/>
              </w:rPr>
            </w:pPr>
            <w:r w:rsidRPr="008F643F">
              <w:rPr>
                <w:rFonts w:ascii="Gotham" w:hAnsi="Gotham"/>
                <w:lang w:val="en-US"/>
              </w:rPr>
              <w:t>7. Description</w:t>
            </w:r>
          </w:p>
        </w:tc>
        <w:tc>
          <w:tcPr>
            <w:tcW w:w="3459" w:type="dxa"/>
            <w:gridSpan w:val="13"/>
            <w:tcBorders>
              <w:top w:val="single" w:sz="6" w:space="0" w:color="auto"/>
              <w:left w:val="single" w:sz="6" w:space="0" w:color="auto"/>
              <w:bottom w:val="single" w:sz="6" w:space="0" w:color="auto"/>
              <w:right w:val="single" w:sz="6" w:space="0" w:color="auto"/>
            </w:tcBorders>
          </w:tcPr>
          <w:p w14:paraId="743C9424" w14:textId="77777777" w:rsidR="00096DC7" w:rsidRPr="008F643F" w:rsidRDefault="00096DC7" w:rsidP="000A404A">
            <w:pPr>
              <w:pStyle w:val="Testotabella"/>
              <w:jc w:val="left"/>
              <w:rPr>
                <w:rFonts w:ascii="Gotham" w:hAnsi="Gotham"/>
                <w:lang w:val="en-US"/>
              </w:rPr>
            </w:pPr>
            <w:r w:rsidRPr="008F643F">
              <w:rPr>
                <w:rFonts w:ascii="Gotham" w:hAnsi="Gotham"/>
                <w:lang w:val="en-US"/>
              </w:rPr>
              <w:t>8. TSD</w:t>
            </w:r>
          </w:p>
        </w:tc>
        <w:tc>
          <w:tcPr>
            <w:tcW w:w="4076" w:type="dxa"/>
            <w:gridSpan w:val="10"/>
            <w:tcBorders>
              <w:top w:val="single" w:sz="6" w:space="0" w:color="auto"/>
              <w:left w:val="single" w:sz="6" w:space="0" w:color="auto"/>
              <w:bottom w:val="single" w:sz="6" w:space="0" w:color="auto"/>
              <w:right w:val="double" w:sz="6" w:space="0" w:color="auto"/>
            </w:tcBorders>
          </w:tcPr>
          <w:p w14:paraId="530C25D5" w14:textId="77777777" w:rsidR="00096DC7" w:rsidRPr="008F643F" w:rsidRDefault="00096DC7" w:rsidP="000A404A">
            <w:pPr>
              <w:pStyle w:val="Testotabella"/>
              <w:jc w:val="left"/>
              <w:rPr>
                <w:rFonts w:ascii="Gotham" w:hAnsi="Gotham"/>
                <w:lang w:val="en-US"/>
              </w:rPr>
            </w:pPr>
            <w:r w:rsidRPr="008F643F">
              <w:rPr>
                <w:rFonts w:ascii="Gotham" w:hAnsi="Gotham"/>
                <w:lang w:val="en-US"/>
              </w:rPr>
              <w:t xml:space="preserve">9. TSD </w:t>
            </w:r>
            <w:proofErr w:type="spellStart"/>
            <w:r w:rsidRPr="008F643F">
              <w:rPr>
                <w:rFonts w:ascii="Gotham" w:hAnsi="Gotham"/>
                <w:lang w:val="en-US"/>
              </w:rPr>
              <w:t>Iss</w:t>
            </w:r>
            <w:proofErr w:type="spellEnd"/>
            <w:r w:rsidRPr="008F643F">
              <w:rPr>
                <w:rFonts w:ascii="Gotham" w:hAnsi="Gotham"/>
                <w:lang w:val="en-US"/>
              </w:rPr>
              <w:t>.</w:t>
            </w:r>
          </w:p>
        </w:tc>
      </w:tr>
      <w:tr w:rsidR="00096DC7" w:rsidRPr="00945A75" w14:paraId="2B094716" w14:textId="77777777" w:rsidTr="000A404A">
        <w:trPr>
          <w:cantSplit/>
          <w:trHeight w:val="4577"/>
        </w:trPr>
        <w:tc>
          <w:tcPr>
            <w:tcW w:w="14814" w:type="dxa"/>
            <w:gridSpan w:val="47"/>
            <w:tcBorders>
              <w:top w:val="single" w:sz="6" w:space="0" w:color="auto"/>
              <w:left w:val="double" w:sz="6" w:space="0" w:color="auto"/>
              <w:bottom w:val="single" w:sz="6" w:space="0" w:color="auto"/>
              <w:right w:val="double" w:sz="6" w:space="0" w:color="auto"/>
            </w:tcBorders>
          </w:tcPr>
          <w:p w14:paraId="68EEF74E" w14:textId="51DFB973" w:rsidR="00096DC7" w:rsidRPr="008F643F" w:rsidRDefault="00096DC7" w:rsidP="000A404A">
            <w:pPr>
              <w:pStyle w:val="Testotabella"/>
              <w:tabs>
                <w:tab w:val="left" w:pos="1985"/>
                <w:tab w:val="left" w:pos="3402"/>
                <w:tab w:val="left" w:pos="10206"/>
              </w:tabs>
              <w:spacing w:line="200" w:lineRule="exact"/>
              <w:ind w:left="0"/>
              <w:jc w:val="left"/>
              <w:rPr>
                <w:rFonts w:ascii="Gotham" w:hAnsi="Gotham"/>
                <w:b/>
                <w:lang w:val="en-GB"/>
              </w:rPr>
            </w:pPr>
            <w:r w:rsidRPr="008F643F">
              <w:rPr>
                <w:rFonts w:ascii="Gotham" w:hAnsi="Gotham"/>
                <w:lang w:val="en-GB"/>
              </w:rPr>
              <w:t>10.</w:t>
            </w:r>
          </w:p>
          <w:p w14:paraId="32924A92" w14:textId="77777777" w:rsidR="00096DC7" w:rsidRPr="008F643F" w:rsidRDefault="00096DC7" w:rsidP="000A404A">
            <w:pPr>
              <w:pStyle w:val="Testotabella"/>
              <w:tabs>
                <w:tab w:val="left" w:pos="1985"/>
                <w:tab w:val="left" w:pos="3402"/>
                <w:tab w:val="left" w:pos="10206"/>
              </w:tabs>
              <w:spacing w:line="200" w:lineRule="exact"/>
              <w:ind w:left="0"/>
              <w:jc w:val="left"/>
              <w:rPr>
                <w:rFonts w:ascii="Gotham" w:hAnsi="Gotham"/>
                <w:b/>
                <w:lang w:val="en-GB"/>
              </w:rPr>
            </w:pPr>
            <w:r w:rsidRPr="008F643F">
              <w:rPr>
                <w:rFonts w:ascii="Gotham" w:hAnsi="Gotham"/>
                <w:b/>
                <w:lang w:val="en-GB"/>
              </w:rPr>
              <w:t>ASSEMBLED IN ACCORDANCE WITH DRAWING …………………………………. ISS…………………………</w:t>
            </w:r>
            <w:proofErr w:type="gramStart"/>
            <w:r w:rsidRPr="008F643F">
              <w:rPr>
                <w:rFonts w:ascii="Gotham" w:hAnsi="Gotham"/>
                <w:b/>
                <w:lang w:val="en-GB"/>
              </w:rPr>
              <w:t>…..</w:t>
            </w:r>
            <w:proofErr w:type="gramEnd"/>
          </w:p>
          <w:p w14:paraId="314397B6" w14:textId="0EDA52F0" w:rsidR="00096DC7" w:rsidRPr="008F643F" w:rsidRDefault="00096DC7" w:rsidP="000A404A">
            <w:pPr>
              <w:pStyle w:val="Testotabella"/>
              <w:tabs>
                <w:tab w:val="left" w:pos="1985"/>
                <w:tab w:val="left" w:pos="3402"/>
                <w:tab w:val="left" w:pos="10206"/>
              </w:tabs>
              <w:spacing w:before="240"/>
              <w:ind w:left="567"/>
              <w:jc w:val="left"/>
              <w:rPr>
                <w:rFonts w:ascii="Gotham" w:hAnsi="Gotham"/>
                <w:u w:val="single"/>
                <w:lang w:val="en-GB"/>
              </w:rPr>
            </w:pPr>
            <w:r w:rsidRPr="008F643F">
              <w:rPr>
                <w:rFonts w:ascii="Gotham" w:hAnsi="Gotham"/>
                <w:lang w:val="en-GB"/>
              </w:rPr>
              <w:t>Chapter</w:t>
            </w:r>
            <w:r w:rsidRPr="008F643F">
              <w:rPr>
                <w:rFonts w:ascii="Gotham" w:hAnsi="Gotham"/>
                <w:lang w:val="en-GB"/>
              </w:rPr>
              <w:tab/>
              <w:t>Contents</w:t>
            </w:r>
            <w:r w:rsidRPr="008F643F">
              <w:rPr>
                <w:rFonts w:ascii="Gotham" w:hAnsi="Gotham"/>
                <w:lang w:val="en-GB"/>
              </w:rPr>
              <w:tab/>
              <w:t>Applicability and Number of paged</w:t>
            </w:r>
          </w:p>
          <w:p w14:paraId="091FDE56" w14:textId="77777777" w:rsidR="00096DC7" w:rsidRPr="008F643F" w:rsidRDefault="00096DC7" w:rsidP="000A404A">
            <w:pPr>
              <w:pStyle w:val="Testotabella"/>
              <w:tabs>
                <w:tab w:val="left" w:pos="2268"/>
                <w:tab w:val="left" w:pos="3402"/>
                <w:tab w:val="left" w:pos="10206"/>
              </w:tabs>
              <w:jc w:val="left"/>
              <w:rPr>
                <w:rFonts w:ascii="Gotham" w:hAnsi="Gotham"/>
                <w:lang w:val="en-GB"/>
              </w:rPr>
            </w:pPr>
          </w:p>
          <w:p w14:paraId="26A14C15" w14:textId="68AC72B7" w:rsidR="00096DC7" w:rsidRPr="008F643F" w:rsidRDefault="00096DC7" w:rsidP="00D0319C">
            <w:pPr>
              <w:pStyle w:val="Testotabella"/>
              <w:tabs>
                <w:tab w:val="left" w:pos="2268"/>
                <w:tab w:val="left" w:pos="3402"/>
                <w:tab w:val="left" w:pos="10206"/>
              </w:tabs>
              <w:ind w:left="0"/>
              <w:jc w:val="left"/>
              <w:rPr>
                <w:rFonts w:ascii="Gotham" w:hAnsi="Gotham"/>
                <w:lang w:val="en-GB"/>
              </w:rPr>
            </w:pPr>
            <w:r w:rsidRPr="008F643F">
              <w:rPr>
                <w:rFonts w:ascii="Gotham" w:hAnsi="Gotham"/>
                <w:lang w:val="en-GB"/>
              </w:rPr>
              <w:t>0</w:t>
            </w:r>
            <w:r w:rsidRPr="008F643F">
              <w:rPr>
                <w:rFonts w:ascii="Gotham" w:hAnsi="Gotham"/>
                <w:lang w:val="en-GB"/>
              </w:rPr>
              <w:tab/>
              <w:t>Index</w:t>
            </w:r>
            <w:r w:rsidRPr="008F643F">
              <w:rPr>
                <w:rFonts w:ascii="Gotham" w:hAnsi="Gotham"/>
                <w:lang w:val="en-GB"/>
              </w:rPr>
              <w:tab/>
              <w:t>Yes</w:t>
            </w:r>
            <w:r w:rsidRPr="008F643F">
              <w:rPr>
                <w:rFonts w:ascii="Gotham" w:hAnsi="Gotham"/>
                <w:lang w:val="en-GB"/>
              </w:rPr>
              <w:tab/>
              <w:t xml:space="preserve">     </w:t>
            </w:r>
            <w:r w:rsidRPr="008F643F">
              <w:rPr>
                <w:rFonts w:ascii="Gotham" w:hAnsi="Gotham"/>
                <w:lang w:val="en-GB"/>
              </w:rPr>
              <w:tab/>
              <w:t>1</w:t>
            </w:r>
          </w:p>
          <w:p w14:paraId="14F07602" w14:textId="3AB9B2CB" w:rsidR="00096DC7" w:rsidRPr="008F643F" w:rsidRDefault="00096DC7" w:rsidP="000A404A">
            <w:pPr>
              <w:pStyle w:val="Testotabella"/>
              <w:tabs>
                <w:tab w:val="left" w:pos="2268"/>
                <w:tab w:val="left" w:pos="3402"/>
                <w:tab w:val="left" w:pos="10206"/>
              </w:tabs>
              <w:jc w:val="left"/>
              <w:rPr>
                <w:rFonts w:ascii="Gotham" w:hAnsi="Gotham"/>
                <w:lang w:val="en-GB"/>
              </w:rPr>
            </w:pPr>
            <w:r w:rsidRPr="008F643F">
              <w:rPr>
                <w:rFonts w:ascii="Gotham" w:hAnsi="Gotham"/>
                <w:lang w:val="en-GB"/>
              </w:rPr>
              <w:t>1</w:t>
            </w:r>
            <w:r w:rsidRPr="008F643F">
              <w:rPr>
                <w:rFonts w:ascii="Gotham" w:hAnsi="Gotham"/>
                <w:lang w:val="en-GB"/>
              </w:rPr>
              <w:tab/>
            </w:r>
            <w:r w:rsidRPr="008F643F">
              <w:rPr>
                <w:rFonts w:ascii="Gotham" w:hAnsi="Gotham"/>
                <w:lang w:val="en-US"/>
              </w:rPr>
              <w:t>List of vital / serialized parts and relevant FAI status</w:t>
            </w:r>
            <w:r w:rsidRPr="008F643F">
              <w:rPr>
                <w:rFonts w:ascii="Gotham" w:hAnsi="Gotham"/>
                <w:lang w:val="en-GB"/>
              </w:rPr>
              <w:tab/>
              <w:t>Yes / No</w:t>
            </w:r>
            <w:r w:rsidRPr="008F643F">
              <w:rPr>
                <w:rFonts w:ascii="Gotham" w:hAnsi="Gotham"/>
                <w:lang w:val="en-GB"/>
              </w:rPr>
              <w:tab/>
              <w:t>……</w:t>
            </w:r>
            <w:proofErr w:type="gramStart"/>
            <w:r w:rsidRPr="008F643F">
              <w:rPr>
                <w:rFonts w:ascii="Gotham" w:hAnsi="Gotham"/>
                <w:lang w:val="en-GB"/>
              </w:rPr>
              <w:t>…..</w:t>
            </w:r>
            <w:proofErr w:type="gramEnd"/>
          </w:p>
          <w:p w14:paraId="67EBDCED" w14:textId="010CE733" w:rsidR="00096DC7" w:rsidRPr="008F643F" w:rsidRDefault="00096DC7" w:rsidP="000A404A">
            <w:pPr>
              <w:pStyle w:val="Testotabella"/>
              <w:tabs>
                <w:tab w:val="left" w:pos="2268"/>
                <w:tab w:val="left" w:pos="3402"/>
                <w:tab w:val="left" w:pos="10206"/>
              </w:tabs>
              <w:jc w:val="left"/>
              <w:rPr>
                <w:rFonts w:ascii="Gotham" w:hAnsi="Gotham"/>
                <w:lang w:val="en-GB"/>
              </w:rPr>
            </w:pPr>
            <w:r w:rsidRPr="008F643F">
              <w:rPr>
                <w:rFonts w:ascii="Gotham" w:hAnsi="Gotham"/>
                <w:lang w:val="en-GB"/>
              </w:rPr>
              <w:t>2</w:t>
            </w:r>
            <w:r w:rsidRPr="008F643F">
              <w:rPr>
                <w:rFonts w:ascii="Gotham" w:hAnsi="Gotham"/>
                <w:lang w:val="en-GB"/>
              </w:rPr>
              <w:tab/>
            </w:r>
            <w:r w:rsidRPr="008F643F">
              <w:rPr>
                <w:rFonts w:ascii="Gotham" w:hAnsi="Gotham"/>
                <w:lang w:val="en-US"/>
              </w:rPr>
              <w:t>List of plus and/or minus modifications against TSD</w:t>
            </w:r>
            <w:r w:rsidRPr="008F643F">
              <w:rPr>
                <w:rFonts w:ascii="Gotham" w:hAnsi="Gotham"/>
                <w:lang w:val="en-GB"/>
              </w:rPr>
              <w:tab/>
              <w:t>Yes / No</w:t>
            </w:r>
            <w:r w:rsidRPr="008F643F">
              <w:rPr>
                <w:rFonts w:ascii="Gotham" w:hAnsi="Gotham"/>
                <w:lang w:val="en-GB"/>
              </w:rPr>
              <w:tab/>
              <w:t>……</w:t>
            </w:r>
            <w:proofErr w:type="gramStart"/>
            <w:r w:rsidRPr="008F643F">
              <w:rPr>
                <w:rFonts w:ascii="Gotham" w:hAnsi="Gotham"/>
                <w:lang w:val="en-GB"/>
              </w:rPr>
              <w:t>…..</w:t>
            </w:r>
            <w:proofErr w:type="gramEnd"/>
          </w:p>
          <w:p w14:paraId="5E8764C2" w14:textId="670E2DA5" w:rsidR="00096DC7" w:rsidRPr="008F643F" w:rsidRDefault="00096DC7" w:rsidP="000A404A">
            <w:pPr>
              <w:pStyle w:val="Testotabella"/>
              <w:tabs>
                <w:tab w:val="left" w:pos="2268"/>
                <w:tab w:val="left" w:pos="3402"/>
                <w:tab w:val="left" w:pos="10206"/>
              </w:tabs>
              <w:jc w:val="left"/>
              <w:rPr>
                <w:rFonts w:ascii="Gotham" w:hAnsi="Gotham"/>
                <w:lang w:val="en-GB"/>
              </w:rPr>
            </w:pPr>
            <w:r w:rsidRPr="008F643F">
              <w:rPr>
                <w:rFonts w:ascii="Gotham" w:hAnsi="Gotham"/>
                <w:lang w:val="en-GB"/>
              </w:rPr>
              <w:t>3</w:t>
            </w:r>
            <w:r w:rsidRPr="008F643F">
              <w:rPr>
                <w:rFonts w:ascii="Gotham" w:hAnsi="Gotham"/>
                <w:lang w:val="en-GB"/>
              </w:rPr>
              <w:tab/>
            </w:r>
            <w:r w:rsidRPr="008F643F">
              <w:rPr>
                <w:rFonts w:ascii="Gotham" w:hAnsi="Gotham"/>
                <w:lang w:val="en-US"/>
              </w:rPr>
              <w:t>List of issued CO / DP (open/closed)</w:t>
            </w:r>
            <w:r w:rsidRPr="008F643F">
              <w:rPr>
                <w:rFonts w:ascii="Gotham" w:hAnsi="Gotham"/>
                <w:lang w:val="en-GB"/>
              </w:rPr>
              <w:tab/>
              <w:t>Yes / No</w:t>
            </w:r>
            <w:r w:rsidRPr="008F643F">
              <w:rPr>
                <w:rFonts w:ascii="Gotham" w:hAnsi="Gotham"/>
                <w:lang w:val="en-GB"/>
              </w:rPr>
              <w:tab/>
              <w:t>……</w:t>
            </w:r>
            <w:proofErr w:type="gramStart"/>
            <w:r w:rsidRPr="008F643F">
              <w:rPr>
                <w:rFonts w:ascii="Gotham" w:hAnsi="Gotham"/>
                <w:lang w:val="en-GB"/>
              </w:rPr>
              <w:t>…..</w:t>
            </w:r>
            <w:proofErr w:type="gramEnd"/>
          </w:p>
          <w:p w14:paraId="0B315F90" w14:textId="25FA13E5" w:rsidR="00096DC7" w:rsidRPr="008F643F" w:rsidRDefault="00096DC7" w:rsidP="000A404A">
            <w:pPr>
              <w:pStyle w:val="Testotabella"/>
              <w:tabs>
                <w:tab w:val="left" w:pos="2268"/>
                <w:tab w:val="left" w:pos="3402"/>
                <w:tab w:val="left" w:pos="10206"/>
              </w:tabs>
              <w:jc w:val="left"/>
              <w:rPr>
                <w:rFonts w:ascii="Gotham" w:hAnsi="Gotham"/>
                <w:lang w:val="en-US"/>
              </w:rPr>
            </w:pPr>
            <w:r w:rsidRPr="008F643F">
              <w:rPr>
                <w:rFonts w:ascii="Gotham" w:hAnsi="Gotham"/>
                <w:lang w:val="en-US"/>
              </w:rPr>
              <w:t>4</w:t>
            </w:r>
            <w:r w:rsidRPr="008F643F">
              <w:rPr>
                <w:rFonts w:ascii="Gotham" w:hAnsi="Gotham"/>
                <w:lang w:val="en-US"/>
              </w:rPr>
              <w:tab/>
            </w:r>
            <w:bookmarkStart w:id="0" w:name="_GoBack"/>
            <w:bookmarkEnd w:id="0"/>
            <w:r w:rsidRPr="008F643F">
              <w:rPr>
                <w:rFonts w:ascii="Gotham" w:hAnsi="Gotham"/>
                <w:lang w:val="en-US"/>
              </w:rPr>
              <w:t>List of outstanding works</w:t>
            </w:r>
            <w:r w:rsidRPr="008F643F">
              <w:rPr>
                <w:rFonts w:ascii="Gotham" w:hAnsi="Gotham"/>
                <w:lang w:val="en-US"/>
              </w:rPr>
              <w:tab/>
              <w:t>Yes / No</w:t>
            </w:r>
            <w:r w:rsidRPr="008F643F">
              <w:rPr>
                <w:rFonts w:ascii="Gotham" w:hAnsi="Gotham"/>
                <w:lang w:val="en-US"/>
              </w:rPr>
              <w:tab/>
              <w:t>……</w:t>
            </w:r>
            <w:proofErr w:type="gramStart"/>
            <w:r w:rsidRPr="008F643F">
              <w:rPr>
                <w:rFonts w:ascii="Gotham" w:hAnsi="Gotham"/>
                <w:lang w:val="en-US"/>
              </w:rPr>
              <w:t>…..</w:t>
            </w:r>
            <w:proofErr w:type="gramEnd"/>
          </w:p>
          <w:p w14:paraId="002BDF2C" w14:textId="05DA0E4A" w:rsidR="00096DC7" w:rsidRPr="008F643F" w:rsidRDefault="00096DC7" w:rsidP="000A404A">
            <w:pPr>
              <w:pStyle w:val="Testotabella"/>
              <w:tabs>
                <w:tab w:val="left" w:pos="2268"/>
                <w:tab w:val="left" w:pos="3402"/>
                <w:tab w:val="left" w:pos="10206"/>
              </w:tabs>
              <w:jc w:val="left"/>
              <w:rPr>
                <w:rFonts w:ascii="Gotham" w:hAnsi="Gotham"/>
                <w:lang w:val="en-GB"/>
              </w:rPr>
            </w:pPr>
            <w:r w:rsidRPr="008F643F">
              <w:rPr>
                <w:rFonts w:ascii="Gotham" w:hAnsi="Gotham"/>
                <w:lang w:val="en-GB"/>
              </w:rPr>
              <w:t>5</w:t>
            </w:r>
            <w:r w:rsidRPr="008F643F">
              <w:rPr>
                <w:rFonts w:ascii="Gotham" w:hAnsi="Gotham"/>
                <w:lang w:val="en-GB"/>
              </w:rPr>
              <w:tab/>
              <w:t>List of missing and/or loose parts</w:t>
            </w:r>
            <w:r w:rsidRPr="008F643F">
              <w:rPr>
                <w:rFonts w:ascii="Gotham" w:hAnsi="Gotham"/>
                <w:lang w:val="en-GB"/>
              </w:rPr>
              <w:tab/>
              <w:t xml:space="preserve">Yes / No   </w:t>
            </w:r>
            <w:r w:rsidRPr="008F643F">
              <w:rPr>
                <w:rFonts w:ascii="Gotham" w:hAnsi="Gotham"/>
                <w:lang w:val="en-GB"/>
              </w:rPr>
              <w:tab/>
              <w:t>……</w:t>
            </w:r>
            <w:proofErr w:type="gramStart"/>
            <w:r w:rsidRPr="008F643F">
              <w:rPr>
                <w:rFonts w:ascii="Gotham" w:hAnsi="Gotham"/>
                <w:lang w:val="en-GB"/>
              </w:rPr>
              <w:t>…..</w:t>
            </w:r>
            <w:proofErr w:type="gramEnd"/>
          </w:p>
          <w:p w14:paraId="2E1D55E1" w14:textId="1962D50C" w:rsidR="00096DC7" w:rsidRPr="008F643F" w:rsidRDefault="00096DC7" w:rsidP="000A404A">
            <w:pPr>
              <w:pStyle w:val="Testotabella"/>
              <w:tabs>
                <w:tab w:val="left" w:pos="2268"/>
                <w:tab w:val="left" w:pos="3402"/>
                <w:tab w:val="left" w:pos="10206"/>
              </w:tabs>
              <w:jc w:val="left"/>
              <w:rPr>
                <w:rFonts w:ascii="Gotham" w:hAnsi="Gotham"/>
                <w:lang w:val="en-GB"/>
              </w:rPr>
            </w:pPr>
            <w:r w:rsidRPr="008F643F">
              <w:rPr>
                <w:rFonts w:ascii="Gotham" w:hAnsi="Gotham"/>
                <w:lang w:val="en-GB"/>
              </w:rPr>
              <w:t>6</w:t>
            </w:r>
            <w:r w:rsidRPr="008F643F">
              <w:rPr>
                <w:rFonts w:ascii="Gotham" w:hAnsi="Gotham"/>
                <w:lang w:val="en-GB"/>
              </w:rPr>
              <w:tab/>
            </w:r>
            <w:r w:rsidRPr="008F643F">
              <w:rPr>
                <w:rFonts w:ascii="Gotham" w:hAnsi="Gotham"/>
                <w:lang w:val="en-US"/>
              </w:rPr>
              <w:t>P/Ns Weight data requested by TSD</w:t>
            </w:r>
            <w:r w:rsidRPr="008F643F">
              <w:rPr>
                <w:rFonts w:ascii="Gotham" w:hAnsi="Gotham"/>
                <w:lang w:val="en-GB"/>
              </w:rPr>
              <w:tab/>
              <w:t>Yes / No</w:t>
            </w:r>
            <w:r w:rsidRPr="008F643F">
              <w:rPr>
                <w:rFonts w:ascii="Gotham" w:hAnsi="Gotham"/>
                <w:lang w:val="en-GB"/>
              </w:rPr>
              <w:tab/>
              <w:t>……</w:t>
            </w:r>
            <w:proofErr w:type="gramStart"/>
            <w:r w:rsidRPr="008F643F">
              <w:rPr>
                <w:rFonts w:ascii="Gotham" w:hAnsi="Gotham"/>
                <w:lang w:val="en-GB"/>
              </w:rPr>
              <w:t>…..</w:t>
            </w:r>
            <w:proofErr w:type="gramEnd"/>
          </w:p>
          <w:p w14:paraId="367469BD" w14:textId="77777777" w:rsidR="00096DC7" w:rsidRPr="008F643F" w:rsidRDefault="00096DC7" w:rsidP="008F643F">
            <w:pPr>
              <w:pStyle w:val="Testotabella"/>
              <w:tabs>
                <w:tab w:val="left" w:pos="2268"/>
                <w:tab w:val="left" w:pos="3402"/>
                <w:tab w:val="left" w:pos="10219"/>
              </w:tabs>
              <w:jc w:val="left"/>
              <w:rPr>
                <w:rFonts w:ascii="Gotham" w:hAnsi="Gotham"/>
                <w:lang w:val="en-GB"/>
              </w:rPr>
            </w:pPr>
            <w:r w:rsidRPr="008F643F">
              <w:rPr>
                <w:rFonts w:ascii="Gotham" w:hAnsi="Gotham"/>
                <w:lang w:val="en-GB"/>
              </w:rPr>
              <w:t>7</w:t>
            </w:r>
            <w:r w:rsidRPr="008F643F">
              <w:rPr>
                <w:rFonts w:ascii="Gotham" w:hAnsi="Gotham"/>
                <w:lang w:val="en-GB"/>
              </w:rPr>
              <w:tab/>
              <w:t>A</w:t>
            </w:r>
            <w:proofErr w:type="spellStart"/>
            <w:r w:rsidRPr="008F643F">
              <w:rPr>
                <w:rFonts w:ascii="Gotham" w:hAnsi="Gotham"/>
                <w:lang w:val="en-US"/>
              </w:rPr>
              <w:t>dditional</w:t>
            </w:r>
            <w:proofErr w:type="spellEnd"/>
            <w:r w:rsidRPr="008F643F">
              <w:rPr>
                <w:rFonts w:ascii="Gotham" w:hAnsi="Gotham"/>
                <w:lang w:val="en-US"/>
              </w:rPr>
              <w:t xml:space="preserve"> information and attached documents</w:t>
            </w:r>
            <w:r w:rsidRPr="008F643F">
              <w:rPr>
                <w:rFonts w:ascii="Gotham" w:hAnsi="Gotham"/>
                <w:lang w:val="en-GB"/>
              </w:rPr>
              <w:tab/>
              <w:t>Yes / No</w:t>
            </w:r>
            <w:r w:rsidRPr="008F643F">
              <w:rPr>
                <w:rFonts w:ascii="Gotham" w:hAnsi="Gotham"/>
                <w:lang w:val="en-GB"/>
              </w:rPr>
              <w:tab/>
              <w:t>……</w:t>
            </w:r>
            <w:proofErr w:type="gramStart"/>
            <w:r w:rsidRPr="008F643F">
              <w:rPr>
                <w:rFonts w:ascii="Gotham" w:hAnsi="Gotham"/>
                <w:lang w:val="en-GB"/>
              </w:rPr>
              <w:t>…..</w:t>
            </w:r>
            <w:proofErr w:type="gramEnd"/>
          </w:p>
        </w:tc>
      </w:tr>
      <w:tr w:rsidR="00096DC7" w:rsidRPr="00945A75" w14:paraId="571846EA" w14:textId="77777777" w:rsidTr="000A404A">
        <w:trPr>
          <w:cantSplit/>
          <w:trHeight w:val="1237"/>
        </w:trPr>
        <w:tc>
          <w:tcPr>
            <w:tcW w:w="7279" w:type="dxa"/>
            <w:gridSpan w:val="24"/>
            <w:tcBorders>
              <w:top w:val="single" w:sz="6" w:space="0" w:color="auto"/>
              <w:left w:val="double" w:sz="6" w:space="0" w:color="auto"/>
              <w:bottom w:val="double" w:sz="6" w:space="0" w:color="auto"/>
              <w:right w:val="single" w:sz="6" w:space="0" w:color="auto"/>
            </w:tcBorders>
          </w:tcPr>
          <w:p w14:paraId="1DF8DF27" w14:textId="537020C9" w:rsidR="00096DC7" w:rsidRPr="008F643F" w:rsidRDefault="00096DC7" w:rsidP="000A404A">
            <w:pPr>
              <w:pStyle w:val="Testotabella"/>
              <w:spacing w:before="120" w:line="120" w:lineRule="auto"/>
              <w:ind w:left="-20"/>
              <w:jc w:val="left"/>
              <w:rPr>
                <w:rFonts w:ascii="Gotham" w:hAnsi="Gotham"/>
                <w:lang w:val="en-GB"/>
              </w:rPr>
            </w:pPr>
            <w:r w:rsidRPr="008F643F">
              <w:rPr>
                <w:rFonts w:ascii="Gotham" w:hAnsi="Gotham"/>
                <w:lang w:val="en-GB"/>
              </w:rPr>
              <w:t>11. Manufacturer Engineering Signature and Date</w:t>
            </w:r>
          </w:p>
        </w:tc>
        <w:tc>
          <w:tcPr>
            <w:tcW w:w="7535" w:type="dxa"/>
            <w:gridSpan w:val="23"/>
            <w:tcBorders>
              <w:top w:val="single" w:sz="6" w:space="0" w:color="auto"/>
              <w:left w:val="single" w:sz="6" w:space="0" w:color="auto"/>
              <w:bottom w:val="double" w:sz="6" w:space="0" w:color="auto"/>
              <w:right w:val="double" w:sz="6" w:space="0" w:color="auto"/>
            </w:tcBorders>
          </w:tcPr>
          <w:p w14:paraId="6F958B92" w14:textId="77777777" w:rsidR="00096DC7" w:rsidRPr="008F643F" w:rsidRDefault="00096DC7" w:rsidP="000A404A">
            <w:pPr>
              <w:pStyle w:val="Testotabella"/>
              <w:ind w:left="0"/>
              <w:jc w:val="left"/>
              <w:rPr>
                <w:rFonts w:ascii="Gotham" w:hAnsi="Gotham"/>
                <w:b/>
                <w:color w:val="FF0000"/>
                <w:lang w:val="en-US"/>
              </w:rPr>
            </w:pPr>
            <w:r w:rsidRPr="008F643F">
              <w:rPr>
                <w:rFonts w:ascii="Gotham" w:hAnsi="Gotham"/>
                <w:lang w:val="en-GB"/>
              </w:rPr>
              <w:t>12. Quality Inspector Signature and Date</w:t>
            </w:r>
          </w:p>
        </w:tc>
      </w:tr>
      <w:tr w:rsidR="00096DC7" w14:paraId="0A1E9F43" w14:textId="77777777" w:rsidTr="000A404A">
        <w:trPr>
          <w:gridBefore w:val="1"/>
          <w:gridAfter w:val="1"/>
          <w:wBefore w:w="71" w:type="dxa"/>
          <w:wAfter w:w="20" w:type="dxa"/>
          <w:cantSplit/>
        </w:trPr>
        <w:tc>
          <w:tcPr>
            <w:tcW w:w="2266" w:type="dxa"/>
            <w:gridSpan w:val="5"/>
            <w:tcBorders>
              <w:top w:val="double" w:sz="6" w:space="0" w:color="auto"/>
              <w:left w:val="double" w:sz="6" w:space="0" w:color="auto"/>
              <w:bottom w:val="single" w:sz="6" w:space="0" w:color="auto"/>
              <w:right w:val="single" w:sz="6" w:space="0" w:color="auto"/>
            </w:tcBorders>
            <w:vAlign w:val="center"/>
          </w:tcPr>
          <w:p w14:paraId="063B7B22" w14:textId="77777777" w:rsidR="00096DC7" w:rsidRPr="008F643F" w:rsidRDefault="00096DC7" w:rsidP="00096DC7">
            <w:pPr>
              <w:pStyle w:val="Testotabella"/>
              <w:jc w:val="center"/>
              <w:rPr>
                <w:rFonts w:ascii="Gotham" w:hAnsi="Gotham"/>
                <w:sz w:val="18"/>
                <w:lang w:val="en-GB"/>
              </w:rPr>
            </w:pPr>
            <w:r w:rsidRPr="008F643F">
              <w:rPr>
                <w:rFonts w:ascii="Gotham" w:hAnsi="Gotham"/>
                <w:noProof/>
              </w:rPr>
              <w:lastRenderedPageBreak/>
              <w:t>SUPPLIER LOGO</w:t>
            </w:r>
          </w:p>
        </w:tc>
        <w:tc>
          <w:tcPr>
            <w:tcW w:w="9828" w:type="dxa"/>
            <w:gridSpan w:val="37"/>
            <w:tcBorders>
              <w:top w:val="double" w:sz="6" w:space="0" w:color="auto"/>
              <w:left w:val="single" w:sz="6" w:space="0" w:color="auto"/>
              <w:right w:val="single" w:sz="6" w:space="0" w:color="auto"/>
            </w:tcBorders>
          </w:tcPr>
          <w:p w14:paraId="32EF7A61" w14:textId="77777777" w:rsidR="00096DC7" w:rsidRPr="008F643F" w:rsidRDefault="00096DC7" w:rsidP="00096DC7">
            <w:pPr>
              <w:pStyle w:val="Testotabella"/>
              <w:spacing w:before="120"/>
              <w:ind w:left="0"/>
              <w:jc w:val="center"/>
              <w:rPr>
                <w:rFonts w:ascii="Gotham" w:hAnsi="Gotham"/>
                <w:sz w:val="24"/>
                <w:lang w:val="en-GB"/>
              </w:rPr>
            </w:pPr>
            <w:r w:rsidRPr="008F643F">
              <w:rPr>
                <w:rFonts w:ascii="Gotham" w:hAnsi="Gotham"/>
                <w:sz w:val="24"/>
                <w:lang w:val="en-GB"/>
              </w:rPr>
              <w:t>MANUFACTURING INSPECTION REPORT (MIR)</w:t>
            </w:r>
          </w:p>
          <w:p w14:paraId="2836A977" w14:textId="77777777" w:rsidR="00096DC7" w:rsidRPr="008F643F" w:rsidRDefault="00096DC7" w:rsidP="00096DC7">
            <w:pPr>
              <w:pStyle w:val="Testotabella"/>
              <w:spacing w:line="240" w:lineRule="auto"/>
              <w:ind w:left="0"/>
              <w:rPr>
                <w:rFonts w:ascii="Gotham" w:hAnsi="Gotham"/>
                <w:sz w:val="18"/>
                <w:lang w:val="en-GB"/>
              </w:rPr>
            </w:pPr>
          </w:p>
          <w:p w14:paraId="541005FB" w14:textId="77777777" w:rsidR="00096DC7" w:rsidRPr="008F643F" w:rsidRDefault="00096DC7" w:rsidP="00096DC7">
            <w:pPr>
              <w:pStyle w:val="Testotabella"/>
              <w:spacing w:line="240" w:lineRule="auto"/>
              <w:ind w:left="0"/>
              <w:jc w:val="center"/>
              <w:rPr>
                <w:rFonts w:ascii="Gotham" w:hAnsi="Gotham"/>
                <w:b/>
                <w:sz w:val="18"/>
                <w:lang w:val="en-GB"/>
              </w:rPr>
            </w:pPr>
            <w:r w:rsidRPr="008F643F">
              <w:rPr>
                <w:rFonts w:ascii="Gotham" w:hAnsi="Gotham"/>
                <w:b/>
                <w:lang w:val="en-US"/>
              </w:rPr>
              <w:t>LIST OF VITAL / SERIALIZED PARTS AND RELATED FAI STATUS</w:t>
            </w:r>
          </w:p>
        </w:tc>
        <w:tc>
          <w:tcPr>
            <w:tcW w:w="2629" w:type="dxa"/>
            <w:gridSpan w:val="3"/>
            <w:tcBorders>
              <w:top w:val="double" w:sz="6" w:space="0" w:color="auto"/>
              <w:left w:val="single" w:sz="6" w:space="0" w:color="auto"/>
              <w:right w:val="double" w:sz="6" w:space="0" w:color="auto"/>
            </w:tcBorders>
          </w:tcPr>
          <w:p w14:paraId="05C26087" w14:textId="77777777" w:rsidR="00096DC7" w:rsidRPr="008F643F" w:rsidRDefault="00096DC7" w:rsidP="00096DC7">
            <w:pPr>
              <w:pStyle w:val="Testotabella"/>
              <w:rPr>
                <w:rFonts w:ascii="Gotham" w:hAnsi="Gotham"/>
                <w:lang w:val="de-DE"/>
              </w:rPr>
            </w:pPr>
            <w:r w:rsidRPr="008F643F">
              <w:rPr>
                <w:rFonts w:ascii="Gotham" w:hAnsi="Gotham"/>
                <w:lang w:val="de-DE"/>
              </w:rPr>
              <w:t>6.</w:t>
            </w:r>
          </w:p>
          <w:p w14:paraId="0CFDD591" w14:textId="77777777" w:rsidR="00096DC7" w:rsidRPr="008F643F" w:rsidRDefault="00096DC7" w:rsidP="00096DC7">
            <w:pPr>
              <w:pStyle w:val="Testotabella"/>
              <w:rPr>
                <w:rFonts w:ascii="Gotham" w:hAnsi="Gotham"/>
                <w:lang w:val="de-DE"/>
              </w:rPr>
            </w:pPr>
          </w:p>
          <w:p w14:paraId="00F6C9D6" w14:textId="77777777" w:rsidR="00096DC7" w:rsidRPr="008F643F" w:rsidRDefault="00096DC7" w:rsidP="00096DC7">
            <w:pPr>
              <w:pStyle w:val="Testotabella"/>
              <w:rPr>
                <w:rFonts w:ascii="Gotham" w:hAnsi="Gotham"/>
                <w:lang w:val="de-DE"/>
              </w:rPr>
            </w:pPr>
            <w:r w:rsidRPr="008F643F">
              <w:rPr>
                <w:rFonts w:ascii="Gotham" w:hAnsi="Gotham"/>
                <w:lang w:val="de-DE"/>
              </w:rPr>
              <w:t>MIR n..................   Iss. .......</w:t>
            </w:r>
          </w:p>
          <w:p w14:paraId="16A9C606" w14:textId="77777777" w:rsidR="00096DC7" w:rsidRPr="008F643F" w:rsidRDefault="00096DC7" w:rsidP="00096DC7">
            <w:pPr>
              <w:pStyle w:val="Testotabella"/>
              <w:rPr>
                <w:rFonts w:ascii="Gotham" w:hAnsi="Gotham"/>
                <w:lang w:val="de-DE"/>
              </w:rPr>
            </w:pPr>
            <w:r w:rsidRPr="008F643F">
              <w:rPr>
                <w:rFonts w:ascii="Gotham" w:hAnsi="Gotham"/>
                <w:lang w:val="de-DE"/>
              </w:rPr>
              <w:t xml:space="preserve">                                   </w:t>
            </w:r>
          </w:p>
        </w:tc>
      </w:tr>
      <w:tr w:rsidR="00096DC7" w:rsidRPr="00333B23" w14:paraId="7240F6D7" w14:textId="77777777" w:rsidTr="000A404A">
        <w:trPr>
          <w:gridBefore w:val="1"/>
          <w:gridAfter w:val="1"/>
          <w:wBefore w:w="71" w:type="dxa"/>
          <w:wAfter w:w="20" w:type="dxa"/>
          <w:cantSplit/>
        </w:trPr>
        <w:tc>
          <w:tcPr>
            <w:tcW w:w="2266" w:type="dxa"/>
            <w:gridSpan w:val="5"/>
            <w:vMerge w:val="restart"/>
            <w:tcBorders>
              <w:top w:val="single" w:sz="6" w:space="0" w:color="auto"/>
              <w:left w:val="double" w:sz="6" w:space="0" w:color="auto"/>
              <w:right w:val="single" w:sz="6" w:space="0" w:color="auto"/>
            </w:tcBorders>
          </w:tcPr>
          <w:p w14:paraId="53D08C77" w14:textId="77777777" w:rsidR="00096DC7" w:rsidRPr="008F643F" w:rsidRDefault="00096DC7" w:rsidP="00096DC7">
            <w:pPr>
              <w:pStyle w:val="Testotabella"/>
              <w:rPr>
                <w:rFonts w:ascii="Gotham" w:hAnsi="Gotham"/>
                <w:sz w:val="18"/>
              </w:rPr>
            </w:pPr>
            <w:r w:rsidRPr="008F643F">
              <w:rPr>
                <w:rFonts w:ascii="Gotham" w:hAnsi="Gotham"/>
              </w:rPr>
              <w:t>1. Supplier</w:t>
            </w:r>
          </w:p>
          <w:p w14:paraId="02A99F7E" w14:textId="77777777" w:rsidR="00096DC7" w:rsidRPr="008F643F" w:rsidRDefault="00096DC7" w:rsidP="00096DC7">
            <w:pPr>
              <w:pStyle w:val="Testotabella"/>
              <w:rPr>
                <w:rFonts w:ascii="Gotham" w:hAnsi="Gotham"/>
                <w:sz w:val="18"/>
              </w:rPr>
            </w:pPr>
          </w:p>
        </w:tc>
        <w:tc>
          <w:tcPr>
            <w:tcW w:w="9828" w:type="dxa"/>
            <w:gridSpan w:val="37"/>
            <w:tcBorders>
              <w:left w:val="single" w:sz="6" w:space="0" w:color="auto"/>
              <w:bottom w:val="single" w:sz="6" w:space="0" w:color="auto"/>
              <w:right w:val="single" w:sz="6" w:space="0" w:color="auto"/>
            </w:tcBorders>
          </w:tcPr>
          <w:p w14:paraId="40585002" w14:textId="77777777" w:rsidR="00096DC7" w:rsidRPr="008F643F" w:rsidRDefault="00096DC7" w:rsidP="00096DC7">
            <w:pPr>
              <w:pStyle w:val="Testotabella"/>
              <w:jc w:val="center"/>
              <w:rPr>
                <w:rFonts w:ascii="Gotham" w:hAnsi="Gotham"/>
                <w:sz w:val="18"/>
                <w:lang w:val="en-US"/>
              </w:rPr>
            </w:pPr>
            <w:r w:rsidRPr="008F643F">
              <w:rPr>
                <w:rFonts w:ascii="Gotham" w:hAnsi="Gotham"/>
                <w:b/>
                <w:lang w:val="en-US"/>
              </w:rPr>
              <w:t xml:space="preserve">FAI Status:   </w:t>
            </w:r>
            <w:proofErr w:type="gramStart"/>
            <w:r w:rsidRPr="008F643F">
              <w:rPr>
                <w:rFonts w:ascii="Times New Roman" w:hAnsi="Times New Roman"/>
                <w:b/>
                <w:sz w:val="28"/>
                <w:lang w:val="en-US"/>
              </w:rPr>
              <w:t>□</w:t>
            </w:r>
            <w:r w:rsidRPr="008F643F">
              <w:rPr>
                <w:rFonts w:ascii="Gotham" w:hAnsi="Gotham"/>
                <w:lang w:val="en-US"/>
              </w:rPr>
              <w:t xml:space="preserve">  Not</w:t>
            </w:r>
            <w:proofErr w:type="gramEnd"/>
            <w:r w:rsidRPr="008F643F">
              <w:rPr>
                <w:rFonts w:ascii="Gotham" w:hAnsi="Gotham"/>
                <w:lang w:val="en-US"/>
              </w:rPr>
              <w:t xml:space="preserve"> Required     </w:t>
            </w:r>
            <w:r w:rsidRPr="008F643F">
              <w:rPr>
                <w:rFonts w:ascii="Times New Roman" w:hAnsi="Times New Roman"/>
                <w:b/>
                <w:sz w:val="28"/>
                <w:lang w:val="en-US"/>
              </w:rPr>
              <w:t>□</w:t>
            </w:r>
            <w:r w:rsidRPr="008F643F">
              <w:rPr>
                <w:rFonts w:ascii="Gotham" w:hAnsi="Gotham"/>
                <w:lang w:val="en-US"/>
              </w:rPr>
              <w:t xml:space="preserve"> Open    </w:t>
            </w:r>
            <w:r w:rsidRPr="008F643F">
              <w:rPr>
                <w:rFonts w:ascii="Times New Roman" w:hAnsi="Times New Roman"/>
                <w:b/>
                <w:sz w:val="28"/>
                <w:lang w:val="en-US"/>
              </w:rPr>
              <w:t>□</w:t>
            </w:r>
            <w:r w:rsidRPr="008F643F">
              <w:rPr>
                <w:rFonts w:ascii="Gotham" w:hAnsi="Gotham"/>
                <w:lang w:val="en-US"/>
              </w:rPr>
              <w:t xml:space="preserve"> Closed    </w:t>
            </w:r>
            <w:r w:rsidRPr="008F643F">
              <w:rPr>
                <w:rFonts w:ascii="Times New Roman" w:hAnsi="Times New Roman"/>
                <w:b/>
                <w:sz w:val="28"/>
                <w:lang w:val="en-US"/>
              </w:rPr>
              <w:t>□</w:t>
            </w:r>
            <w:r w:rsidRPr="008F643F">
              <w:rPr>
                <w:rFonts w:ascii="Gotham" w:hAnsi="Gotham"/>
                <w:lang w:val="en-US"/>
              </w:rPr>
              <w:t xml:space="preserve"> To be Repeated</w:t>
            </w:r>
          </w:p>
        </w:tc>
        <w:tc>
          <w:tcPr>
            <w:tcW w:w="2629" w:type="dxa"/>
            <w:gridSpan w:val="3"/>
            <w:tcBorders>
              <w:left w:val="single" w:sz="6" w:space="0" w:color="auto"/>
              <w:right w:val="double" w:sz="6" w:space="0" w:color="auto"/>
            </w:tcBorders>
          </w:tcPr>
          <w:p w14:paraId="17022F27" w14:textId="77777777" w:rsidR="00096DC7" w:rsidRPr="008F643F" w:rsidRDefault="00096DC7" w:rsidP="00096DC7">
            <w:pPr>
              <w:pStyle w:val="Testotabella"/>
              <w:rPr>
                <w:rFonts w:ascii="Gotham" w:hAnsi="Gotham"/>
              </w:rPr>
            </w:pPr>
            <w:proofErr w:type="spellStart"/>
            <w:r w:rsidRPr="008F643F">
              <w:rPr>
                <w:rFonts w:ascii="Gotham" w:hAnsi="Gotham"/>
              </w:rPr>
              <w:t>Chapter</w:t>
            </w:r>
            <w:proofErr w:type="spellEnd"/>
            <w:r w:rsidRPr="008F643F">
              <w:rPr>
                <w:rFonts w:ascii="Gotham" w:hAnsi="Gotham"/>
              </w:rPr>
              <w:t xml:space="preserve"> </w:t>
            </w:r>
            <w:r w:rsidRPr="008F643F">
              <w:rPr>
                <w:rFonts w:ascii="Gotham" w:hAnsi="Gotham"/>
                <w:b/>
              </w:rPr>
              <w:t>1</w:t>
            </w:r>
          </w:p>
          <w:p w14:paraId="49D7AE27" w14:textId="77777777" w:rsidR="00096DC7" w:rsidRPr="008F643F" w:rsidRDefault="00096DC7" w:rsidP="00096DC7">
            <w:pPr>
              <w:pStyle w:val="Testotabella"/>
              <w:rPr>
                <w:rFonts w:ascii="Gotham" w:hAnsi="Gotham"/>
              </w:rPr>
            </w:pPr>
          </w:p>
        </w:tc>
      </w:tr>
      <w:tr w:rsidR="00096DC7" w:rsidRPr="001D5140" w14:paraId="4B2A280A" w14:textId="77777777" w:rsidTr="000A404A">
        <w:trPr>
          <w:gridBefore w:val="1"/>
          <w:gridAfter w:val="1"/>
          <w:wBefore w:w="71" w:type="dxa"/>
          <w:wAfter w:w="20" w:type="dxa"/>
          <w:cantSplit/>
        </w:trPr>
        <w:tc>
          <w:tcPr>
            <w:tcW w:w="2266" w:type="dxa"/>
            <w:gridSpan w:val="5"/>
            <w:vMerge/>
            <w:tcBorders>
              <w:left w:val="double" w:sz="6" w:space="0" w:color="auto"/>
              <w:bottom w:val="single" w:sz="6" w:space="0" w:color="auto"/>
              <w:right w:val="single" w:sz="6" w:space="0" w:color="auto"/>
            </w:tcBorders>
          </w:tcPr>
          <w:p w14:paraId="414A8CCB" w14:textId="77777777" w:rsidR="00096DC7" w:rsidRPr="008F643F" w:rsidRDefault="00096DC7" w:rsidP="00096DC7">
            <w:pPr>
              <w:pStyle w:val="Testotabella"/>
              <w:rPr>
                <w:rFonts w:ascii="Gotham" w:hAnsi="Gotham"/>
                <w:sz w:val="18"/>
              </w:rPr>
            </w:pPr>
          </w:p>
        </w:tc>
        <w:tc>
          <w:tcPr>
            <w:tcW w:w="1844" w:type="dxa"/>
            <w:gridSpan w:val="5"/>
            <w:tcBorders>
              <w:top w:val="single" w:sz="6" w:space="0" w:color="auto"/>
              <w:left w:val="single" w:sz="6" w:space="0" w:color="auto"/>
              <w:bottom w:val="single" w:sz="6" w:space="0" w:color="auto"/>
              <w:right w:val="single" w:sz="6" w:space="0" w:color="auto"/>
            </w:tcBorders>
          </w:tcPr>
          <w:p w14:paraId="640816CB" w14:textId="77777777" w:rsidR="00096DC7" w:rsidRPr="008F643F" w:rsidRDefault="00096DC7" w:rsidP="00096DC7">
            <w:pPr>
              <w:pStyle w:val="Testotabella"/>
              <w:rPr>
                <w:rFonts w:ascii="Gotham" w:hAnsi="Gotham"/>
              </w:rPr>
            </w:pPr>
            <w:r w:rsidRPr="008F643F">
              <w:rPr>
                <w:rFonts w:ascii="Gotham" w:hAnsi="Gotham"/>
              </w:rPr>
              <w:t>2. P/N</w:t>
            </w:r>
          </w:p>
        </w:tc>
        <w:tc>
          <w:tcPr>
            <w:tcW w:w="2125" w:type="dxa"/>
            <w:gridSpan w:val="10"/>
            <w:tcBorders>
              <w:top w:val="single" w:sz="6" w:space="0" w:color="auto"/>
              <w:left w:val="single" w:sz="6" w:space="0" w:color="auto"/>
              <w:bottom w:val="single" w:sz="6" w:space="0" w:color="auto"/>
              <w:right w:val="single" w:sz="6" w:space="0" w:color="auto"/>
            </w:tcBorders>
          </w:tcPr>
          <w:p w14:paraId="255F5BCA" w14:textId="77777777" w:rsidR="00096DC7" w:rsidRPr="008F643F" w:rsidRDefault="00096DC7" w:rsidP="00096DC7">
            <w:pPr>
              <w:pStyle w:val="Testotabella"/>
              <w:rPr>
                <w:rFonts w:ascii="Gotham" w:hAnsi="Gotham"/>
                <w:lang w:val="en-GB"/>
              </w:rPr>
            </w:pPr>
            <w:r w:rsidRPr="008F643F">
              <w:rPr>
                <w:rFonts w:ascii="Gotham" w:hAnsi="Gotham"/>
                <w:lang w:val="en-GB"/>
              </w:rPr>
              <w:t>3. Drawing Issue</w:t>
            </w:r>
          </w:p>
        </w:tc>
        <w:tc>
          <w:tcPr>
            <w:tcW w:w="2695" w:type="dxa"/>
            <w:gridSpan w:val="10"/>
            <w:tcBorders>
              <w:top w:val="single" w:sz="6" w:space="0" w:color="auto"/>
              <w:left w:val="single" w:sz="6" w:space="0" w:color="auto"/>
              <w:bottom w:val="single" w:sz="6" w:space="0" w:color="auto"/>
              <w:right w:val="single" w:sz="6" w:space="0" w:color="auto"/>
            </w:tcBorders>
          </w:tcPr>
          <w:p w14:paraId="56511964" w14:textId="77777777" w:rsidR="00096DC7" w:rsidRPr="008F643F" w:rsidRDefault="00096DC7" w:rsidP="00096DC7">
            <w:pPr>
              <w:pStyle w:val="Testotabella"/>
              <w:rPr>
                <w:rFonts w:ascii="Gotham" w:hAnsi="Gotham"/>
                <w:lang w:val="en-US"/>
              </w:rPr>
            </w:pPr>
            <w:r w:rsidRPr="008F643F">
              <w:rPr>
                <w:rFonts w:ascii="Gotham" w:hAnsi="Gotham"/>
                <w:lang w:val="en-US"/>
              </w:rPr>
              <w:t>4. S/N</w:t>
            </w:r>
          </w:p>
        </w:tc>
        <w:tc>
          <w:tcPr>
            <w:tcW w:w="3164" w:type="dxa"/>
            <w:gridSpan w:val="12"/>
            <w:tcBorders>
              <w:top w:val="single" w:sz="6" w:space="0" w:color="auto"/>
              <w:left w:val="single" w:sz="6" w:space="0" w:color="auto"/>
              <w:bottom w:val="single" w:sz="6" w:space="0" w:color="auto"/>
              <w:right w:val="single" w:sz="6" w:space="0" w:color="auto"/>
            </w:tcBorders>
          </w:tcPr>
          <w:p w14:paraId="0047F656" w14:textId="77777777" w:rsidR="00096DC7" w:rsidRPr="008F643F" w:rsidRDefault="00096DC7" w:rsidP="00096DC7">
            <w:pPr>
              <w:pStyle w:val="Testotabella"/>
              <w:rPr>
                <w:rFonts w:ascii="Gotham" w:hAnsi="Gotham"/>
                <w:lang w:val="en-US"/>
              </w:rPr>
            </w:pPr>
            <w:r w:rsidRPr="008F643F">
              <w:rPr>
                <w:rFonts w:ascii="Gotham" w:hAnsi="Gotham"/>
                <w:lang w:val="en-US"/>
              </w:rPr>
              <w:t xml:space="preserve">5. H/C Mod. or </w:t>
            </w:r>
            <w:proofErr w:type="spellStart"/>
            <w:r w:rsidRPr="008F643F">
              <w:rPr>
                <w:rFonts w:ascii="Gotham" w:hAnsi="Gotham"/>
                <w:lang w:val="en-US"/>
              </w:rPr>
              <w:t>Vers</w:t>
            </w:r>
            <w:proofErr w:type="spellEnd"/>
            <w:r w:rsidRPr="008F643F">
              <w:rPr>
                <w:rFonts w:ascii="Gotham" w:hAnsi="Gotham"/>
                <w:lang w:val="en-US"/>
              </w:rPr>
              <w:t xml:space="preserve">. </w:t>
            </w:r>
          </w:p>
          <w:p w14:paraId="63C1EF06" w14:textId="77777777" w:rsidR="00096DC7" w:rsidRPr="008F643F" w:rsidRDefault="00096DC7" w:rsidP="00096DC7">
            <w:pPr>
              <w:pStyle w:val="Testotabella"/>
              <w:rPr>
                <w:rFonts w:ascii="Gotham" w:hAnsi="Gotham"/>
                <w:lang w:val="en-US"/>
              </w:rPr>
            </w:pPr>
          </w:p>
        </w:tc>
        <w:tc>
          <w:tcPr>
            <w:tcW w:w="2629" w:type="dxa"/>
            <w:gridSpan w:val="3"/>
            <w:tcBorders>
              <w:left w:val="single" w:sz="6" w:space="0" w:color="auto"/>
              <w:bottom w:val="single" w:sz="6" w:space="0" w:color="auto"/>
              <w:right w:val="double" w:sz="6" w:space="0" w:color="auto"/>
            </w:tcBorders>
          </w:tcPr>
          <w:p w14:paraId="21FB9259" w14:textId="77777777" w:rsidR="00096DC7" w:rsidRPr="008F643F" w:rsidRDefault="00096DC7" w:rsidP="00096DC7">
            <w:pPr>
              <w:pStyle w:val="Testotabella"/>
              <w:rPr>
                <w:rFonts w:ascii="Gotham" w:hAnsi="Gotham"/>
                <w:lang w:val="en-GB"/>
              </w:rPr>
            </w:pPr>
            <w:r w:rsidRPr="008F643F">
              <w:rPr>
                <w:rFonts w:ascii="Gotham" w:hAnsi="Gotham"/>
                <w:lang w:val="en-GB"/>
              </w:rPr>
              <w:t>Page</w:t>
            </w:r>
            <w:r w:rsidRPr="008F643F">
              <w:rPr>
                <w:rFonts w:ascii="Gotham" w:hAnsi="Gotham"/>
                <w:lang w:val="en-GB"/>
              </w:rPr>
              <w:tab/>
            </w:r>
            <w:r w:rsidRPr="008F643F">
              <w:rPr>
                <w:rFonts w:ascii="Gotham" w:hAnsi="Gotham"/>
                <w:lang w:val="en-GB"/>
              </w:rPr>
              <w:tab/>
              <w:t>of</w:t>
            </w:r>
          </w:p>
        </w:tc>
      </w:tr>
      <w:tr w:rsidR="00096DC7" w14:paraId="0C686102" w14:textId="77777777" w:rsidTr="000A404A">
        <w:trPr>
          <w:gridBefore w:val="1"/>
          <w:gridAfter w:val="1"/>
          <w:wBefore w:w="71" w:type="dxa"/>
          <w:wAfter w:w="20" w:type="dxa"/>
          <w:cantSplit/>
          <w:trHeight w:val="360"/>
        </w:trPr>
        <w:tc>
          <w:tcPr>
            <w:tcW w:w="2266" w:type="dxa"/>
            <w:gridSpan w:val="5"/>
            <w:tcBorders>
              <w:top w:val="single" w:sz="6" w:space="0" w:color="auto"/>
              <w:left w:val="double" w:sz="6" w:space="0" w:color="auto"/>
              <w:bottom w:val="single" w:sz="6" w:space="0" w:color="auto"/>
              <w:right w:val="single" w:sz="6" w:space="0" w:color="auto"/>
            </w:tcBorders>
          </w:tcPr>
          <w:p w14:paraId="2B4EDAF4" w14:textId="77777777" w:rsidR="00096DC7" w:rsidRPr="008F643F" w:rsidRDefault="00096DC7" w:rsidP="00096DC7">
            <w:pPr>
              <w:pStyle w:val="Testotabella"/>
              <w:jc w:val="left"/>
              <w:rPr>
                <w:rFonts w:ascii="Gotham" w:hAnsi="Gotham"/>
                <w:lang w:val="en-GB"/>
              </w:rPr>
            </w:pPr>
            <w:r w:rsidRPr="008F643F">
              <w:rPr>
                <w:rFonts w:ascii="Gotham" w:hAnsi="Gotham"/>
                <w:lang w:val="en-GB"/>
              </w:rPr>
              <w:t>7. Description</w:t>
            </w:r>
          </w:p>
        </w:tc>
        <w:tc>
          <w:tcPr>
            <w:tcW w:w="1872" w:type="dxa"/>
            <w:gridSpan w:val="7"/>
            <w:tcBorders>
              <w:top w:val="single" w:sz="6" w:space="0" w:color="auto"/>
              <w:left w:val="single" w:sz="6" w:space="0" w:color="auto"/>
              <w:bottom w:val="single" w:sz="6" w:space="0" w:color="auto"/>
              <w:right w:val="single" w:sz="6" w:space="0" w:color="auto"/>
            </w:tcBorders>
          </w:tcPr>
          <w:p w14:paraId="0B329BE2" w14:textId="77777777" w:rsidR="00096DC7" w:rsidRPr="008F643F" w:rsidRDefault="00096DC7" w:rsidP="00096DC7">
            <w:pPr>
              <w:pStyle w:val="Testotabella"/>
              <w:jc w:val="left"/>
              <w:rPr>
                <w:rFonts w:ascii="Gotham" w:hAnsi="Gotham"/>
                <w:lang w:val="en-GB"/>
              </w:rPr>
            </w:pPr>
            <w:r w:rsidRPr="008F643F">
              <w:rPr>
                <w:rFonts w:ascii="Gotham" w:hAnsi="Gotham"/>
                <w:lang w:val="en-GB"/>
              </w:rPr>
              <w:t>8. P/N</w:t>
            </w:r>
          </w:p>
        </w:tc>
        <w:tc>
          <w:tcPr>
            <w:tcW w:w="1040" w:type="dxa"/>
            <w:gridSpan w:val="4"/>
            <w:tcBorders>
              <w:top w:val="single" w:sz="6" w:space="0" w:color="auto"/>
              <w:left w:val="single" w:sz="6" w:space="0" w:color="auto"/>
              <w:bottom w:val="single" w:sz="6" w:space="0" w:color="auto"/>
              <w:right w:val="single" w:sz="6" w:space="0" w:color="auto"/>
            </w:tcBorders>
          </w:tcPr>
          <w:p w14:paraId="2F92ED64" w14:textId="77777777" w:rsidR="00096DC7" w:rsidRPr="008F643F" w:rsidRDefault="00096DC7" w:rsidP="00096DC7">
            <w:pPr>
              <w:pStyle w:val="Testotabella"/>
              <w:jc w:val="left"/>
              <w:rPr>
                <w:rFonts w:ascii="Gotham" w:hAnsi="Gotham"/>
                <w:lang w:val="en-GB"/>
              </w:rPr>
            </w:pPr>
            <w:r w:rsidRPr="008F643F">
              <w:rPr>
                <w:rFonts w:ascii="Gotham" w:hAnsi="Gotham"/>
                <w:lang w:val="en-GB"/>
              </w:rPr>
              <w:t>9. Critical Class</w:t>
            </w:r>
          </w:p>
        </w:tc>
        <w:tc>
          <w:tcPr>
            <w:tcW w:w="1057" w:type="dxa"/>
            <w:gridSpan w:val="4"/>
            <w:tcBorders>
              <w:top w:val="single" w:sz="6" w:space="0" w:color="auto"/>
              <w:left w:val="single" w:sz="6" w:space="0" w:color="auto"/>
              <w:bottom w:val="single" w:sz="6" w:space="0" w:color="auto"/>
              <w:right w:val="single" w:sz="6" w:space="0" w:color="auto"/>
            </w:tcBorders>
          </w:tcPr>
          <w:p w14:paraId="32A9E953" w14:textId="77777777" w:rsidR="00096DC7" w:rsidRPr="008F643F" w:rsidRDefault="00096DC7" w:rsidP="00096DC7">
            <w:pPr>
              <w:pStyle w:val="Testotabella"/>
              <w:jc w:val="left"/>
              <w:rPr>
                <w:rFonts w:ascii="Gotham" w:hAnsi="Gotham"/>
                <w:lang w:val="en-GB"/>
              </w:rPr>
            </w:pPr>
            <w:r w:rsidRPr="008F643F">
              <w:rPr>
                <w:rFonts w:ascii="Gotham" w:hAnsi="Gotham"/>
                <w:lang w:val="en-GB"/>
              </w:rPr>
              <w:t>10. S/N</w:t>
            </w:r>
          </w:p>
        </w:tc>
        <w:tc>
          <w:tcPr>
            <w:tcW w:w="1276" w:type="dxa"/>
            <w:gridSpan w:val="5"/>
            <w:tcBorders>
              <w:top w:val="single" w:sz="6" w:space="0" w:color="auto"/>
              <w:left w:val="single" w:sz="6" w:space="0" w:color="auto"/>
              <w:bottom w:val="single" w:sz="6" w:space="0" w:color="auto"/>
              <w:right w:val="double" w:sz="6" w:space="0" w:color="auto"/>
            </w:tcBorders>
          </w:tcPr>
          <w:p w14:paraId="3B68E062" w14:textId="77777777" w:rsidR="00096DC7" w:rsidRPr="008F643F" w:rsidRDefault="00096DC7" w:rsidP="00096DC7">
            <w:pPr>
              <w:pStyle w:val="Testotabella"/>
              <w:ind w:left="0"/>
              <w:jc w:val="left"/>
              <w:rPr>
                <w:rFonts w:ascii="Gotham" w:hAnsi="Gotham"/>
                <w:lang w:val="en-GB"/>
              </w:rPr>
            </w:pPr>
            <w:r w:rsidRPr="008F643F">
              <w:rPr>
                <w:rFonts w:ascii="Gotham" w:hAnsi="Gotham"/>
                <w:lang w:val="en-GB"/>
              </w:rPr>
              <w:t>11. FAI Status</w:t>
            </w:r>
          </w:p>
        </w:tc>
        <w:tc>
          <w:tcPr>
            <w:tcW w:w="2126" w:type="dxa"/>
            <w:gridSpan w:val="7"/>
            <w:tcBorders>
              <w:top w:val="single" w:sz="6" w:space="0" w:color="auto"/>
              <w:bottom w:val="single" w:sz="6" w:space="0" w:color="auto"/>
              <w:right w:val="single" w:sz="6" w:space="0" w:color="auto"/>
            </w:tcBorders>
          </w:tcPr>
          <w:p w14:paraId="4174D12A" w14:textId="77777777" w:rsidR="00096DC7" w:rsidRPr="008F643F" w:rsidRDefault="00096DC7" w:rsidP="00096DC7">
            <w:pPr>
              <w:pStyle w:val="Testotabella"/>
              <w:jc w:val="left"/>
              <w:rPr>
                <w:rFonts w:ascii="Gotham" w:hAnsi="Gotham"/>
                <w:lang w:val="en-GB"/>
              </w:rPr>
            </w:pPr>
            <w:r w:rsidRPr="008F643F">
              <w:rPr>
                <w:rFonts w:ascii="Gotham" w:hAnsi="Gotham"/>
                <w:lang w:val="en-GB"/>
              </w:rPr>
              <w:t>7. Description</w:t>
            </w:r>
          </w:p>
        </w:tc>
        <w:tc>
          <w:tcPr>
            <w:tcW w:w="1656" w:type="dxa"/>
            <w:gridSpan w:val="7"/>
            <w:tcBorders>
              <w:top w:val="single" w:sz="6" w:space="0" w:color="auto"/>
              <w:left w:val="single" w:sz="6" w:space="0" w:color="auto"/>
              <w:bottom w:val="single" w:sz="6" w:space="0" w:color="auto"/>
              <w:right w:val="single" w:sz="6" w:space="0" w:color="auto"/>
            </w:tcBorders>
          </w:tcPr>
          <w:p w14:paraId="39890FA0" w14:textId="77777777" w:rsidR="00096DC7" w:rsidRPr="008F643F" w:rsidRDefault="00096DC7" w:rsidP="00096DC7">
            <w:pPr>
              <w:pStyle w:val="Testotabella"/>
              <w:jc w:val="left"/>
              <w:rPr>
                <w:rFonts w:ascii="Gotham" w:hAnsi="Gotham"/>
                <w:lang w:val="en-GB"/>
              </w:rPr>
            </w:pPr>
            <w:r w:rsidRPr="008F643F">
              <w:rPr>
                <w:rFonts w:ascii="Gotham" w:hAnsi="Gotham"/>
                <w:lang w:val="en-GB"/>
              </w:rPr>
              <w:t>8. P/N</w:t>
            </w:r>
          </w:p>
        </w:tc>
        <w:tc>
          <w:tcPr>
            <w:tcW w:w="1015" w:type="dxa"/>
            <w:gridSpan w:val="4"/>
            <w:tcBorders>
              <w:top w:val="single" w:sz="6" w:space="0" w:color="auto"/>
              <w:left w:val="single" w:sz="6" w:space="0" w:color="auto"/>
              <w:bottom w:val="single" w:sz="6" w:space="0" w:color="auto"/>
              <w:right w:val="single" w:sz="6" w:space="0" w:color="auto"/>
            </w:tcBorders>
          </w:tcPr>
          <w:p w14:paraId="5A293F05" w14:textId="77777777" w:rsidR="00096DC7" w:rsidRPr="008F643F" w:rsidRDefault="00096DC7" w:rsidP="00096DC7">
            <w:pPr>
              <w:pStyle w:val="Testotabella"/>
              <w:jc w:val="left"/>
              <w:rPr>
                <w:rFonts w:ascii="Gotham" w:hAnsi="Gotham"/>
                <w:lang w:val="en-GB"/>
              </w:rPr>
            </w:pPr>
            <w:r w:rsidRPr="008F643F">
              <w:rPr>
                <w:rFonts w:ascii="Gotham" w:hAnsi="Gotham"/>
                <w:lang w:val="en-GB"/>
              </w:rPr>
              <w:t>9. Critical Class</w:t>
            </w:r>
          </w:p>
        </w:tc>
        <w:tc>
          <w:tcPr>
            <w:tcW w:w="1110" w:type="dxa"/>
            <w:tcBorders>
              <w:top w:val="single" w:sz="6" w:space="0" w:color="auto"/>
              <w:left w:val="single" w:sz="6" w:space="0" w:color="auto"/>
              <w:bottom w:val="single" w:sz="6" w:space="0" w:color="auto"/>
              <w:right w:val="single" w:sz="6" w:space="0" w:color="auto"/>
            </w:tcBorders>
          </w:tcPr>
          <w:p w14:paraId="7B63911C" w14:textId="77777777" w:rsidR="00096DC7" w:rsidRPr="008F643F" w:rsidRDefault="00096DC7" w:rsidP="00096DC7">
            <w:pPr>
              <w:pStyle w:val="Testotabella"/>
              <w:jc w:val="left"/>
              <w:rPr>
                <w:rFonts w:ascii="Gotham" w:hAnsi="Gotham"/>
                <w:lang w:val="en-GB"/>
              </w:rPr>
            </w:pPr>
            <w:r w:rsidRPr="008F643F">
              <w:rPr>
                <w:rFonts w:ascii="Gotham" w:hAnsi="Gotham"/>
                <w:lang w:val="en-GB"/>
              </w:rPr>
              <w:t>10. S/N</w:t>
            </w:r>
          </w:p>
        </w:tc>
        <w:tc>
          <w:tcPr>
            <w:tcW w:w="1305" w:type="dxa"/>
            <w:tcBorders>
              <w:top w:val="single" w:sz="6" w:space="0" w:color="auto"/>
              <w:left w:val="single" w:sz="6" w:space="0" w:color="auto"/>
              <w:bottom w:val="single" w:sz="6" w:space="0" w:color="auto"/>
              <w:right w:val="double" w:sz="6" w:space="0" w:color="auto"/>
            </w:tcBorders>
          </w:tcPr>
          <w:p w14:paraId="35C2C766" w14:textId="77777777" w:rsidR="00096DC7" w:rsidRPr="008F643F" w:rsidRDefault="00096DC7" w:rsidP="00096DC7">
            <w:pPr>
              <w:pStyle w:val="Testotabella"/>
              <w:ind w:left="0"/>
              <w:jc w:val="left"/>
              <w:rPr>
                <w:rFonts w:ascii="Gotham" w:hAnsi="Gotham"/>
                <w:lang w:val="en-GB"/>
              </w:rPr>
            </w:pPr>
            <w:r w:rsidRPr="008F643F">
              <w:rPr>
                <w:rFonts w:ascii="Gotham" w:hAnsi="Gotham"/>
                <w:lang w:val="en-GB"/>
              </w:rPr>
              <w:t>11. FAI Status</w:t>
            </w:r>
          </w:p>
        </w:tc>
      </w:tr>
      <w:tr w:rsidR="00096DC7" w14:paraId="4638C1E1" w14:textId="77777777" w:rsidTr="000A404A">
        <w:trPr>
          <w:gridBefore w:val="1"/>
          <w:gridAfter w:val="1"/>
          <w:wBefore w:w="71" w:type="dxa"/>
          <w:wAfter w:w="20" w:type="dxa"/>
          <w:cantSplit/>
          <w:trHeight w:val="360"/>
        </w:trPr>
        <w:tc>
          <w:tcPr>
            <w:tcW w:w="2266" w:type="dxa"/>
            <w:gridSpan w:val="5"/>
            <w:tcBorders>
              <w:top w:val="single" w:sz="6" w:space="0" w:color="auto"/>
              <w:left w:val="double" w:sz="6" w:space="0" w:color="auto"/>
              <w:bottom w:val="single" w:sz="6" w:space="0" w:color="auto"/>
              <w:right w:val="single" w:sz="6" w:space="0" w:color="auto"/>
            </w:tcBorders>
          </w:tcPr>
          <w:p w14:paraId="1B5E521C" w14:textId="77777777" w:rsidR="00096DC7" w:rsidRPr="008F643F" w:rsidRDefault="00096DC7" w:rsidP="00096DC7">
            <w:pPr>
              <w:pStyle w:val="Testotabella"/>
              <w:rPr>
                <w:rFonts w:ascii="Gotham" w:hAnsi="Gotham"/>
                <w:sz w:val="18"/>
              </w:rPr>
            </w:pPr>
          </w:p>
        </w:tc>
        <w:tc>
          <w:tcPr>
            <w:tcW w:w="1872" w:type="dxa"/>
            <w:gridSpan w:val="7"/>
            <w:tcBorders>
              <w:top w:val="single" w:sz="6" w:space="0" w:color="auto"/>
              <w:left w:val="single" w:sz="6" w:space="0" w:color="auto"/>
              <w:bottom w:val="single" w:sz="6" w:space="0" w:color="auto"/>
              <w:right w:val="single" w:sz="6" w:space="0" w:color="auto"/>
            </w:tcBorders>
          </w:tcPr>
          <w:p w14:paraId="0C80C17C" w14:textId="77777777" w:rsidR="00096DC7" w:rsidRPr="008F643F" w:rsidRDefault="00096DC7" w:rsidP="00096DC7">
            <w:pPr>
              <w:pStyle w:val="Testotabella"/>
              <w:rPr>
                <w:rFonts w:ascii="Gotham" w:hAnsi="Gotham"/>
                <w:sz w:val="18"/>
              </w:rPr>
            </w:pPr>
          </w:p>
        </w:tc>
        <w:tc>
          <w:tcPr>
            <w:tcW w:w="1040" w:type="dxa"/>
            <w:gridSpan w:val="4"/>
            <w:tcBorders>
              <w:top w:val="single" w:sz="6" w:space="0" w:color="auto"/>
              <w:left w:val="single" w:sz="6" w:space="0" w:color="auto"/>
              <w:bottom w:val="single" w:sz="6" w:space="0" w:color="auto"/>
              <w:right w:val="single" w:sz="6" w:space="0" w:color="auto"/>
            </w:tcBorders>
          </w:tcPr>
          <w:p w14:paraId="428B6632" w14:textId="77777777" w:rsidR="00096DC7" w:rsidRPr="008F643F" w:rsidRDefault="00096DC7" w:rsidP="00096DC7">
            <w:pPr>
              <w:pStyle w:val="Testotabella"/>
              <w:rPr>
                <w:rFonts w:ascii="Gotham" w:hAnsi="Gotham"/>
                <w:sz w:val="18"/>
              </w:rPr>
            </w:pPr>
          </w:p>
        </w:tc>
        <w:tc>
          <w:tcPr>
            <w:tcW w:w="1057" w:type="dxa"/>
            <w:gridSpan w:val="4"/>
            <w:tcBorders>
              <w:top w:val="single" w:sz="6" w:space="0" w:color="auto"/>
              <w:left w:val="single" w:sz="6" w:space="0" w:color="auto"/>
              <w:bottom w:val="single" w:sz="6" w:space="0" w:color="auto"/>
              <w:right w:val="single" w:sz="6" w:space="0" w:color="auto"/>
            </w:tcBorders>
          </w:tcPr>
          <w:p w14:paraId="78DC762F" w14:textId="77777777" w:rsidR="00096DC7" w:rsidRPr="008F643F" w:rsidRDefault="00096DC7" w:rsidP="00096DC7">
            <w:pPr>
              <w:pStyle w:val="Testotabella"/>
              <w:rPr>
                <w:rFonts w:ascii="Gotham" w:hAnsi="Gotham"/>
                <w:sz w:val="18"/>
              </w:rPr>
            </w:pPr>
          </w:p>
        </w:tc>
        <w:tc>
          <w:tcPr>
            <w:tcW w:w="1276" w:type="dxa"/>
            <w:gridSpan w:val="5"/>
            <w:tcBorders>
              <w:top w:val="single" w:sz="6" w:space="0" w:color="auto"/>
              <w:left w:val="single" w:sz="6" w:space="0" w:color="auto"/>
              <w:bottom w:val="single" w:sz="6" w:space="0" w:color="auto"/>
              <w:right w:val="double" w:sz="6" w:space="0" w:color="auto"/>
            </w:tcBorders>
          </w:tcPr>
          <w:p w14:paraId="3CAEEA1A" w14:textId="77777777" w:rsidR="00096DC7" w:rsidRPr="008F643F" w:rsidRDefault="00096DC7" w:rsidP="00096DC7">
            <w:pPr>
              <w:pStyle w:val="Testotabella"/>
              <w:rPr>
                <w:rFonts w:ascii="Gotham" w:hAnsi="Gotham"/>
                <w:sz w:val="18"/>
              </w:rPr>
            </w:pPr>
          </w:p>
        </w:tc>
        <w:tc>
          <w:tcPr>
            <w:tcW w:w="2126" w:type="dxa"/>
            <w:gridSpan w:val="7"/>
            <w:tcBorders>
              <w:top w:val="single" w:sz="6" w:space="0" w:color="auto"/>
              <w:bottom w:val="single" w:sz="6" w:space="0" w:color="auto"/>
              <w:right w:val="single" w:sz="6" w:space="0" w:color="auto"/>
            </w:tcBorders>
          </w:tcPr>
          <w:p w14:paraId="1D57B90B" w14:textId="77777777" w:rsidR="00096DC7" w:rsidRPr="008F643F" w:rsidRDefault="00096DC7" w:rsidP="00096DC7">
            <w:pPr>
              <w:pStyle w:val="Testotabella"/>
              <w:rPr>
                <w:rFonts w:ascii="Gotham" w:hAnsi="Gotham"/>
                <w:sz w:val="18"/>
              </w:rPr>
            </w:pPr>
          </w:p>
        </w:tc>
        <w:tc>
          <w:tcPr>
            <w:tcW w:w="1656" w:type="dxa"/>
            <w:gridSpan w:val="7"/>
            <w:tcBorders>
              <w:top w:val="single" w:sz="6" w:space="0" w:color="auto"/>
              <w:left w:val="single" w:sz="6" w:space="0" w:color="auto"/>
              <w:bottom w:val="single" w:sz="6" w:space="0" w:color="auto"/>
              <w:right w:val="single" w:sz="6" w:space="0" w:color="auto"/>
            </w:tcBorders>
          </w:tcPr>
          <w:p w14:paraId="4962AD6B" w14:textId="77777777" w:rsidR="00096DC7" w:rsidRPr="008F643F" w:rsidRDefault="00096DC7" w:rsidP="00096DC7">
            <w:pPr>
              <w:pStyle w:val="Testotabella"/>
              <w:rPr>
                <w:rFonts w:ascii="Gotham" w:hAnsi="Gotham"/>
                <w:sz w:val="18"/>
              </w:rPr>
            </w:pPr>
          </w:p>
        </w:tc>
        <w:tc>
          <w:tcPr>
            <w:tcW w:w="1015" w:type="dxa"/>
            <w:gridSpan w:val="4"/>
            <w:tcBorders>
              <w:top w:val="single" w:sz="6" w:space="0" w:color="auto"/>
              <w:left w:val="single" w:sz="6" w:space="0" w:color="auto"/>
              <w:bottom w:val="single" w:sz="6" w:space="0" w:color="auto"/>
              <w:right w:val="single" w:sz="6" w:space="0" w:color="auto"/>
            </w:tcBorders>
          </w:tcPr>
          <w:p w14:paraId="69A3B437" w14:textId="77777777" w:rsidR="00096DC7" w:rsidRPr="008F643F" w:rsidRDefault="00096DC7" w:rsidP="00096DC7">
            <w:pPr>
              <w:pStyle w:val="Testotabella"/>
              <w:rPr>
                <w:rFonts w:ascii="Gotham" w:hAnsi="Gotham"/>
                <w:sz w:val="18"/>
              </w:rPr>
            </w:pPr>
          </w:p>
        </w:tc>
        <w:tc>
          <w:tcPr>
            <w:tcW w:w="1110" w:type="dxa"/>
            <w:tcBorders>
              <w:top w:val="single" w:sz="6" w:space="0" w:color="auto"/>
              <w:left w:val="single" w:sz="6" w:space="0" w:color="auto"/>
              <w:bottom w:val="single" w:sz="6" w:space="0" w:color="auto"/>
              <w:right w:val="single" w:sz="6" w:space="0" w:color="auto"/>
            </w:tcBorders>
          </w:tcPr>
          <w:p w14:paraId="484593B9" w14:textId="77777777" w:rsidR="00096DC7" w:rsidRPr="008F643F" w:rsidRDefault="00096DC7" w:rsidP="00096DC7">
            <w:pPr>
              <w:pStyle w:val="Testotabella"/>
              <w:rPr>
                <w:rFonts w:ascii="Gotham" w:hAnsi="Gotham"/>
                <w:sz w:val="18"/>
              </w:rPr>
            </w:pPr>
          </w:p>
        </w:tc>
        <w:tc>
          <w:tcPr>
            <w:tcW w:w="1305" w:type="dxa"/>
            <w:tcBorders>
              <w:top w:val="single" w:sz="6" w:space="0" w:color="auto"/>
              <w:left w:val="single" w:sz="6" w:space="0" w:color="auto"/>
              <w:bottom w:val="single" w:sz="6" w:space="0" w:color="auto"/>
              <w:right w:val="double" w:sz="6" w:space="0" w:color="auto"/>
            </w:tcBorders>
          </w:tcPr>
          <w:p w14:paraId="3040EFB5" w14:textId="77777777" w:rsidR="00096DC7" w:rsidRPr="008F643F" w:rsidRDefault="00096DC7" w:rsidP="00096DC7">
            <w:pPr>
              <w:pStyle w:val="Testotabella"/>
              <w:rPr>
                <w:rFonts w:ascii="Gotham" w:hAnsi="Gotham"/>
                <w:sz w:val="18"/>
              </w:rPr>
            </w:pPr>
          </w:p>
        </w:tc>
      </w:tr>
      <w:tr w:rsidR="00096DC7" w14:paraId="08294DE7" w14:textId="77777777" w:rsidTr="000A404A">
        <w:trPr>
          <w:gridBefore w:val="1"/>
          <w:gridAfter w:val="1"/>
          <w:wBefore w:w="71" w:type="dxa"/>
          <w:wAfter w:w="20" w:type="dxa"/>
          <w:cantSplit/>
          <w:trHeight w:val="360"/>
        </w:trPr>
        <w:tc>
          <w:tcPr>
            <w:tcW w:w="2266" w:type="dxa"/>
            <w:gridSpan w:val="5"/>
            <w:tcBorders>
              <w:top w:val="single" w:sz="6" w:space="0" w:color="auto"/>
              <w:left w:val="double" w:sz="6" w:space="0" w:color="auto"/>
              <w:bottom w:val="single" w:sz="6" w:space="0" w:color="auto"/>
              <w:right w:val="single" w:sz="6" w:space="0" w:color="auto"/>
            </w:tcBorders>
          </w:tcPr>
          <w:p w14:paraId="0A72A763" w14:textId="77777777" w:rsidR="00096DC7" w:rsidRPr="008F643F" w:rsidRDefault="00096DC7" w:rsidP="00096DC7">
            <w:pPr>
              <w:pStyle w:val="Testotabella"/>
              <w:rPr>
                <w:rFonts w:ascii="Gotham" w:hAnsi="Gotham"/>
                <w:sz w:val="18"/>
              </w:rPr>
            </w:pPr>
          </w:p>
        </w:tc>
        <w:tc>
          <w:tcPr>
            <w:tcW w:w="1872" w:type="dxa"/>
            <w:gridSpan w:val="7"/>
            <w:tcBorders>
              <w:top w:val="single" w:sz="6" w:space="0" w:color="auto"/>
              <w:left w:val="single" w:sz="6" w:space="0" w:color="auto"/>
              <w:bottom w:val="single" w:sz="6" w:space="0" w:color="auto"/>
              <w:right w:val="single" w:sz="6" w:space="0" w:color="auto"/>
            </w:tcBorders>
          </w:tcPr>
          <w:p w14:paraId="6B8C41DA" w14:textId="77777777" w:rsidR="00096DC7" w:rsidRPr="008F643F" w:rsidRDefault="00096DC7" w:rsidP="00096DC7">
            <w:pPr>
              <w:pStyle w:val="Testotabella"/>
              <w:rPr>
                <w:rFonts w:ascii="Gotham" w:hAnsi="Gotham"/>
                <w:sz w:val="18"/>
              </w:rPr>
            </w:pPr>
          </w:p>
        </w:tc>
        <w:tc>
          <w:tcPr>
            <w:tcW w:w="1040" w:type="dxa"/>
            <w:gridSpan w:val="4"/>
            <w:tcBorders>
              <w:top w:val="single" w:sz="6" w:space="0" w:color="auto"/>
              <w:left w:val="single" w:sz="6" w:space="0" w:color="auto"/>
              <w:bottom w:val="single" w:sz="6" w:space="0" w:color="auto"/>
              <w:right w:val="single" w:sz="6" w:space="0" w:color="auto"/>
            </w:tcBorders>
          </w:tcPr>
          <w:p w14:paraId="7EC72D92" w14:textId="77777777" w:rsidR="00096DC7" w:rsidRPr="008F643F" w:rsidRDefault="00096DC7" w:rsidP="00096DC7">
            <w:pPr>
              <w:pStyle w:val="Testotabella"/>
              <w:rPr>
                <w:rFonts w:ascii="Gotham" w:hAnsi="Gotham"/>
                <w:sz w:val="18"/>
              </w:rPr>
            </w:pPr>
          </w:p>
        </w:tc>
        <w:tc>
          <w:tcPr>
            <w:tcW w:w="1057" w:type="dxa"/>
            <w:gridSpan w:val="4"/>
            <w:tcBorders>
              <w:top w:val="single" w:sz="6" w:space="0" w:color="auto"/>
              <w:left w:val="single" w:sz="6" w:space="0" w:color="auto"/>
              <w:bottom w:val="single" w:sz="6" w:space="0" w:color="auto"/>
              <w:right w:val="single" w:sz="6" w:space="0" w:color="auto"/>
            </w:tcBorders>
          </w:tcPr>
          <w:p w14:paraId="3A2C311A" w14:textId="77777777" w:rsidR="00096DC7" w:rsidRPr="008F643F" w:rsidRDefault="00096DC7" w:rsidP="00096DC7">
            <w:pPr>
              <w:pStyle w:val="Testotabella"/>
              <w:rPr>
                <w:rFonts w:ascii="Gotham" w:hAnsi="Gotham"/>
                <w:sz w:val="18"/>
              </w:rPr>
            </w:pPr>
          </w:p>
        </w:tc>
        <w:tc>
          <w:tcPr>
            <w:tcW w:w="1276" w:type="dxa"/>
            <w:gridSpan w:val="5"/>
            <w:tcBorders>
              <w:top w:val="single" w:sz="6" w:space="0" w:color="auto"/>
              <w:left w:val="single" w:sz="6" w:space="0" w:color="auto"/>
              <w:bottom w:val="single" w:sz="6" w:space="0" w:color="auto"/>
              <w:right w:val="double" w:sz="6" w:space="0" w:color="auto"/>
            </w:tcBorders>
          </w:tcPr>
          <w:p w14:paraId="4C647E0C" w14:textId="77777777" w:rsidR="00096DC7" w:rsidRPr="008F643F" w:rsidRDefault="00096DC7" w:rsidP="00096DC7">
            <w:pPr>
              <w:pStyle w:val="Testotabella"/>
              <w:rPr>
                <w:rFonts w:ascii="Gotham" w:hAnsi="Gotham"/>
                <w:sz w:val="18"/>
              </w:rPr>
            </w:pPr>
          </w:p>
        </w:tc>
        <w:tc>
          <w:tcPr>
            <w:tcW w:w="2126" w:type="dxa"/>
            <w:gridSpan w:val="7"/>
            <w:tcBorders>
              <w:top w:val="single" w:sz="6" w:space="0" w:color="auto"/>
              <w:bottom w:val="single" w:sz="6" w:space="0" w:color="auto"/>
              <w:right w:val="single" w:sz="6" w:space="0" w:color="auto"/>
            </w:tcBorders>
          </w:tcPr>
          <w:p w14:paraId="464476C3" w14:textId="77777777" w:rsidR="00096DC7" w:rsidRPr="008F643F" w:rsidRDefault="00096DC7" w:rsidP="00096DC7">
            <w:pPr>
              <w:pStyle w:val="Testotabella"/>
              <w:rPr>
                <w:rFonts w:ascii="Gotham" w:hAnsi="Gotham"/>
                <w:sz w:val="18"/>
              </w:rPr>
            </w:pPr>
          </w:p>
        </w:tc>
        <w:tc>
          <w:tcPr>
            <w:tcW w:w="1656" w:type="dxa"/>
            <w:gridSpan w:val="7"/>
            <w:tcBorders>
              <w:top w:val="single" w:sz="6" w:space="0" w:color="auto"/>
              <w:left w:val="single" w:sz="6" w:space="0" w:color="auto"/>
              <w:bottom w:val="single" w:sz="6" w:space="0" w:color="auto"/>
              <w:right w:val="single" w:sz="6" w:space="0" w:color="auto"/>
            </w:tcBorders>
          </w:tcPr>
          <w:p w14:paraId="4B8CFFF7" w14:textId="77777777" w:rsidR="00096DC7" w:rsidRPr="008F643F" w:rsidRDefault="00096DC7" w:rsidP="00096DC7">
            <w:pPr>
              <w:pStyle w:val="Testotabella"/>
              <w:rPr>
                <w:rFonts w:ascii="Gotham" w:hAnsi="Gotham"/>
                <w:sz w:val="18"/>
              </w:rPr>
            </w:pPr>
          </w:p>
        </w:tc>
        <w:tc>
          <w:tcPr>
            <w:tcW w:w="1015" w:type="dxa"/>
            <w:gridSpan w:val="4"/>
            <w:tcBorders>
              <w:top w:val="single" w:sz="6" w:space="0" w:color="auto"/>
              <w:left w:val="single" w:sz="6" w:space="0" w:color="auto"/>
              <w:bottom w:val="single" w:sz="6" w:space="0" w:color="auto"/>
              <w:right w:val="single" w:sz="6" w:space="0" w:color="auto"/>
            </w:tcBorders>
          </w:tcPr>
          <w:p w14:paraId="7B447A7F" w14:textId="77777777" w:rsidR="00096DC7" w:rsidRPr="008F643F" w:rsidRDefault="00096DC7" w:rsidP="00096DC7">
            <w:pPr>
              <w:pStyle w:val="Testotabella"/>
              <w:rPr>
                <w:rFonts w:ascii="Gotham" w:hAnsi="Gotham"/>
                <w:sz w:val="18"/>
              </w:rPr>
            </w:pPr>
          </w:p>
        </w:tc>
        <w:tc>
          <w:tcPr>
            <w:tcW w:w="1110" w:type="dxa"/>
            <w:tcBorders>
              <w:top w:val="single" w:sz="6" w:space="0" w:color="auto"/>
              <w:left w:val="single" w:sz="6" w:space="0" w:color="auto"/>
              <w:bottom w:val="single" w:sz="6" w:space="0" w:color="auto"/>
              <w:right w:val="single" w:sz="6" w:space="0" w:color="auto"/>
            </w:tcBorders>
          </w:tcPr>
          <w:p w14:paraId="0D1C5D31" w14:textId="77777777" w:rsidR="00096DC7" w:rsidRPr="008F643F" w:rsidRDefault="00096DC7" w:rsidP="00096DC7">
            <w:pPr>
              <w:pStyle w:val="Testotabella"/>
              <w:rPr>
                <w:rFonts w:ascii="Gotham" w:hAnsi="Gotham"/>
                <w:sz w:val="18"/>
              </w:rPr>
            </w:pPr>
          </w:p>
        </w:tc>
        <w:tc>
          <w:tcPr>
            <w:tcW w:w="1305" w:type="dxa"/>
            <w:tcBorders>
              <w:top w:val="single" w:sz="6" w:space="0" w:color="auto"/>
              <w:left w:val="single" w:sz="6" w:space="0" w:color="auto"/>
              <w:bottom w:val="single" w:sz="6" w:space="0" w:color="auto"/>
              <w:right w:val="double" w:sz="6" w:space="0" w:color="auto"/>
            </w:tcBorders>
          </w:tcPr>
          <w:p w14:paraId="142FC871" w14:textId="77777777" w:rsidR="00096DC7" w:rsidRPr="008F643F" w:rsidRDefault="00096DC7" w:rsidP="00096DC7">
            <w:pPr>
              <w:pStyle w:val="Testotabella"/>
              <w:rPr>
                <w:rFonts w:ascii="Gotham" w:hAnsi="Gotham"/>
                <w:sz w:val="18"/>
              </w:rPr>
            </w:pPr>
          </w:p>
        </w:tc>
      </w:tr>
      <w:tr w:rsidR="00096DC7" w14:paraId="1B6F0958" w14:textId="77777777" w:rsidTr="000A404A">
        <w:trPr>
          <w:gridBefore w:val="1"/>
          <w:gridAfter w:val="1"/>
          <w:wBefore w:w="71" w:type="dxa"/>
          <w:wAfter w:w="20" w:type="dxa"/>
          <w:cantSplit/>
          <w:trHeight w:val="360"/>
        </w:trPr>
        <w:tc>
          <w:tcPr>
            <w:tcW w:w="2266" w:type="dxa"/>
            <w:gridSpan w:val="5"/>
            <w:tcBorders>
              <w:top w:val="single" w:sz="6" w:space="0" w:color="auto"/>
              <w:left w:val="double" w:sz="6" w:space="0" w:color="auto"/>
              <w:bottom w:val="single" w:sz="6" w:space="0" w:color="auto"/>
              <w:right w:val="single" w:sz="6" w:space="0" w:color="auto"/>
            </w:tcBorders>
          </w:tcPr>
          <w:p w14:paraId="339E48E5" w14:textId="77777777" w:rsidR="00096DC7" w:rsidRPr="008F643F" w:rsidRDefault="00096DC7" w:rsidP="00096DC7">
            <w:pPr>
              <w:pStyle w:val="Testotabella"/>
              <w:rPr>
                <w:rFonts w:ascii="Gotham" w:hAnsi="Gotham"/>
                <w:sz w:val="18"/>
              </w:rPr>
            </w:pPr>
          </w:p>
        </w:tc>
        <w:tc>
          <w:tcPr>
            <w:tcW w:w="1872" w:type="dxa"/>
            <w:gridSpan w:val="7"/>
            <w:tcBorders>
              <w:top w:val="single" w:sz="6" w:space="0" w:color="auto"/>
              <w:left w:val="single" w:sz="6" w:space="0" w:color="auto"/>
              <w:bottom w:val="single" w:sz="6" w:space="0" w:color="auto"/>
              <w:right w:val="single" w:sz="6" w:space="0" w:color="auto"/>
            </w:tcBorders>
          </w:tcPr>
          <w:p w14:paraId="5A5F58F3" w14:textId="77777777" w:rsidR="00096DC7" w:rsidRPr="008F643F" w:rsidRDefault="00096DC7" w:rsidP="00096DC7">
            <w:pPr>
              <w:pStyle w:val="Testotabella"/>
              <w:rPr>
                <w:rFonts w:ascii="Gotham" w:hAnsi="Gotham"/>
                <w:sz w:val="18"/>
              </w:rPr>
            </w:pPr>
          </w:p>
        </w:tc>
        <w:tc>
          <w:tcPr>
            <w:tcW w:w="1040" w:type="dxa"/>
            <w:gridSpan w:val="4"/>
            <w:tcBorders>
              <w:top w:val="single" w:sz="6" w:space="0" w:color="auto"/>
              <w:left w:val="single" w:sz="6" w:space="0" w:color="auto"/>
              <w:bottom w:val="single" w:sz="6" w:space="0" w:color="auto"/>
              <w:right w:val="single" w:sz="6" w:space="0" w:color="auto"/>
            </w:tcBorders>
          </w:tcPr>
          <w:p w14:paraId="16E4415D" w14:textId="77777777" w:rsidR="00096DC7" w:rsidRPr="008F643F" w:rsidRDefault="00096DC7" w:rsidP="00096DC7">
            <w:pPr>
              <w:pStyle w:val="Testotabella"/>
              <w:rPr>
                <w:rFonts w:ascii="Gotham" w:hAnsi="Gotham"/>
                <w:sz w:val="18"/>
              </w:rPr>
            </w:pPr>
          </w:p>
        </w:tc>
        <w:tc>
          <w:tcPr>
            <w:tcW w:w="1057" w:type="dxa"/>
            <w:gridSpan w:val="4"/>
            <w:tcBorders>
              <w:top w:val="single" w:sz="6" w:space="0" w:color="auto"/>
              <w:left w:val="single" w:sz="6" w:space="0" w:color="auto"/>
              <w:bottom w:val="single" w:sz="6" w:space="0" w:color="auto"/>
              <w:right w:val="single" w:sz="6" w:space="0" w:color="auto"/>
            </w:tcBorders>
          </w:tcPr>
          <w:p w14:paraId="4DAC5384" w14:textId="77777777" w:rsidR="00096DC7" w:rsidRPr="008F643F" w:rsidRDefault="00096DC7" w:rsidP="00096DC7">
            <w:pPr>
              <w:pStyle w:val="Testotabella"/>
              <w:rPr>
                <w:rFonts w:ascii="Gotham" w:hAnsi="Gotham"/>
                <w:sz w:val="18"/>
              </w:rPr>
            </w:pPr>
          </w:p>
        </w:tc>
        <w:tc>
          <w:tcPr>
            <w:tcW w:w="1276" w:type="dxa"/>
            <w:gridSpan w:val="5"/>
            <w:tcBorders>
              <w:top w:val="single" w:sz="6" w:space="0" w:color="auto"/>
              <w:left w:val="single" w:sz="6" w:space="0" w:color="auto"/>
              <w:bottom w:val="single" w:sz="6" w:space="0" w:color="auto"/>
              <w:right w:val="double" w:sz="6" w:space="0" w:color="auto"/>
            </w:tcBorders>
          </w:tcPr>
          <w:p w14:paraId="670CDAC6" w14:textId="77777777" w:rsidR="00096DC7" w:rsidRPr="008F643F" w:rsidRDefault="00096DC7" w:rsidP="00096DC7">
            <w:pPr>
              <w:pStyle w:val="Testotabella"/>
              <w:rPr>
                <w:rFonts w:ascii="Gotham" w:hAnsi="Gotham"/>
                <w:sz w:val="18"/>
              </w:rPr>
            </w:pPr>
          </w:p>
        </w:tc>
        <w:tc>
          <w:tcPr>
            <w:tcW w:w="2126" w:type="dxa"/>
            <w:gridSpan w:val="7"/>
            <w:tcBorders>
              <w:top w:val="single" w:sz="6" w:space="0" w:color="auto"/>
              <w:bottom w:val="single" w:sz="6" w:space="0" w:color="auto"/>
              <w:right w:val="single" w:sz="6" w:space="0" w:color="auto"/>
            </w:tcBorders>
          </w:tcPr>
          <w:p w14:paraId="7331C660" w14:textId="77777777" w:rsidR="00096DC7" w:rsidRPr="008F643F" w:rsidRDefault="00096DC7" w:rsidP="00096DC7">
            <w:pPr>
              <w:pStyle w:val="Testotabella"/>
              <w:rPr>
                <w:rFonts w:ascii="Gotham" w:hAnsi="Gotham"/>
                <w:sz w:val="18"/>
              </w:rPr>
            </w:pPr>
          </w:p>
        </w:tc>
        <w:tc>
          <w:tcPr>
            <w:tcW w:w="1656" w:type="dxa"/>
            <w:gridSpan w:val="7"/>
            <w:tcBorders>
              <w:top w:val="single" w:sz="6" w:space="0" w:color="auto"/>
              <w:left w:val="single" w:sz="6" w:space="0" w:color="auto"/>
              <w:bottom w:val="single" w:sz="6" w:space="0" w:color="auto"/>
              <w:right w:val="single" w:sz="6" w:space="0" w:color="auto"/>
            </w:tcBorders>
          </w:tcPr>
          <w:p w14:paraId="57945905" w14:textId="77777777" w:rsidR="00096DC7" w:rsidRPr="008F643F" w:rsidRDefault="00096DC7" w:rsidP="00096DC7">
            <w:pPr>
              <w:pStyle w:val="Testotabella"/>
              <w:rPr>
                <w:rFonts w:ascii="Gotham" w:hAnsi="Gotham"/>
                <w:sz w:val="18"/>
              </w:rPr>
            </w:pPr>
          </w:p>
        </w:tc>
        <w:tc>
          <w:tcPr>
            <w:tcW w:w="1015" w:type="dxa"/>
            <w:gridSpan w:val="4"/>
            <w:tcBorders>
              <w:top w:val="single" w:sz="6" w:space="0" w:color="auto"/>
              <w:left w:val="single" w:sz="6" w:space="0" w:color="auto"/>
              <w:bottom w:val="single" w:sz="6" w:space="0" w:color="auto"/>
              <w:right w:val="single" w:sz="6" w:space="0" w:color="auto"/>
            </w:tcBorders>
          </w:tcPr>
          <w:p w14:paraId="7127F04D" w14:textId="77777777" w:rsidR="00096DC7" w:rsidRPr="008F643F" w:rsidRDefault="00096DC7" w:rsidP="00096DC7">
            <w:pPr>
              <w:pStyle w:val="Testotabella"/>
              <w:rPr>
                <w:rFonts w:ascii="Gotham" w:hAnsi="Gotham"/>
                <w:sz w:val="18"/>
              </w:rPr>
            </w:pPr>
          </w:p>
        </w:tc>
        <w:tc>
          <w:tcPr>
            <w:tcW w:w="1110" w:type="dxa"/>
            <w:tcBorders>
              <w:top w:val="single" w:sz="6" w:space="0" w:color="auto"/>
              <w:left w:val="single" w:sz="6" w:space="0" w:color="auto"/>
              <w:bottom w:val="single" w:sz="6" w:space="0" w:color="auto"/>
              <w:right w:val="single" w:sz="6" w:space="0" w:color="auto"/>
            </w:tcBorders>
          </w:tcPr>
          <w:p w14:paraId="243AB1DC" w14:textId="77777777" w:rsidR="00096DC7" w:rsidRPr="008F643F" w:rsidRDefault="00096DC7" w:rsidP="00096DC7">
            <w:pPr>
              <w:pStyle w:val="Testotabella"/>
              <w:rPr>
                <w:rFonts w:ascii="Gotham" w:hAnsi="Gotham"/>
                <w:sz w:val="18"/>
              </w:rPr>
            </w:pPr>
          </w:p>
        </w:tc>
        <w:tc>
          <w:tcPr>
            <w:tcW w:w="1305" w:type="dxa"/>
            <w:tcBorders>
              <w:top w:val="single" w:sz="6" w:space="0" w:color="auto"/>
              <w:left w:val="single" w:sz="6" w:space="0" w:color="auto"/>
              <w:bottom w:val="single" w:sz="6" w:space="0" w:color="auto"/>
              <w:right w:val="double" w:sz="6" w:space="0" w:color="auto"/>
            </w:tcBorders>
          </w:tcPr>
          <w:p w14:paraId="7AC6105F" w14:textId="77777777" w:rsidR="00096DC7" w:rsidRPr="008F643F" w:rsidRDefault="00096DC7" w:rsidP="00096DC7">
            <w:pPr>
              <w:pStyle w:val="Testotabella"/>
              <w:rPr>
                <w:rFonts w:ascii="Gotham" w:hAnsi="Gotham"/>
                <w:sz w:val="18"/>
              </w:rPr>
            </w:pPr>
          </w:p>
        </w:tc>
      </w:tr>
      <w:tr w:rsidR="00096DC7" w14:paraId="31F94386" w14:textId="77777777" w:rsidTr="000A404A">
        <w:trPr>
          <w:gridBefore w:val="1"/>
          <w:gridAfter w:val="1"/>
          <w:wBefore w:w="71" w:type="dxa"/>
          <w:wAfter w:w="20" w:type="dxa"/>
          <w:cantSplit/>
          <w:trHeight w:val="360"/>
        </w:trPr>
        <w:tc>
          <w:tcPr>
            <w:tcW w:w="2266" w:type="dxa"/>
            <w:gridSpan w:val="5"/>
            <w:tcBorders>
              <w:top w:val="single" w:sz="6" w:space="0" w:color="auto"/>
              <w:left w:val="double" w:sz="6" w:space="0" w:color="auto"/>
              <w:bottom w:val="single" w:sz="6" w:space="0" w:color="auto"/>
              <w:right w:val="single" w:sz="6" w:space="0" w:color="auto"/>
            </w:tcBorders>
          </w:tcPr>
          <w:p w14:paraId="0DC63FFA" w14:textId="77777777" w:rsidR="00096DC7" w:rsidRPr="008F643F" w:rsidRDefault="00096DC7" w:rsidP="00096DC7">
            <w:pPr>
              <w:pStyle w:val="Testotabella"/>
              <w:rPr>
                <w:rFonts w:ascii="Gotham" w:hAnsi="Gotham"/>
                <w:sz w:val="18"/>
              </w:rPr>
            </w:pPr>
          </w:p>
        </w:tc>
        <w:tc>
          <w:tcPr>
            <w:tcW w:w="1872" w:type="dxa"/>
            <w:gridSpan w:val="7"/>
            <w:tcBorders>
              <w:top w:val="single" w:sz="6" w:space="0" w:color="auto"/>
              <w:left w:val="single" w:sz="6" w:space="0" w:color="auto"/>
              <w:bottom w:val="single" w:sz="6" w:space="0" w:color="auto"/>
              <w:right w:val="single" w:sz="6" w:space="0" w:color="auto"/>
            </w:tcBorders>
          </w:tcPr>
          <w:p w14:paraId="0991067B" w14:textId="77777777" w:rsidR="00096DC7" w:rsidRPr="008F643F" w:rsidRDefault="00096DC7" w:rsidP="00096DC7">
            <w:pPr>
              <w:pStyle w:val="Testotabella"/>
              <w:rPr>
                <w:rFonts w:ascii="Gotham" w:hAnsi="Gotham"/>
                <w:sz w:val="18"/>
              </w:rPr>
            </w:pPr>
          </w:p>
        </w:tc>
        <w:tc>
          <w:tcPr>
            <w:tcW w:w="1040" w:type="dxa"/>
            <w:gridSpan w:val="4"/>
            <w:tcBorders>
              <w:top w:val="single" w:sz="6" w:space="0" w:color="auto"/>
              <w:left w:val="single" w:sz="6" w:space="0" w:color="auto"/>
              <w:bottom w:val="single" w:sz="6" w:space="0" w:color="auto"/>
              <w:right w:val="single" w:sz="6" w:space="0" w:color="auto"/>
            </w:tcBorders>
          </w:tcPr>
          <w:p w14:paraId="1BB25A0D" w14:textId="77777777" w:rsidR="00096DC7" w:rsidRPr="008F643F" w:rsidRDefault="00096DC7" w:rsidP="00096DC7">
            <w:pPr>
              <w:pStyle w:val="Testotabella"/>
              <w:rPr>
                <w:rFonts w:ascii="Gotham" w:hAnsi="Gotham"/>
                <w:sz w:val="18"/>
              </w:rPr>
            </w:pPr>
          </w:p>
        </w:tc>
        <w:tc>
          <w:tcPr>
            <w:tcW w:w="1057" w:type="dxa"/>
            <w:gridSpan w:val="4"/>
            <w:tcBorders>
              <w:top w:val="single" w:sz="6" w:space="0" w:color="auto"/>
              <w:left w:val="single" w:sz="6" w:space="0" w:color="auto"/>
              <w:bottom w:val="single" w:sz="6" w:space="0" w:color="auto"/>
              <w:right w:val="single" w:sz="6" w:space="0" w:color="auto"/>
            </w:tcBorders>
          </w:tcPr>
          <w:p w14:paraId="2435757F" w14:textId="77777777" w:rsidR="00096DC7" w:rsidRPr="008F643F" w:rsidRDefault="00096DC7" w:rsidP="00096DC7">
            <w:pPr>
              <w:pStyle w:val="Testotabella"/>
              <w:rPr>
                <w:rFonts w:ascii="Gotham" w:hAnsi="Gotham"/>
                <w:sz w:val="18"/>
              </w:rPr>
            </w:pPr>
          </w:p>
        </w:tc>
        <w:tc>
          <w:tcPr>
            <w:tcW w:w="1276" w:type="dxa"/>
            <w:gridSpan w:val="5"/>
            <w:tcBorders>
              <w:top w:val="single" w:sz="6" w:space="0" w:color="auto"/>
              <w:left w:val="single" w:sz="6" w:space="0" w:color="auto"/>
              <w:bottom w:val="single" w:sz="6" w:space="0" w:color="auto"/>
              <w:right w:val="double" w:sz="6" w:space="0" w:color="auto"/>
            </w:tcBorders>
          </w:tcPr>
          <w:p w14:paraId="31E95BA2" w14:textId="77777777" w:rsidR="00096DC7" w:rsidRPr="008F643F" w:rsidRDefault="00096DC7" w:rsidP="00096DC7">
            <w:pPr>
              <w:pStyle w:val="Testotabella"/>
              <w:rPr>
                <w:rFonts w:ascii="Gotham" w:hAnsi="Gotham"/>
                <w:sz w:val="18"/>
              </w:rPr>
            </w:pPr>
          </w:p>
        </w:tc>
        <w:tc>
          <w:tcPr>
            <w:tcW w:w="2126" w:type="dxa"/>
            <w:gridSpan w:val="7"/>
            <w:tcBorders>
              <w:top w:val="single" w:sz="6" w:space="0" w:color="auto"/>
              <w:bottom w:val="single" w:sz="6" w:space="0" w:color="auto"/>
              <w:right w:val="single" w:sz="6" w:space="0" w:color="auto"/>
            </w:tcBorders>
          </w:tcPr>
          <w:p w14:paraId="606D2F2A" w14:textId="77777777" w:rsidR="00096DC7" w:rsidRPr="008F643F" w:rsidRDefault="00096DC7" w:rsidP="00096DC7">
            <w:pPr>
              <w:pStyle w:val="Testotabella"/>
              <w:rPr>
                <w:rFonts w:ascii="Gotham" w:hAnsi="Gotham"/>
                <w:sz w:val="18"/>
              </w:rPr>
            </w:pPr>
          </w:p>
        </w:tc>
        <w:tc>
          <w:tcPr>
            <w:tcW w:w="1656" w:type="dxa"/>
            <w:gridSpan w:val="7"/>
            <w:tcBorders>
              <w:top w:val="single" w:sz="6" w:space="0" w:color="auto"/>
              <w:left w:val="single" w:sz="6" w:space="0" w:color="auto"/>
              <w:bottom w:val="single" w:sz="6" w:space="0" w:color="auto"/>
              <w:right w:val="single" w:sz="6" w:space="0" w:color="auto"/>
            </w:tcBorders>
          </w:tcPr>
          <w:p w14:paraId="57B74BE0" w14:textId="77777777" w:rsidR="00096DC7" w:rsidRPr="008F643F" w:rsidRDefault="00096DC7" w:rsidP="00096DC7">
            <w:pPr>
              <w:pStyle w:val="Testotabella"/>
              <w:rPr>
                <w:rFonts w:ascii="Gotham" w:hAnsi="Gotham"/>
                <w:sz w:val="18"/>
              </w:rPr>
            </w:pPr>
          </w:p>
        </w:tc>
        <w:tc>
          <w:tcPr>
            <w:tcW w:w="1015" w:type="dxa"/>
            <w:gridSpan w:val="4"/>
            <w:tcBorders>
              <w:top w:val="single" w:sz="6" w:space="0" w:color="auto"/>
              <w:left w:val="single" w:sz="6" w:space="0" w:color="auto"/>
              <w:bottom w:val="single" w:sz="6" w:space="0" w:color="auto"/>
              <w:right w:val="single" w:sz="6" w:space="0" w:color="auto"/>
            </w:tcBorders>
          </w:tcPr>
          <w:p w14:paraId="2DE6C69D" w14:textId="77777777" w:rsidR="00096DC7" w:rsidRPr="008F643F" w:rsidRDefault="00096DC7" w:rsidP="00096DC7">
            <w:pPr>
              <w:pStyle w:val="Testotabella"/>
              <w:rPr>
                <w:rFonts w:ascii="Gotham" w:hAnsi="Gotham"/>
                <w:sz w:val="18"/>
              </w:rPr>
            </w:pPr>
          </w:p>
        </w:tc>
        <w:tc>
          <w:tcPr>
            <w:tcW w:w="1110" w:type="dxa"/>
            <w:tcBorders>
              <w:top w:val="single" w:sz="6" w:space="0" w:color="auto"/>
              <w:left w:val="single" w:sz="6" w:space="0" w:color="auto"/>
              <w:bottom w:val="single" w:sz="6" w:space="0" w:color="auto"/>
              <w:right w:val="single" w:sz="6" w:space="0" w:color="auto"/>
            </w:tcBorders>
          </w:tcPr>
          <w:p w14:paraId="095E40A4" w14:textId="77777777" w:rsidR="00096DC7" w:rsidRPr="008F643F" w:rsidRDefault="00096DC7" w:rsidP="00096DC7">
            <w:pPr>
              <w:pStyle w:val="Testotabella"/>
              <w:rPr>
                <w:rFonts w:ascii="Gotham" w:hAnsi="Gotham"/>
                <w:sz w:val="18"/>
              </w:rPr>
            </w:pPr>
          </w:p>
        </w:tc>
        <w:tc>
          <w:tcPr>
            <w:tcW w:w="1305" w:type="dxa"/>
            <w:tcBorders>
              <w:top w:val="single" w:sz="6" w:space="0" w:color="auto"/>
              <w:left w:val="single" w:sz="6" w:space="0" w:color="auto"/>
              <w:bottom w:val="single" w:sz="6" w:space="0" w:color="auto"/>
              <w:right w:val="double" w:sz="6" w:space="0" w:color="auto"/>
            </w:tcBorders>
          </w:tcPr>
          <w:p w14:paraId="7FE2919D" w14:textId="77777777" w:rsidR="00096DC7" w:rsidRPr="008F643F" w:rsidRDefault="00096DC7" w:rsidP="00096DC7">
            <w:pPr>
              <w:pStyle w:val="Testotabella"/>
              <w:rPr>
                <w:rFonts w:ascii="Gotham" w:hAnsi="Gotham"/>
                <w:sz w:val="18"/>
              </w:rPr>
            </w:pPr>
          </w:p>
        </w:tc>
      </w:tr>
      <w:tr w:rsidR="00096DC7" w14:paraId="6C493CE5" w14:textId="77777777" w:rsidTr="000A404A">
        <w:trPr>
          <w:gridBefore w:val="1"/>
          <w:gridAfter w:val="1"/>
          <w:wBefore w:w="71" w:type="dxa"/>
          <w:wAfter w:w="20" w:type="dxa"/>
          <w:cantSplit/>
          <w:trHeight w:val="360"/>
        </w:trPr>
        <w:tc>
          <w:tcPr>
            <w:tcW w:w="2266" w:type="dxa"/>
            <w:gridSpan w:val="5"/>
            <w:tcBorders>
              <w:top w:val="single" w:sz="6" w:space="0" w:color="auto"/>
              <w:left w:val="double" w:sz="6" w:space="0" w:color="auto"/>
              <w:bottom w:val="single" w:sz="6" w:space="0" w:color="auto"/>
              <w:right w:val="single" w:sz="6" w:space="0" w:color="auto"/>
            </w:tcBorders>
          </w:tcPr>
          <w:p w14:paraId="42A03F86" w14:textId="77777777" w:rsidR="00096DC7" w:rsidRPr="008F643F" w:rsidRDefault="00096DC7" w:rsidP="00096DC7">
            <w:pPr>
              <w:pStyle w:val="Testotabella"/>
              <w:rPr>
                <w:rFonts w:ascii="Gotham" w:hAnsi="Gotham"/>
                <w:sz w:val="18"/>
              </w:rPr>
            </w:pPr>
          </w:p>
        </w:tc>
        <w:tc>
          <w:tcPr>
            <w:tcW w:w="1872" w:type="dxa"/>
            <w:gridSpan w:val="7"/>
            <w:tcBorders>
              <w:top w:val="single" w:sz="6" w:space="0" w:color="auto"/>
              <w:left w:val="single" w:sz="6" w:space="0" w:color="auto"/>
              <w:bottom w:val="single" w:sz="6" w:space="0" w:color="auto"/>
              <w:right w:val="single" w:sz="6" w:space="0" w:color="auto"/>
            </w:tcBorders>
          </w:tcPr>
          <w:p w14:paraId="18B1DB56" w14:textId="77777777" w:rsidR="00096DC7" w:rsidRPr="008F643F" w:rsidRDefault="00096DC7" w:rsidP="00096DC7">
            <w:pPr>
              <w:pStyle w:val="Testotabella"/>
              <w:rPr>
                <w:rFonts w:ascii="Gotham" w:hAnsi="Gotham"/>
                <w:sz w:val="18"/>
              </w:rPr>
            </w:pPr>
          </w:p>
        </w:tc>
        <w:tc>
          <w:tcPr>
            <w:tcW w:w="1040" w:type="dxa"/>
            <w:gridSpan w:val="4"/>
            <w:tcBorders>
              <w:top w:val="single" w:sz="6" w:space="0" w:color="auto"/>
              <w:left w:val="single" w:sz="6" w:space="0" w:color="auto"/>
              <w:bottom w:val="single" w:sz="6" w:space="0" w:color="auto"/>
              <w:right w:val="single" w:sz="6" w:space="0" w:color="auto"/>
            </w:tcBorders>
          </w:tcPr>
          <w:p w14:paraId="7A383C0B" w14:textId="77777777" w:rsidR="00096DC7" w:rsidRPr="008F643F" w:rsidRDefault="00096DC7" w:rsidP="00096DC7">
            <w:pPr>
              <w:pStyle w:val="Testotabella"/>
              <w:rPr>
                <w:rFonts w:ascii="Gotham" w:hAnsi="Gotham"/>
                <w:sz w:val="18"/>
              </w:rPr>
            </w:pPr>
          </w:p>
        </w:tc>
        <w:tc>
          <w:tcPr>
            <w:tcW w:w="1057" w:type="dxa"/>
            <w:gridSpan w:val="4"/>
            <w:tcBorders>
              <w:top w:val="single" w:sz="6" w:space="0" w:color="auto"/>
              <w:left w:val="single" w:sz="6" w:space="0" w:color="auto"/>
              <w:bottom w:val="single" w:sz="6" w:space="0" w:color="auto"/>
              <w:right w:val="single" w:sz="6" w:space="0" w:color="auto"/>
            </w:tcBorders>
          </w:tcPr>
          <w:p w14:paraId="5A646EFA" w14:textId="77777777" w:rsidR="00096DC7" w:rsidRPr="008F643F" w:rsidRDefault="00096DC7" w:rsidP="00096DC7">
            <w:pPr>
              <w:pStyle w:val="Testotabella"/>
              <w:rPr>
                <w:rFonts w:ascii="Gotham" w:hAnsi="Gotham"/>
                <w:sz w:val="18"/>
              </w:rPr>
            </w:pPr>
          </w:p>
        </w:tc>
        <w:tc>
          <w:tcPr>
            <w:tcW w:w="1276" w:type="dxa"/>
            <w:gridSpan w:val="5"/>
            <w:tcBorders>
              <w:top w:val="single" w:sz="6" w:space="0" w:color="auto"/>
              <w:left w:val="single" w:sz="6" w:space="0" w:color="auto"/>
              <w:bottom w:val="single" w:sz="6" w:space="0" w:color="auto"/>
              <w:right w:val="double" w:sz="6" w:space="0" w:color="auto"/>
            </w:tcBorders>
          </w:tcPr>
          <w:p w14:paraId="5A0245C2" w14:textId="77777777" w:rsidR="00096DC7" w:rsidRPr="008F643F" w:rsidRDefault="00096DC7" w:rsidP="00096DC7">
            <w:pPr>
              <w:pStyle w:val="Testotabella"/>
              <w:rPr>
                <w:rFonts w:ascii="Gotham" w:hAnsi="Gotham"/>
                <w:sz w:val="18"/>
              </w:rPr>
            </w:pPr>
          </w:p>
        </w:tc>
        <w:tc>
          <w:tcPr>
            <w:tcW w:w="2126" w:type="dxa"/>
            <w:gridSpan w:val="7"/>
            <w:tcBorders>
              <w:top w:val="single" w:sz="6" w:space="0" w:color="auto"/>
              <w:bottom w:val="single" w:sz="6" w:space="0" w:color="auto"/>
              <w:right w:val="single" w:sz="6" w:space="0" w:color="auto"/>
            </w:tcBorders>
          </w:tcPr>
          <w:p w14:paraId="243B149F" w14:textId="77777777" w:rsidR="00096DC7" w:rsidRPr="008F643F" w:rsidRDefault="00096DC7" w:rsidP="00096DC7">
            <w:pPr>
              <w:pStyle w:val="Testotabella"/>
              <w:rPr>
                <w:rFonts w:ascii="Gotham" w:hAnsi="Gotham"/>
                <w:sz w:val="18"/>
              </w:rPr>
            </w:pPr>
          </w:p>
        </w:tc>
        <w:tc>
          <w:tcPr>
            <w:tcW w:w="1656" w:type="dxa"/>
            <w:gridSpan w:val="7"/>
            <w:tcBorders>
              <w:top w:val="single" w:sz="6" w:space="0" w:color="auto"/>
              <w:left w:val="single" w:sz="6" w:space="0" w:color="auto"/>
              <w:bottom w:val="single" w:sz="6" w:space="0" w:color="auto"/>
              <w:right w:val="single" w:sz="6" w:space="0" w:color="auto"/>
            </w:tcBorders>
          </w:tcPr>
          <w:p w14:paraId="0992D5E2" w14:textId="77777777" w:rsidR="00096DC7" w:rsidRPr="008F643F" w:rsidRDefault="00096DC7" w:rsidP="00096DC7">
            <w:pPr>
              <w:pStyle w:val="Testotabella"/>
              <w:rPr>
                <w:rFonts w:ascii="Gotham" w:hAnsi="Gotham"/>
                <w:sz w:val="18"/>
              </w:rPr>
            </w:pPr>
          </w:p>
        </w:tc>
        <w:tc>
          <w:tcPr>
            <w:tcW w:w="1015" w:type="dxa"/>
            <w:gridSpan w:val="4"/>
            <w:tcBorders>
              <w:top w:val="single" w:sz="6" w:space="0" w:color="auto"/>
              <w:left w:val="single" w:sz="6" w:space="0" w:color="auto"/>
              <w:bottom w:val="single" w:sz="6" w:space="0" w:color="auto"/>
              <w:right w:val="single" w:sz="6" w:space="0" w:color="auto"/>
            </w:tcBorders>
          </w:tcPr>
          <w:p w14:paraId="6123E277" w14:textId="77777777" w:rsidR="00096DC7" w:rsidRPr="008F643F" w:rsidRDefault="00096DC7" w:rsidP="00096DC7">
            <w:pPr>
              <w:pStyle w:val="Testotabella"/>
              <w:rPr>
                <w:rFonts w:ascii="Gotham" w:hAnsi="Gotham"/>
                <w:sz w:val="18"/>
              </w:rPr>
            </w:pPr>
          </w:p>
        </w:tc>
        <w:tc>
          <w:tcPr>
            <w:tcW w:w="1110" w:type="dxa"/>
            <w:tcBorders>
              <w:top w:val="single" w:sz="6" w:space="0" w:color="auto"/>
              <w:left w:val="single" w:sz="6" w:space="0" w:color="auto"/>
              <w:bottom w:val="single" w:sz="6" w:space="0" w:color="auto"/>
              <w:right w:val="single" w:sz="6" w:space="0" w:color="auto"/>
            </w:tcBorders>
          </w:tcPr>
          <w:p w14:paraId="38B3E53E" w14:textId="77777777" w:rsidR="00096DC7" w:rsidRPr="008F643F" w:rsidRDefault="00096DC7" w:rsidP="00096DC7">
            <w:pPr>
              <w:pStyle w:val="Testotabella"/>
              <w:rPr>
                <w:rFonts w:ascii="Gotham" w:hAnsi="Gotham"/>
                <w:sz w:val="18"/>
              </w:rPr>
            </w:pPr>
          </w:p>
        </w:tc>
        <w:tc>
          <w:tcPr>
            <w:tcW w:w="1305" w:type="dxa"/>
            <w:tcBorders>
              <w:top w:val="single" w:sz="6" w:space="0" w:color="auto"/>
              <w:left w:val="single" w:sz="6" w:space="0" w:color="auto"/>
              <w:bottom w:val="single" w:sz="6" w:space="0" w:color="auto"/>
              <w:right w:val="double" w:sz="6" w:space="0" w:color="auto"/>
            </w:tcBorders>
          </w:tcPr>
          <w:p w14:paraId="686E5895" w14:textId="77777777" w:rsidR="00096DC7" w:rsidRPr="008F643F" w:rsidRDefault="00096DC7" w:rsidP="00096DC7">
            <w:pPr>
              <w:pStyle w:val="Testotabella"/>
              <w:rPr>
                <w:rFonts w:ascii="Gotham" w:hAnsi="Gotham"/>
                <w:sz w:val="18"/>
              </w:rPr>
            </w:pPr>
          </w:p>
        </w:tc>
      </w:tr>
      <w:tr w:rsidR="00096DC7" w14:paraId="33DBAB6F" w14:textId="77777777" w:rsidTr="000A404A">
        <w:trPr>
          <w:gridBefore w:val="1"/>
          <w:gridAfter w:val="1"/>
          <w:wBefore w:w="71" w:type="dxa"/>
          <w:wAfter w:w="20" w:type="dxa"/>
          <w:cantSplit/>
          <w:trHeight w:val="360"/>
        </w:trPr>
        <w:tc>
          <w:tcPr>
            <w:tcW w:w="2266" w:type="dxa"/>
            <w:gridSpan w:val="5"/>
            <w:tcBorders>
              <w:top w:val="single" w:sz="6" w:space="0" w:color="auto"/>
              <w:left w:val="double" w:sz="6" w:space="0" w:color="auto"/>
              <w:bottom w:val="single" w:sz="6" w:space="0" w:color="auto"/>
              <w:right w:val="single" w:sz="6" w:space="0" w:color="auto"/>
            </w:tcBorders>
          </w:tcPr>
          <w:p w14:paraId="50B20531" w14:textId="77777777" w:rsidR="00096DC7" w:rsidRPr="008F643F" w:rsidRDefault="00096DC7" w:rsidP="00096DC7">
            <w:pPr>
              <w:pStyle w:val="Testotabella"/>
              <w:rPr>
                <w:rFonts w:ascii="Gotham" w:hAnsi="Gotham"/>
                <w:sz w:val="18"/>
              </w:rPr>
            </w:pPr>
          </w:p>
        </w:tc>
        <w:tc>
          <w:tcPr>
            <w:tcW w:w="1872" w:type="dxa"/>
            <w:gridSpan w:val="7"/>
            <w:tcBorders>
              <w:top w:val="single" w:sz="6" w:space="0" w:color="auto"/>
              <w:left w:val="single" w:sz="6" w:space="0" w:color="auto"/>
              <w:bottom w:val="single" w:sz="6" w:space="0" w:color="auto"/>
              <w:right w:val="single" w:sz="6" w:space="0" w:color="auto"/>
            </w:tcBorders>
          </w:tcPr>
          <w:p w14:paraId="587E0722" w14:textId="77777777" w:rsidR="00096DC7" w:rsidRPr="008F643F" w:rsidRDefault="00096DC7" w:rsidP="00096DC7">
            <w:pPr>
              <w:pStyle w:val="Testotabella"/>
              <w:rPr>
                <w:rFonts w:ascii="Gotham" w:hAnsi="Gotham"/>
                <w:sz w:val="18"/>
              </w:rPr>
            </w:pPr>
          </w:p>
        </w:tc>
        <w:tc>
          <w:tcPr>
            <w:tcW w:w="1040" w:type="dxa"/>
            <w:gridSpan w:val="4"/>
            <w:tcBorders>
              <w:top w:val="single" w:sz="6" w:space="0" w:color="auto"/>
              <w:left w:val="single" w:sz="6" w:space="0" w:color="auto"/>
              <w:bottom w:val="single" w:sz="6" w:space="0" w:color="auto"/>
              <w:right w:val="single" w:sz="6" w:space="0" w:color="auto"/>
            </w:tcBorders>
          </w:tcPr>
          <w:p w14:paraId="75E4977D" w14:textId="77777777" w:rsidR="00096DC7" w:rsidRPr="008F643F" w:rsidRDefault="00096DC7" w:rsidP="00096DC7">
            <w:pPr>
              <w:pStyle w:val="Testotabella"/>
              <w:rPr>
                <w:rFonts w:ascii="Gotham" w:hAnsi="Gotham"/>
                <w:sz w:val="18"/>
              </w:rPr>
            </w:pPr>
          </w:p>
        </w:tc>
        <w:tc>
          <w:tcPr>
            <w:tcW w:w="1057" w:type="dxa"/>
            <w:gridSpan w:val="4"/>
            <w:tcBorders>
              <w:top w:val="single" w:sz="6" w:space="0" w:color="auto"/>
              <w:left w:val="single" w:sz="6" w:space="0" w:color="auto"/>
              <w:bottom w:val="single" w:sz="6" w:space="0" w:color="auto"/>
              <w:right w:val="single" w:sz="6" w:space="0" w:color="auto"/>
            </w:tcBorders>
          </w:tcPr>
          <w:p w14:paraId="5D948514" w14:textId="77777777" w:rsidR="00096DC7" w:rsidRPr="008F643F" w:rsidRDefault="00096DC7" w:rsidP="00096DC7">
            <w:pPr>
              <w:pStyle w:val="Testotabella"/>
              <w:rPr>
                <w:rFonts w:ascii="Gotham" w:hAnsi="Gotham"/>
                <w:sz w:val="18"/>
              </w:rPr>
            </w:pPr>
          </w:p>
        </w:tc>
        <w:tc>
          <w:tcPr>
            <w:tcW w:w="1276" w:type="dxa"/>
            <w:gridSpan w:val="5"/>
            <w:tcBorders>
              <w:top w:val="single" w:sz="6" w:space="0" w:color="auto"/>
              <w:left w:val="single" w:sz="6" w:space="0" w:color="auto"/>
              <w:bottom w:val="single" w:sz="6" w:space="0" w:color="auto"/>
              <w:right w:val="double" w:sz="6" w:space="0" w:color="auto"/>
            </w:tcBorders>
          </w:tcPr>
          <w:p w14:paraId="25C2350C" w14:textId="77777777" w:rsidR="00096DC7" w:rsidRPr="008F643F" w:rsidRDefault="00096DC7" w:rsidP="00096DC7">
            <w:pPr>
              <w:pStyle w:val="Testotabella"/>
              <w:rPr>
                <w:rFonts w:ascii="Gotham" w:hAnsi="Gotham"/>
                <w:sz w:val="18"/>
              </w:rPr>
            </w:pPr>
          </w:p>
        </w:tc>
        <w:tc>
          <w:tcPr>
            <w:tcW w:w="2126" w:type="dxa"/>
            <w:gridSpan w:val="7"/>
            <w:tcBorders>
              <w:top w:val="single" w:sz="6" w:space="0" w:color="auto"/>
              <w:bottom w:val="single" w:sz="6" w:space="0" w:color="auto"/>
              <w:right w:val="single" w:sz="6" w:space="0" w:color="auto"/>
            </w:tcBorders>
          </w:tcPr>
          <w:p w14:paraId="2679CC9A" w14:textId="77777777" w:rsidR="00096DC7" w:rsidRPr="008F643F" w:rsidRDefault="00096DC7" w:rsidP="00096DC7">
            <w:pPr>
              <w:pStyle w:val="Testotabella"/>
              <w:rPr>
                <w:rFonts w:ascii="Gotham" w:hAnsi="Gotham"/>
                <w:sz w:val="18"/>
              </w:rPr>
            </w:pPr>
          </w:p>
        </w:tc>
        <w:tc>
          <w:tcPr>
            <w:tcW w:w="1656" w:type="dxa"/>
            <w:gridSpan w:val="7"/>
            <w:tcBorders>
              <w:top w:val="single" w:sz="6" w:space="0" w:color="auto"/>
              <w:left w:val="single" w:sz="6" w:space="0" w:color="auto"/>
              <w:bottom w:val="single" w:sz="6" w:space="0" w:color="auto"/>
              <w:right w:val="single" w:sz="6" w:space="0" w:color="auto"/>
            </w:tcBorders>
          </w:tcPr>
          <w:p w14:paraId="29AAEF1D" w14:textId="77777777" w:rsidR="00096DC7" w:rsidRPr="008F643F" w:rsidRDefault="00096DC7" w:rsidP="00096DC7">
            <w:pPr>
              <w:pStyle w:val="Testotabella"/>
              <w:rPr>
                <w:rFonts w:ascii="Gotham" w:hAnsi="Gotham"/>
                <w:sz w:val="18"/>
              </w:rPr>
            </w:pPr>
          </w:p>
        </w:tc>
        <w:tc>
          <w:tcPr>
            <w:tcW w:w="1015" w:type="dxa"/>
            <w:gridSpan w:val="4"/>
            <w:tcBorders>
              <w:top w:val="single" w:sz="6" w:space="0" w:color="auto"/>
              <w:left w:val="single" w:sz="6" w:space="0" w:color="auto"/>
              <w:bottom w:val="single" w:sz="6" w:space="0" w:color="auto"/>
              <w:right w:val="single" w:sz="6" w:space="0" w:color="auto"/>
            </w:tcBorders>
          </w:tcPr>
          <w:p w14:paraId="1DA3E3BC" w14:textId="77777777" w:rsidR="00096DC7" w:rsidRPr="008F643F" w:rsidRDefault="00096DC7" w:rsidP="00096DC7">
            <w:pPr>
              <w:pStyle w:val="Testotabella"/>
              <w:rPr>
                <w:rFonts w:ascii="Gotham" w:hAnsi="Gotham"/>
                <w:sz w:val="18"/>
              </w:rPr>
            </w:pPr>
          </w:p>
        </w:tc>
        <w:tc>
          <w:tcPr>
            <w:tcW w:w="1110" w:type="dxa"/>
            <w:tcBorders>
              <w:top w:val="single" w:sz="6" w:space="0" w:color="auto"/>
              <w:left w:val="single" w:sz="6" w:space="0" w:color="auto"/>
              <w:bottom w:val="single" w:sz="6" w:space="0" w:color="auto"/>
              <w:right w:val="single" w:sz="6" w:space="0" w:color="auto"/>
            </w:tcBorders>
          </w:tcPr>
          <w:p w14:paraId="33645F9E" w14:textId="77777777" w:rsidR="00096DC7" w:rsidRPr="008F643F" w:rsidRDefault="00096DC7" w:rsidP="00096DC7">
            <w:pPr>
              <w:pStyle w:val="Testotabella"/>
              <w:rPr>
                <w:rFonts w:ascii="Gotham" w:hAnsi="Gotham"/>
                <w:sz w:val="18"/>
              </w:rPr>
            </w:pPr>
          </w:p>
        </w:tc>
        <w:tc>
          <w:tcPr>
            <w:tcW w:w="1305" w:type="dxa"/>
            <w:tcBorders>
              <w:top w:val="single" w:sz="6" w:space="0" w:color="auto"/>
              <w:left w:val="single" w:sz="6" w:space="0" w:color="auto"/>
              <w:bottom w:val="single" w:sz="6" w:space="0" w:color="auto"/>
              <w:right w:val="double" w:sz="6" w:space="0" w:color="auto"/>
            </w:tcBorders>
          </w:tcPr>
          <w:p w14:paraId="2CB4EC58" w14:textId="77777777" w:rsidR="00096DC7" w:rsidRPr="008F643F" w:rsidRDefault="00096DC7" w:rsidP="00096DC7">
            <w:pPr>
              <w:pStyle w:val="Testotabella"/>
              <w:rPr>
                <w:rFonts w:ascii="Gotham" w:hAnsi="Gotham"/>
                <w:sz w:val="18"/>
              </w:rPr>
            </w:pPr>
          </w:p>
        </w:tc>
      </w:tr>
      <w:tr w:rsidR="00096DC7" w14:paraId="76FB4281" w14:textId="77777777" w:rsidTr="000A404A">
        <w:trPr>
          <w:gridBefore w:val="1"/>
          <w:gridAfter w:val="1"/>
          <w:wBefore w:w="71" w:type="dxa"/>
          <w:wAfter w:w="20" w:type="dxa"/>
          <w:cantSplit/>
          <w:trHeight w:val="360"/>
        </w:trPr>
        <w:tc>
          <w:tcPr>
            <w:tcW w:w="2266" w:type="dxa"/>
            <w:gridSpan w:val="5"/>
            <w:tcBorders>
              <w:top w:val="single" w:sz="6" w:space="0" w:color="auto"/>
              <w:left w:val="double" w:sz="6" w:space="0" w:color="auto"/>
              <w:bottom w:val="single" w:sz="6" w:space="0" w:color="auto"/>
              <w:right w:val="single" w:sz="6" w:space="0" w:color="auto"/>
            </w:tcBorders>
          </w:tcPr>
          <w:p w14:paraId="01EE08FF" w14:textId="77777777" w:rsidR="00096DC7" w:rsidRPr="008F643F" w:rsidRDefault="00096DC7" w:rsidP="00096DC7">
            <w:pPr>
              <w:pStyle w:val="Testotabella"/>
              <w:rPr>
                <w:rFonts w:ascii="Gotham" w:hAnsi="Gotham"/>
                <w:sz w:val="18"/>
              </w:rPr>
            </w:pPr>
          </w:p>
        </w:tc>
        <w:tc>
          <w:tcPr>
            <w:tcW w:w="1872" w:type="dxa"/>
            <w:gridSpan w:val="7"/>
            <w:tcBorders>
              <w:top w:val="single" w:sz="6" w:space="0" w:color="auto"/>
              <w:left w:val="single" w:sz="6" w:space="0" w:color="auto"/>
              <w:bottom w:val="single" w:sz="6" w:space="0" w:color="auto"/>
              <w:right w:val="single" w:sz="6" w:space="0" w:color="auto"/>
            </w:tcBorders>
          </w:tcPr>
          <w:p w14:paraId="23DBC9A6" w14:textId="77777777" w:rsidR="00096DC7" w:rsidRPr="008F643F" w:rsidRDefault="00096DC7" w:rsidP="00096DC7">
            <w:pPr>
              <w:pStyle w:val="Testotabella"/>
              <w:rPr>
                <w:rFonts w:ascii="Gotham" w:hAnsi="Gotham"/>
                <w:sz w:val="18"/>
              </w:rPr>
            </w:pPr>
          </w:p>
        </w:tc>
        <w:tc>
          <w:tcPr>
            <w:tcW w:w="1040" w:type="dxa"/>
            <w:gridSpan w:val="4"/>
            <w:tcBorders>
              <w:top w:val="single" w:sz="6" w:space="0" w:color="auto"/>
              <w:left w:val="single" w:sz="6" w:space="0" w:color="auto"/>
              <w:bottom w:val="single" w:sz="6" w:space="0" w:color="auto"/>
              <w:right w:val="single" w:sz="6" w:space="0" w:color="auto"/>
            </w:tcBorders>
          </w:tcPr>
          <w:p w14:paraId="41D3A2D3" w14:textId="77777777" w:rsidR="00096DC7" w:rsidRPr="008F643F" w:rsidRDefault="00096DC7" w:rsidP="00096DC7">
            <w:pPr>
              <w:pStyle w:val="Testotabella"/>
              <w:rPr>
                <w:rFonts w:ascii="Gotham" w:hAnsi="Gotham"/>
                <w:sz w:val="18"/>
              </w:rPr>
            </w:pPr>
          </w:p>
        </w:tc>
        <w:tc>
          <w:tcPr>
            <w:tcW w:w="1057" w:type="dxa"/>
            <w:gridSpan w:val="4"/>
            <w:tcBorders>
              <w:top w:val="single" w:sz="6" w:space="0" w:color="auto"/>
              <w:left w:val="single" w:sz="6" w:space="0" w:color="auto"/>
              <w:bottom w:val="single" w:sz="6" w:space="0" w:color="auto"/>
              <w:right w:val="single" w:sz="6" w:space="0" w:color="auto"/>
            </w:tcBorders>
          </w:tcPr>
          <w:p w14:paraId="6F1A4800" w14:textId="77777777" w:rsidR="00096DC7" w:rsidRPr="008F643F" w:rsidRDefault="00096DC7" w:rsidP="00096DC7">
            <w:pPr>
              <w:pStyle w:val="Testotabella"/>
              <w:rPr>
                <w:rFonts w:ascii="Gotham" w:hAnsi="Gotham"/>
                <w:sz w:val="18"/>
              </w:rPr>
            </w:pPr>
          </w:p>
        </w:tc>
        <w:tc>
          <w:tcPr>
            <w:tcW w:w="1276" w:type="dxa"/>
            <w:gridSpan w:val="5"/>
            <w:tcBorders>
              <w:top w:val="single" w:sz="6" w:space="0" w:color="auto"/>
              <w:left w:val="single" w:sz="6" w:space="0" w:color="auto"/>
              <w:bottom w:val="single" w:sz="6" w:space="0" w:color="auto"/>
              <w:right w:val="double" w:sz="6" w:space="0" w:color="auto"/>
            </w:tcBorders>
          </w:tcPr>
          <w:p w14:paraId="5E490F8D" w14:textId="77777777" w:rsidR="00096DC7" w:rsidRPr="008F643F" w:rsidRDefault="00096DC7" w:rsidP="00096DC7">
            <w:pPr>
              <w:pStyle w:val="Testotabella"/>
              <w:rPr>
                <w:rFonts w:ascii="Gotham" w:hAnsi="Gotham"/>
                <w:sz w:val="18"/>
              </w:rPr>
            </w:pPr>
          </w:p>
        </w:tc>
        <w:tc>
          <w:tcPr>
            <w:tcW w:w="2126" w:type="dxa"/>
            <w:gridSpan w:val="7"/>
            <w:tcBorders>
              <w:top w:val="single" w:sz="6" w:space="0" w:color="auto"/>
              <w:bottom w:val="single" w:sz="6" w:space="0" w:color="auto"/>
              <w:right w:val="single" w:sz="6" w:space="0" w:color="auto"/>
            </w:tcBorders>
          </w:tcPr>
          <w:p w14:paraId="33E66F1D" w14:textId="77777777" w:rsidR="00096DC7" w:rsidRPr="008F643F" w:rsidRDefault="00096DC7" w:rsidP="00096DC7">
            <w:pPr>
              <w:pStyle w:val="Testotabella"/>
              <w:rPr>
                <w:rFonts w:ascii="Gotham" w:hAnsi="Gotham"/>
                <w:sz w:val="18"/>
              </w:rPr>
            </w:pPr>
          </w:p>
        </w:tc>
        <w:tc>
          <w:tcPr>
            <w:tcW w:w="1656" w:type="dxa"/>
            <w:gridSpan w:val="7"/>
            <w:tcBorders>
              <w:top w:val="single" w:sz="6" w:space="0" w:color="auto"/>
              <w:left w:val="single" w:sz="6" w:space="0" w:color="auto"/>
              <w:bottom w:val="single" w:sz="6" w:space="0" w:color="auto"/>
              <w:right w:val="single" w:sz="6" w:space="0" w:color="auto"/>
            </w:tcBorders>
          </w:tcPr>
          <w:p w14:paraId="2A416BAD" w14:textId="77777777" w:rsidR="00096DC7" w:rsidRPr="008F643F" w:rsidRDefault="00096DC7" w:rsidP="00096DC7">
            <w:pPr>
              <w:pStyle w:val="Testotabella"/>
              <w:rPr>
                <w:rFonts w:ascii="Gotham" w:hAnsi="Gotham"/>
                <w:sz w:val="18"/>
              </w:rPr>
            </w:pPr>
          </w:p>
        </w:tc>
        <w:tc>
          <w:tcPr>
            <w:tcW w:w="1015" w:type="dxa"/>
            <w:gridSpan w:val="4"/>
            <w:tcBorders>
              <w:top w:val="single" w:sz="6" w:space="0" w:color="auto"/>
              <w:left w:val="single" w:sz="6" w:space="0" w:color="auto"/>
              <w:bottom w:val="single" w:sz="6" w:space="0" w:color="auto"/>
              <w:right w:val="single" w:sz="6" w:space="0" w:color="auto"/>
            </w:tcBorders>
          </w:tcPr>
          <w:p w14:paraId="2ACC91E8" w14:textId="77777777" w:rsidR="00096DC7" w:rsidRPr="008F643F" w:rsidRDefault="00096DC7" w:rsidP="00096DC7">
            <w:pPr>
              <w:pStyle w:val="Testotabella"/>
              <w:rPr>
                <w:rFonts w:ascii="Gotham" w:hAnsi="Gotham"/>
                <w:sz w:val="18"/>
              </w:rPr>
            </w:pPr>
          </w:p>
        </w:tc>
        <w:tc>
          <w:tcPr>
            <w:tcW w:w="1110" w:type="dxa"/>
            <w:tcBorders>
              <w:top w:val="single" w:sz="6" w:space="0" w:color="auto"/>
              <w:left w:val="single" w:sz="6" w:space="0" w:color="auto"/>
              <w:bottom w:val="single" w:sz="6" w:space="0" w:color="auto"/>
              <w:right w:val="single" w:sz="6" w:space="0" w:color="auto"/>
            </w:tcBorders>
          </w:tcPr>
          <w:p w14:paraId="050644C1" w14:textId="77777777" w:rsidR="00096DC7" w:rsidRPr="008F643F" w:rsidRDefault="00096DC7" w:rsidP="00096DC7">
            <w:pPr>
              <w:pStyle w:val="Testotabella"/>
              <w:rPr>
                <w:rFonts w:ascii="Gotham" w:hAnsi="Gotham"/>
                <w:sz w:val="18"/>
              </w:rPr>
            </w:pPr>
          </w:p>
        </w:tc>
        <w:tc>
          <w:tcPr>
            <w:tcW w:w="1305" w:type="dxa"/>
            <w:tcBorders>
              <w:top w:val="single" w:sz="6" w:space="0" w:color="auto"/>
              <w:left w:val="single" w:sz="6" w:space="0" w:color="auto"/>
              <w:bottom w:val="single" w:sz="6" w:space="0" w:color="auto"/>
              <w:right w:val="double" w:sz="6" w:space="0" w:color="auto"/>
            </w:tcBorders>
          </w:tcPr>
          <w:p w14:paraId="5C8860ED" w14:textId="77777777" w:rsidR="00096DC7" w:rsidRPr="008F643F" w:rsidRDefault="00096DC7" w:rsidP="00096DC7">
            <w:pPr>
              <w:pStyle w:val="Testotabella"/>
              <w:rPr>
                <w:rFonts w:ascii="Gotham" w:hAnsi="Gotham"/>
                <w:sz w:val="18"/>
              </w:rPr>
            </w:pPr>
          </w:p>
        </w:tc>
      </w:tr>
      <w:tr w:rsidR="00096DC7" w14:paraId="190C03DF" w14:textId="77777777" w:rsidTr="000A404A">
        <w:trPr>
          <w:gridBefore w:val="1"/>
          <w:gridAfter w:val="1"/>
          <w:wBefore w:w="71" w:type="dxa"/>
          <w:wAfter w:w="20" w:type="dxa"/>
          <w:cantSplit/>
          <w:trHeight w:val="360"/>
        </w:trPr>
        <w:tc>
          <w:tcPr>
            <w:tcW w:w="2266" w:type="dxa"/>
            <w:gridSpan w:val="5"/>
            <w:tcBorders>
              <w:top w:val="single" w:sz="6" w:space="0" w:color="auto"/>
              <w:left w:val="double" w:sz="6" w:space="0" w:color="auto"/>
              <w:bottom w:val="single" w:sz="6" w:space="0" w:color="auto"/>
              <w:right w:val="single" w:sz="6" w:space="0" w:color="auto"/>
            </w:tcBorders>
          </w:tcPr>
          <w:p w14:paraId="203349F9" w14:textId="77777777" w:rsidR="00096DC7" w:rsidRPr="008F643F" w:rsidRDefault="00096DC7" w:rsidP="00096DC7">
            <w:pPr>
              <w:pStyle w:val="Testotabella"/>
              <w:rPr>
                <w:rFonts w:ascii="Gotham" w:hAnsi="Gotham"/>
                <w:sz w:val="18"/>
              </w:rPr>
            </w:pPr>
          </w:p>
        </w:tc>
        <w:tc>
          <w:tcPr>
            <w:tcW w:w="1872" w:type="dxa"/>
            <w:gridSpan w:val="7"/>
            <w:tcBorders>
              <w:top w:val="single" w:sz="6" w:space="0" w:color="auto"/>
              <w:left w:val="single" w:sz="6" w:space="0" w:color="auto"/>
              <w:bottom w:val="single" w:sz="6" w:space="0" w:color="auto"/>
              <w:right w:val="single" w:sz="6" w:space="0" w:color="auto"/>
            </w:tcBorders>
          </w:tcPr>
          <w:p w14:paraId="6AA999B7" w14:textId="77777777" w:rsidR="00096DC7" w:rsidRPr="008F643F" w:rsidRDefault="00096DC7" w:rsidP="00096DC7">
            <w:pPr>
              <w:pStyle w:val="Testotabella"/>
              <w:rPr>
                <w:rFonts w:ascii="Gotham" w:hAnsi="Gotham"/>
                <w:sz w:val="18"/>
              </w:rPr>
            </w:pPr>
          </w:p>
        </w:tc>
        <w:tc>
          <w:tcPr>
            <w:tcW w:w="1040" w:type="dxa"/>
            <w:gridSpan w:val="4"/>
            <w:tcBorders>
              <w:top w:val="single" w:sz="6" w:space="0" w:color="auto"/>
              <w:left w:val="single" w:sz="6" w:space="0" w:color="auto"/>
              <w:bottom w:val="single" w:sz="6" w:space="0" w:color="auto"/>
              <w:right w:val="single" w:sz="6" w:space="0" w:color="auto"/>
            </w:tcBorders>
          </w:tcPr>
          <w:p w14:paraId="077AED88" w14:textId="77777777" w:rsidR="00096DC7" w:rsidRPr="008F643F" w:rsidRDefault="00096DC7" w:rsidP="00096DC7">
            <w:pPr>
              <w:pStyle w:val="Testotabella"/>
              <w:rPr>
                <w:rFonts w:ascii="Gotham" w:hAnsi="Gotham"/>
                <w:sz w:val="18"/>
              </w:rPr>
            </w:pPr>
          </w:p>
        </w:tc>
        <w:tc>
          <w:tcPr>
            <w:tcW w:w="1057" w:type="dxa"/>
            <w:gridSpan w:val="4"/>
            <w:tcBorders>
              <w:top w:val="single" w:sz="6" w:space="0" w:color="auto"/>
              <w:left w:val="single" w:sz="6" w:space="0" w:color="auto"/>
              <w:bottom w:val="single" w:sz="6" w:space="0" w:color="auto"/>
              <w:right w:val="single" w:sz="6" w:space="0" w:color="auto"/>
            </w:tcBorders>
          </w:tcPr>
          <w:p w14:paraId="11F72B0A" w14:textId="77777777" w:rsidR="00096DC7" w:rsidRPr="008F643F" w:rsidRDefault="00096DC7" w:rsidP="00096DC7">
            <w:pPr>
              <w:pStyle w:val="Testotabella"/>
              <w:rPr>
                <w:rFonts w:ascii="Gotham" w:hAnsi="Gotham"/>
                <w:sz w:val="18"/>
              </w:rPr>
            </w:pPr>
          </w:p>
        </w:tc>
        <w:tc>
          <w:tcPr>
            <w:tcW w:w="1276" w:type="dxa"/>
            <w:gridSpan w:val="5"/>
            <w:tcBorders>
              <w:top w:val="single" w:sz="6" w:space="0" w:color="auto"/>
              <w:left w:val="single" w:sz="6" w:space="0" w:color="auto"/>
              <w:bottom w:val="single" w:sz="6" w:space="0" w:color="auto"/>
              <w:right w:val="double" w:sz="6" w:space="0" w:color="auto"/>
            </w:tcBorders>
          </w:tcPr>
          <w:p w14:paraId="523ACDB0" w14:textId="77777777" w:rsidR="00096DC7" w:rsidRPr="008F643F" w:rsidRDefault="00096DC7" w:rsidP="00096DC7">
            <w:pPr>
              <w:pStyle w:val="Testotabella"/>
              <w:rPr>
                <w:rFonts w:ascii="Gotham" w:hAnsi="Gotham"/>
                <w:sz w:val="18"/>
              </w:rPr>
            </w:pPr>
          </w:p>
        </w:tc>
        <w:tc>
          <w:tcPr>
            <w:tcW w:w="2126" w:type="dxa"/>
            <w:gridSpan w:val="7"/>
            <w:tcBorders>
              <w:top w:val="single" w:sz="6" w:space="0" w:color="auto"/>
              <w:bottom w:val="single" w:sz="6" w:space="0" w:color="auto"/>
              <w:right w:val="single" w:sz="6" w:space="0" w:color="auto"/>
            </w:tcBorders>
          </w:tcPr>
          <w:p w14:paraId="34F1B57A" w14:textId="77777777" w:rsidR="00096DC7" w:rsidRPr="008F643F" w:rsidRDefault="00096DC7" w:rsidP="00096DC7">
            <w:pPr>
              <w:pStyle w:val="Testotabella"/>
              <w:rPr>
                <w:rFonts w:ascii="Gotham" w:hAnsi="Gotham"/>
                <w:sz w:val="18"/>
              </w:rPr>
            </w:pPr>
          </w:p>
        </w:tc>
        <w:tc>
          <w:tcPr>
            <w:tcW w:w="1656" w:type="dxa"/>
            <w:gridSpan w:val="7"/>
            <w:tcBorders>
              <w:top w:val="single" w:sz="6" w:space="0" w:color="auto"/>
              <w:left w:val="single" w:sz="6" w:space="0" w:color="auto"/>
              <w:bottom w:val="single" w:sz="6" w:space="0" w:color="auto"/>
              <w:right w:val="single" w:sz="6" w:space="0" w:color="auto"/>
            </w:tcBorders>
          </w:tcPr>
          <w:p w14:paraId="37CBC94F" w14:textId="77777777" w:rsidR="00096DC7" w:rsidRPr="008F643F" w:rsidRDefault="00096DC7" w:rsidP="00096DC7">
            <w:pPr>
              <w:pStyle w:val="Testotabella"/>
              <w:rPr>
                <w:rFonts w:ascii="Gotham" w:hAnsi="Gotham"/>
                <w:sz w:val="18"/>
              </w:rPr>
            </w:pPr>
          </w:p>
        </w:tc>
        <w:tc>
          <w:tcPr>
            <w:tcW w:w="1015" w:type="dxa"/>
            <w:gridSpan w:val="4"/>
            <w:tcBorders>
              <w:top w:val="single" w:sz="6" w:space="0" w:color="auto"/>
              <w:left w:val="single" w:sz="6" w:space="0" w:color="auto"/>
              <w:bottom w:val="single" w:sz="6" w:space="0" w:color="auto"/>
              <w:right w:val="single" w:sz="6" w:space="0" w:color="auto"/>
            </w:tcBorders>
          </w:tcPr>
          <w:p w14:paraId="1FF6BA30" w14:textId="77777777" w:rsidR="00096DC7" w:rsidRPr="008F643F" w:rsidRDefault="00096DC7" w:rsidP="00096DC7">
            <w:pPr>
              <w:pStyle w:val="Testotabella"/>
              <w:rPr>
                <w:rFonts w:ascii="Gotham" w:hAnsi="Gotham"/>
                <w:sz w:val="18"/>
              </w:rPr>
            </w:pPr>
          </w:p>
        </w:tc>
        <w:tc>
          <w:tcPr>
            <w:tcW w:w="1110" w:type="dxa"/>
            <w:tcBorders>
              <w:top w:val="single" w:sz="6" w:space="0" w:color="auto"/>
              <w:left w:val="single" w:sz="6" w:space="0" w:color="auto"/>
              <w:bottom w:val="single" w:sz="6" w:space="0" w:color="auto"/>
              <w:right w:val="single" w:sz="6" w:space="0" w:color="auto"/>
            </w:tcBorders>
          </w:tcPr>
          <w:p w14:paraId="575178C9" w14:textId="77777777" w:rsidR="00096DC7" w:rsidRPr="008F643F" w:rsidRDefault="00096DC7" w:rsidP="00096DC7">
            <w:pPr>
              <w:pStyle w:val="Testotabella"/>
              <w:rPr>
                <w:rFonts w:ascii="Gotham" w:hAnsi="Gotham"/>
                <w:sz w:val="18"/>
              </w:rPr>
            </w:pPr>
          </w:p>
        </w:tc>
        <w:tc>
          <w:tcPr>
            <w:tcW w:w="1305" w:type="dxa"/>
            <w:tcBorders>
              <w:top w:val="single" w:sz="6" w:space="0" w:color="auto"/>
              <w:left w:val="single" w:sz="6" w:space="0" w:color="auto"/>
              <w:bottom w:val="single" w:sz="6" w:space="0" w:color="auto"/>
              <w:right w:val="double" w:sz="6" w:space="0" w:color="auto"/>
            </w:tcBorders>
          </w:tcPr>
          <w:p w14:paraId="6B939D72" w14:textId="77777777" w:rsidR="00096DC7" w:rsidRPr="008F643F" w:rsidRDefault="00096DC7" w:rsidP="00096DC7">
            <w:pPr>
              <w:pStyle w:val="Testotabella"/>
              <w:rPr>
                <w:rFonts w:ascii="Gotham" w:hAnsi="Gotham"/>
                <w:sz w:val="18"/>
              </w:rPr>
            </w:pPr>
          </w:p>
        </w:tc>
      </w:tr>
      <w:tr w:rsidR="00096DC7" w14:paraId="7F7773EB" w14:textId="77777777" w:rsidTr="000A404A">
        <w:trPr>
          <w:gridBefore w:val="1"/>
          <w:gridAfter w:val="1"/>
          <w:wBefore w:w="71" w:type="dxa"/>
          <w:wAfter w:w="20" w:type="dxa"/>
          <w:cantSplit/>
          <w:trHeight w:val="360"/>
        </w:trPr>
        <w:tc>
          <w:tcPr>
            <w:tcW w:w="2266" w:type="dxa"/>
            <w:gridSpan w:val="5"/>
            <w:tcBorders>
              <w:top w:val="single" w:sz="6" w:space="0" w:color="auto"/>
              <w:left w:val="double" w:sz="6" w:space="0" w:color="auto"/>
              <w:bottom w:val="single" w:sz="6" w:space="0" w:color="auto"/>
              <w:right w:val="single" w:sz="6" w:space="0" w:color="auto"/>
            </w:tcBorders>
          </w:tcPr>
          <w:p w14:paraId="7CFD333C" w14:textId="77777777" w:rsidR="00096DC7" w:rsidRPr="008F643F" w:rsidRDefault="00096DC7" w:rsidP="00096DC7">
            <w:pPr>
              <w:pStyle w:val="Testotabella"/>
              <w:rPr>
                <w:rFonts w:ascii="Gotham" w:hAnsi="Gotham"/>
                <w:sz w:val="18"/>
              </w:rPr>
            </w:pPr>
          </w:p>
        </w:tc>
        <w:tc>
          <w:tcPr>
            <w:tcW w:w="1872" w:type="dxa"/>
            <w:gridSpan w:val="7"/>
            <w:tcBorders>
              <w:top w:val="single" w:sz="6" w:space="0" w:color="auto"/>
              <w:left w:val="single" w:sz="6" w:space="0" w:color="auto"/>
              <w:bottom w:val="single" w:sz="6" w:space="0" w:color="auto"/>
              <w:right w:val="single" w:sz="6" w:space="0" w:color="auto"/>
            </w:tcBorders>
          </w:tcPr>
          <w:p w14:paraId="18A391F7" w14:textId="77777777" w:rsidR="00096DC7" w:rsidRPr="008F643F" w:rsidRDefault="00096DC7" w:rsidP="00096DC7">
            <w:pPr>
              <w:pStyle w:val="Testotabella"/>
              <w:rPr>
                <w:rFonts w:ascii="Gotham" w:hAnsi="Gotham"/>
                <w:sz w:val="18"/>
              </w:rPr>
            </w:pPr>
          </w:p>
        </w:tc>
        <w:tc>
          <w:tcPr>
            <w:tcW w:w="1040" w:type="dxa"/>
            <w:gridSpan w:val="4"/>
            <w:tcBorders>
              <w:top w:val="single" w:sz="6" w:space="0" w:color="auto"/>
              <w:left w:val="single" w:sz="6" w:space="0" w:color="auto"/>
              <w:bottom w:val="single" w:sz="6" w:space="0" w:color="auto"/>
              <w:right w:val="single" w:sz="6" w:space="0" w:color="auto"/>
            </w:tcBorders>
          </w:tcPr>
          <w:p w14:paraId="56236C4C" w14:textId="77777777" w:rsidR="00096DC7" w:rsidRPr="008F643F" w:rsidRDefault="00096DC7" w:rsidP="00096DC7">
            <w:pPr>
              <w:pStyle w:val="Testotabella"/>
              <w:rPr>
                <w:rFonts w:ascii="Gotham" w:hAnsi="Gotham"/>
                <w:sz w:val="18"/>
              </w:rPr>
            </w:pPr>
          </w:p>
        </w:tc>
        <w:tc>
          <w:tcPr>
            <w:tcW w:w="1057" w:type="dxa"/>
            <w:gridSpan w:val="4"/>
            <w:tcBorders>
              <w:top w:val="single" w:sz="6" w:space="0" w:color="auto"/>
              <w:left w:val="single" w:sz="6" w:space="0" w:color="auto"/>
              <w:bottom w:val="single" w:sz="6" w:space="0" w:color="auto"/>
              <w:right w:val="single" w:sz="6" w:space="0" w:color="auto"/>
            </w:tcBorders>
          </w:tcPr>
          <w:p w14:paraId="27FE88F6" w14:textId="77777777" w:rsidR="00096DC7" w:rsidRPr="008F643F" w:rsidRDefault="00096DC7" w:rsidP="00096DC7">
            <w:pPr>
              <w:pStyle w:val="Testotabella"/>
              <w:rPr>
                <w:rFonts w:ascii="Gotham" w:hAnsi="Gotham"/>
                <w:sz w:val="18"/>
              </w:rPr>
            </w:pPr>
          </w:p>
        </w:tc>
        <w:tc>
          <w:tcPr>
            <w:tcW w:w="1276" w:type="dxa"/>
            <w:gridSpan w:val="5"/>
            <w:tcBorders>
              <w:top w:val="single" w:sz="6" w:space="0" w:color="auto"/>
              <w:left w:val="single" w:sz="6" w:space="0" w:color="auto"/>
              <w:bottom w:val="single" w:sz="6" w:space="0" w:color="auto"/>
              <w:right w:val="double" w:sz="6" w:space="0" w:color="auto"/>
            </w:tcBorders>
          </w:tcPr>
          <w:p w14:paraId="6AD907AD" w14:textId="77777777" w:rsidR="00096DC7" w:rsidRPr="008F643F" w:rsidRDefault="00096DC7" w:rsidP="00096DC7">
            <w:pPr>
              <w:pStyle w:val="Testotabella"/>
              <w:rPr>
                <w:rFonts w:ascii="Gotham" w:hAnsi="Gotham"/>
                <w:sz w:val="18"/>
              </w:rPr>
            </w:pPr>
          </w:p>
        </w:tc>
        <w:tc>
          <w:tcPr>
            <w:tcW w:w="2126" w:type="dxa"/>
            <w:gridSpan w:val="7"/>
            <w:tcBorders>
              <w:top w:val="single" w:sz="6" w:space="0" w:color="auto"/>
              <w:bottom w:val="single" w:sz="6" w:space="0" w:color="auto"/>
              <w:right w:val="single" w:sz="6" w:space="0" w:color="auto"/>
            </w:tcBorders>
          </w:tcPr>
          <w:p w14:paraId="23086E89" w14:textId="77777777" w:rsidR="00096DC7" w:rsidRPr="008F643F" w:rsidRDefault="00096DC7" w:rsidP="00096DC7">
            <w:pPr>
              <w:pStyle w:val="Testotabella"/>
              <w:rPr>
                <w:rFonts w:ascii="Gotham" w:hAnsi="Gotham"/>
                <w:sz w:val="18"/>
              </w:rPr>
            </w:pPr>
          </w:p>
        </w:tc>
        <w:tc>
          <w:tcPr>
            <w:tcW w:w="1656" w:type="dxa"/>
            <w:gridSpan w:val="7"/>
            <w:tcBorders>
              <w:top w:val="single" w:sz="6" w:space="0" w:color="auto"/>
              <w:left w:val="single" w:sz="6" w:space="0" w:color="auto"/>
              <w:bottom w:val="single" w:sz="6" w:space="0" w:color="auto"/>
              <w:right w:val="single" w:sz="6" w:space="0" w:color="auto"/>
            </w:tcBorders>
          </w:tcPr>
          <w:p w14:paraId="15854CD2" w14:textId="77777777" w:rsidR="00096DC7" w:rsidRPr="008F643F" w:rsidRDefault="00096DC7" w:rsidP="00096DC7">
            <w:pPr>
              <w:pStyle w:val="Testotabella"/>
              <w:rPr>
                <w:rFonts w:ascii="Gotham" w:hAnsi="Gotham"/>
                <w:sz w:val="18"/>
              </w:rPr>
            </w:pPr>
          </w:p>
        </w:tc>
        <w:tc>
          <w:tcPr>
            <w:tcW w:w="1015" w:type="dxa"/>
            <w:gridSpan w:val="4"/>
            <w:tcBorders>
              <w:top w:val="single" w:sz="6" w:space="0" w:color="auto"/>
              <w:left w:val="single" w:sz="6" w:space="0" w:color="auto"/>
              <w:bottom w:val="single" w:sz="6" w:space="0" w:color="auto"/>
              <w:right w:val="single" w:sz="6" w:space="0" w:color="auto"/>
            </w:tcBorders>
          </w:tcPr>
          <w:p w14:paraId="35E0DFF8" w14:textId="77777777" w:rsidR="00096DC7" w:rsidRPr="008F643F" w:rsidRDefault="00096DC7" w:rsidP="00096DC7">
            <w:pPr>
              <w:pStyle w:val="Testotabella"/>
              <w:rPr>
                <w:rFonts w:ascii="Gotham" w:hAnsi="Gotham"/>
                <w:sz w:val="18"/>
              </w:rPr>
            </w:pPr>
          </w:p>
        </w:tc>
        <w:tc>
          <w:tcPr>
            <w:tcW w:w="1110" w:type="dxa"/>
            <w:tcBorders>
              <w:top w:val="single" w:sz="6" w:space="0" w:color="auto"/>
              <w:left w:val="single" w:sz="6" w:space="0" w:color="auto"/>
              <w:bottom w:val="single" w:sz="6" w:space="0" w:color="auto"/>
              <w:right w:val="single" w:sz="6" w:space="0" w:color="auto"/>
            </w:tcBorders>
          </w:tcPr>
          <w:p w14:paraId="0EFCF21B" w14:textId="77777777" w:rsidR="00096DC7" w:rsidRPr="008F643F" w:rsidRDefault="00096DC7" w:rsidP="00096DC7">
            <w:pPr>
              <w:pStyle w:val="Testotabella"/>
              <w:rPr>
                <w:rFonts w:ascii="Gotham" w:hAnsi="Gotham"/>
                <w:sz w:val="18"/>
              </w:rPr>
            </w:pPr>
          </w:p>
        </w:tc>
        <w:tc>
          <w:tcPr>
            <w:tcW w:w="1305" w:type="dxa"/>
            <w:tcBorders>
              <w:top w:val="single" w:sz="6" w:space="0" w:color="auto"/>
              <w:left w:val="single" w:sz="6" w:space="0" w:color="auto"/>
              <w:bottom w:val="single" w:sz="6" w:space="0" w:color="auto"/>
              <w:right w:val="double" w:sz="6" w:space="0" w:color="auto"/>
            </w:tcBorders>
          </w:tcPr>
          <w:p w14:paraId="18E0B474" w14:textId="77777777" w:rsidR="00096DC7" w:rsidRPr="008F643F" w:rsidRDefault="00096DC7" w:rsidP="00096DC7">
            <w:pPr>
              <w:pStyle w:val="Testotabella"/>
              <w:rPr>
                <w:rFonts w:ascii="Gotham" w:hAnsi="Gotham"/>
                <w:sz w:val="18"/>
              </w:rPr>
            </w:pPr>
          </w:p>
        </w:tc>
      </w:tr>
      <w:tr w:rsidR="00096DC7" w14:paraId="45FA5943" w14:textId="77777777" w:rsidTr="000A404A">
        <w:trPr>
          <w:gridBefore w:val="1"/>
          <w:gridAfter w:val="1"/>
          <w:wBefore w:w="71" w:type="dxa"/>
          <w:wAfter w:w="20" w:type="dxa"/>
          <w:cantSplit/>
          <w:trHeight w:val="360"/>
        </w:trPr>
        <w:tc>
          <w:tcPr>
            <w:tcW w:w="2266" w:type="dxa"/>
            <w:gridSpan w:val="5"/>
            <w:tcBorders>
              <w:top w:val="single" w:sz="6" w:space="0" w:color="auto"/>
              <w:left w:val="double" w:sz="6" w:space="0" w:color="auto"/>
              <w:bottom w:val="single" w:sz="6" w:space="0" w:color="auto"/>
              <w:right w:val="single" w:sz="6" w:space="0" w:color="auto"/>
            </w:tcBorders>
          </w:tcPr>
          <w:p w14:paraId="24A6FDE7" w14:textId="77777777" w:rsidR="00096DC7" w:rsidRPr="008F643F" w:rsidRDefault="00096DC7" w:rsidP="00096DC7">
            <w:pPr>
              <w:pStyle w:val="Testotabella"/>
              <w:rPr>
                <w:rFonts w:ascii="Gotham" w:hAnsi="Gotham"/>
                <w:sz w:val="18"/>
              </w:rPr>
            </w:pPr>
          </w:p>
        </w:tc>
        <w:tc>
          <w:tcPr>
            <w:tcW w:w="1872" w:type="dxa"/>
            <w:gridSpan w:val="7"/>
            <w:tcBorders>
              <w:top w:val="single" w:sz="6" w:space="0" w:color="auto"/>
              <w:left w:val="single" w:sz="6" w:space="0" w:color="auto"/>
              <w:bottom w:val="single" w:sz="6" w:space="0" w:color="auto"/>
              <w:right w:val="single" w:sz="6" w:space="0" w:color="auto"/>
            </w:tcBorders>
          </w:tcPr>
          <w:p w14:paraId="3567403D" w14:textId="77777777" w:rsidR="00096DC7" w:rsidRPr="008F643F" w:rsidRDefault="00096DC7" w:rsidP="00096DC7">
            <w:pPr>
              <w:pStyle w:val="Testotabella"/>
              <w:rPr>
                <w:rFonts w:ascii="Gotham" w:hAnsi="Gotham"/>
                <w:sz w:val="18"/>
              </w:rPr>
            </w:pPr>
          </w:p>
        </w:tc>
        <w:tc>
          <w:tcPr>
            <w:tcW w:w="1040" w:type="dxa"/>
            <w:gridSpan w:val="4"/>
            <w:tcBorders>
              <w:top w:val="single" w:sz="6" w:space="0" w:color="auto"/>
              <w:left w:val="single" w:sz="6" w:space="0" w:color="auto"/>
              <w:bottom w:val="single" w:sz="6" w:space="0" w:color="auto"/>
              <w:right w:val="single" w:sz="6" w:space="0" w:color="auto"/>
            </w:tcBorders>
          </w:tcPr>
          <w:p w14:paraId="55183C46" w14:textId="77777777" w:rsidR="00096DC7" w:rsidRPr="008F643F" w:rsidRDefault="00096DC7" w:rsidP="00096DC7">
            <w:pPr>
              <w:pStyle w:val="Testotabella"/>
              <w:rPr>
                <w:rFonts w:ascii="Gotham" w:hAnsi="Gotham"/>
                <w:sz w:val="18"/>
              </w:rPr>
            </w:pPr>
          </w:p>
        </w:tc>
        <w:tc>
          <w:tcPr>
            <w:tcW w:w="1057" w:type="dxa"/>
            <w:gridSpan w:val="4"/>
            <w:tcBorders>
              <w:top w:val="single" w:sz="6" w:space="0" w:color="auto"/>
              <w:left w:val="single" w:sz="6" w:space="0" w:color="auto"/>
              <w:bottom w:val="single" w:sz="6" w:space="0" w:color="auto"/>
              <w:right w:val="single" w:sz="6" w:space="0" w:color="auto"/>
            </w:tcBorders>
          </w:tcPr>
          <w:p w14:paraId="1DCD3AA6" w14:textId="77777777" w:rsidR="00096DC7" w:rsidRPr="008F643F" w:rsidRDefault="00096DC7" w:rsidP="00096DC7">
            <w:pPr>
              <w:pStyle w:val="Testotabella"/>
              <w:rPr>
                <w:rFonts w:ascii="Gotham" w:hAnsi="Gotham"/>
                <w:sz w:val="18"/>
              </w:rPr>
            </w:pPr>
          </w:p>
        </w:tc>
        <w:tc>
          <w:tcPr>
            <w:tcW w:w="1276" w:type="dxa"/>
            <w:gridSpan w:val="5"/>
            <w:tcBorders>
              <w:top w:val="single" w:sz="6" w:space="0" w:color="auto"/>
              <w:left w:val="single" w:sz="6" w:space="0" w:color="auto"/>
              <w:bottom w:val="single" w:sz="6" w:space="0" w:color="auto"/>
              <w:right w:val="double" w:sz="6" w:space="0" w:color="auto"/>
            </w:tcBorders>
          </w:tcPr>
          <w:p w14:paraId="654FB763" w14:textId="77777777" w:rsidR="00096DC7" w:rsidRPr="008F643F" w:rsidRDefault="00096DC7" w:rsidP="00096DC7">
            <w:pPr>
              <w:pStyle w:val="Testotabella"/>
              <w:rPr>
                <w:rFonts w:ascii="Gotham" w:hAnsi="Gotham"/>
                <w:sz w:val="18"/>
              </w:rPr>
            </w:pPr>
          </w:p>
        </w:tc>
        <w:tc>
          <w:tcPr>
            <w:tcW w:w="2126" w:type="dxa"/>
            <w:gridSpan w:val="7"/>
            <w:tcBorders>
              <w:top w:val="single" w:sz="6" w:space="0" w:color="auto"/>
              <w:bottom w:val="single" w:sz="6" w:space="0" w:color="auto"/>
              <w:right w:val="single" w:sz="6" w:space="0" w:color="auto"/>
            </w:tcBorders>
          </w:tcPr>
          <w:p w14:paraId="3E3B3CF0" w14:textId="77777777" w:rsidR="00096DC7" w:rsidRPr="008F643F" w:rsidRDefault="00096DC7" w:rsidP="00096DC7">
            <w:pPr>
              <w:pStyle w:val="Testotabella"/>
              <w:rPr>
                <w:rFonts w:ascii="Gotham" w:hAnsi="Gotham"/>
                <w:sz w:val="18"/>
              </w:rPr>
            </w:pPr>
          </w:p>
        </w:tc>
        <w:tc>
          <w:tcPr>
            <w:tcW w:w="1656" w:type="dxa"/>
            <w:gridSpan w:val="7"/>
            <w:tcBorders>
              <w:top w:val="single" w:sz="6" w:space="0" w:color="auto"/>
              <w:left w:val="single" w:sz="6" w:space="0" w:color="auto"/>
              <w:bottom w:val="single" w:sz="6" w:space="0" w:color="auto"/>
              <w:right w:val="single" w:sz="6" w:space="0" w:color="auto"/>
            </w:tcBorders>
          </w:tcPr>
          <w:p w14:paraId="019D9337" w14:textId="77777777" w:rsidR="00096DC7" w:rsidRPr="008F643F" w:rsidRDefault="00096DC7" w:rsidP="00096DC7">
            <w:pPr>
              <w:pStyle w:val="Testotabella"/>
              <w:rPr>
                <w:rFonts w:ascii="Gotham" w:hAnsi="Gotham"/>
                <w:sz w:val="18"/>
              </w:rPr>
            </w:pPr>
          </w:p>
        </w:tc>
        <w:tc>
          <w:tcPr>
            <w:tcW w:w="1015" w:type="dxa"/>
            <w:gridSpan w:val="4"/>
            <w:tcBorders>
              <w:top w:val="single" w:sz="6" w:space="0" w:color="auto"/>
              <w:left w:val="single" w:sz="6" w:space="0" w:color="auto"/>
              <w:bottom w:val="single" w:sz="6" w:space="0" w:color="auto"/>
              <w:right w:val="single" w:sz="6" w:space="0" w:color="auto"/>
            </w:tcBorders>
          </w:tcPr>
          <w:p w14:paraId="15255829" w14:textId="77777777" w:rsidR="00096DC7" w:rsidRPr="008F643F" w:rsidRDefault="00096DC7" w:rsidP="00096DC7">
            <w:pPr>
              <w:pStyle w:val="Testotabella"/>
              <w:rPr>
                <w:rFonts w:ascii="Gotham" w:hAnsi="Gotham"/>
                <w:sz w:val="18"/>
              </w:rPr>
            </w:pPr>
          </w:p>
        </w:tc>
        <w:tc>
          <w:tcPr>
            <w:tcW w:w="1110" w:type="dxa"/>
            <w:tcBorders>
              <w:top w:val="single" w:sz="6" w:space="0" w:color="auto"/>
              <w:left w:val="single" w:sz="6" w:space="0" w:color="auto"/>
              <w:bottom w:val="single" w:sz="6" w:space="0" w:color="auto"/>
              <w:right w:val="single" w:sz="6" w:space="0" w:color="auto"/>
            </w:tcBorders>
          </w:tcPr>
          <w:p w14:paraId="54B3D2B1" w14:textId="77777777" w:rsidR="00096DC7" w:rsidRPr="008F643F" w:rsidRDefault="00096DC7" w:rsidP="00096DC7">
            <w:pPr>
              <w:pStyle w:val="Testotabella"/>
              <w:rPr>
                <w:rFonts w:ascii="Gotham" w:hAnsi="Gotham"/>
                <w:sz w:val="18"/>
              </w:rPr>
            </w:pPr>
          </w:p>
        </w:tc>
        <w:tc>
          <w:tcPr>
            <w:tcW w:w="1305" w:type="dxa"/>
            <w:tcBorders>
              <w:top w:val="single" w:sz="6" w:space="0" w:color="auto"/>
              <w:left w:val="single" w:sz="6" w:space="0" w:color="auto"/>
              <w:bottom w:val="single" w:sz="6" w:space="0" w:color="auto"/>
              <w:right w:val="double" w:sz="6" w:space="0" w:color="auto"/>
            </w:tcBorders>
          </w:tcPr>
          <w:p w14:paraId="11A6C5AE" w14:textId="77777777" w:rsidR="00096DC7" w:rsidRPr="008F643F" w:rsidRDefault="00096DC7" w:rsidP="00096DC7">
            <w:pPr>
              <w:pStyle w:val="Testotabella"/>
              <w:rPr>
                <w:rFonts w:ascii="Gotham" w:hAnsi="Gotham"/>
                <w:sz w:val="18"/>
              </w:rPr>
            </w:pPr>
          </w:p>
        </w:tc>
      </w:tr>
      <w:tr w:rsidR="00096DC7" w14:paraId="5C1FEADE" w14:textId="77777777" w:rsidTr="000A404A">
        <w:trPr>
          <w:gridBefore w:val="1"/>
          <w:gridAfter w:val="1"/>
          <w:wBefore w:w="71" w:type="dxa"/>
          <w:wAfter w:w="20" w:type="dxa"/>
          <w:cantSplit/>
          <w:trHeight w:val="360"/>
        </w:trPr>
        <w:tc>
          <w:tcPr>
            <w:tcW w:w="2266" w:type="dxa"/>
            <w:gridSpan w:val="5"/>
            <w:tcBorders>
              <w:top w:val="single" w:sz="6" w:space="0" w:color="auto"/>
              <w:left w:val="double" w:sz="6" w:space="0" w:color="auto"/>
              <w:bottom w:val="single" w:sz="6" w:space="0" w:color="auto"/>
              <w:right w:val="single" w:sz="6" w:space="0" w:color="auto"/>
            </w:tcBorders>
          </w:tcPr>
          <w:p w14:paraId="303F29E5" w14:textId="77777777" w:rsidR="00096DC7" w:rsidRPr="008F643F" w:rsidRDefault="00096DC7" w:rsidP="00096DC7">
            <w:pPr>
              <w:pStyle w:val="Testotabella"/>
              <w:rPr>
                <w:rFonts w:ascii="Gotham" w:hAnsi="Gotham"/>
                <w:sz w:val="18"/>
              </w:rPr>
            </w:pPr>
          </w:p>
        </w:tc>
        <w:tc>
          <w:tcPr>
            <w:tcW w:w="1872" w:type="dxa"/>
            <w:gridSpan w:val="7"/>
            <w:tcBorders>
              <w:top w:val="single" w:sz="6" w:space="0" w:color="auto"/>
              <w:left w:val="single" w:sz="6" w:space="0" w:color="auto"/>
              <w:bottom w:val="single" w:sz="6" w:space="0" w:color="auto"/>
              <w:right w:val="single" w:sz="6" w:space="0" w:color="auto"/>
            </w:tcBorders>
          </w:tcPr>
          <w:p w14:paraId="023705C5" w14:textId="77777777" w:rsidR="00096DC7" w:rsidRPr="008F643F" w:rsidRDefault="00096DC7" w:rsidP="00096DC7">
            <w:pPr>
              <w:pStyle w:val="Testotabella"/>
              <w:rPr>
                <w:rFonts w:ascii="Gotham" w:hAnsi="Gotham"/>
                <w:sz w:val="18"/>
              </w:rPr>
            </w:pPr>
          </w:p>
        </w:tc>
        <w:tc>
          <w:tcPr>
            <w:tcW w:w="1040" w:type="dxa"/>
            <w:gridSpan w:val="4"/>
            <w:tcBorders>
              <w:top w:val="single" w:sz="6" w:space="0" w:color="auto"/>
              <w:left w:val="single" w:sz="6" w:space="0" w:color="auto"/>
              <w:bottom w:val="single" w:sz="6" w:space="0" w:color="auto"/>
              <w:right w:val="single" w:sz="6" w:space="0" w:color="auto"/>
            </w:tcBorders>
          </w:tcPr>
          <w:p w14:paraId="13E5064C" w14:textId="77777777" w:rsidR="00096DC7" w:rsidRPr="008F643F" w:rsidRDefault="00096DC7" w:rsidP="00096DC7">
            <w:pPr>
              <w:pStyle w:val="Testotabella"/>
              <w:rPr>
                <w:rFonts w:ascii="Gotham" w:hAnsi="Gotham"/>
                <w:sz w:val="18"/>
              </w:rPr>
            </w:pPr>
          </w:p>
        </w:tc>
        <w:tc>
          <w:tcPr>
            <w:tcW w:w="1057" w:type="dxa"/>
            <w:gridSpan w:val="4"/>
            <w:tcBorders>
              <w:top w:val="single" w:sz="6" w:space="0" w:color="auto"/>
              <w:left w:val="single" w:sz="6" w:space="0" w:color="auto"/>
              <w:bottom w:val="single" w:sz="6" w:space="0" w:color="auto"/>
              <w:right w:val="single" w:sz="6" w:space="0" w:color="auto"/>
            </w:tcBorders>
          </w:tcPr>
          <w:p w14:paraId="542F6023" w14:textId="77777777" w:rsidR="00096DC7" w:rsidRPr="008F643F" w:rsidRDefault="00096DC7" w:rsidP="00096DC7">
            <w:pPr>
              <w:pStyle w:val="Testotabella"/>
              <w:rPr>
                <w:rFonts w:ascii="Gotham" w:hAnsi="Gotham"/>
                <w:sz w:val="18"/>
              </w:rPr>
            </w:pPr>
          </w:p>
        </w:tc>
        <w:tc>
          <w:tcPr>
            <w:tcW w:w="1276" w:type="dxa"/>
            <w:gridSpan w:val="5"/>
            <w:tcBorders>
              <w:top w:val="single" w:sz="6" w:space="0" w:color="auto"/>
              <w:left w:val="single" w:sz="6" w:space="0" w:color="auto"/>
              <w:bottom w:val="single" w:sz="6" w:space="0" w:color="auto"/>
              <w:right w:val="double" w:sz="6" w:space="0" w:color="auto"/>
            </w:tcBorders>
          </w:tcPr>
          <w:p w14:paraId="3887F6FB" w14:textId="77777777" w:rsidR="00096DC7" w:rsidRPr="008F643F" w:rsidRDefault="00096DC7" w:rsidP="00096DC7">
            <w:pPr>
              <w:pStyle w:val="Testotabella"/>
              <w:rPr>
                <w:rFonts w:ascii="Gotham" w:hAnsi="Gotham"/>
                <w:sz w:val="18"/>
              </w:rPr>
            </w:pPr>
          </w:p>
        </w:tc>
        <w:tc>
          <w:tcPr>
            <w:tcW w:w="2126" w:type="dxa"/>
            <w:gridSpan w:val="7"/>
            <w:tcBorders>
              <w:top w:val="single" w:sz="6" w:space="0" w:color="auto"/>
              <w:bottom w:val="single" w:sz="6" w:space="0" w:color="auto"/>
              <w:right w:val="single" w:sz="6" w:space="0" w:color="auto"/>
            </w:tcBorders>
          </w:tcPr>
          <w:p w14:paraId="531AD3F9" w14:textId="77777777" w:rsidR="00096DC7" w:rsidRPr="008F643F" w:rsidRDefault="00096DC7" w:rsidP="00096DC7">
            <w:pPr>
              <w:pStyle w:val="Testotabella"/>
              <w:rPr>
                <w:rFonts w:ascii="Gotham" w:hAnsi="Gotham"/>
                <w:sz w:val="18"/>
              </w:rPr>
            </w:pPr>
          </w:p>
        </w:tc>
        <w:tc>
          <w:tcPr>
            <w:tcW w:w="1656" w:type="dxa"/>
            <w:gridSpan w:val="7"/>
            <w:tcBorders>
              <w:top w:val="single" w:sz="6" w:space="0" w:color="auto"/>
              <w:left w:val="single" w:sz="6" w:space="0" w:color="auto"/>
              <w:bottom w:val="single" w:sz="6" w:space="0" w:color="auto"/>
              <w:right w:val="single" w:sz="6" w:space="0" w:color="auto"/>
            </w:tcBorders>
          </w:tcPr>
          <w:p w14:paraId="4742DAA9" w14:textId="77777777" w:rsidR="00096DC7" w:rsidRPr="008F643F" w:rsidRDefault="00096DC7" w:rsidP="00096DC7">
            <w:pPr>
              <w:pStyle w:val="Testotabella"/>
              <w:rPr>
                <w:rFonts w:ascii="Gotham" w:hAnsi="Gotham"/>
                <w:sz w:val="18"/>
              </w:rPr>
            </w:pPr>
          </w:p>
        </w:tc>
        <w:tc>
          <w:tcPr>
            <w:tcW w:w="1015" w:type="dxa"/>
            <w:gridSpan w:val="4"/>
            <w:tcBorders>
              <w:top w:val="single" w:sz="6" w:space="0" w:color="auto"/>
              <w:left w:val="single" w:sz="6" w:space="0" w:color="auto"/>
              <w:bottom w:val="single" w:sz="6" w:space="0" w:color="auto"/>
              <w:right w:val="single" w:sz="6" w:space="0" w:color="auto"/>
            </w:tcBorders>
          </w:tcPr>
          <w:p w14:paraId="6ACB721D" w14:textId="77777777" w:rsidR="00096DC7" w:rsidRPr="008F643F" w:rsidRDefault="00096DC7" w:rsidP="00096DC7">
            <w:pPr>
              <w:pStyle w:val="Testotabella"/>
              <w:rPr>
                <w:rFonts w:ascii="Gotham" w:hAnsi="Gotham"/>
                <w:sz w:val="18"/>
              </w:rPr>
            </w:pPr>
          </w:p>
        </w:tc>
        <w:tc>
          <w:tcPr>
            <w:tcW w:w="1110" w:type="dxa"/>
            <w:tcBorders>
              <w:top w:val="single" w:sz="6" w:space="0" w:color="auto"/>
              <w:left w:val="single" w:sz="6" w:space="0" w:color="auto"/>
              <w:bottom w:val="single" w:sz="6" w:space="0" w:color="auto"/>
              <w:right w:val="single" w:sz="6" w:space="0" w:color="auto"/>
            </w:tcBorders>
          </w:tcPr>
          <w:p w14:paraId="19E5B1E2" w14:textId="77777777" w:rsidR="00096DC7" w:rsidRPr="008F643F" w:rsidRDefault="00096DC7" w:rsidP="00096DC7">
            <w:pPr>
              <w:pStyle w:val="Testotabella"/>
              <w:rPr>
                <w:rFonts w:ascii="Gotham" w:hAnsi="Gotham"/>
                <w:sz w:val="18"/>
              </w:rPr>
            </w:pPr>
          </w:p>
        </w:tc>
        <w:tc>
          <w:tcPr>
            <w:tcW w:w="1305" w:type="dxa"/>
            <w:tcBorders>
              <w:top w:val="single" w:sz="6" w:space="0" w:color="auto"/>
              <w:left w:val="single" w:sz="6" w:space="0" w:color="auto"/>
              <w:bottom w:val="single" w:sz="6" w:space="0" w:color="auto"/>
              <w:right w:val="double" w:sz="6" w:space="0" w:color="auto"/>
            </w:tcBorders>
          </w:tcPr>
          <w:p w14:paraId="1BE5DB6F" w14:textId="77777777" w:rsidR="00096DC7" w:rsidRPr="008F643F" w:rsidRDefault="00096DC7" w:rsidP="00096DC7">
            <w:pPr>
              <w:pStyle w:val="Testotabella"/>
              <w:rPr>
                <w:rFonts w:ascii="Gotham" w:hAnsi="Gotham"/>
                <w:sz w:val="18"/>
              </w:rPr>
            </w:pPr>
          </w:p>
        </w:tc>
      </w:tr>
      <w:tr w:rsidR="00096DC7" w14:paraId="1ED08996" w14:textId="77777777" w:rsidTr="000A404A">
        <w:trPr>
          <w:gridBefore w:val="1"/>
          <w:gridAfter w:val="1"/>
          <w:wBefore w:w="71" w:type="dxa"/>
          <w:wAfter w:w="20" w:type="dxa"/>
          <w:cantSplit/>
          <w:trHeight w:val="360"/>
        </w:trPr>
        <w:tc>
          <w:tcPr>
            <w:tcW w:w="2266" w:type="dxa"/>
            <w:gridSpan w:val="5"/>
            <w:tcBorders>
              <w:top w:val="single" w:sz="6" w:space="0" w:color="auto"/>
              <w:left w:val="double" w:sz="6" w:space="0" w:color="auto"/>
              <w:bottom w:val="single" w:sz="6" w:space="0" w:color="auto"/>
              <w:right w:val="single" w:sz="6" w:space="0" w:color="auto"/>
            </w:tcBorders>
          </w:tcPr>
          <w:p w14:paraId="4F8233AB" w14:textId="77777777" w:rsidR="00096DC7" w:rsidRPr="008F643F" w:rsidRDefault="00096DC7" w:rsidP="00096DC7">
            <w:pPr>
              <w:pStyle w:val="Testotabella"/>
              <w:rPr>
                <w:rFonts w:ascii="Gotham" w:hAnsi="Gotham"/>
                <w:sz w:val="18"/>
              </w:rPr>
            </w:pPr>
          </w:p>
        </w:tc>
        <w:tc>
          <w:tcPr>
            <w:tcW w:w="1872" w:type="dxa"/>
            <w:gridSpan w:val="7"/>
            <w:tcBorders>
              <w:top w:val="single" w:sz="6" w:space="0" w:color="auto"/>
              <w:left w:val="single" w:sz="6" w:space="0" w:color="auto"/>
              <w:bottom w:val="single" w:sz="6" w:space="0" w:color="auto"/>
              <w:right w:val="single" w:sz="6" w:space="0" w:color="auto"/>
            </w:tcBorders>
          </w:tcPr>
          <w:p w14:paraId="51050BF9" w14:textId="77777777" w:rsidR="00096DC7" w:rsidRPr="008F643F" w:rsidRDefault="00096DC7" w:rsidP="00096DC7">
            <w:pPr>
              <w:pStyle w:val="Testotabella"/>
              <w:rPr>
                <w:rFonts w:ascii="Gotham" w:hAnsi="Gotham"/>
                <w:sz w:val="18"/>
              </w:rPr>
            </w:pPr>
          </w:p>
        </w:tc>
        <w:tc>
          <w:tcPr>
            <w:tcW w:w="1040" w:type="dxa"/>
            <w:gridSpan w:val="4"/>
            <w:tcBorders>
              <w:top w:val="single" w:sz="6" w:space="0" w:color="auto"/>
              <w:left w:val="single" w:sz="6" w:space="0" w:color="auto"/>
              <w:bottom w:val="single" w:sz="6" w:space="0" w:color="auto"/>
              <w:right w:val="single" w:sz="6" w:space="0" w:color="auto"/>
            </w:tcBorders>
          </w:tcPr>
          <w:p w14:paraId="49A93C07" w14:textId="77777777" w:rsidR="00096DC7" w:rsidRPr="008F643F" w:rsidRDefault="00096DC7" w:rsidP="00096DC7">
            <w:pPr>
              <w:pStyle w:val="Testotabella"/>
              <w:rPr>
                <w:rFonts w:ascii="Gotham" w:hAnsi="Gotham"/>
                <w:sz w:val="18"/>
              </w:rPr>
            </w:pPr>
          </w:p>
        </w:tc>
        <w:tc>
          <w:tcPr>
            <w:tcW w:w="1057" w:type="dxa"/>
            <w:gridSpan w:val="4"/>
            <w:tcBorders>
              <w:top w:val="single" w:sz="6" w:space="0" w:color="auto"/>
              <w:left w:val="single" w:sz="6" w:space="0" w:color="auto"/>
              <w:bottom w:val="single" w:sz="6" w:space="0" w:color="auto"/>
              <w:right w:val="single" w:sz="6" w:space="0" w:color="auto"/>
            </w:tcBorders>
          </w:tcPr>
          <w:p w14:paraId="7C70B9F2" w14:textId="77777777" w:rsidR="00096DC7" w:rsidRPr="008F643F" w:rsidRDefault="00096DC7" w:rsidP="00096DC7">
            <w:pPr>
              <w:pStyle w:val="Testotabella"/>
              <w:rPr>
                <w:rFonts w:ascii="Gotham" w:hAnsi="Gotham"/>
                <w:sz w:val="18"/>
              </w:rPr>
            </w:pPr>
          </w:p>
        </w:tc>
        <w:tc>
          <w:tcPr>
            <w:tcW w:w="1276" w:type="dxa"/>
            <w:gridSpan w:val="5"/>
            <w:tcBorders>
              <w:top w:val="single" w:sz="6" w:space="0" w:color="auto"/>
              <w:left w:val="single" w:sz="6" w:space="0" w:color="auto"/>
              <w:bottom w:val="single" w:sz="6" w:space="0" w:color="auto"/>
              <w:right w:val="double" w:sz="6" w:space="0" w:color="auto"/>
            </w:tcBorders>
          </w:tcPr>
          <w:p w14:paraId="0B9A7E37" w14:textId="77777777" w:rsidR="00096DC7" w:rsidRPr="008F643F" w:rsidRDefault="00096DC7" w:rsidP="00096DC7">
            <w:pPr>
              <w:pStyle w:val="Testotabella"/>
              <w:rPr>
                <w:rFonts w:ascii="Gotham" w:hAnsi="Gotham"/>
                <w:sz w:val="18"/>
              </w:rPr>
            </w:pPr>
          </w:p>
        </w:tc>
        <w:tc>
          <w:tcPr>
            <w:tcW w:w="2126" w:type="dxa"/>
            <w:gridSpan w:val="7"/>
            <w:tcBorders>
              <w:top w:val="single" w:sz="6" w:space="0" w:color="auto"/>
              <w:bottom w:val="single" w:sz="6" w:space="0" w:color="auto"/>
              <w:right w:val="single" w:sz="6" w:space="0" w:color="auto"/>
            </w:tcBorders>
          </w:tcPr>
          <w:p w14:paraId="40E8BCDA" w14:textId="77777777" w:rsidR="00096DC7" w:rsidRPr="008F643F" w:rsidRDefault="00096DC7" w:rsidP="00096DC7">
            <w:pPr>
              <w:pStyle w:val="Testotabella"/>
              <w:rPr>
                <w:rFonts w:ascii="Gotham" w:hAnsi="Gotham"/>
                <w:sz w:val="18"/>
              </w:rPr>
            </w:pPr>
          </w:p>
        </w:tc>
        <w:tc>
          <w:tcPr>
            <w:tcW w:w="1656" w:type="dxa"/>
            <w:gridSpan w:val="7"/>
            <w:tcBorders>
              <w:top w:val="single" w:sz="6" w:space="0" w:color="auto"/>
              <w:left w:val="single" w:sz="6" w:space="0" w:color="auto"/>
              <w:bottom w:val="single" w:sz="6" w:space="0" w:color="auto"/>
              <w:right w:val="single" w:sz="6" w:space="0" w:color="auto"/>
            </w:tcBorders>
          </w:tcPr>
          <w:p w14:paraId="3BA1CBDD" w14:textId="77777777" w:rsidR="00096DC7" w:rsidRPr="008F643F" w:rsidRDefault="00096DC7" w:rsidP="00096DC7">
            <w:pPr>
              <w:pStyle w:val="Testotabella"/>
              <w:rPr>
                <w:rFonts w:ascii="Gotham" w:hAnsi="Gotham"/>
                <w:sz w:val="18"/>
              </w:rPr>
            </w:pPr>
          </w:p>
        </w:tc>
        <w:tc>
          <w:tcPr>
            <w:tcW w:w="1015" w:type="dxa"/>
            <w:gridSpan w:val="4"/>
            <w:tcBorders>
              <w:top w:val="single" w:sz="6" w:space="0" w:color="auto"/>
              <w:left w:val="single" w:sz="6" w:space="0" w:color="auto"/>
              <w:bottom w:val="single" w:sz="6" w:space="0" w:color="auto"/>
              <w:right w:val="single" w:sz="6" w:space="0" w:color="auto"/>
            </w:tcBorders>
          </w:tcPr>
          <w:p w14:paraId="4916C0DD" w14:textId="77777777" w:rsidR="00096DC7" w:rsidRPr="008F643F" w:rsidRDefault="00096DC7" w:rsidP="00096DC7">
            <w:pPr>
              <w:pStyle w:val="Testotabella"/>
              <w:rPr>
                <w:rFonts w:ascii="Gotham" w:hAnsi="Gotham"/>
                <w:sz w:val="18"/>
              </w:rPr>
            </w:pPr>
          </w:p>
        </w:tc>
        <w:tc>
          <w:tcPr>
            <w:tcW w:w="1110" w:type="dxa"/>
            <w:tcBorders>
              <w:top w:val="single" w:sz="6" w:space="0" w:color="auto"/>
              <w:left w:val="single" w:sz="6" w:space="0" w:color="auto"/>
              <w:bottom w:val="single" w:sz="6" w:space="0" w:color="auto"/>
              <w:right w:val="single" w:sz="6" w:space="0" w:color="auto"/>
            </w:tcBorders>
          </w:tcPr>
          <w:p w14:paraId="08F1C77D" w14:textId="77777777" w:rsidR="00096DC7" w:rsidRPr="008F643F" w:rsidRDefault="00096DC7" w:rsidP="00096DC7">
            <w:pPr>
              <w:pStyle w:val="Testotabella"/>
              <w:rPr>
                <w:rFonts w:ascii="Gotham" w:hAnsi="Gotham"/>
                <w:sz w:val="18"/>
              </w:rPr>
            </w:pPr>
          </w:p>
        </w:tc>
        <w:tc>
          <w:tcPr>
            <w:tcW w:w="1305" w:type="dxa"/>
            <w:tcBorders>
              <w:top w:val="single" w:sz="6" w:space="0" w:color="auto"/>
              <w:left w:val="single" w:sz="6" w:space="0" w:color="auto"/>
              <w:bottom w:val="single" w:sz="6" w:space="0" w:color="auto"/>
              <w:right w:val="double" w:sz="6" w:space="0" w:color="auto"/>
            </w:tcBorders>
          </w:tcPr>
          <w:p w14:paraId="3E7EBAC9" w14:textId="77777777" w:rsidR="00096DC7" w:rsidRPr="008F643F" w:rsidRDefault="00096DC7" w:rsidP="00096DC7">
            <w:pPr>
              <w:pStyle w:val="Testotabella"/>
              <w:rPr>
                <w:rFonts w:ascii="Gotham" w:hAnsi="Gotham"/>
                <w:sz w:val="18"/>
              </w:rPr>
            </w:pPr>
          </w:p>
        </w:tc>
      </w:tr>
      <w:tr w:rsidR="00096DC7" w:rsidRPr="00911750" w14:paraId="67FE7E73" w14:textId="77777777" w:rsidTr="000A404A">
        <w:trPr>
          <w:gridBefore w:val="1"/>
          <w:gridAfter w:val="1"/>
          <w:wBefore w:w="71" w:type="dxa"/>
          <w:wAfter w:w="20" w:type="dxa"/>
          <w:cantSplit/>
          <w:trHeight w:val="1289"/>
        </w:trPr>
        <w:tc>
          <w:tcPr>
            <w:tcW w:w="7511" w:type="dxa"/>
            <w:gridSpan w:val="25"/>
            <w:tcBorders>
              <w:top w:val="single" w:sz="6" w:space="0" w:color="auto"/>
              <w:left w:val="double" w:sz="6" w:space="0" w:color="auto"/>
              <w:bottom w:val="double" w:sz="6" w:space="0" w:color="auto"/>
              <w:right w:val="single" w:sz="6" w:space="0" w:color="auto"/>
            </w:tcBorders>
          </w:tcPr>
          <w:p w14:paraId="413B0DCB" w14:textId="77777777" w:rsidR="00096DC7" w:rsidRPr="008F643F" w:rsidRDefault="00096DC7" w:rsidP="00096DC7">
            <w:pPr>
              <w:pStyle w:val="Testotabella"/>
              <w:rPr>
                <w:rFonts w:ascii="Gotham" w:hAnsi="Gotham"/>
                <w:sz w:val="18"/>
                <w:lang w:val="en-GB"/>
              </w:rPr>
            </w:pPr>
            <w:r w:rsidRPr="008F643F">
              <w:rPr>
                <w:rFonts w:ascii="Gotham" w:hAnsi="Gotham"/>
                <w:lang w:val="en-GB"/>
              </w:rPr>
              <w:t>12. Manufacturer Engineering Signature and Date</w:t>
            </w:r>
          </w:p>
        </w:tc>
        <w:tc>
          <w:tcPr>
            <w:tcW w:w="7212" w:type="dxa"/>
            <w:gridSpan w:val="20"/>
            <w:tcBorders>
              <w:top w:val="single" w:sz="6" w:space="0" w:color="auto"/>
              <w:left w:val="single" w:sz="6" w:space="0" w:color="auto"/>
              <w:bottom w:val="double" w:sz="6" w:space="0" w:color="auto"/>
              <w:right w:val="single" w:sz="6" w:space="0" w:color="auto"/>
            </w:tcBorders>
          </w:tcPr>
          <w:p w14:paraId="118CF778" w14:textId="77777777" w:rsidR="00096DC7" w:rsidRPr="008F643F" w:rsidRDefault="00096DC7" w:rsidP="00096DC7">
            <w:pPr>
              <w:pStyle w:val="Testotabella"/>
              <w:rPr>
                <w:rFonts w:ascii="Gotham" w:hAnsi="Gotham"/>
                <w:sz w:val="18"/>
                <w:lang w:val="en-GB"/>
              </w:rPr>
            </w:pPr>
            <w:r w:rsidRPr="008F643F">
              <w:rPr>
                <w:rFonts w:ascii="Gotham" w:hAnsi="Gotham"/>
                <w:lang w:val="en-GB"/>
              </w:rPr>
              <w:t>13. Quality Inspector Signature and Date</w:t>
            </w:r>
          </w:p>
        </w:tc>
      </w:tr>
      <w:tr w:rsidR="00096DC7" w14:paraId="09083BB2" w14:textId="77777777" w:rsidTr="000A404A">
        <w:trPr>
          <w:cantSplit/>
        </w:trPr>
        <w:tc>
          <w:tcPr>
            <w:tcW w:w="2337" w:type="dxa"/>
            <w:gridSpan w:val="6"/>
            <w:tcBorders>
              <w:top w:val="double" w:sz="6" w:space="0" w:color="auto"/>
              <w:left w:val="double" w:sz="6" w:space="0" w:color="auto"/>
              <w:bottom w:val="single" w:sz="6" w:space="0" w:color="auto"/>
              <w:right w:val="single" w:sz="6" w:space="0" w:color="auto"/>
            </w:tcBorders>
            <w:vAlign w:val="center"/>
          </w:tcPr>
          <w:p w14:paraId="2D58D714" w14:textId="77777777" w:rsidR="00096DC7" w:rsidRPr="008F643F" w:rsidRDefault="00096DC7" w:rsidP="00096DC7">
            <w:pPr>
              <w:pStyle w:val="Testotabella"/>
              <w:ind w:left="0"/>
              <w:jc w:val="center"/>
              <w:rPr>
                <w:rFonts w:ascii="Gotham" w:hAnsi="Gotham"/>
                <w:sz w:val="18"/>
              </w:rPr>
            </w:pPr>
            <w:r w:rsidRPr="008F643F">
              <w:rPr>
                <w:rFonts w:ascii="Gotham" w:hAnsi="Gotham"/>
                <w:noProof/>
              </w:rPr>
              <w:lastRenderedPageBreak/>
              <w:t>SUPPLIER LOGO</w:t>
            </w:r>
          </w:p>
        </w:tc>
        <w:tc>
          <w:tcPr>
            <w:tcW w:w="8534" w:type="dxa"/>
            <w:gridSpan w:val="32"/>
            <w:tcBorders>
              <w:top w:val="double" w:sz="6" w:space="0" w:color="auto"/>
              <w:left w:val="single" w:sz="6" w:space="0" w:color="auto"/>
              <w:right w:val="single" w:sz="6" w:space="0" w:color="auto"/>
            </w:tcBorders>
          </w:tcPr>
          <w:p w14:paraId="443FE08C" w14:textId="77777777" w:rsidR="00096DC7" w:rsidRPr="008F643F" w:rsidRDefault="00096DC7" w:rsidP="00096DC7">
            <w:pPr>
              <w:pStyle w:val="Testotabella"/>
              <w:spacing w:before="120"/>
              <w:ind w:left="0"/>
              <w:jc w:val="center"/>
              <w:rPr>
                <w:rFonts w:ascii="Gotham" w:hAnsi="Gotham"/>
                <w:sz w:val="24"/>
                <w:lang w:val="en-GB"/>
              </w:rPr>
            </w:pPr>
            <w:r w:rsidRPr="008F643F">
              <w:rPr>
                <w:rFonts w:ascii="Gotham" w:hAnsi="Gotham"/>
                <w:sz w:val="24"/>
                <w:lang w:val="en-GB"/>
              </w:rPr>
              <w:t>MANUFACTURING INSPECTION REPORT (MIR)</w:t>
            </w:r>
          </w:p>
          <w:p w14:paraId="6196433C" w14:textId="77777777" w:rsidR="00096DC7" w:rsidRPr="008F643F" w:rsidRDefault="00096DC7" w:rsidP="00096DC7">
            <w:pPr>
              <w:pStyle w:val="Testotabella"/>
              <w:spacing w:line="240" w:lineRule="auto"/>
              <w:ind w:left="0"/>
              <w:rPr>
                <w:rFonts w:ascii="Gotham" w:hAnsi="Gotham"/>
                <w:lang w:val="en-GB"/>
              </w:rPr>
            </w:pPr>
          </w:p>
          <w:p w14:paraId="5C9E2F9C" w14:textId="77777777" w:rsidR="00096DC7" w:rsidRPr="008F643F" w:rsidRDefault="00096DC7" w:rsidP="00096DC7">
            <w:pPr>
              <w:pStyle w:val="Testotabella"/>
              <w:spacing w:line="240" w:lineRule="auto"/>
              <w:ind w:left="0"/>
              <w:jc w:val="center"/>
              <w:rPr>
                <w:rFonts w:ascii="Gotham" w:hAnsi="Gotham"/>
                <w:b/>
                <w:sz w:val="18"/>
                <w:lang w:val="en-GB"/>
              </w:rPr>
            </w:pPr>
            <w:r w:rsidRPr="008F643F">
              <w:rPr>
                <w:rFonts w:ascii="Gotham" w:hAnsi="Gotham"/>
                <w:b/>
                <w:lang w:val="en-GB"/>
              </w:rPr>
              <w:t>LIST OF PLUS AND/OR MINUS MODIFICATIONS AGAINST TSD</w:t>
            </w:r>
          </w:p>
        </w:tc>
        <w:tc>
          <w:tcPr>
            <w:tcW w:w="3943" w:type="dxa"/>
            <w:gridSpan w:val="9"/>
            <w:tcBorders>
              <w:top w:val="double" w:sz="6" w:space="0" w:color="auto"/>
              <w:left w:val="single" w:sz="6" w:space="0" w:color="auto"/>
              <w:right w:val="double" w:sz="6" w:space="0" w:color="auto"/>
            </w:tcBorders>
          </w:tcPr>
          <w:p w14:paraId="3B955335" w14:textId="77777777" w:rsidR="00096DC7" w:rsidRPr="008F643F" w:rsidRDefault="00096DC7" w:rsidP="00096DC7">
            <w:pPr>
              <w:pStyle w:val="Testotabella"/>
              <w:rPr>
                <w:rFonts w:ascii="Gotham" w:hAnsi="Gotham"/>
                <w:lang w:val="de-DE"/>
              </w:rPr>
            </w:pPr>
            <w:r w:rsidRPr="008F643F">
              <w:rPr>
                <w:rFonts w:ascii="Gotham" w:hAnsi="Gotham"/>
                <w:lang w:val="de-DE"/>
              </w:rPr>
              <w:t>6.</w:t>
            </w:r>
          </w:p>
          <w:p w14:paraId="6AA5E26E" w14:textId="77777777" w:rsidR="00096DC7" w:rsidRPr="008F643F" w:rsidRDefault="00096DC7" w:rsidP="00096DC7">
            <w:pPr>
              <w:pStyle w:val="Testotabella"/>
              <w:rPr>
                <w:rFonts w:ascii="Gotham" w:hAnsi="Gotham"/>
                <w:lang w:val="de-DE"/>
              </w:rPr>
            </w:pPr>
          </w:p>
          <w:p w14:paraId="78EC8F6B" w14:textId="77777777" w:rsidR="00096DC7" w:rsidRPr="008F643F" w:rsidRDefault="00096DC7" w:rsidP="00096DC7">
            <w:pPr>
              <w:pStyle w:val="Testotabella"/>
              <w:rPr>
                <w:rFonts w:ascii="Gotham" w:hAnsi="Gotham"/>
                <w:lang w:val="de-DE"/>
              </w:rPr>
            </w:pPr>
            <w:r w:rsidRPr="008F643F">
              <w:rPr>
                <w:rFonts w:ascii="Gotham" w:hAnsi="Gotham"/>
                <w:lang w:val="de-DE"/>
              </w:rPr>
              <w:t>MIR n..................       Iss. .......</w:t>
            </w:r>
          </w:p>
          <w:p w14:paraId="2646E692" w14:textId="77777777" w:rsidR="00096DC7" w:rsidRPr="008F643F" w:rsidRDefault="00096DC7" w:rsidP="00096DC7">
            <w:pPr>
              <w:pStyle w:val="Testotabella"/>
              <w:rPr>
                <w:rFonts w:ascii="Gotham" w:hAnsi="Gotham"/>
                <w:lang w:val="de-DE"/>
              </w:rPr>
            </w:pPr>
            <w:r w:rsidRPr="008F643F">
              <w:rPr>
                <w:rFonts w:ascii="Gotham" w:hAnsi="Gotham"/>
                <w:lang w:val="de-DE"/>
              </w:rPr>
              <w:t xml:space="preserve">                                   </w:t>
            </w:r>
          </w:p>
        </w:tc>
      </w:tr>
      <w:tr w:rsidR="00096DC7" w14:paraId="6F197582" w14:textId="77777777" w:rsidTr="000A404A">
        <w:trPr>
          <w:cantSplit/>
        </w:trPr>
        <w:tc>
          <w:tcPr>
            <w:tcW w:w="2337" w:type="dxa"/>
            <w:gridSpan w:val="6"/>
            <w:vMerge w:val="restart"/>
            <w:tcBorders>
              <w:top w:val="single" w:sz="6" w:space="0" w:color="auto"/>
              <w:left w:val="double" w:sz="6" w:space="0" w:color="auto"/>
              <w:right w:val="single" w:sz="6" w:space="0" w:color="auto"/>
            </w:tcBorders>
          </w:tcPr>
          <w:p w14:paraId="1BE6C82D" w14:textId="77777777" w:rsidR="00096DC7" w:rsidRPr="008F643F" w:rsidRDefault="00096DC7" w:rsidP="00096DC7">
            <w:pPr>
              <w:pStyle w:val="Testotabella"/>
              <w:rPr>
                <w:rFonts w:ascii="Gotham" w:hAnsi="Gotham"/>
                <w:sz w:val="18"/>
              </w:rPr>
            </w:pPr>
            <w:r w:rsidRPr="008F643F">
              <w:rPr>
                <w:rFonts w:ascii="Gotham" w:hAnsi="Gotham"/>
              </w:rPr>
              <w:t>1. Supplier</w:t>
            </w:r>
          </w:p>
          <w:p w14:paraId="7F9A15C6" w14:textId="77777777" w:rsidR="00096DC7" w:rsidRPr="008F643F" w:rsidRDefault="00096DC7" w:rsidP="00096DC7">
            <w:pPr>
              <w:pStyle w:val="Testotabella"/>
              <w:rPr>
                <w:rFonts w:ascii="Gotham" w:hAnsi="Gotham"/>
                <w:sz w:val="18"/>
              </w:rPr>
            </w:pPr>
          </w:p>
        </w:tc>
        <w:tc>
          <w:tcPr>
            <w:tcW w:w="8534" w:type="dxa"/>
            <w:gridSpan w:val="32"/>
            <w:tcBorders>
              <w:left w:val="single" w:sz="6" w:space="0" w:color="auto"/>
              <w:bottom w:val="single" w:sz="6" w:space="0" w:color="auto"/>
              <w:right w:val="single" w:sz="6" w:space="0" w:color="auto"/>
            </w:tcBorders>
          </w:tcPr>
          <w:p w14:paraId="55424C4F" w14:textId="77777777" w:rsidR="00096DC7" w:rsidRPr="008F643F" w:rsidRDefault="00096DC7" w:rsidP="00096DC7">
            <w:pPr>
              <w:pStyle w:val="Testotabella"/>
              <w:jc w:val="center"/>
              <w:rPr>
                <w:rFonts w:ascii="Gotham" w:hAnsi="Gotham"/>
                <w:szCs w:val="24"/>
                <w:lang w:val="en-US"/>
              </w:rPr>
            </w:pPr>
            <w:r w:rsidRPr="008F643F">
              <w:rPr>
                <w:rFonts w:ascii="Gotham" w:hAnsi="Gotham"/>
                <w:szCs w:val="24"/>
                <w:lang w:val="en-GB"/>
              </w:rPr>
              <w:t xml:space="preserve"> In case of “+” </w:t>
            </w:r>
            <w:proofErr w:type="spellStart"/>
            <w:r w:rsidRPr="008F643F">
              <w:rPr>
                <w:rFonts w:ascii="Gotham" w:hAnsi="Gotham"/>
                <w:szCs w:val="24"/>
                <w:lang w:val="en-GB"/>
              </w:rPr>
              <w:t>modificati</w:t>
            </w:r>
            <w:r w:rsidRPr="008F643F">
              <w:rPr>
                <w:rFonts w:ascii="Gotham" w:hAnsi="Gotham"/>
                <w:szCs w:val="24"/>
                <w:lang w:val="en-US"/>
              </w:rPr>
              <w:t>ons</w:t>
            </w:r>
            <w:proofErr w:type="spellEnd"/>
            <w:r w:rsidRPr="008F643F">
              <w:rPr>
                <w:rFonts w:ascii="Gotham" w:hAnsi="Gotham"/>
                <w:szCs w:val="24"/>
                <w:lang w:val="en-US"/>
              </w:rPr>
              <w:t>, indicate the modification status as follows:</w:t>
            </w:r>
          </w:p>
          <w:p w14:paraId="6B764472" w14:textId="77777777" w:rsidR="00096DC7" w:rsidRPr="008F643F" w:rsidRDefault="00096DC7" w:rsidP="00096DC7">
            <w:pPr>
              <w:pStyle w:val="Testotabella"/>
              <w:jc w:val="center"/>
              <w:rPr>
                <w:rFonts w:ascii="Gotham" w:hAnsi="Gotham"/>
                <w:color w:val="FF0000"/>
                <w:szCs w:val="24"/>
                <w:lang w:val="en-GB"/>
              </w:rPr>
            </w:pPr>
            <w:r w:rsidRPr="008F643F">
              <w:rPr>
                <w:rFonts w:ascii="Gotham" w:hAnsi="Gotham"/>
                <w:szCs w:val="24"/>
                <w:lang w:val="en-US"/>
              </w:rPr>
              <w:t xml:space="preserve"> </w:t>
            </w:r>
            <w:r w:rsidRPr="008F643F">
              <w:rPr>
                <w:rFonts w:ascii="Gotham" w:hAnsi="Gotham"/>
                <w:szCs w:val="24"/>
                <w:lang w:val="en-GB"/>
              </w:rPr>
              <w:t>A= Approved</w:t>
            </w:r>
            <w:r w:rsidRPr="008F643F">
              <w:rPr>
                <w:rFonts w:ascii="Gotham" w:hAnsi="Gotham"/>
                <w:szCs w:val="24"/>
                <w:lang w:val="en-GB"/>
              </w:rPr>
              <w:tab/>
            </w:r>
            <w:r w:rsidRPr="008F643F">
              <w:rPr>
                <w:rFonts w:ascii="Gotham" w:hAnsi="Gotham"/>
                <w:szCs w:val="24"/>
                <w:lang w:val="en-GB"/>
              </w:rPr>
              <w:tab/>
              <w:t>B = Applicable</w:t>
            </w:r>
            <w:r w:rsidRPr="008F643F">
              <w:rPr>
                <w:rFonts w:ascii="Gotham" w:hAnsi="Gotham"/>
                <w:szCs w:val="24"/>
                <w:lang w:val="en-GB"/>
              </w:rPr>
              <w:tab/>
            </w:r>
            <w:r w:rsidRPr="008F643F">
              <w:rPr>
                <w:rFonts w:ascii="Gotham" w:hAnsi="Gotham"/>
                <w:szCs w:val="24"/>
                <w:lang w:val="en-GB"/>
              </w:rPr>
              <w:tab/>
              <w:t>P= Preliminary</w:t>
            </w:r>
          </w:p>
          <w:p w14:paraId="332CA9C6" w14:textId="77777777" w:rsidR="00096DC7" w:rsidRPr="008F643F" w:rsidRDefault="00096DC7" w:rsidP="00096DC7">
            <w:pPr>
              <w:pStyle w:val="Testotabella"/>
              <w:rPr>
                <w:rFonts w:ascii="Gotham" w:hAnsi="Gotham"/>
                <w:sz w:val="18"/>
                <w:lang w:val="en-GB"/>
              </w:rPr>
            </w:pPr>
          </w:p>
        </w:tc>
        <w:tc>
          <w:tcPr>
            <w:tcW w:w="3943" w:type="dxa"/>
            <w:gridSpan w:val="9"/>
            <w:tcBorders>
              <w:left w:val="single" w:sz="6" w:space="0" w:color="auto"/>
              <w:right w:val="double" w:sz="6" w:space="0" w:color="auto"/>
            </w:tcBorders>
          </w:tcPr>
          <w:p w14:paraId="5379DB08" w14:textId="77777777" w:rsidR="00096DC7" w:rsidRPr="008F643F" w:rsidRDefault="00096DC7" w:rsidP="00096DC7">
            <w:pPr>
              <w:pStyle w:val="Testotabella"/>
              <w:rPr>
                <w:rFonts w:ascii="Gotham" w:hAnsi="Gotham"/>
              </w:rPr>
            </w:pPr>
            <w:proofErr w:type="spellStart"/>
            <w:r w:rsidRPr="008F643F">
              <w:rPr>
                <w:rFonts w:ascii="Gotham" w:hAnsi="Gotham"/>
              </w:rPr>
              <w:t>Chapter</w:t>
            </w:r>
            <w:proofErr w:type="spellEnd"/>
            <w:r w:rsidRPr="008F643F">
              <w:rPr>
                <w:rFonts w:ascii="Gotham" w:hAnsi="Gotham"/>
              </w:rPr>
              <w:t xml:space="preserve"> </w:t>
            </w:r>
            <w:r w:rsidRPr="008F643F">
              <w:rPr>
                <w:rFonts w:ascii="Gotham" w:hAnsi="Gotham"/>
                <w:b/>
              </w:rPr>
              <w:t>2</w:t>
            </w:r>
          </w:p>
          <w:p w14:paraId="04D4B467" w14:textId="77777777" w:rsidR="00096DC7" w:rsidRPr="008F643F" w:rsidRDefault="00096DC7" w:rsidP="00096DC7">
            <w:pPr>
              <w:pStyle w:val="Testotabella"/>
              <w:rPr>
                <w:rFonts w:ascii="Gotham" w:hAnsi="Gotham"/>
              </w:rPr>
            </w:pPr>
          </w:p>
        </w:tc>
      </w:tr>
      <w:tr w:rsidR="00096DC7" w:rsidRPr="001D5140" w14:paraId="63569159" w14:textId="77777777" w:rsidTr="000A404A">
        <w:trPr>
          <w:cantSplit/>
        </w:trPr>
        <w:tc>
          <w:tcPr>
            <w:tcW w:w="2337" w:type="dxa"/>
            <w:gridSpan w:val="6"/>
            <w:vMerge/>
            <w:tcBorders>
              <w:left w:val="double" w:sz="6" w:space="0" w:color="auto"/>
              <w:bottom w:val="single" w:sz="6" w:space="0" w:color="auto"/>
              <w:right w:val="single" w:sz="6" w:space="0" w:color="auto"/>
            </w:tcBorders>
          </w:tcPr>
          <w:p w14:paraId="3EBDEEDE" w14:textId="77777777" w:rsidR="00096DC7" w:rsidRPr="008F643F" w:rsidRDefault="00096DC7" w:rsidP="00096DC7">
            <w:pPr>
              <w:pStyle w:val="Testotabella"/>
              <w:ind w:left="0"/>
              <w:rPr>
                <w:rFonts w:ascii="Gotham" w:hAnsi="Gotham"/>
                <w:sz w:val="18"/>
              </w:rPr>
            </w:pPr>
          </w:p>
        </w:tc>
        <w:tc>
          <w:tcPr>
            <w:tcW w:w="1772" w:type="dxa"/>
            <w:gridSpan w:val="4"/>
            <w:tcBorders>
              <w:top w:val="single" w:sz="6" w:space="0" w:color="auto"/>
              <w:left w:val="single" w:sz="6" w:space="0" w:color="auto"/>
              <w:bottom w:val="single" w:sz="6" w:space="0" w:color="auto"/>
              <w:right w:val="single" w:sz="6" w:space="0" w:color="auto"/>
            </w:tcBorders>
          </w:tcPr>
          <w:p w14:paraId="1781910B" w14:textId="77777777" w:rsidR="00096DC7" w:rsidRPr="008F643F" w:rsidRDefault="00096DC7" w:rsidP="00096DC7">
            <w:pPr>
              <w:pStyle w:val="Testotabella"/>
              <w:rPr>
                <w:rFonts w:ascii="Gotham" w:hAnsi="Gotham"/>
              </w:rPr>
            </w:pPr>
            <w:r w:rsidRPr="008F643F">
              <w:rPr>
                <w:rFonts w:ascii="Gotham" w:hAnsi="Gotham"/>
              </w:rPr>
              <w:t>2. P/N</w:t>
            </w:r>
          </w:p>
        </w:tc>
        <w:tc>
          <w:tcPr>
            <w:tcW w:w="1772" w:type="dxa"/>
            <w:gridSpan w:val="9"/>
            <w:tcBorders>
              <w:top w:val="single" w:sz="6" w:space="0" w:color="auto"/>
              <w:left w:val="single" w:sz="6" w:space="0" w:color="auto"/>
              <w:bottom w:val="single" w:sz="6" w:space="0" w:color="auto"/>
              <w:right w:val="single" w:sz="6" w:space="0" w:color="auto"/>
            </w:tcBorders>
          </w:tcPr>
          <w:p w14:paraId="60A61708" w14:textId="77777777" w:rsidR="00096DC7" w:rsidRPr="008F643F" w:rsidRDefault="00096DC7" w:rsidP="00096DC7">
            <w:pPr>
              <w:pStyle w:val="Testotabella"/>
              <w:rPr>
                <w:rFonts w:ascii="Gotham" w:hAnsi="Gotham"/>
                <w:lang w:val="en-GB"/>
              </w:rPr>
            </w:pPr>
            <w:r w:rsidRPr="008F643F">
              <w:rPr>
                <w:rFonts w:ascii="Gotham" w:hAnsi="Gotham"/>
                <w:lang w:val="en-GB"/>
              </w:rPr>
              <w:t>3. Drawing Issue</w:t>
            </w:r>
          </w:p>
        </w:tc>
        <w:tc>
          <w:tcPr>
            <w:tcW w:w="2127" w:type="dxa"/>
            <w:gridSpan w:val="8"/>
            <w:tcBorders>
              <w:top w:val="single" w:sz="6" w:space="0" w:color="auto"/>
              <w:left w:val="single" w:sz="6" w:space="0" w:color="auto"/>
              <w:bottom w:val="single" w:sz="6" w:space="0" w:color="auto"/>
              <w:right w:val="single" w:sz="6" w:space="0" w:color="auto"/>
            </w:tcBorders>
          </w:tcPr>
          <w:p w14:paraId="5ECE650C" w14:textId="77777777" w:rsidR="00096DC7" w:rsidRPr="008F643F" w:rsidRDefault="00096DC7" w:rsidP="00096DC7">
            <w:pPr>
              <w:pStyle w:val="Testotabella"/>
              <w:rPr>
                <w:rFonts w:ascii="Gotham" w:hAnsi="Gotham"/>
                <w:lang w:val="en-US"/>
              </w:rPr>
            </w:pPr>
            <w:r w:rsidRPr="008F643F">
              <w:rPr>
                <w:rFonts w:ascii="Gotham" w:hAnsi="Gotham"/>
                <w:lang w:val="en-US"/>
              </w:rPr>
              <w:t>4. S/N</w:t>
            </w:r>
          </w:p>
        </w:tc>
        <w:tc>
          <w:tcPr>
            <w:tcW w:w="2863" w:type="dxa"/>
            <w:gridSpan w:val="11"/>
            <w:tcBorders>
              <w:top w:val="single" w:sz="6" w:space="0" w:color="auto"/>
              <w:left w:val="single" w:sz="6" w:space="0" w:color="auto"/>
              <w:bottom w:val="single" w:sz="6" w:space="0" w:color="auto"/>
              <w:right w:val="single" w:sz="6" w:space="0" w:color="auto"/>
            </w:tcBorders>
          </w:tcPr>
          <w:p w14:paraId="2F0760B7" w14:textId="77777777" w:rsidR="00096DC7" w:rsidRPr="008F643F" w:rsidRDefault="00096DC7" w:rsidP="00096DC7">
            <w:pPr>
              <w:pStyle w:val="Testotabella"/>
              <w:rPr>
                <w:rFonts w:ascii="Gotham" w:hAnsi="Gotham"/>
                <w:lang w:val="en-US"/>
              </w:rPr>
            </w:pPr>
            <w:r w:rsidRPr="008F643F">
              <w:rPr>
                <w:rFonts w:ascii="Gotham" w:hAnsi="Gotham"/>
                <w:lang w:val="en-US"/>
              </w:rPr>
              <w:t xml:space="preserve">5. H/C Mod. or </w:t>
            </w:r>
            <w:proofErr w:type="spellStart"/>
            <w:r w:rsidRPr="008F643F">
              <w:rPr>
                <w:rFonts w:ascii="Gotham" w:hAnsi="Gotham"/>
                <w:lang w:val="en-US"/>
              </w:rPr>
              <w:t>Vers</w:t>
            </w:r>
            <w:proofErr w:type="spellEnd"/>
            <w:r w:rsidRPr="008F643F">
              <w:rPr>
                <w:rFonts w:ascii="Gotham" w:hAnsi="Gotham"/>
                <w:lang w:val="en-US"/>
              </w:rPr>
              <w:t xml:space="preserve">. </w:t>
            </w:r>
          </w:p>
          <w:p w14:paraId="491620C6" w14:textId="77777777" w:rsidR="00096DC7" w:rsidRPr="008F643F" w:rsidRDefault="00096DC7" w:rsidP="00096DC7">
            <w:pPr>
              <w:pStyle w:val="Testotabella"/>
              <w:rPr>
                <w:rFonts w:ascii="Gotham" w:hAnsi="Gotham"/>
                <w:lang w:val="en-US"/>
              </w:rPr>
            </w:pPr>
          </w:p>
        </w:tc>
        <w:tc>
          <w:tcPr>
            <w:tcW w:w="3943" w:type="dxa"/>
            <w:gridSpan w:val="9"/>
            <w:tcBorders>
              <w:left w:val="single" w:sz="6" w:space="0" w:color="auto"/>
              <w:bottom w:val="single" w:sz="6" w:space="0" w:color="auto"/>
              <w:right w:val="double" w:sz="6" w:space="0" w:color="auto"/>
            </w:tcBorders>
          </w:tcPr>
          <w:p w14:paraId="70F43307" w14:textId="77777777" w:rsidR="00096DC7" w:rsidRPr="008F643F" w:rsidRDefault="00096DC7" w:rsidP="00096DC7">
            <w:pPr>
              <w:pStyle w:val="Testotabella"/>
              <w:rPr>
                <w:rFonts w:ascii="Gotham" w:hAnsi="Gotham"/>
                <w:lang w:val="en-GB"/>
              </w:rPr>
            </w:pPr>
            <w:r w:rsidRPr="008F643F">
              <w:rPr>
                <w:rFonts w:ascii="Gotham" w:hAnsi="Gotham"/>
                <w:lang w:val="en-GB"/>
              </w:rPr>
              <w:t>Page</w:t>
            </w:r>
            <w:r w:rsidRPr="008F643F">
              <w:rPr>
                <w:rFonts w:ascii="Gotham" w:hAnsi="Gotham"/>
                <w:lang w:val="en-GB"/>
              </w:rPr>
              <w:tab/>
            </w:r>
            <w:r w:rsidRPr="008F643F">
              <w:rPr>
                <w:rFonts w:ascii="Gotham" w:hAnsi="Gotham"/>
                <w:lang w:val="en-GB"/>
              </w:rPr>
              <w:tab/>
              <w:t>of</w:t>
            </w:r>
          </w:p>
        </w:tc>
      </w:tr>
      <w:tr w:rsidR="00096DC7" w:rsidRPr="001D5140" w14:paraId="2BDC85E5" w14:textId="77777777" w:rsidTr="000A404A">
        <w:trPr>
          <w:cantSplit/>
          <w:trHeight w:val="357"/>
        </w:trPr>
        <w:tc>
          <w:tcPr>
            <w:tcW w:w="608" w:type="dxa"/>
            <w:gridSpan w:val="3"/>
            <w:tcBorders>
              <w:left w:val="double" w:sz="6" w:space="0" w:color="auto"/>
              <w:right w:val="single" w:sz="6" w:space="0" w:color="auto"/>
            </w:tcBorders>
          </w:tcPr>
          <w:p w14:paraId="0B12DC47" w14:textId="77777777" w:rsidR="00096DC7" w:rsidRPr="008F643F" w:rsidRDefault="00096DC7" w:rsidP="00096DC7">
            <w:pPr>
              <w:pStyle w:val="Testotabella"/>
              <w:jc w:val="left"/>
              <w:rPr>
                <w:rFonts w:ascii="Gotham" w:hAnsi="Gotham"/>
                <w:lang w:val="en-GB"/>
              </w:rPr>
            </w:pPr>
            <w:r w:rsidRPr="008F643F">
              <w:rPr>
                <w:rFonts w:ascii="Gotham" w:hAnsi="Gotham"/>
                <w:lang w:val="en-GB"/>
              </w:rPr>
              <w:t>7. N°</w:t>
            </w:r>
          </w:p>
        </w:tc>
        <w:tc>
          <w:tcPr>
            <w:tcW w:w="6832" w:type="dxa"/>
            <w:gridSpan w:val="22"/>
            <w:tcBorders>
              <w:left w:val="double" w:sz="6" w:space="0" w:color="auto"/>
              <w:right w:val="single" w:sz="6" w:space="0" w:color="auto"/>
            </w:tcBorders>
          </w:tcPr>
          <w:p w14:paraId="6D993435" w14:textId="77777777" w:rsidR="00096DC7" w:rsidRPr="008F643F" w:rsidRDefault="00096DC7" w:rsidP="00096DC7">
            <w:pPr>
              <w:pStyle w:val="Testotabella"/>
              <w:jc w:val="left"/>
              <w:rPr>
                <w:rFonts w:ascii="Gotham" w:hAnsi="Gotham"/>
                <w:b/>
                <w:lang w:val="en-GB"/>
              </w:rPr>
            </w:pPr>
            <w:r w:rsidRPr="008F643F">
              <w:rPr>
                <w:rFonts w:ascii="Gotham" w:hAnsi="Gotham"/>
                <w:lang w:val="en-GB"/>
              </w:rPr>
              <w:t>8. Modification identification</w:t>
            </w:r>
          </w:p>
        </w:tc>
        <w:tc>
          <w:tcPr>
            <w:tcW w:w="1628" w:type="dxa"/>
            <w:gridSpan w:val="7"/>
            <w:tcBorders>
              <w:left w:val="single" w:sz="6" w:space="0" w:color="auto"/>
            </w:tcBorders>
          </w:tcPr>
          <w:p w14:paraId="2974B9BC" w14:textId="77777777" w:rsidR="00096DC7" w:rsidRPr="008F643F" w:rsidRDefault="00096DC7" w:rsidP="00096DC7">
            <w:pPr>
              <w:pStyle w:val="Testotabella"/>
              <w:jc w:val="left"/>
              <w:rPr>
                <w:rFonts w:ascii="Gotham" w:hAnsi="Gotham"/>
                <w:lang w:val="en-GB"/>
              </w:rPr>
            </w:pPr>
            <w:r w:rsidRPr="008F643F">
              <w:rPr>
                <w:rFonts w:ascii="Gotham" w:hAnsi="Gotham"/>
                <w:lang w:val="en-GB"/>
              </w:rPr>
              <w:t>9. + / -</w:t>
            </w:r>
          </w:p>
          <w:p w14:paraId="7E062B19" w14:textId="77777777" w:rsidR="00096DC7" w:rsidRPr="008F643F" w:rsidRDefault="00096DC7" w:rsidP="00096DC7">
            <w:pPr>
              <w:pStyle w:val="Testotabella"/>
              <w:jc w:val="left"/>
              <w:rPr>
                <w:rFonts w:ascii="Gotham" w:hAnsi="Gotham"/>
                <w:lang w:val="en-GB"/>
              </w:rPr>
            </w:pPr>
          </w:p>
        </w:tc>
        <w:tc>
          <w:tcPr>
            <w:tcW w:w="1803" w:type="dxa"/>
            <w:gridSpan w:val="6"/>
            <w:tcBorders>
              <w:left w:val="single" w:sz="6" w:space="0" w:color="auto"/>
              <w:right w:val="single" w:sz="6" w:space="0" w:color="auto"/>
            </w:tcBorders>
            <w:shd w:val="clear" w:color="auto" w:fill="auto"/>
          </w:tcPr>
          <w:p w14:paraId="4DB05B10" w14:textId="77777777" w:rsidR="00096DC7" w:rsidRPr="008F643F" w:rsidRDefault="00096DC7" w:rsidP="00096DC7">
            <w:pPr>
              <w:pStyle w:val="Testotabella"/>
              <w:jc w:val="left"/>
              <w:rPr>
                <w:rFonts w:ascii="Gotham" w:hAnsi="Gotham"/>
                <w:lang w:val="en-GB"/>
              </w:rPr>
            </w:pPr>
            <w:r w:rsidRPr="008F643F">
              <w:rPr>
                <w:rFonts w:ascii="Gotham" w:hAnsi="Gotham"/>
                <w:lang w:val="en-GB"/>
              </w:rPr>
              <w:t>10. Modification status</w:t>
            </w:r>
          </w:p>
        </w:tc>
        <w:tc>
          <w:tcPr>
            <w:tcW w:w="3943" w:type="dxa"/>
            <w:gridSpan w:val="9"/>
            <w:tcBorders>
              <w:right w:val="double" w:sz="6" w:space="0" w:color="auto"/>
            </w:tcBorders>
          </w:tcPr>
          <w:p w14:paraId="01A24DC2" w14:textId="77777777" w:rsidR="00096DC7" w:rsidRPr="008F643F" w:rsidRDefault="00096DC7" w:rsidP="00096DC7">
            <w:pPr>
              <w:pStyle w:val="Testotabella"/>
              <w:jc w:val="left"/>
              <w:rPr>
                <w:rFonts w:ascii="Gotham" w:hAnsi="Gotham"/>
                <w:lang w:val="en-GB"/>
              </w:rPr>
            </w:pPr>
            <w:r w:rsidRPr="008F643F">
              <w:rPr>
                <w:rFonts w:ascii="Gotham" w:hAnsi="Gotham"/>
                <w:lang w:val="en-GB"/>
              </w:rPr>
              <w:t>11. Remarks and FHD agreements</w:t>
            </w:r>
          </w:p>
          <w:p w14:paraId="4A8DAFE4" w14:textId="77777777" w:rsidR="00096DC7" w:rsidRPr="008F643F" w:rsidRDefault="00096DC7" w:rsidP="00096DC7">
            <w:pPr>
              <w:pStyle w:val="Testotabella"/>
              <w:jc w:val="left"/>
              <w:rPr>
                <w:rFonts w:ascii="Gotham" w:hAnsi="Gotham"/>
                <w:lang w:val="en-GB"/>
              </w:rPr>
            </w:pPr>
          </w:p>
          <w:p w14:paraId="38A1A24F" w14:textId="77777777" w:rsidR="00096DC7" w:rsidRPr="008F643F" w:rsidRDefault="00096DC7" w:rsidP="00096DC7">
            <w:pPr>
              <w:pStyle w:val="Testotabella"/>
              <w:jc w:val="left"/>
              <w:rPr>
                <w:rFonts w:ascii="Gotham" w:hAnsi="Gotham"/>
                <w:lang w:val="en-GB"/>
              </w:rPr>
            </w:pPr>
          </w:p>
        </w:tc>
      </w:tr>
      <w:tr w:rsidR="00096DC7" w:rsidRPr="001D5140" w14:paraId="47982625" w14:textId="77777777" w:rsidTr="000A404A">
        <w:trPr>
          <w:cantSplit/>
          <w:trHeight w:val="351"/>
        </w:trPr>
        <w:tc>
          <w:tcPr>
            <w:tcW w:w="608" w:type="dxa"/>
            <w:gridSpan w:val="3"/>
            <w:tcBorders>
              <w:left w:val="double" w:sz="6" w:space="0" w:color="auto"/>
              <w:right w:val="single" w:sz="6" w:space="0" w:color="auto"/>
            </w:tcBorders>
          </w:tcPr>
          <w:p w14:paraId="460969D3" w14:textId="77777777" w:rsidR="00096DC7" w:rsidRPr="008F643F" w:rsidRDefault="00096DC7" w:rsidP="00096DC7">
            <w:pPr>
              <w:pStyle w:val="Testotabella"/>
              <w:rPr>
                <w:rFonts w:ascii="Gotham" w:hAnsi="Gotham"/>
                <w:lang w:val="en-GB"/>
              </w:rPr>
            </w:pPr>
          </w:p>
        </w:tc>
        <w:tc>
          <w:tcPr>
            <w:tcW w:w="6832" w:type="dxa"/>
            <w:gridSpan w:val="22"/>
            <w:tcBorders>
              <w:left w:val="double" w:sz="6" w:space="0" w:color="auto"/>
              <w:right w:val="single" w:sz="6" w:space="0" w:color="auto"/>
            </w:tcBorders>
          </w:tcPr>
          <w:p w14:paraId="722D9000" w14:textId="77777777" w:rsidR="00096DC7" w:rsidRPr="008F643F" w:rsidRDefault="00096DC7" w:rsidP="00096DC7">
            <w:pPr>
              <w:pStyle w:val="Testotabella"/>
              <w:rPr>
                <w:rFonts w:ascii="Gotham" w:hAnsi="Gotham"/>
                <w:lang w:val="en-GB"/>
              </w:rPr>
            </w:pPr>
          </w:p>
        </w:tc>
        <w:tc>
          <w:tcPr>
            <w:tcW w:w="1628" w:type="dxa"/>
            <w:gridSpan w:val="7"/>
            <w:tcBorders>
              <w:left w:val="single" w:sz="6" w:space="0" w:color="auto"/>
            </w:tcBorders>
          </w:tcPr>
          <w:p w14:paraId="58FA53B9" w14:textId="77777777" w:rsidR="00096DC7" w:rsidRPr="008F643F" w:rsidRDefault="00096DC7" w:rsidP="00096DC7">
            <w:pPr>
              <w:pStyle w:val="Testotabella"/>
              <w:rPr>
                <w:rFonts w:ascii="Gotham" w:hAnsi="Gotham"/>
                <w:lang w:val="en-GB"/>
              </w:rPr>
            </w:pPr>
          </w:p>
        </w:tc>
        <w:tc>
          <w:tcPr>
            <w:tcW w:w="1803" w:type="dxa"/>
            <w:gridSpan w:val="6"/>
            <w:tcBorders>
              <w:left w:val="single" w:sz="6" w:space="0" w:color="auto"/>
              <w:right w:val="single" w:sz="6" w:space="0" w:color="auto"/>
            </w:tcBorders>
            <w:shd w:val="clear" w:color="auto" w:fill="auto"/>
          </w:tcPr>
          <w:p w14:paraId="166AC67D" w14:textId="77777777" w:rsidR="00096DC7" w:rsidRPr="008F643F" w:rsidRDefault="00096DC7" w:rsidP="00096DC7">
            <w:pPr>
              <w:pStyle w:val="Testotabella"/>
              <w:rPr>
                <w:rFonts w:ascii="Gotham" w:hAnsi="Gotham"/>
                <w:lang w:val="en-GB"/>
              </w:rPr>
            </w:pPr>
          </w:p>
        </w:tc>
        <w:tc>
          <w:tcPr>
            <w:tcW w:w="3943" w:type="dxa"/>
            <w:gridSpan w:val="9"/>
            <w:tcBorders>
              <w:right w:val="double" w:sz="6" w:space="0" w:color="auto"/>
            </w:tcBorders>
          </w:tcPr>
          <w:p w14:paraId="194D5A91" w14:textId="77777777" w:rsidR="00096DC7" w:rsidRPr="008F643F" w:rsidRDefault="00096DC7" w:rsidP="00096DC7">
            <w:pPr>
              <w:pStyle w:val="Testotabella"/>
              <w:rPr>
                <w:rFonts w:ascii="Gotham" w:hAnsi="Gotham"/>
                <w:lang w:val="en-GB"/>
              </w:rPr>
            </w:pPr>
          </w:p>
        </w:tc>
      </w:tr>
      <w:tr w:rsidR="00096DC7" w:rsidRPr="001D5140" w14:paraId="028FC849" w14:textId="77777777" w:rsidTr="000A404A">
        <w:trPr>
          <w:cantSplit/>
          <w:trHeight w:val="351"/>
        </w:trPr>
        <w:tc>
          <w:tcPr>
            <w:tcW w:w="608" w:type="dxa"/>
            <w:gridSpan w:val="3"/>
            <w:tcBorders>
              <w:left w:val="double" w:sz="6" w:space="0" w:color="auto"/>
              <w:right w:val="single" w:sz="6" w:space="0" w:color="auto"/>
            </w:tcBorders>
          </w:tcPr>
          <w:p w14:paraId="32FC3F7F" w14:textId="77777777" w:rsidR="00096DC7" w:rsidRPr="008F643F" w:rsidRDefault="00096DC7" w:rsidP="00096DC7">
            <w:pPr>
              <w:pStyle w:val="Testotabella"/>
              <w:rPr>
                <w:rFonts w:ascii="Gotham" w:hAnsi="Gotham"/>
                <w:lang w:val="en-GB"/>
              </w:rPr>
            </w:pPr>
          </w:p>
        </w:tc>
        <w:tc>
          <w:tcPr>
            <w:tcW w:w="6832" w:type="dxa"/>
            <w:gridSpan w:val="22"/>
            <w:tcBorders>
              <w:left w:val="double" w:sz="6" w:space="0" w:color="auto"/>
              <w:right w:val="single" w:sz="6" w:space="0" w:color="auto"/>
            </w:tcBorders>
          </w:tcPr>
          <w:p w14:paraId="121CADC0" w14:textId="77777777" w:rsidR="00096DC7" w:rsidRPr="008F643F" w:rsidRDefault="00096DC7" w:rsidP="00096DC7">
            <w:pPr>
              <w:pStyle w:val="Testotabella"/>
              <w:rPr>
                <w:rFonts w:ascii="Gotham" w:hAnsi="Gotham"/>
                <w:lang w:val="en-GB"/>
              </w:rPr>
            </w:pPr>
          </w:p>
        </w:tc>
        <w:tc>
          <w:tcPr>
            <w:tcW w:w="1628" w:type="dxa"/>
            <w:gridSpan w:val="7"/>
            <w:tcBorders>
              <w:left w:val="single" w:sz="6" w:space="0" w:color="auto"/>
            </w:tcBorders>
          </w:tcPr>
          <w:p w14:paraId="71426495" w14:textId="77777777" w:rsidR="00096DC7" w:rsidRPr="008F643F" w:rsidRDefault="00096DC7" w:rsidP="00096DC7">
            <w:pPr>
              <w:pStyle w:val="Testotabella"/>
              <w:rPr>
                <w:rFonts w:ascii="Gotham" w:hAnsi="Gotham"/>
                <w:lang w:val="en-GB"/>
              </w:rPr>
            </w:pPr>
          </w:p>
        </w:tc>
        <w:tc>
          <w:tcPr>
            <w:tcW w:w="1803" w:type="dxa"/>
            <w:gridSpan w:val="6"/>
            <w:tcBorders>
              <w:left w:val="single" w:sz="6" w:space="0" w:color="auto"/>
              <w:right w:val="single" w:sz="6" w:space="0" w:color="auto"/>
            </w:tcBorders>
            <w:shd w:val="clear" w:color="auto" w:fill="auto"/>
          </w:tcPr>
          <w:p w14:paraId="1B198D0F" w14:textId="77777777" w:rsidR="00096DC7" w:rsidRPr="008F643F" w:rsidRDefault="00096DC7" w:rsidP="00096DC7">
            <w:pPr>
              <w:pStyle w:val="Testotabella"/>
              <w:rPr>
                <w:rFonts w:ascii="Gotham" w:hAnsi="Gotham"/>
                <w:lang w:val="en-GB"/>
              </w:rPr>
            </w:pPr>
          </w:p>
        </w:tc>
        <w:tc>
          <w:tcPr>
            <w:tcW w:w="3943" w:type="dxa"/>
            <w:gridSpan w:val="9"/>
            <w:tcBorders>
              <w:right w:val="double" w:sz="6" w:space="0" w:color="auto"/>
            </w:tcBorders>
          </w:tcPr>
          <w:p w14:paraId="3E4545B3" w14:textId="77777777" w:rsidR="00096DC7" w:rsidRPr="008F643F" w:rsidRDefault="00096DC7" w:rsidP="00096DC7">
            <w:pPr>
              <w:pStyle w:val="Testotabella"/>
              <w:rPr>
                <w:rFonts w:ascii="Gotham" w:hAnsi="Gotham"/>
                <w:lang w:val="en-GB"/>
              </w:rPr>
            </w:pPr>
          </w:p>
        </w:tc>
      </w:tr>
      <w:tr w:rsidR="00096DC7" w:rsidRPr="001D5140" w14:paraId="0B3F76A6" w14:textId="77777777" w:rsidTr="000A404A">
        <w:trPr>
          <w:cantSplit/>
          <w:trHeight w:val="351"/>
        </w:trPr>
        <w:tc>
          <w:tcPr>
            <w:tcW w:w="608" w:type="dxa"/>
            <w:gridSpan w:val="3"/>
            <w:tcBorders>
              <w:left w:val="double" w:sz="6" w:space="0" w:color="auto"/>
              <w:right w:val="single" w:sz="6" w:space="0" w:color="auto"/>
            </w:tcBorders>
          </w:tcPr>
          <w:p w14:paraId="61034D58" w14:textId="77777777" w:rsidR="00096DC7" w:rsidRPr="008F643F" w:rsidRDefault="00096DC7" w:rsidP="00096DC7">
            <w:pPr>
              <w:pStyle w:val="Testotabella"/>
              <w:rPr>
                <w:rFonts w:ascii="Gotham" w:hAnsi="Gotham"/>
                <w:lang w:val="en-GB"/>
              </w:rPr>
            </w:pPr>
          </w:p>
        </w:tc>
        <w:tc>
          <w:tcPr>
            <w:tcW w:w="6832" w:type="dxa"/>
            <w:gridSpan w:val="22"/>
            <w:tcBorders>
              <w:left w:val="double" w:sz="6" w:space="0" w:color="auto"/>
              <w:right w:val="single" w:sz="6" w:space="0" w:color="auto"/>
            </w:tcBorders>
          </w:tcPr>
          <w:p w14:paraId="56BB04FB" w14:textId="77777777" w:rsidR="00096DC7" w:rsidRPr="008F643F" w:rsidRDefault="00096DC7" w:rsidP="00096DC7">
            <w:pPr>
              <w:pStyle w:val="Testotabella"/>
              <w:rPr>
                <w:rFonts w:ascii="Gotham" w:hAnsi="Gotham"/>
                <w:lang w:val="en-GB"/>
              </w:rPr>
            </w:pPr>
          </w:p>
        </w:tc>
        <w:tc>
          <w:tcPr>
            <w:tcW w:w="1628" w:type="dxa"/>
            <w:gridSpan w:val="7"/>
            <w:tcBorders>
              <w:left w:val="single" w:sz="6" w:space="0" w:color="auto"/>
            </w:tcBorders>
          </w:tcPr>
          <w:p w14:paraId="5FBB041F" w14:textId="77777777" w:rsidR="00096DC7" w:rsidRPr="008F643F" w:rsidRDefault="00096DC7" w:rsidP="00096DC7">
            <w:pPr>
              <w:pStyle w:val="Testotabella"/>
              <w:rPr>
                <w:rFonts w:ascii="Gotham" w:hAnsi="Gotham"/>
                <w:lang w:val="en-GB"/>
              </w:rPr>
            </w:pPr>
          </w:p>
        </w:tc>
        <w:tc>
          <w:tcPr>
            <w:tcW w:w="1803" w:type="dxa"/>
            <w:gridSpan w:val="6"/>
            <w:tcBorders>
              <w:left w:val="single" w:sz="6" w:space="0" w:color="auto"/>
              <w:right w:val="single" w:sz="6" w:space="0" w:color="auto"/>
            </w:tcBorders>
            <w:shd w:val="clear" w:color="auto" w:fill="auto"/>
          </w:tcPr>
          <w:p w14:paraId="249A0B88" w14:textId="77777777" w:rsidR="00096DC7" w:rsidRPr="008F643F" w:rsidRDefault="00096DC7" w:rsidP="00096DC7">
            <w:pPr>
              <w:pStyle w:val="Testotabella"/>
              <w:rPr>
                <w:rFonts w:ascii="Gotham" w:hAnsi="Gotham"/>
                <w:lang w:val="en-GB"/>
              </w:rPr>
            </w:pPr>
          </w:p>
        </w:tc>
        <w:tc>
          <w:tcPr>
            <w:tcW w:w="3943" w:type="dxa"/>
            <w:gridSpan w:val="9"/>
            <w:tcBorders>
              <w:right w:val="double" w:sz="6" w:space="0" w:color="auto"/>
            </w:tcBorders>
          </w:tcPr>
          <w:p w14:paraId="44B913F5" w14:textId="77777777" w:rsidR="00096DC7" w:rsidRPr="008F643F" w:rsidRDefault="00096DC7" w:rsidP="00096DC7">
            <w:pPr>
              <w:pStyle w:val="Testotabella"/>
              <w:rPr>
                <w:rFonts w:ascii="Gotham" w:hAnsi="Gotham"/>
                <w:lang w:val="en-GB"/>
              </w:rPr>
            </w:pPr>
          </w:p>
        </w:tc>
      </w:tr>
      <w:tr w:rsidR="00096DC7" w:rsidRPr="001D5140" w14:paraId="085139DF" w14:textId="77777777" w:rsidTr="000A404A">
        <w:trPr>
          <w:cantSplit/>
          <w:trHeight w:val="351"/>
        </w:trPr>
        <w:tc>
          <w:tcPr>
            <w:tcW w:w="608" w:type="dxa"/>
            <w:gridSpan w:val="3"/>
            <w:tcBorders>
              <w:left w:val="double" w:sz="6" w:space="0" w:color="auto"/>
              <w:right w:val="single" w:sz="6" w:space="0" w:color="auto"/>
            </w:tcBorders>
          </w:tcPr>
          <w:p w14:paraId="1CB76D36" w14:textId="77777777" w:rsidR="00096DC7" w:rsidRPr="008F643F" w:rsidRDefault="00096DC7" w:rsidP="00096DC7">
            <w:pPr>
              <w:pStyle w:val="Testotabella"/>
              <w:rPr>
                <w:rFonts w:ascii="Gotham" w:hAnsi="Gotham"/>
                <w:lang w:val="en-GB"/>
              </w:rPr>
            </w:pPr>
          </w:p>
        </w:tc>
        <w:tc>
          <w:tcPr>
            <w:tcW w:w="6832" w:type="dxa"/>
            <w:gridSpan w:val="22"/>
            <w:tcBorders>
              <w:left w:val="double" w:sz="6" w:space="0" w:color="auto"/>
              <w:right w:val="single" w:sz="6" w:space="0" w:color="auto"/>
            </w:tcBorders>
          </w:tcPr>
          <w:p w14:paraId="43E57F38" w14:textId="77777777" w:rsidR="00096DC7" w:rsidRPr="008F643F" w:rsidRDefault="00096DC7" w:rsidP="00096DC7">
            <w:pPr>
              <w:pStyle w:val="Testotabella"/>
              <w:rPr>
                <w:rFonts w:ascii="Gotham" w:hAnsi="Gotham"/>
                <w:lang w:val="en-GB"/>
              </w:rPr>
            </w:pPr>
          </w:p>
        </w:tc>
        <w:tc>
          <w:tcPr>
            <w:tcW w:w="1628" w:type="dxa"/>
            <w:gridSpan w:val="7"/>
            <w:tcBorders>
              <w:left w:val="single" w:sz="6" w:space="0" w:color="auto"/>
            </w:tcBorders>
          </w:tcPr>
          <w:p w14:paraId="564E4F93" w14:textId="77777777" w:rsidR="00096DC7" w:rsidRPr="008F643F" w:rsidRDefault="00096DC7" w:rsidP="00096DC7">
            <w:pPr>
              <w:pStyle w:val="Testotabella"/>
              <w:rPr>
                <w:rFonts w:ascii="Gotham" w:hAnsi="Gotham"/>
                <w:lang w:val="en-GB"/>
              </w:rPr>
            </w:pPr>
          </w:p>
        </w:tc>
        <w:tc>
          <w:tcPr>
            <w:tcW w:w="1803" w:type="dxa"/>
            <w:gridSpan w:val="6"/>
            <w:tcBorders>
              <w:left w:val="single" w:sz="6" w:space="0" w:color="auto"/>
              <w:right w:val="single" w:sz="6" w:space="0" w:color="auto"/>
            </w:tcBorders>
            <w:shd w:val="clear" w:color="auto" w:fill="auto"/>
          </w:tcPr>
          <w:p w14:paraId="154F9824" w14:textId="77777777" w:rsidR="00096DC7" w:rsidRPr="008F643F" w:rsidRDefault="00096DC7" w:rsidP="00096DC7">
            <w:pPr>
              <w:pStyle w:val="Testotabella"/>
              <w:rPr>
                <w:rFonts w:ascii="Gotham" w:hAnsi="Gotham"/>
                <w:lang w:val="en-GB"/>
              </w:rPr>
            </w:pPr>
          </w:p>
        </w:tc>
        <w:tc>
          <w:tcPr>
            <w:tcW w:w="3943" w:type="dxa"/>
            <w:gridSpan w:val="9"/>
            <w:tcBorders>
              <w:right w:val="double" w:sz="6" w:space="0" w:color="auto"/>
            </w:tcBorders>
          </w:tcPr>
          <w:p w14:paraId="298C5979" w14:textId="77777777" w:rsidR="00096DC7" w:rsidRPr="008F643F" w:rsidRDefault="00096DC7" w:rsidP="00096DC7">
            <w:pPr>
              <w:pStyle w:val="Testotabella"/>
              <w:rPr>
                <w:rFonts w:ascii="Gotham" w:hAnsi="Gotham"/>
                <w:lang w:val="en-GB"/>
              </w:rPr>
            </w:pPr>
          </w:p>
        </w:tc>
      </w:tr>
      <w:tr w:rsidR="00096DC7" w:rsidRPr="001D5140" w14:paraId="7897FCE7" w14:textId="77777777" w:rsidTr="000A404A">
        <w:trPr>
          <w:cantSplit/>
          <w:trHeight w:val="351"/>
        </w:trPr>
        <w:tc>
          <w:tcPr>
            <w:tcW w:w="608" w:type="dxa"/>
            <w:gridSpan w:val="3"/>
            <w:tcBorders>
              <w:left w:val="double" w:sz="6" w:space="0" w:color="auto"/>
              <w:right w:val="single" w:sz="6" w:space="0" w:color="auto"/>
            </w:tcBorders>
          </w:tcPr>
          <w:p w14:paraId="2F25DB5B" w14:textId="77777777" w:rsidR="00096DC7" w:rsidRPr="008F643F" w:rsidRDefault="00096DC7" w:rsidP="00096DC7">
            <w:pPr>
              <w:pStyle w:val="Testotabella"/>
              <w:rPr>
                <w:rFonts w:ascii="Gotham" w:hAnsi="Gotham"/>
                <w:lang w:val="en-GB"/>
              </w:rPr>
            </w:pPr>
          </w:p>
        </w:tc>
        <w:tc>
          <w:tcPr>
            <w:tcW w:w="6832" w:type="dxa"/>
            <w:gridSpan w:val="22"/>
            <w:tcBorders>
              <w:left w:val="double" w:sz="6" w:space="0" w:color="auto"/>
              <w:right w:val="single" w:sz="6" w:space="0" w:color="auto"/>
            </w:tcBorders>
          </w:tcPr>
          <w:p w14:paraId="5A5D0680" w14:textId="77777777" w:rsidR="00096DC7" w:rsidRPr="008F643F" w:rsidRDefault="00096DC7" w:rsidP="00096DC7">
            <w:pPr>
              <w:pStyle w:val="Testotabella"/>
              <w:rPr>
                <w:rFonts w:ascii="Gotham" w:hAnsi="Gotham"/>
                <w:lang w:val="en-GB"/>
              </w:rPr>
            </w:pPr>
          </w:p>
        </w:tc>
        <w:tc>
          <w:tcPr>
            <w:tcW w:w="1628" w:type="dxa"/>
            <w:gridSpan w:val="7"/>
            <w:tcBorders>
              <w:left w:val="single" w:sz="6" w:space="0" w:color="auto"/>
            </w:tcBorders>
          </w:tcPr>
          <w:p w14:paraId="3DCF518A" w14:textId="77777777" w:rsidR="00096DC7" w:rsidRPr="008F643F" w:rsidRDefault="00096DC7" w:rsidP="00096DC7">
            <w:pPr>
              <w:pStyle w:val="Testotabella"/>
              <w:rPr>
                <w:rFonts w:ascii="Gotham" w:hAnsi="Gotham"/>
                <w:lang w:val="en-GB"/>
              </w:rPr>
            </w:pPr>
          </w:p>
        </w:tc>
        <w:tc>
          <w:tcPr>
            <w:tcW w:w="1803" w:type="dxa"/>
            <w:gridSpan w:val="6"/>
            <w:tcBorders>
              <w:left w:val="single" w:sz="6" w:space="0" w:color="auto"/>
              <w:right w:val="single" w:sz="6" w:space="0" w:color="auto"/>
            </w:tcBorders>
            <w:shd w:val="clear" w:color="auto" w:fill="auto"/>
          </w:tcPr>
          <w:p w14:paraId="5577EA55" w14:textId="77777777" w:rsidR="00096DC7" w:rsidRPr="008F643F" w:rsidRDefault="00096DC7" w:rsidP="00096DC7">
            <w:pPr>
              <w:pStyle w:val="Testotabella"/>
              <w:rPr>
                <w:rFonts w:ascii="Gotham" w:hAnsi="Gotham"/>
                <w:lang w:val="en-GB"/>
              </w:rPr>
            </w:pPr>
          </w:p>
        </w:tc>
        <w:tc>
          <w:tcPr>
            <w:tcW w:w="3943" w:type="dxa"/>
            <w:gridSpan w:val="9"/>
            <w:tcBorders>
              <w:right w:val="double" w:sz="6" w:space="0" w:color="auto"/>
            </w:tcBorders>
          </w:tcPr>
          <w:p w14:paraId="7465987E" w14:textId="77777777" w:rsidR="00096DC7" w:rsidRPr="008F643F" w:rsidRDefault="00096DC7" w:rsidP="00096DC7">
            <w:pPr>
              <w:pStyle w:val="Testotabella"/>
              <w:rPr>
                <w:rFonts w:ascii="Gotham" w:hAnsi="Gotham"/>
                <w:lang w:val="en-GB"/>
              </w:rPr>
            </w:pPr>
          </w:p>
        </w:tc>
      </w:tr>
      <w:tr w:rsidR="00096DC7" w:rsidRPr="001D5140" w14:paraId="73D14A19" w14:textId="77777777" w:rsidTr="000A404A">
        <w:trPr>
          <w:cantSplit/>
          <w:trHeight w:val="351"/>
        </w:trPr>
        <w:tc>
          <w:tcPr>
            <w:tcW w:w="608" w:type="dxa"/>
            <w:gridSpan w:val="3"/>
            <w:tcBorders>
              <w:left w:val="double" w:sz="6" w:space="0" w:color="auto"/>
              <w:right w:val="single" w:sz="6" w:space="0" w:color="auto"/>
            </w:tcBorders>
          </w:tcPr>
          <w:p w14:paraId="79CE0FBE" w14:textId="77777777" w:rsidR="00096DC7" w:rsidRPr="008F643F" w:rsidRDefault="00096DC7" w:rsidP="00096DC7">
            <w:pPr>
              <w:pStyle w:val="Testotabella"/>
              <w:rPr>
                <w:rFonts w:ascii="Gotham" w:hAnsi="Gotham"/>
                <w:lang w:val="en-GB"/>
              </w:rPr>
            </w:pPr>
          </w:p>
        </w:tc>
        <w:tc>
          <w:tcPr>
            <w:tcW w:w="6832" w:type="dxa"/>
            <w:gridSpan w:val="22"/>
            <w:tcBorders>
              <w:left w:val="double" w:sz="6" w:space="0" w:color="auto"/>
              <w:right w:val="single" w:sz="6" w:space="0" w:color="auto"/>
            </w:tcBorders>
          </w:tcPr>
          <w:p w14:paraId="713EE687" w14:textId="77777777" w:rsidR="00096DC7" w:rsidRPr="008F643F" w:rsidRDefault="00096DC7" w:rsidP="00096DC7">
            <w:pPr>
              <w:pStyle w:val="Testotabella"/>
              <w:rPr>
                <w:rFonts w:ascii="Gotham" w:hAnsi="Gotham"/>
                <w:lang w:val="en-GB"/>
              </w:rPr>
            </w:pPr>
          </w:p>
        </w:tc>
        <w:tc>
          <w:tcPr>
            <w:tcW w:w="1628" w:type="dxa"/>
            <w:gridSpan w:val="7"/>
            <w:tcBorders>
              <w:left w:val="single" w:sz="6" w:space="0" w:color="auto"/>
            </w:tcBorders>
          </w:tcPr>
          <w:p w14:paraId="151EC8A6" w14:textId="77777777" w:rsidR="00096DC7" w:rsidRPr="008F643F" w:rsidRDefault="00096DC7" w:rsidP="00096DC7">
            <w:pPr>
              <w:pStyle w:val="Testotabella"/>
              <w:rPr>
                <w:rFonts w:ascii="Gotham" w:hAnsi="Gotham"/>
                <w:lang w:val="en-GB"/>
              </w:rPr>
            </w:pPr>
          </w:p>
        </w:tc>
        <w:tc>
          <w:tcPr>
            <w:tcW w:w="1803" w:type="dxa"/>
            <w:gridSpan w:val="6"/>
            <w:tcBorders>
              <w:left w:val="single" w:sz="6" w:space="0" w:color="auto"/>
              <w:right w:val="single" w:sz="6" w:space="0" w:color="auto"/>
            </w:tcBorders>
            <w:shd w:val="clear" w:color="auto" w:fill="auto"/>
          </w:tcPr>
          <w:p w14:paraId="590448AB" w14:textId="77777777" w:rsidR="00096DC7" w:rsidRPr="008F643F" w:rsidRDefault="00096DC7" w:rsidP="00096DC7">
            <w:pPr>
              <w:pStyle w:val="Testotabella"/>
              <w:rPr>
                <w:rFonts w:ascii="Gotham" w:hAnsi="Gotham"/>
                <w:lang w:val="en-GB"/>
              </w:rPr>
            </w:pPr>
          </w:p>
        </w:tc>
        <w:tc>
          <w:tcPr>
            <w:tcW w:w="3943" w:type="dxa"/>
            <w:gridSpan w:val="9"/>
            <w:tcBorders>
              <w:right w:val="double" w:sz="6" w:space="0" w:color="auto"/>
            </w:tcBorders>
          </w:tcPr>
          <w:p w14:paraId="1464A316" w14:textId="77777777" w:rsidR="00096DC7" w:rsidRPr="008F643F" w:rsidRDefault="00096DC7" w:rsidP="00096DC7">
            <w:pPr>
              <w:pStyle w:val="Testotabella"/>
              <w:rPr>
                <w:rFonts w:ascii="Gotham" w:hAnsi="Gotham"/>
                <w:lang w:val="en-GB"/>
              </w:rPr>
            </w:pPr>
          </w:p>
        </w:tc>
      </w:tr>
      <w:tr w:rsidR="00096DC7" w:rsidRPr="001D5140" w14:paraId="19A59967" w14:textId="77777777" w:rsidTr="000A404A">
        <w:trPr>
          <w:cantSplit/>
          <w:trHeight w:val="351"/>
        </w:trPr>
        <w:tc>
          <w:tcPr>
            <w:tcW w:w="608" w:type="dxa"/>
            <w:gridSpan w:val="3"/>
            <w:tcBorders>
              <w:left w:val="double" w:sz="6" w:space="0" w:color="auto"/>
              <w:right w:val="single" w:sz="6" w:space="0" w:color="auto"/>
            </w:tcBorders>
          </w:tcPr>
          <w:p w14:paraId="3F148962" w14:textId="77777777" w:rsidR="00096DC7" w:rsidRPr="008F643F" w:rsidRDefault="00096DC7" w:rsidP="00096DC7">
            <w:pPr>
              <w:pStyle w:val="Testotabella"/>
              <w:rPr>
                <w:rFonts w:ascii="Gotham" w:hAnsi="Gotham"/>
                <w:lang w:val="en-GB"/>
              </w:rPr>
            </w:pPr>
          </w:p>
        </w:tc>
        <w:tc>
          <w:tcPr>
            <w:tcW w:w="6832" w:type="dxa"/>
            <w:gridSpan w:val="22"/>
            <w:tcBorders>
              <w:left w:val="double" w:sz="6" w:space="0" w:color="auto"/>
              <w:right w:val="single" w:sz="6" w:space="0" w:color="auto"/>
            </w:tcBorders>
          </w:tcPr>
          <w:p w14:paraId="11E74873" w14:textId="77777777" w:rsidR="00096DC7" w:rsidRPr="008F643F" w:rsidRDefault="00096DC7" w:rsidP="00096DC7">
            <w:pPr>
              <w:pStyle w:val="Testotabella"/>
              <w:rPr>
                <w:rFonts w:ascii="Gotham" w:hAnsi="Gotham"/>
                <w:lang w:val="en-GB"/>
              </w:rPr>
            </w:pPr>
          </w:p>
          <w:p w14:paraId="70D32111" w14:textId="77777777" w:rsidR="00096DC7" w:rsidRPr="008F643F" w:rsidRDefault="00096DC7" w:rsidP="00096DC7">
            <w:pPr>
              <w:pStyle w:val="Testotabella"/>
              <w:rPr>
                <w:rFonts w:ascii="Gotham" w:hAnsi="Gotham"/>
                <w:lang w:val="en-GB"/>
              </w:rPr>
            </w:pPr>
          </w:p>
          <w:p w14:paraId="6EA87957" w14:textId="77777777" w:rsidR="00096DC7" w:rsidRPr="008F643F" w:rsidRDefault="00096DC7" w:rsidP="00096DC7">
            <w:pPr>
              <w:pStyle w:val="Testotabella"/>
              <w:rPr>
                <w:rFonts w:ascii="Gotham" w:hAnsi="Gotham"/>
                <w:lang w:val="en-GB"/>
              </w:rPr>
            </w:pPr>
          </w:p>
          <w:p w14:paraId="5043FBA9" w14:textId="77777777" w:rsidR="00096DC7" w:rsidRPr="008F643F" w:rsidRDefault="00096DC7" w:rsidP="00096DC7">
            <w:pPr>
              <w:pStyle w:val="Testotabella"/>
              <w:rPr>
                <w:rFonts w:ascii="Gotham" w:hAnsi="Gotham"/>
                <w:lang w:val="en-GB"/>
              </w:rPr>
            </w:pPr>
          </w:p>
        </w:tc>
        <w:tc>
          <w:tcPr>
            <w:tcW w:w="1628" w:type="dxa"/>
            <w:gridSpan w:val="7"/>
            <w:tcBorders>
              <w:left w:val="single" w:sz="6" w:space="0" w:color="auto"/>
            </w:tcBorders>
          </w:tcPr>
          <w:p w14:paraId="5B1A6260" w14:textId="77777777" w:rsidR="00096DC7" w:rsidRPr="008F643F" w:rsidRDefault="00096DC7" w:rsidP="00096DC7">
            <w:pPr>
              <w:pStyle w:val="Testotabella"/>
              <w:rPr>
                <w:rFonts w:ascii="Gotham" w:hAnsi="Gotham"/>
                <w:lang w:val="en-GB"/>
              </w:rPr>
            </w:pPr>
          </w:p>
        </w:tc>
        <w:tc>
          <w:tcPr>
            <w:tcW w:w="1803" w:type="dxa"/>
            <w:gridSpan w:val="6"/>
            <w:tcBorders>
              <w:left w:val="single" w:sz="6" w:space="0" w:color="auto"/>
              <w:right w:val="single" w:sz="6" w:space="0" w:color="auto"/>
            </w:tcBorders>
            <w:shd w:val="clear" w:color="auto" w:fill="auto"/>
          </w:tcPr>
          <w:p w14:paraId="1E3CF0DE" w14:textId="77777777" w:rsidR="00096DC7" w:rsidRPr="008F643F" w:rsidRDefault="00096DC7" w:rsidP="00096DC7">
            <w:pPr>
              <w:pStyle w:val="Testotabella"/>
              <w:rPr>
                <w:rFonts w:ascii="Gotham" w:hAnsi="Gotham"/>
                <w:lang w:val="en-GB"/>
              </w:rPr>
            </w:pPr>
          </w:p>
        </w:tc>
        <w:tc>
          <w:tcPr>
            <w:tcW w:w="3943" w:type="dxa"/>
            <w:gridSpan w:val="9"/>
            <w:tcBorders>
              <w:right w:val="double" w:sz="6" w:space="0" w:color="auto"/>
            </w:tcBorders>
          </w:tcPr>
          <w:p w14:paraId="22F12F05" w14:textId="77777777" w:rsidR="00096DC7" w:rsidRPr="008F643F" w:rsidRDefault="00096DC7" w:rsidP="00096DC7">
            <w:pPr>
              <w:pStyle w:val="Testotabella"/>
              <w:rPr>
                <w:rFonts w:ascii="Gotham" w:hAnsi="Gotham"/>
                <w:lang w:val="en-GB"/>
              </w:rPr>
            </w:pPr>
          </w:p>
        </w:tc>
      </w:tr>
      <w:tr w:rsidR="00096DC7" w:rsidRPr="001D5140" w14:paraId="6BF4FB35" w14:textId="77777777" w:rsidTr="000A404A">
        <w:trPr>
          <w:cantSplit/>
          <w:trHeight w:val="351"/>
        </w:trPr>
        <w:tc>
          <w:tcPr>
            <w:tcW w:w="608" w:type="dxa"/>
            <w:gridSpan w:val="3"/>
            <w:tcBorders>
              <w:left w:val="double" w:sz="6" w:space="0" w:color="auto"/>
              <w:right w:val="single" w:sz="6" w:space="0" w:color="auto"/>
            </w:tcBorders>
          </w:tcPr>
          <w:p w14:paraId="00FABBF2" w14:textId="77777777" w:rsidR="00096DC7" w:rsidRPr="008F643F" w:rsidRDefault="00096DC7" w:rsidP="00096DC7">
            <w:pPr>
              <w:pStyle w:val="Testotabella"/>
              <w:rPr>
                <w:rFonts w:ascii="Gotham" w:hAnsi="Gotham"/>
                <w:lang w:val="en-GB"/>
              </w:rPr>
            </w:pPr>
          </w:p>
        </w:tc>
        <w:tc>
          <w:tcPr>
            <w:tcW w:w="6832" w:type="dxa"/>
            <w:gridSpan w:val="22"/>
            <w:tcBorders>
              <w:left w:val="double" w:sz="6" w:space="0" w:color="auto"/>
              <w:right w:val="single" w:sz="6" w:space="0" w:color="auto"/>
            </w:tcBorders>
          </w:tcPr>
          <w:p w14:paraId="2E08D6E2" w14:textId="77777777" w:rsidR="00096DC7" w:rsidRPr="008F643F" w:rsidRDefault="00096DC7" w:rsidP="00096DC7">
            <w:pPr>
              <w:pStyle w:val="Testotabella"/>
              <w:rPr>
                <w:rFonts w:ascii="Gotham" w:hAnsi="Gotham"/>
                <w:lang w:val="en-GB"/>
              </w:rPr>
            </w:pPr>
          </w:p>
        </w:tc>
        <w:tc>
          <w:tcPr>
            <w:tcW w:w="1628" w:type="dxa"/>
            <w:gridSpan w:val="7"/>
            <w:tcBorders>
              <w:left w:val="single" w:sz="6" w:space="0" w:color="auto"/>
            </w:tcBorders>
          </w:tcPr>
          <w:p w14:paraId="242856C6" w14:textId="77777777" w:rsidR="00096DC7" w:rsidRPr="008F643F" w:rsidRDefault="00096DC7" w:rsidP="00096DC7">
            <w:pPr>
              <w:pStyle w:val="Testotabella"/>
              <w:rPr>
                <w:rFonts w:ascii="Gotham" w:hAnsi="Gotham"/>
                <w:lang w:val="en-GB"/>
              </w:rPr>
            </w:pPr>
          </w:p>
        </w:tc>
        <w:tc>
          <w:tcPr>
            <w:tcW w:w="1803" w:type="dxa"/>
            <w:gridSpan w:val="6"/>
            <w:tcBorders>
              <w:left w:val="single" w:sz="6" w:space="0" w:color="auto"/>
              <w:right w:val="single" w:sz="6" w:space="0" w:color="auto"/>
            </w:tcBorders>
            <w:shd w:val="clear" w:color="auto" w:fill="auto"/>
          </w:tcPr>
          <w:p w14:paraId="3A95B186" w14:textId="77777777" w:rsidR="00096DC7" w:rsidRPr="008F643F" w:rsidRDefault="00096DC7" w:rsidP="00096DC7">
            <w:pPr>
              <w:pStyle w:val="Testotabella"/>
              <w:rPr>
                <w:rFonts w:ascii="Gotham" w:hAnsi="Gotham"/>
                <w:lang w:val="en-GB"/>
              </w:rPr>
            </w:pPr>
          </w:p>
        </w:tc>
        <w:tc>
          <w:tcPr>
            <w:tcW w:w="3943" w:type="dxa"/>
            <w:gridSpan w:val="9"/>
            <w:tcBorders>
              <w:right w:val="double" w:sz="6" w:space="0" w:color="auto"/>
            </w:tcBorders>
          </w:tcPr>
          <w:p w14:paraId="1BC83DBB" w14:textId="77777777" w:rsidR="00096DC7" w:rsidRPr="008F643F" w:rsidRDefault="00096DC7" w:rsidP="00096DC7">
            <w:pPr>
              <w:pStyle w:val="Testotabella"/>
              <w:rPr>
                <w:rFonts w:ascii="Gotham" w:hAnsi="Gotham"/>
                <w:lang w:val="en-GB"/>
              </w:rPr>
            </w:pPr>
          </w:p>
        </w:tc>
      </w:tr>
      <w:tr w:rsidR="00096DC7" w:rsidRPr="001D5140" w14:paraId="250C1FAD" w14:textId="77777777" w:rsidTr="000A404A">
        <w:trPr>
          <w:cantSplit/>
          <w:trHeight w:val="351"/>
        </w:trPr>
        <w:tc>
          <w:tcPr>
            <w:tcW w:w="608" w:type="dxa"/>
            <w:gridSpan w:val="3"/>
            <w:tcBorders>
              <w:left w:val="double" w:sz="6" w:space="0" w:color="auto"/>
              <w:bottom w:val="single" w:sz="6" w:space="0" w:color="auto"/>
              <w:right w:val="single" w:sz="6" w:space="0" w:color="auto"/>
            </w:tcBorders>
          </w:tcPr>
          <w:p w14:paraId="220FFF7A" w14:textId="77777777" w:rsidR="00096DC7" w:rsidRPr="008F643F" w:rsidRDefault="00096DC7" w:rsidP="00096DC7">
            <w:pPr>
              <w:pStyle w:val="Testotabella"/>
              <w:rPr>
                <w:rFonts w:ascii="Gotham" w:hAnsi="Gotham"/>
                <w:lang w:val="en-GB"/>
              </w:rPr>
            </w:pPr>
          </w:p>
        </w:tc>
        <w:tc>
          <w:tcPr>
            <w:tcW w:w="6832" w:type="dxa"/>
            <w:gridSpan w:val="22"/>
            <w:tcBorders>
              <w:left w:val="double" w:sz="6" w:space="0" w:color="auto"/>
              <w:bottom w:val="single" w:sz="6" w:space="0" w:color="auto"/>
              <w:right w:val="single" w:sz="6" w:space="0" w:color="auto"/>
            </w:tcBorders>
          </w:tcPr>
          <w:p w14:paraId="5AC89FB2" w14:textId="77777777" w:rsidR="00096DC7" w:rsidRPr="008F643F" w:rsidRDefault="00096DC7" w:rsidP="00096DC7">
            <w:pPr>
              <w:pStyle w:val="Testotabella"/>
              <w:rPr>
                <w:rFonts w:ascii="Gotham" w:hAnsi="Gotham"/>
                <w:lang w:val="en-GB"/>
              </w:rPr>
            </w:pPr>
          </w:p>
        </w:tc>
        <w:tc>
          <w:tcPr>
            <w:tcW w:w="1628" w:type="dxa"/>
            <w:gridSpan w:val="7"/>
            <w:tcBorders>
              <w:left w:val="single" w:sz="6" w:space="0" w:color="auto"/>
              <w:bottom w:val="single" w:sz="6" w:space="0" w:color="auto"/>
            </w:tcBorders>
          </w:tcPr>
          <w:p w14:paraId="5DA3483A" w14:textId="77777777" w:rsidR="00096DC7" w:rsidRPr="008F643F" w:rsidRDefault="00096DC7" w:rsidP="00096DC7">
            <w:pPr>
              <w:pStyle w:val="Testotabella"/>
              <w:rPr>
                <w:rFonts w:ascii="Gotham" w:hAnsi="Gotham"/>
                <w:lang w:val="en-GB"/>
              </w:rPr>
            </w:pPr>
          </w:p>
        </w:tc>
        <w:tc>
          <w:tcPr>
            <w:tcW w:w="1803" w:type="dxa"/>
            <w:gridSpan w:val="6"/>
            <w:tcBorders>
              <w:left w:val="single" w:sz="6" w:space="0" w:color="auto"/>
              <w:bottom w:val="single" w:sz="6" w:space="0" w:color="auto"/>
              <w:right w:val="single" w:sz="6" w:space="0" w:color="auto"/>
            </w:tcBorders>
            <w:shd w:val="clear" w:color="auto" w:fill="auto"/>
          </w:tcPr>
          <w:p w14:paraId="5C16CDBB" w14:textId="77777777" w:rsidR="00096DC7" w:rsidRPr="008F643F" w:rsidRDefault="00096DC7" w:rsidP="00096DC7">
            <w:pPr>
              <w:pStyle w:val="Testotabella"/>
              <w:rPr>
                <w:rFonts w:ascii="Gotham" w:hAnsi="Gotham"/>
                <w:lang w:val="en-GB"/>
              </w:rPr>
            </w:pPr>
          </w:p>
        </w:tc>
        <w:tc>
          <w:tcPr>
            <w:tcW w:w="3943" w:type="dxa"/>
            <w:gridSpan w:val="9"/>
            <w:tcBorders>
              <w:bottom w:val="single" w:sz="6" w:space="0" w:color="auto"/>
              <w:right w:val="double" w:sz="6" w:space="0" w:color="auto"/>
            </w:tcBorders>
          </w:tcPr>
          <w:p w14:paraId="71DF7804" w14:textId="77777777" w:rsidR="00096DC7" w:rsidRPr="008F643F" w:rsidRDefault="00096DC7" w:rsidP="00096DC7">
            <w:pPr>
              <w:pStyle w:val="Testotabella"/>
              <w:rPr>
                <w:rFonts w:ascii="Gotham" w:hAnsi="Gotham"/>
                <w:lang w:val="en-GB"/>
              </w:rPr>
            </w:pPr>
          </w:p>
        </w:tc>
      </w:tr>
      <w:tr w:rsidR="00096DC7" w:rsidRPr="00E23007" w14:paraId="5CC5D87F" w14:textId="77777777" w:rsidTr="000A404A">
        <w:trPr>
          <w:cantSplit/>
          <w:trHeight w:val="1260"/>
        </w:trPr>
        <w:tc>
          <w:tcPr>
            <w:tcW w:w="7440" w:type="dxa"/>
            <w:gridSpan w:val="25"/>
            <w:tcBorders>
              <w:top w:val="single" w:sz="6" w:space="0" w:color="auto"/>
              <w:left w:val="double" w:sz="6" w:space="0" w:color="auto"/>
              <w:bottom w:val="double" w:sz="6" w:space="0" w:color="auto"/>
              <w:right w:val="single" w:sz="6" w:space="0" w:color="auto"/>
            </w:tcBorders>
          </w:tcPr>
          <w:p w14:paraId="5D27EAD1" w14:textId="77777777" w:rsidR="00096DC7" w:rsidRPr="008F643F" w:rsidRDefault="00096DC7" w:rsidP="00096DC7">
            <w:pPr>
              <w:pStyle w:val="Testotabella"/>
              <w:rPr>
                <w:rFonts w:ascii="Gotham" w:hAnsi="Gotham"/>
                <w:lang w:val="en-GB"/>
              </w:rPr>
            </w:pPr>
            <w:r w:rsidRPr="008F643F">
              <w:rPr>
                <w:rFonts w:ascii="Gotham" w:hAnsi="Gotham"/>
                <w:lang w:val="en-GB"/>
              </w:rPr>
              <w:t>12. Manufacturer Engineering Signature and Date</w:t>
            </w:r>
          </w:p>
          <w:p w14:paraId="5F682BE4" w14:textId="77777777" w:rsidR="00096DC7" w:rsidRPr="008F643F" w:rsidRDefault="00096DC7" w:rsidP="00096DC7">
            <w:pPr>
              <w:pStyle w:val="Testotabella"/>
              <w:rPr>
                <w:rFonts w:ascii="Gotham" w:hAnsi="Gotham"/>
                <w:sz w:val="18"/>
                <w:lang w:val="en-GB"/>
              </w:rPr>
            </w:pPr>
          </w:p>
        </w:tc>
        <w:tc>
          <w:tcPr>
            <w:tcW w:w="7374" w:type="dxa"/>
            <w:gridSpan w:val="22"/>
            <w:tcBorders>
              <w:top w:val="single" w:sz="6" w:space="0" w:color="auto"/>
              <w:left w:val="single" w:sz="6" w:space="0" w:color="auto"/>
              <w:bottom w:val="double" w:sz="6" w:space="0" w:color="auto"/>
              <w:right w:val="double" w:sz="6" w:space="0" w:color="auto"/>
            </w:tcBorders>
          </w:tcPr>
          <w:p w14:paraId="3A68AD1C" w14:textId="77777777" w:rsidR="00096DC7" w:rsidRPr="008F643F" w:rsidRDefault="00096DC7" w:rsidP="00096DC7">
            <w:pPr>
              <w:pStyle w:val="Testotabella"/>
              <w:rPr>
                <w:rFonts w:ascii="Gotham" w:hAnsi="Gotham"/>
                <w:sz w:val="18"/>
                <w:lang w:val="en-GB"/>
              </w:rPr>
            </w:pPr>
            <w:r w:rsidRPr="008F643F">
              <w:rPr>
                <w:rFonts w:ascii="Gotham" w:hAnsi="Gotham"/>
                <w:lang w:val="en-GB"/>
              </w:rPr>
              <w:t>13. Quality Inspector Signature and Date</w:t>
            </w:r>
          </w:p>
        </w:tc>
      </w:tr>
      <w:tr w:rsidR="00096DC7" w14:paraId="75BCD7F8" w14:textId="77777777" w:rsidTr="000A404A">
        <w:trPr>
          <w:cantSplit/>
        </w:trPr>
        <w:tc>
          <w:tcPr>
            <w:tcW w:w="2356" w:type="dxa"/>
            <w:gridSpan w:val="7"/>
            <w:tcBorders>
              <w:top w:val="double" w:sz="6" w:space="0" w:color="auto"/>
              <w:left w:val="double" w:sz="6" w:space="0" w:color="auto"/>
              <w:bottom w:val="single" w:sz="6" w:space="0" w:color="auto"/>
              <w:right w:val="single" w:sz="6" w:space="0" w:color="auto"/>
            </w:tcBorders>
            <w:vAlign w:val="center"/>
          </w:tcPr>
          <w:p w14:paraId="4D97EE59" w14:textId="77777777" w:rsidR="00096DC7" w:rsidRPr="008F643F" w:rsidRDefault="00096DC7" w:rsidP="007F479D">
            <w:pPr>
              <w:pStyle w:val="Testotabella"/>
              <w:jc w:val="center"/>
              <w:rPr>
                <w:rFonts w:ascii="Gotham" w:hAnsi="Gotham"/>
                <w:b/>
                <w:bCs/>
                <w:color w:val="333399"/>
                <w:lang w:val="en-GB"/>
              </w:rPr>
            </w:pPr>
            <w:r w:rsidRPr="008F643F">
              <w:rPr>
                <w:rFonts w:ascii="Gotham" w:hAnsi="Gotham"/>
                <w:b/>
                <w:sz w:val="24"/>
                <w:lang w:val="en-US"/>
              </w:rPr>
              <w:lastRenderedPageBreak/>
              <w:br w:type="page"/>
            </w:r>
            <w:r w:rsidRPr="008F643F">
              <w:rPr>
                <w:rFonts w:ascii="Gotham" w:hAnsi="Gotham"/>
                <w:noProof/>
              </w:rPr>
              <w:t>SUPPLIER LOGO</w:t>
            </w:r>
          </w:p>
        </w:tc>
        <w:tc>
          <w:tcPr>
            <w:tcW w:w="9429" w:type="dxa"/>
            <w:gridSpan w:val="34"/>
            <w:vMerge w:val="restart"/>
            <w:tcBorders>
              <w:top w:val="double" w:sz="6" w:space="0" w:color="auto"/>
              <w:left w:val="single" w:sz="6" w:space="0" w:color="auto"/>
              <w:right w:val="single" w:sz="6" w:space="0" w:color="auto"/>
            </w:tcBorders>
          </w:tcPr>
          <w:p w14:paraId="589FAFB0" w14:textId="77777777" w:rsidR="00096DC7" w:rsidRPr="008F643F" w:rsidRDefault="00096DC7" w:rsidP="007F479D">
            <w:pPr>
              <w:pStyle w:val="Testotabella"/>
              <w:spacing w:before="120"/>
              <w:ind w:left="0"/>
              <w:jc w:val="center"/>
              <w:rPr>
                <w:rFonts w:ascii="Gotham" w:hAnsi="Gotham"/>
                <w:sz w:val="18"/>
                <w:lang w:val="en-GB"/>
              </w:rPr>
            </w:pPr>
            <w:r w:rsidRPr="008F643F">
              <w:rPr>
                <w:rFonts w:ascii="Gotham" w:hAnsi="Gotham"/>
                <w:sz w:val="24"/>
                <w:lang w:val="en-GB"/>
              </w:rPr>
              <w:t>MANUFACTURING INSPECTION REPORT (MIR)</w:t>
            </w:r>
          </w:p>
          <w:p w14:paraId="0123C73C" w14:textId="77777777" w:rsidR="00096DC7" w:rsidRPr="008F643F" w:rsidRDefault="00096DC7" w:rsidP="007F479D">
            <w:pPr>
              <w:pStyle w:val="Testotabella"/>
              <w:spacing w:line="0" w:lineRule="atLeast"/>
              <w:ind w:left="0"/>
              <w:contextualSpacing/>
              <w:jc w:val="center"/>
              <w:rPr>
                <w:rFonts w:ascii="Gotham" w:hAnsi="Gotham"/>
                <w:sz w:val="18"/>
                <w:lang w:val="en-US"/>
              </w:rPr>
            </w:pPr>
          </w:p>
          <w:p w14:paraId="549F0989" w14:textId="77777777" w:rsidR="00096DC7" w:rsidRPr="008F643F" w:rsidRDefault="00096DC7" w:rsidP="007F479D">
            <w:pPr>
              <w:pStyle w:val="Testotabella"/>
              <w:spacing w:line="0" w:lineRule="atLeast"/>
              <w:ind w:left="0"/>
              <w:contextualSpacing/>
              <w:jc w:val="center"/>
              <w:rPr>
                <w:rFonts w:ascii="Gotham" w:hAnsi="Gotham"/>
                <w:sz w:val="18"/>
                <w:lang w:val="en-US"/>
              </w:rPr>
            </w:pPr>
          </w:p>
          <w:p w14:paraId="743DA436" w14:textId="77777777" w:rsidR="00096DC7" w:rsidRPr="008F643F" w:rsidRDefault="00096DC7" w:rsidP="007F479D">
            <w:pPr>
              <w:pStyle w:val="Testotabella"/>
              <w:spacing w:line="100" w:lineRule="atLeast"/>
              <w:ind w:left="0"/>
              <w:contextualSpacing/>
              <w:jc w:val="center"/>
              <w:rPr>
                <w:rFonts w:ascii="Gotham" w:hAnsi="Gotham"/>
                <w:sz w:val="18"/>
                <w:lang w:val="en-GB"/>
              </w:rPr>
            </w:pPr>
            <w:r w:rsidRPr="008F643F">
              <w:rPr>
                <w:rFonts w:ascii="Gotham" w:hAnsi="Gotham"/>
                <w:b/>
                <w:lang w:val="en-GB"/>
              </w:rPr>
              <w:t>LIST OF ISSUED CONCESSION / DEVIATION PERMIT (OPEN / CLOSED)</w:t>
            </w:r>
          </w:p>
        </w:tc>
        <w:tc>
          <w:tcPr>
            <w:tcW w:w="3029" w:type="dxa"/>
            <w:gridSpan w:val="6"/>
            <w:tcBorders>
              <w:top w:val="double" w:sz="6" w:space="0" w:color="auto"/>
              <w:left w:val="single" w:sz="6" w:space="0" w:color="auto"/>
              <w:right w:val="double" w:sz="6" w:space="0" w:color="auto"/>
            </w:tcBorders>
          </w:tcPr>
          <w:p w14:paraId="7BD18FF1" w14:textId="77777777" w:rsidR="00096DC7" w:rsidRPr="008F643F" w:rsidRDefault="00096DC7" w:rsidP="007F479D">
            <w:pPr>
              <w:pStyle w:val="Testotabella"/>
              <w:jc w:val="center"/>
              <w:rPr>
                <w:rFonts w:ascii="Gotham" w:hAnsi="Gotham"/>
                <w:lang w:val="de-DE"/>
              </w:rPr>
            </w:pPr>
            <w:r w:rsidRPr="008F643F">
              <w:rPr>
                <w:rFonts w:ascii="Gotham" w:hAnsi="Gotham"/>
                <w:lang w:val="de-DE"/>
              </w:rPr>
              <w:t>6.</w:t>
            </w:r>
          </w:p>
          <w:p w14:paraId="318C1925" w14:textId="77777777" w:rsidR="00096DC7" w:rsidRPr="008F643F" w:rsidRDefault="00096DC7" w:rsidP="007F479D">
            <w:pPr>
              <w:pStyle w:val="Testotabella"/>
              <w:jc w:val="center"/>
              <w:rPr>
                <w:rFonts w:ascii="Gotham" w:hAnsi="Gotham"/>
                <w:lang w:val="de-DE"/>
              </w:rPr>
            </w:pPr>
          </w:p>
          <w:p w14:paraId="66AD7F60" w14:textId="77777777" w:rsidR="00096DC7" w:rsidRPr="008F643F" w:rsidRDefault="00096DC7" w:rsidP="007F479D">
            <w:pPr>
              <w:pStyle w:val="Testotabella"/>
              <w:jc w:val="center"/>
              <w:rPr>
                <w:rFonts w:ascii="Gotham" w:hAnsi="Gotham"/>
                <w:lang w:val="de-DE"/>
              </w:rPr>
            </w:pPr>
            <w:r w:rsidRPr="008F643F">
              <w:rPr>
                <w:rFonts w:ascii="Gotham" w:hAnsi="Gotham"/>
                <w:lang w:val="de-DE"/>
              </w:rPr>
              <w:t>MIR n..................       Iss. .......</w:t>
            </w:r>
          </w:p>
          <w:p w14:paraId="28FC6509" w14:textId="09CF7AE9" w:rsidR="00096DC7" w:rsidRPr="008F643F" w:rsidRDefault="00096DC7" w:rsidP="007F479D">
            <w:pPr>
              <w:pStyle w:val="Testotabella"/>
              <w:jc w:val="center"/>
              <w:rPr>
                <w:rFonts w:ascii="Gotham" w:hAnsi="Gotham"/>
                <w:lang w:val="de-DE"/>
              </w:rPr>
            </w:pPr>
          </w:p>
        </w:tc>
      </w:tr>
      <w:tr w:rsidR="00096DC7" w14:paraId="6B115C28" w14:textId="77777777" w:rsidTr="000A404A">
        <w:trPr>
          <w:cantSplit/>
        </w:trPr>
        <w:tc>
          <w:tcPr>
            <w:tcW w:w="2356" w:type="dxa"/>
            <w:gridSpan w:val="7"/>
            <w:vMerge w:val="restart"/>
            <w:tcBorders>
              <w:top w:val="single" w:sz="6" w:space="0" w:color="auto"/>
              <w:left w:val="double" w:sz="6" w:space="0" w:color="auto"/>
              <w:right w:val="single" w:sz="6" w:space="0" w:color="auto"/>
            </w:tcBorders>
          </w:tcPr>
          <w:p w14:paraId="68B62CCB" w14:textId="77777777" w:rsidR="00096DC7" w:rsidRPr="008F643F" w:rsidRDefault="00096DC7" w:rsidP="007F479D">
            <w:pPr>
              <w:pStyle w:val="Testotabella"/>
              <w:jc w:val="center"/>
              <w:rPr>
                <w:rFonts w:ascii="Gotham" w:hAnsi="Gotham"/>
                <w:sz w:val="18"/>
              </w:rPr>
            </w:pPr>
            <w:r w:rsidRPr="008F643F">
              <w:rPr>
                <w:rFonts w:ascii="Gotham" w:hAnsi="Gotham"/>
              </w:rPr>
              <w:t>1. Supplier</w:t>
            </w:r>
          </w:p>
        </w:tc>
        <w:tc>
          <w:tcPr>
            <w:tcW w:w="9429" w:type="dxa"/>
            <w:gridSpan w:val="34"/>
            <w:vMerge/>
            <w:tcBorders>
              <w:left w:val="single" w:sz="6" w:space="0" w:color="auto"/>
              <w:bottom w:val="single" w:sz="6" w:space="0" w:color="auto"/>
              <w:right w:val="single" w:sz="6" w:space="0" w:color="auto"/>
            </w:tcBorders>
          </w:tcPr>
          <w:p w14:paraId="2FE15092" w14:textId="77777777" w:rsidR="00096DC7" w:rsidRPr="008F643F" w:rsidRDefault="00096DC7" w:rsidP="007F479D">
            <w:pPr>
              <w:pStyle w:val="Testotabella"/>
              <w:spacing w:line="100" w:lineRule="atLeast"/>
              <w:ind w:left="0"/>
              <w:contextualSpacing/>
              <w:jc w:val="center"/>
              <w:rPr>
                <w:rFonts w:ascii="Gotham" w:hAnsi="Gotham"/>
                <w:b/>
                <w:sz w:val="18"/>
                <w:lang w:val="en-GB"/>
              </w:rPr>
            </w:pPr>
          </w:p>
        </w:tc>
        <w:tc>
          <w:tcPr>
            <w:tcW w:w="3029" w:type="dxa"/>
            <w:gridSpan w:val="6"/>
            <w:tcBorders>
              <w:left w:val="single" w:sz="6" w:space="0" w:color="auto"/>
              <w:right w:val="double" w:sz="6" w:space="0" w:color="auto"/>
            </w:tcBorders>
          </w:tcPr>
          <w:p w14:paraId="71DCCF4C" w14:textId="77777777" w:rsidR="00096DC7" w:rsidRPr="008F643F" w:rsidRDefault="00096DC7" w:rsidP="007F479D">
            <w:pPr>
              <w:pStyle w:val="Testotabella"/>
              <w:jc w:val="center"/>
              <w:rPr>
                <w:rFonts w:ascii="Gotham" w:hAnsi="Gotham"/>
              </w:rPr>
            </w:pPr>
            <w:proofErr w:type="spellStart"/>
            <w:r w:rsidRPr="008F643F">
              <w:rPr>
                <w:rFonts w:ascii="Gotham" w:hAnsi="Gotham"/>
              </w:rPr>
              <w:t>Chapter</w:t>
            </w:r>
            <w:proofErr w:type="spellEnd"/>
            <w:r w:rsidRPr="008F643F">
              <w:rPr>
                <w:rFonts w:ascii="Gotham" w:hAnsi="Gotham"/>
              </w:rPr>
              <w:t xml:space="preserve"> </w:t>
            </w:r>
            <w:r w:rsidRPr="008F643F">
              <w:rPr>
                <w:rFonts w:ascii="Gotham" w:hAnsi="Gotham"/>
                <w:b/>
              </w:rPr>
              <w:t>3</w:t>
            </w:r>
          </w:p>
          <w:p w14:paraId="3F0983C8" w14:textId="77777777" w:rsidR="00096DC7" w:rsidRPr="008F643F" w:rsidRDefault="00096DC7" w:rsidP="007F479D">
            <w:pPr>
              <w:pStyle w:val="Testotabella"/>
              <w:jc w:val="center"/>
              <w:rPr>
                <w:rFonts w:ascii="Gotham" w:hAnsi="Gotham"/>
              </w:rPr>
            </w:pPr>
          </w:p>
        </w:tc>
      </w:tr>
      <w:tr w:rsidR="00096DC7" w14:paraId="4C231310" w14:textId="77777777" w:rsidTr="000A404A">
        <w:trPr>
          <w:cantSplit/>
        </w:trPr>
        <w:tc>
          <w:tcPr>
            <w:tcW w:w="2356" w:type="dxa"/>
            <w:gridSpan w:val="7"/>
            <w:vMerge/>
            <w:tcBorders>
              <w:left w:val="double" w:sz="6" w:space="0" w:color="auto"/>
              <w:bottom w:val="single" w:sz="6" w:space="0" w:color="auto"/>
              <w:right w:val="single" w:sz="6" w:space="0" w:color="auto"/>
            </w:tcBorders>
          </w:tcPr>
          <w:p w14:paraId="140955D5" w14:textId="77777777" w:rsidR="00096DC7" w:rsidRPr="008F643F" w:rsidRDefault="00096DC7" w:rsidP="007F479D">
            <w:pPr>
              <w:pStyle w:val="Testotabella"/>
              <w:ind w:left="0"/>
              <w:jc w:val="center"/>
              <w:rPr>
                <w:rFonts w:ascii="Gotham" w:hAnsi="Gotham"/>
                <w:sz w:val="18"/>
              </w:rPr>
            </w:pPr>
          </w:p>
        </w:tc>
        <w:tc>
          <w:tcPr>
            <w:tcW w:w="2117" w:type="dxa"/>
            <w:gridSpan w:val="8"/>
            <w:tcBorders>
              <w:top w:val="single" w:sz="6" w:space="0" w:color="auto"/>
              <w:left w:val="single" w:sz="6" w:space="0" w:color="auto"/>
              <w:bottom w:val="single" w:sz="6" w:space="0" w:color="auto"/>
              <w:right w:val="single" w:sz="6" w:space="0" w:color="auto"/>
            </w:tcBorders>
          </w:tcPr>
          <w:p w14:paraId="452E840D" w14:textId="77777777" w:rsidR="00096DC7" w:rsidRPr="008F643F" w:rsidRDefault="00096DC7" w:rsidP="007F479D">
            <w:pPr>
              <w:pStyle w:val="Testotabella"/>
              <w:jc w:val="center"/>
              <w:rPr>
                <w:rFonts w:ascii="Gotham" w:hAnsi="Gotham"/>
              </w:rPr>
            </w:pPr>
            <w:r w:rsidRPr="008F643F">
              <w:rPr>
                <w:rFonts w:ascii="Gotham" w:hAnsi="Gotham"/>
              </w:rPr>
              <w:t>2. P/N</w:t>
            </w:r>
          </w:p>
        </w:tc>
        <w:tc>
          <w:tcPr>
            <w:tcW w:w="2117" w:type="dxa"/>
            <w:gridSpan w:val="8"/>
            <w:tcBorders>
              <w:top w:val="single" w:sz="6" w:space="0" w:color="auto"/>
              <w:left w:val="single" w:sz="6" w:space="0" w:color="auto"/>
              <w:bottom w:val="single" w:sz="6" w:space="0" w:color="auto"/>
              <w:right w:val="single" w:sz="6" w:space="0" w:color="auto"/>
            </w:tcBorders>
          </w:tcPr>
          <w:p w14:paraId="248CBEFD" w14:textId="77777777" w:rsidR="00096DC7" w:rsidRPr="008F643F" w:rsidRDefault="00096DC7" w:rsidP="007F479D">
            <w:pPr>
              <w:pStyle w:val="Testotabella"/>
              <w:jc w:val="center"/>
              <w:rPr>
                <w:rFonts w:ascii="Gotham" w:hAnsi="Gotham"/>
                <w:lang w:val="en-GB"/>
              </w:rPr>
            </w:pPr>
            <w:r w:rsidRPr="008F643F">
              <w:rPr>
                <w:rFonts w:ascii="Gotham" w:hAnsi="Gotham"/>
                <w:lang w:val="en-GB"/>
              </w:rPr>
              <w:t>3. Drawing Issue</w:t>
            </w:r>
          </w:p>
        </w:tc>
        <w:tc>
          <w:tcPr>
            <w:tcW w:w="2268" w:type="dxa"/>
            <w:gridSpan w:val="7"/>
            <w:tcBorders>
              <w:top w:val="single" w:sz="6" w:space="0" w:color="auto"/>
              <w:left w:val="single" w:sz="6" w:space="0" w:color="auto"/>
              <w:bottom w:val="single" w:sz="6" w:space="0" w:color="auto"/>
              <w:right w:val="single" w:sz="6" w:space="0" w:color="auto"/>
            </w:tcBorders>
          </w:tcPr>
          <w:p w14:paraId="4687C8B3" w14:textId="77777777" w:rsidR="00096DC7" w:rsidRPr="008F643F" w:rsidRDefault="00096DC7" w:rsidP="007F479D">
            <w:pPr>
              <w:pStyle w:val="Testotabella"/>
              <w:jc w:val="center"/>
              <w:rPr>
                <w:rFonts w:ascii="Gotham" w:hAnsi="Gotham"/>
                <w:lang w:val="en-US"/>
              </w:rPr>
            </w:pPr>
            <w:r w:rsidRPr="008F643F">
              <w:rPr>
                <w:rFonts w:ascii="Gotham" w:hAnsi="Gotham"/>
                <w:lang w:val="en-US"/>
              </w:rPr>
              <w:t>4. S/N</w:t>
            </w:r>
          </w:p>
        </w:tc>
        <w:tc>
          <w:tcPr>
            <w:tcW w:w="2927" w:type="dxa"/>
            <w:gridSpan w:val="11"/>
            <w:tcBorders>
              <w:top w:val="single" w:sz="6" w:space="0" w:color="auto"/>
              <w:left w:val="single" w:sz="6" w:space="0" w:color="auto"/>
              <w:bottom w:val="single" w:sz="6" w:space="0" w:color="auto"/>
              <w:right w:val="single" w:sz="6" w:space="0" w:color="auto"/>
            </w:tcBorders>
          </w:tcPr>
          <w:p w14:paraId="622B5E3B" w14:textId="77AB0087" w:rsidR="00096DC7" w:rsidRPr="008F643F" w:rsidRDefault="00096DC7" w:rsidP="007F479D">
            <w:pPr>
              <w:pStyle w:val="Testotabella"/>
              <w:jc w:val="center"/>
              <w:rPr>
                <w:rFonts w:ascii="Gotham" w:hAnsi="Gotham"/>
                <w:lang w:val="en-US"/>
              </w:rPr>
            </w:pPr>
            <w:r w:rsidRPr="008F643F">
              <w:rPr>
                <w:rFonts w:ascii="Gotham" w:hAnsi="Gotham"/>
                <w:lang w:val="en-US"/>
              </w:rPr>
              <w:t xml:space="preserve">5. H/C Mod. or </w:t>
            </w:r>
            <w:proofErr w:type="spellStart"/>
            <w:r w:rsidRPr="008F643F">
              <w:rPr>
                <w:rFonts w:ascii="Gotham" w:hAnsi="Gotham"/>
                <w:lang w:val="en-US"/>
              </w:rPr>
              <w:t>Vers</w:t>
            </w:r>
            <w:proofErr w:type="spellEnd"/>
            <w:r w:rsidRPr="008F643F">
              <w:rPr>
                <w:rFonts w:ascii="Gotham" w:hAnsi="Gotham"/>
                <w:lang w:val="en-US"/>
              </w:rPr>
              <w:t>.</w:t>
            </w:r>
          </w:p>
          <w:p w14:paraId="34CAEA28" w14:textId="77777777" w:rsidR="00096DC7" w:rsidRPr="008F643F" w:rsidRDefault="00096DC7" w:rsidP="007F479D">
            <w:pPr>
              <w:pStyle w:val="Testotabella"/>
              <w:jc w:val="center"/>
              <w:rPr>
                <w:rFonts w:ascii="Gotham" w:hAnsi="Gotham"/>
                <w:lang w:val="en-US"/>
              </w:rPr>
            </w:pPr>
          </w:p>
        </w:tc>
        <w:tc>
          <w:tcPr>
            <w:tcW w:w="3029" w:type="dxa"/>
            <w:gridSpan w:val="6"/>
            <w:tcBorders>
              <w:left w:val="single" w:sz="6" w:space="0" w:color="auto"/>
              <w:bottom w:val="single" w:sz="6" w:space="0" w:color="auto"/>
              <w:right w:val="double" w:sz="6" w:space="0" w:color="auto"/>
            </w:tcBorders>
          </w:tcPr>
          <w:p w14:paraId="6785C982" w14:textId="77777777" w:rsidR="00096DC7" w:rsidRPr="008F643F" w:rsidRDefault="00096DC7" w:rsidP="007F479D">
            <w:pPr>
              <w:pStyle w:val="Testotabella"/>
              <w:jc w:val="center"/>
              <w:rPr>
                <w:rFonts w:ascii="Gotham" w:hAnsi="Gotham"/>
              </w:rPr>
            </w:pPr>
            <w:r w:rsidRPr="008F643F">
              <w:rPr>
                <w:rFonts w:ascii="Gotham" w:hAnsi="Gotham"/>
              </w:rPr>
              <w:t>Page</w:t>
            </w:r>
            <w:r w:rsidRPr="008F643F">
              <w:rPr>
                <w:rFonts w:ascii="Gotham" w:hAnsi="Gotham"/>
              </w:rPr>
              <w:tab/>
              <w:t>of</w:t>
            </w:r>
          </w:p>
          <w:p w14:paraId="12907D49" w14:textId="77777777" w:rsidR="00096DC7" w:rsidRPr="008F643F" w:rsidRDefault="00096DC7" w:rsidP="007F479D">
            <w:pPr>
              <w:pStyle w:val="Testotabella"/>
              <w:jc w:val="center"/>
              <w:rPr>
                <w:rFonts w:ascii="Gotham" w:hAnsi="Gotham"/>
              </w:rPr>
            </w:pPr>
          </w:p>
        </w:tc>
      </w:tr>
      <w:tr w:rsidR="00096DC7" w:rsidRPr="00E23007" w14:paraId="7BDA49A8" w14:textId="77777777" w:rsidTr="000A404A">
        <w:trPr>
          <w:cantSplit/>
        </w:trPr>
        <w:tc>
          <w:tcPr>
            <w:tcW w:w="495" w:type="dxa"/>
            <w:gridSpan w:val="2"/>
            <w:tcBorders>
              <w:top w:val="single" w:sz="6" w:space="0" w:color="auto"/>
              <w:left w:val="double" w:sz="6" w:space="0" w:color="auto"/>
              <w:bottom w:val="single" w:sz="6" w:space="0" w:color="auto"/>
              <w:right w:val="single" w:sz="6" w:space="0" w:color="auto"/>
            </w:tcBorders>
          </w:tcPr>
          <w:p w14:paraId="789F39D4" w14:textId="77777777" w:rsidR="00096DC7" w:rsidRPr="008F643F" w:rsidRDefault="00096DC7" w:rsidP="007F479D">
            <w:pPr>
              <w:pStyle w:val="Testotabella"/>
              <w:jc w:val="center"/>
              <w:rPr>
                <w:rFonts w:ascii="Gotham" w:hAnsi="Gotham"/>
              </w:rPr>
            </w:pPr>
            <w:r w:rsidRPr="008F643F">
              <w:rPr>
                <w:rFonts w:ascii="Gotham" w:hAnsi="Gotham"/>
              </w:rPr>
              <w:t>7.</w:t>
            </w:r>
          </w:p>
          <w:p w14:paraId="0F7A853C" w14:textId="77777777" w:rsidR="00096DC7" w:rsidRPr="008F643F" w:rsidRDefault="00096DC7" w:rsidP="007F479D">
            <w:pPr>
              <w:pStyle w:val="Testotabella"/>
              <w:jc w:val="center"/>
              <w:rPr>
                <w:rFonts w:ascii="Gotham" w:hAnsi="Gotham"/>
              </w:rPr>
            </w:pPr>
          </w:p>
        </w:tc>
        <w:tc>
          <w:tcPr>
            <w:tcW w:w="4110" w:type="dxa"/>
            <w:gridSpan w:val="14"/>
            <w:tcBorders>
              <w:top w:val="single" w:sz="6" w:space="0" w:color="auto"/>
              <w:left w:val="single" w:sz="6" w:space="0" w:color="auto"/>
              <w:bottom w:val="single" w:sz="6" w:space="0" w:color="auto"/>
              <w:right w:val="single" w:sz="6" w:space="0" w:color="auto"/>
            </w:tcBorders>
          </w:tcPr>
          <w:p w14:paraId="6A561501" w14:textId="77777777" w:rsidR="00096DC7" w:rsidRPr="008F643F" w:rsidRDefault="00096DC7" w:rsidP="007F479D">
            <w:pPr>
              <w:pStyle w:val="Testotabella"/>
              <w:jc w:val="center"/>
              <w:rPr>
                <w:rFonts w:ascii="Gotham" w:hAnsi="Gotham"/>
              </w:rPr>
            </w:pPr>
            <w:r w:rsidRPr="008F643F">
              <w:rPr>
                <w:rFonts w:ascii="Gotham" w:hAnsi="Gotham"/>
              </w:rPr>
              <w:t>Minor</w:t>
            </w:r>
          </w:p>
        </w:tc>
        <w:tc>
          <w:tcPr>
            <w:tcW w:w="5529" w:type="dxa"/>
            <w:gridSpan w:val="19"/>
            <w:tcBorders>
              <w:top w:val="single" w:sz="6" w:space="0" w:color="auto"/>
              <w:left w:val="single" w:sz="6" w:space="0" w:color="auto"/>
              <w:bottom w:val="single" w:sz="6" w:space="0" w:color="auto"/>
              <w:right w:val="single" w:sz="6" w:space="0" w:color="auto"/>
            </w:tcBorders>
          </w:tcPr>
          <w:p w14:paraId="0370A8C6" w14:textId="77777777" w:rsidR="00096DC7" w:rsidRPr="008F643F" w:rsidRDefault="00096DC7" w:rsidP="007F479D">
            <w:pPr>
              <w:pStyle w:val="Testotabella"/>
              <w:jc w:val="center"/>
              <w:rPr>
                <w:rFonts w:ascii="Gotham" w:hAnsi="Gotham"/>
              </w:rPr>
            </w:pPr>
            <w:r w:rsidRPr="008F643F">
              <w:rPr>
                <w:rFonts w:ascii="Gotham" w:hAnsi="Gotham"/>
              </w:rPr>
              <w:t>Minor-</w:t>
            </w:r>
            <w:proofErr w:type="spellStart"/>
            <w:r w:rsidRPr="008F643F">
              <w:rPr>
                <w:rFonts w:ascii="Gotham" w:hAnsi="Gotham"/>
              </w:rPr>
              <w:t>Recordable</w:t>
            </w:r>
            <w:proofErr w:type="spellEnd"/>
          </w:p>
        </w:tc>
        <w:tc>
          <w:tcPr>
            <w:tcW w:w="4680" w:type="dxa"/>
            <w:gridSpan w:val="12"/>
            <w:tcBorders>
              <w:top w:val="single" w:sz="6" w:space="0" w:color="auto"/>
              <w:left w:val="single" w:sz="6" w:space="0" w:color="auto"/>
              <w:bottom w:val="single" w:sz="6" w:space="0" w:color="auto"/>
              <w:right w:val="double" w:sz="6" w:space="0" w:color="auto"/>
            </w:tcBorders>
          </w:tcPr>
          <w:p w14:paraId="14076C81" w14:textId="77777777" w:rsidR="00096DC7" w:rsidRPr="008F643F" w:rsidRDefault="00096DC7" w:rsidP="007F479D">
            <w:pPr>
              <w:pStyle w:val="Testotabella"/>
              <w:jc w:val="center"/>
              <w:rPr>
                <w:rFonts w:ascii="Gotham" w:hAnsi="Gotham"/>
              </w:rPr>
            </w:pPr>
            <w:r w:rsidRPr="008F643F">
              <w:rPr>
                <w:rFonts w:ascii="Gotham" w:hAnsi="Gotham"/>
              </w:rPr>
              <w:t>Major</w:t>
            </w:r>
          </w:p>
        </w:tc>
      </w:tr>
      <w:tr w:rsidR="00096DC7" w:rsidRPr="00CF0803" w14:paraId="3CF455AB" w14:textId="77777777" w:rsidTr="000A404A">
        <w:trPr>
          <w:cantSplit/>
          <w:trHeight w:val="1134"/>
        </w:trPr>
        <w:tc>
          <w:tcPr>
            <w:tcW w:w="495" w:type="dxa"/>
            <w:gridSpan w:val="2"/>
            <w:tcBorders>
              <w:top w:val="single" w:sz="6" w:space="0" w:color="auto"/>
              <w:left w:val="double" w:sz="6" w:space="0" w:color="auto"/>
              <w:bottom w:val="single" w:sz="6" w:space="0" w:color="auto"/>
              <w:right w:val="single" w:sz="6" w:space="0" w:color="auto"/>
            </w:tcBorders>
            <w:textDirection w:val="btLr"/>
          </w:tcPr>
          <w:p w14:paraId="0048A619" w14:textId="77777777" w:rsidR="00096DC7" w:rsidRPr="008F643F" w:rsidRDefault="00096DC7" w:rsidP="007F479D">
            <w:pPr>
              <w:pStyle w:val="Testotabella"/>
              <w:ind w:right="113"/>
              <w:jc w:val="center"/>
              <w:rPr>
                <w:rFonts w:ascii="Gotham" w:hAnsi="Gotham"/>
              </w:rPr>
            </w:pPr>
            <w:r w:rsidRPr="008F643F">
              <w:rPr>
                <w:rFonts w:ascii="Gotham" w:hAnsi="Gotham"/>
              </w:rPr>
              <w:t>CLOSED</w:t>
            </w:r>
          </w:p>
          <w:p w14:paraId="7E18CE7E" w14:textId="77777777" w:rsidR="00096DC7" w:rsidRPr="008F643F" w:rsidRDefault="00096DC7" w:rsidP="007F479D">
            <w:pPr>
              <w:pStyle w:val="Testotabella"/>
              <w:ind w:right="113"/>
              <w:jc w:val="center"/>
              <w:rPr>
                <w:rFonts w:ascii="Gotham" w:hAnsi="Gotham"/>
              </w:rPr>
            </w:pPr>
          </w:p>
        </w:tc>
        <w:tc>
          <w:tcPr>
            <w:tcW w:w="4110" w:type="dxa"/>
            <w:gridSpan w:val="14"/>
            <w:tcBorders>
              <w:top w:val="single" w:sz="6" w:space="0" w:color="auto"/>
              <w:left w:val="single" w:sz="6" w:space="0" w:color="auto"/>
              <w:bottom w:val="single" w:sz="6" w:space="0" w:color="auto"/>
              <w:right w:val="single" w:sz="6" w:space="0" w:color="auto"/>
            </w:tcBorders>
          </w:tcPr>
          <w:p w14:paraId="18B6A792" w14:textId="77777777" w:rsidR="00096DC7" w:rsidRPr="008F643F" w:rsidRDefault="00096DC7" w:rsidP="007F479D">
            <w:pPr>
              <w:pStyle w:val="Testotabella"/>
              <w:jc w:val="center"/>
              <w:rPr>
                <w:rFonts w:ascii="Gotham" w:hAnsi="Gotham"/>
                <w:sz w:val="18"/>
              </w:rPr>
            </w:pPr>
          </w:p>
          <w:p w14:paraId="32474E34" w14:textId="77777777" w:rsidR="00096DC7" w:rsidRPr="008F643F" w:rsidRDefault="00096DC7" w:rsidP="007F479D">
            <w:pPr>
              <w:pStyle w:val="Testotabella"/>
              <w:ind w:left="213" w:right="213"/>
              <w:jc w:val="center"/>
              <w:rPr>
                <w:rFonts w:ascii="Gotham" w:hAnsi="Gotham"/>
                <w:sz w:val="18"/>
              </w:rPr>
            </w:pPr>
          </w:p>
          <w:p w14:paraId="748FE346" w14:textId="77777777" w:rsidR="00096DC7" w:rsidRPr="008F643F" w:rsidRDefault="00096DC7" w:rsidP="007F479D">
            <w:pPr>
              <w:pStyle w:val="Testotabella"/>
              <w:ind w:left="213" w:right="213"/>
              <w:jc w:val="center"/>
              <w:rPr>
                <w:rFonts w:ascii="Gotham" w:hAnsi="Gotham"/>
                <w:sz w:val="18"/>
              </w:rPr>
            </w:pPr>
          </w:p>
          <w:p w14:paraId="4F0EF215" w14:textId="77777777" w:rsidR="00096DC7" w:rsidRPr="008F643F" w:rsidRDefault="00096DC7" w:rsidP="007F479D">
            <w:pPr>
              <w:pStyle w:val="Testotabella"/>
              <w:ind w:left="213" w:right="213"/>
              <w:jc w:val="center"/>
              <w:rPr>
                <w:rFonts w:ascii="Gotham" w:hAnsi="Gotham"/>
                <w:sz w:val="18"/>
              </w:rPr>
            </w:pPr>
          </w:p>
          <w:p w14:paraId="0B6A0100" w14:textId="77777777" w:rsidR="00096DC7" w:rsidRPr="008F643F" w:rsidRDefault="00096DC7" w:rsidP="007F479D">
            <w:pPr>
              <w:pStyle w:val="Testotabella"/>
              <w:ind w:left="213" w:right="213"/>
              <w:jc w:val="center"/>
              <w:rPr>
                <w:rFonts w:ascii="Gotham" w:hAnsi="Gotham"/>
                <w:sz w:val="18"/>
              </w:rPr>
            </w:pPr>
          </w:p>
          <w:p w14:paraId="7CB509A7" w14:textId="77777777" w:rsidR="00096DC7" w:rsidRPr="008F643F" w:rsidRDefault="00096DC7" w:rsidP="007F479D">
            <w:pPr>
              <w:pStyle w:val="Testotabella"/>
              <w:ind w:left="0" w:right="213"/>
              <w:jc w:val="center"/>
              <w:rPr>
                <w:rFonts w:ascii="Gotham" w:hAnsi="Gotham"/>
                <w:sz w:val="18"/>
              </w:rPr>
            </w:pPr>
          </w:p>
        </w:tc>
        <w:tc>
          <w:tcPr>
            <w:tcW w:w="5529" w:type="dxa"/>
            <w:gridSpan w:val="19"/>
            <w:tcBorders>
              <w:top w:val="single" w:sz="6" w:space="0" w:color="auto"/>
              <w:left w:val="single" w:sz="6" w:space="0" w:color="auto"/>
              <w:bottom w:val="single" w:sz="6" w:space="0" w:color="auto"/>
              <w:right w:val="single" w:sz="6" w:space="0" w:color="auto"/>
            </w:tcBorders>
          </w:tcPr>
          <w:p w14:paraId="484055C3" w14:textId="77777777" w:rsidR="00096DC7" w:rsidRPr="008F643F" w:rsidRDefault="00096DC7" w:rsidP="007F479D">
            <w:pPr>
              <w:pStyle w:val="Testotabella"/>
              <w:jc w:val="center"/>
              <w:rPr>
                <w:rFonts w:ascii="Gotham" w:hAnsi="Gotham"/>
                <w:sz w:val="18"/>
              </w:rPr>
            </w:pPr>
          </w:p>
          <w:p w14:paraId="6726EAAF" w14:textId="77777777" w:rsidR="00096DC7" w:rsidRPr="008F643F" w:rsidRDefault="00096DC7" w:rsidP="007F479D">
            <w:pPr>
              <w:pStyle w:val="Testotabella"/>
              <w:ind w:left="214"/>
              <w:jc w:val="center"/>
              <w:rPr>
                <w:rFonts w:ascii="Gotham" w:hAnsi="Gotham"/>
                <w:sz w:val="18"/>
              </w:rPr>
            </w:pPr>
          </w:p>
        </w:tc>
        <w:tc>
          <w:tcPr>
            <w:tcW w:w="4680" w:type="dxa"/>
            <w:gridSpan w:val="12"/>
            <w:tcBorders>
              <w:top w:val="single" w:sz="6" w:space="0" w:color="auto"/>
              <w:left w:val="single" w:sz="6" w:space="0" w:color="auto"/>
              <w:bottom w:val="single" w:sz="6" w:space="0" w:color="auto"/>
              <w:right w:val="double" w:sz="6" w:space="0" w:color="auto"/>
            </w:tcBorders>
          </w:tcPr>
          <w:p w14:paraId="5B063B67" w14:textId="77777777" w:rsidR="00096DC7" w:rsidRPr="008F643F" w:rsidRDefault="00096DC7" w:rsidP="007F479D">
            <w:pPr>
              <w:pStyle w:val="Testotabella"/>
              <w:ind w:left="213"/>
              <w:jc w:val="center"/>
              <w:rPr>
                <w:rFonts w:ascii="Gotham" w:hAnsi="Gotham"/>
                <w:sz w:val="18"/>
              </w:rPr>
            </w:pPr>
          </w:p>
          <w:p w14:paraId="1921B39D" w14:textId="77777777" w:rsidR="00096DC7" w:rsidRPr="008F643F" w:rsidRDefault="00096DC7" w:rsidP="007F479D">
            <w:pPr>
              <w:pStyle w:val="Testotabella"/>
              <w:ind w:left="213"/>
              <w:jc w:val="center"/>
              <w:rPr>
                <w:rFonts w:ascii="Gotham" w:hAnsi="Gotham"/>
                <w:sz w:val="18"/>
              </w:rPr>
            </w:pPr>
          </w:p>
        </w:tc>
      </w:tr>
      <w:tr w:rsidR="00096DC7" w14:paraId="08E426B2" w14:textId="77777777" w:rsidTr="000A404A">
        <w:trPr>
          <w:cantSplit/>
          <w:trHeight w:val="1134"/>
        </w:trPr>
        <w:tc>
          <w:tcPr>
            <w:tcW w:w="495" w:type="dxa"/>
            <w:gridSpan w:val="2"/>
            <w:tcBorders>
              <w:top w:val="single" w:sz="6" w:space="0" w:color="auto"/>
              <w:left w:val="double" w:sz="6" w:space="0" w:color="auto"/>
              <w:bottom w:val="single" w:sz="6" w:space="0" w:color="auto"/>
              <w:right w:val="single" w:sz="6" w:space="0" w:color="auto"/>
            </w:tcBorders>
            <w:textDirection w:val="btLr"/>
          </w:tcPr>
          <w:p w14:paraId="04874D7A" w14:textId="77777777" w:rsidR="00096DC7" w:rsidRPr="008F643F" w:rsidRDefault="00096DC7" w:rsidP="007F479D">
            <w:pPr>
              <w:pStyle w:val="Testotabella"/>
              <w:ind w:right="113"/>
              <w:jc w:val="center"/>
              <w:rPr>
                <w:rFonts w:ascii="Gotham" w:hAnsi="Gotham"/>
              </w:rPr>
            </w:pPr>
            <w:r w:rsidRPr="008F643F">
              <w:rPr>
                <w:rFonts w:ascii="Gotham" w:hAnsi="Gotham"/>
              </w:rPr>
              <w:t>OPEN</w:t>
            </w:r>
          </w:p>
        </w:tc>
        <w:tc>
          <w:tcPr>
            <w:tcW w:w="4110" w:type="dxa"/>
            <w:gridSpan w:val="14"/>
            <w:tcBorders>
              <w:top w:val="single" w:sz="6" w:space="0" w:color="auto"/>
              <w:left w:val="single" w:sz="6" w:space="0" w:color="auto"/>
              <w:bottom w:val="single" w:sz="6" w:space="0" w:color="auto"/>
              <w:right w:val="single" w:sz="6" w:space="0" w:color="auto"/>
            </w:tcBorders>
          </w:tcPr>
          <w:p w14:paraId="55B3F851" w14:textId="77777777" w:rsidR="00096DC7" w:rsidRPr="008F643F" w:rsidRDefault="00096DC7" w:rsidP="007F479D">
            <w:pPr>
              <w:pStyle w:val="Testotabella"/>
              <w:jc w:val="center"/>
              <w:rPr>
                <w:rFonts w:ascii="Gotham" w:hAnsi="Gotham"/>
                <w:sz w:val="18"/>
              </w:rPr>
            </w:pPr>
          </w:p>
          <w:p w14:paraId="744A21B3" w14:textId="77777777" w:rsidR="00096DC7" w:rsidRPr="008F643F" w:rsidRDefault="00096DC7" w:rsidP="007F479D">
            <w:pPr>
              <w:pStyle w:val="Testotabella"/>
              <w:jc w:val="center"/>
              <w:rPr>
                <w:rFonts w:ascii="Gotham" w:hAnsi="Gotham"/>
                <w:sz w:val="18"/>
              </w:rPr>
            </w:pPr>
          </w:p>
          <w:p w14:paraId="5AFBCDE8" w14:textId="77777777" w:rsidR="00096DC7" w:rsidRPr="008F643F" w:rsidRDefault="00096DC7" w:rsidP="007F479D">
            <w:pPr>
              <w:pStyle w:val="Testotabella"/>
              <w:jc w:val="center"/>
              <w:rPr>
                <w:rFonts w:ascii="Gotham" w:hAnsi="Gotham"/>
                <w:sz w:val="18"/>
              </w:rPr>
            </w:pPr>
          </w:p>
          <w:p w14:paraId="09171D1E" w14:textId="77777777" w:rsidR="00096DC7" w:rsidRPr="008F643F" w:rsidRDefault="00096DC7" w:rsidP="007F479D">
            <w:pPr>
              <w:pStyle w:val="Testotabella"/>
              <w:jc w:val="center"/>
              <w:rPr>
                <w:rFonts w:ascii="Gotham" w:hAnsi="Gotham"/>
                <w:sz w:val="18"/>
              </w:rPr>
            </w:pPr>
          </w:p>
          <w:p w14:paraId="56C4C796" w14:textId="77777777" w:rsidR="00096DC7" w:rsidRPr="008F643F" w:rsidRDefault="00096DC7" w:rsidP="007F479D">
            <w:pPr>
              <w:pStyle w:val="Testotabella"/>
              <w:jc w:val="center"/>
              <w:rPr>
                <w:rFonts w:ascii="Gotham" w:hAnsi="Gotham"/>
                <w:sz w:val="18"/>
              </w:rPr>
            </w:pPr>
          </w:p>
          <w:p w14:paraId="5629AE77" w14:textId="77777777" w:rsidR="00096DC7" w:rsidRPr="008F643F" w:rsidRDefault="00096DC7" w:rsidP="007F479D">
            <w:pPr>
              <w:pStyle w:val="Testotabella"/>
              <w:jc w:val="center"/>
              <w:rPr>
                <w:rFonts w:ascii="Gotham" w:hAnsi="Gotham"/>
                <w:sz w:val="18"/>
              </w:rPr>
            </w:pPr>
          </w:p>
          <w:p w14:paraId="1816F76E" w14:textId="77777777" w:rsidR="00096DC7" w:rsidRPr="008F643F" w:rsidRDefault="00096DC7" w:rsidP="007F479D">
            <w:pPr>
              <w:pStyle w:val="Testotabella"/>
              <w:jc w:val="center"/>
              <w:rPr>
                <w:rFonts w:ascii="Gotham" w:hAnsi="Gotham"/>
                <w:sz w:val="18"/>
              </w:rPr>
            </w:pPr>
          </w:p>
          <w:p w14:paraId="441EF587" w14:textId="77777777" w:rsidR="00096DC7" w:rsidRPr="008F643F" w:rsidRDefault="00096DC7" w:rsidP="007F479D">
            <w:pPr>
              <w:pStyle w:val="Testotabella"/>
              <w:jc w:val="center"/>
              <w:rPr>
                <w:rFonts w:ascii="Gotham" w:hAnsi="Gotham"/>
                <w:sz w:val="18"/>
              </w:rPr>
            </w:pPr>
          </w:p>
          <w:p w14:paraId="72BE0937" w14:textId="77777777" w:rsidR="00096DC7" w:rsidRPr="008F643F" w:rsidRDefault="00096DC7" w:rsidP="007F479D">
            <w:pPr>
              <w:pStyle w:val="Testotabella"/>
              <w:jc w:val="center"/>
              <w:rPr>
                <w:rFonts w:ascii="Gotham" w:hAnsi="Gotham"/>
                <w:sz w:val="18"/>
              </w:rPr>
            </w:pPr>
          </w:p>
        </w:tc>
        <w:tc>
          <w:tcPr>
            <w:tcW w:w="5529" w:type="dxa"/>
            <w:gridSpan w:val="19"/>
            <w:tcBorders>
              <w:top w:val="single" w:sz="6" w:space="0" w:color="auto"/>
              <w:left w:val="single" w:sz="6" w:space="0" w:color="auto"/>
              <w:bottom w:val="single" w:sz="6" w:space="0" w:color="auto"/>
              <w:right w:val="single" w:sz="6" w:space="0" w:color="auto"/>
            </w:tcBorders>
          </w:tcPr>
          <w:p w14:paraId="7F7486A0" w14:textId="77777777" w:rsidR="00096DC7" w:rsidRPr="008F643F" w:rsidRDefault="00096DC7" w:rsidP="007F479D">
            <w:pPr>
              <w:pStyle w:val="Testotabella"/>
              <w:jc w:val="center"/>
              <w:rPr>
                <w:rFonts w:ascii="Gotham" w:hAnsi="Gotham"/>
                <w:sz w:val="18"/>
              </w:rPr>
            </w:pPr>
          </w:p>
        </w:tc>
        <w:tc>
          <w:tcPr>
            <w:tcW w:w="4680" w:type="dxa"/>
            <w:gridSpan w:val="12"/>
            <w:tcBorders>
              <w:top w:val="single" w:sz="6" w:space="0" w:color="auto"/>
              <w:left w:val="single" w:sz="6" w:space="0" w:color="auto"/>
              <w:bottom w:val="single" w:sz="6" w:space="0" w:color="auto"/>
              <w:right w:val="double" w:sz="6" w:space="0" w:color="auto"/>
            </w:tcBorders>
          </w:tcPr>
          <w:p w14:paraId="345DADDF" w14:textId="77777777" w:rsidR="00096DC7" w:rsidRPr="008F643F" w:rsidRDefault="00096DC7" w:rsidP="007F479D">
            <w:pPr>
              <w:pStyle w:val="Testotabella"/>
              <w:jc w:val="center"/>
              <w:rPr>
                <w:rFonts w:ascii="Gotham" w:hAnsi="Gotham"/>
                <w:sz w:val="18"/>
              </w:rPr>
            </w:pPr>
          </w:p>
        </w:tc>
      </w:tr>
      <w:tr w:rsidR="00096DC7" w:rsidRPr="00E23007" w14:paraId="21C686CA" w14:textId="77777777" w:rsidTr="000A404A">
        <w:trPr>
          <w:cantSplit/>
        </w:trPr>
        <w:tc>
          <w:tcPr>
            <w:tcW w:w="14814" w:type="dxa"/>
            <w:gridSpan w:val="47"/>
            <w:tcBorders>
              <w:left w:val="double" w:sz="6" w:space="0" w:color="auto"/>
              <w:bottom w:val="single" w:sz="6" w:space="0" w:color="auto"/>
              <w:right w:val="double" w:sz="6" w:space="0" w:color="auto"/>
            </w:tcBorders>
          </w:tcPr>
          <w:p w14:paraId="33AD369C" w14:textId="76402A9C" w:rsidR="00096DC7" w:rsidRPr="008F643F" w:rsidRDefault="00096DC7" w:rsidP="007F479D">
            <w:pPr>
              <w:pStyle w:val="Testotabella"/>
              <w:jc w:val="center"/>
              <w:rPr>
                <w:rFonts w:ascii="Gotham" w:hAnsi="Gotham"/>
                <w:lang w:val="en-US"/>
              </w:rPr>
            </w:pPr>
            <w:r w:rsidRPr="008F643F">
              <w:rPr>
                <w:rFonts w:ascii="Gotham" w:hAnsi="Gotham"/>
                <w:lang w:val="en-US"/>
              </w:rPr>
              <w:t>8. Deviation Permits and/or Notes</w:t>
            </w:r>
          </w:p>
          <w:p w14:paraId="1714BE24" w14:textId="77777777" w:rsidR="00096DC7" w:rsidRPr="008F643F" w:rsidRDefault="00096DC7" w:rsidP="007F479D">
            <w:pPr>
              <w:pStyle w:val="Testotabella"/>
              <w:jc w:val="center"/>
              <w:rPr>
                <w:rFonts w:ascii="Gotham" w:hAnsi="Gotham"/>
                <w:lang w:val="en-GB"/>
              </w:rPr>
            </w:pPr>
            <w:r w:rsidRPr="008F643F">
              <w:rPr>
                <w:rFonts w:ascii="Gotham" w:hAnsi="Gotham"/>
                <w:i/>
                <w:lang w:val="en-GB"/>
              </w:rPr>
              <w:t>(Insert (*) next to DPs classified as “Major”</w:t>
            </w:r>
          </w:p>
          <w:p w14:paraId="11CF18CA" w14:textId="77777777" w:rsidR="00096DC7" w:rsidRPr="008F643F" w:rsidRDefault="00096DC7" w:rsidP="007F479D">
            <w:pPr>
              <w:pStyle w:val="Testotabella"/>
              <w:jc w:val="center"/>
              <w:rPr>
                <w:rFonts w:ascii="Gotham" w:hAnsi="Gotham"/>
                <w:lang w:val="en-GB"/>
              </w:rPr>
            </w:pPr>
          </w:p>
          <w:p w14:paraId="50F6A937" w14:textId="77777777" w:rsidR="00096DC7" w:rsidRPr="008F643F" w:rsidRDefault="00096DC7" w:rsidP="007F479D">
            <w:pPr>
              <w:pStyle w:val="Testotabella"/>
              <w:jc w:val="center"/>
              <w:rPr>
                <w:rFonts w:ascii="Gotham" w:hAnsi="Gotham"/>
                <w:lang w:val="en-GB"/>
              </w:rPr>
            </w:pPr>
          </w:p>
        </w:tc>
      </w:tr>
      <w:tr w:rsidR="00096DC7" w:rsidRPr="00E23007" w14:paraId="34689838" w14:textId="77777777" w:rsidTr="000A404A">
        <w:trPr>
          <w:cantSplit/>
          <w:trHeight w:val="959"/>
        </w:trPr>
        <w:tc>
          <w:tcPr>
            <w:tcW w:w="14814" w:type="dxa"/>
            <w:gridSpan w:val="47"/>
            <w:tcBorders>
              <w:top w:val="single" w:sz="6" w:space="0" w:color="auto"/>
              <w:left w:val="double" w:sz="6" w:space="0" w:color="auto"/>
              <w:bottom w:val="double" w:sz="6" w:space="0" w:color="auto"/>
              <w:right w:val="double" w:sz="6" w:space="0" w:color="auto"/>
            </w:tcBorders>
          </w:tcPr>
          <w:p w14:paraId="582DA4C2" w14:textId="77777777" w:rsidR="00096DC7" w:rsidRPr="008F643F" w:rsidRDefault="00096DC7" w:rsidP="007F479D">
            <w:pPr>
              <w:pStyle w:val="Testotabella"/>
              <w:spacing w:before="120" w:line="120" w:lineRule="auto"/>
              <w:ind w:left="0"/>
              <w:jc w:val="center"/>
              <w:rPr>
                <w:rFonts w:ascii="Gotham" w:hAnsi="Gotham"/>
                <w:b/>
                <w:strike/>
                <w:color w:val="FF0000"/>
                <w:sz w:val="18"/>
                <w:lang w:val="en-GB"/>
              </w:rPr>
            </w:pPr>
            <w:r w:rsidRPr="008F643F">
              <w:rPr>
                <w:rFonts w:ascii="Gotham" w:hAnsi="Gotham"/>
                <w:lang w:val="en-GB"/>
              </w:rPr>
              <w:t>9. Quality Inspector Signature and Date</w:t>
            </w:r>
          </w:p>
          <w:p w14:paraId="6A169B36" w14:textId="77777777" w:rsidR="00096DC7" w:rsidRPr="008F643F" w:rsidRDefault="00096DC7" w:rsidP="007F479D">
            <w:pPr>
              <w:pStyle w:val="Testotabella"/>
              <w:jc w:val="center"/>
              <w:rPr>
                <w:rFonts w:ascii="Gotham" w:hAnsi="Gotham"/>
                <w:strike/>
                <w:color w:val="FF0000"/>
                <w:sz w:val="18"/>
                <w:lang w:val="en-US"/>
              </w:rPr>
            </w:pPr>
          </w:p>
          <w:p w14:paraId="004D66AD" w14:textId="77777777" w:rsidR="00096DC7" w:rsidRPr="008F643F" w:rsidRDefault="00096DC7" w:rsidP="007F479D">
            <w:pPr>
              <w:pStyle w:val="Testotabella"/>
              <w:jc w:val="center"/>
              <w:rPr>
                <w:rFonts w:ascii="Gotham" w:hAnsi="Gotham"/>
                <w:b/>
                <w:strike/>
                <w:color w:val="FF0000"/>
                <w:sz w:val="18"/>
                <w:lang w:val="en-US"/>
              </w:rPr>
            </w:pPr>
          </w:p>
        </w:tc>
      </w:tr>
      <w:tr w:rsidR="00096DC7" w14:paraId="6FCA6292" w14:textId="77777777" w:rsidTr="000A404A">
        <w:trPr>
          <w:cantSplit/>
        </w:trPr>
        <w:tc>
          <w:tcPr>
            <w:tcW w:w="2356" w:type="dxa"/>
            <w:gridSpan w:val="7"/>
            <w:tcBorders>
              <w:top w:val="double" w:sz="6" w:space="0" w:color="auto"/>
              <w:left w:val="double" w:sz="6" w:space="0" w:color="auto"/>
              <w:bottom w:val="single" w:sz="6" w:space="0" w:color="auto"/>
              <w:right w:val="single" w:sz="6" w:space="0" w:color="auto"/>
            </w:tcBorders>
            <w:vAlign w:val="center"/>
          </w:tcPr>
          <w:p w14:paraId="3A0930C5" w14:textId="77777777" w:rsidR="00096DC7" w:rsidRPr="008F643F" w:rsidRDefault="00096DC7" w:rsidP="00096DC7">
            <w:pPr>
              <w:pStyle w:val="Testotabella"/>
              <w:jc w:val="center"/>
              <w:rPr>
                <w:rFonts w:ascii="Gotham" w:hAnsi="Gotham"/>
                <w:sz w:val="18"/>
              </w:rPr>
            </w:pPr>
            <w:r w:rsidRPr="008F643F">
              <w:rPr>
                <w:rFonts w:ascii="Gotham" w:hAnsi="Gotham"/>
                <w:noProof/>
              </w:rPr>
              <w:lastRenderedPageBreak/>
              <w:t>SUPPLIER LOGO</w:t>
            </w:r>
          </w:p>
        </w:tc>
        <w:tc>
          <w:tcPr>
            <w:tcW w:w="9479" w:type="dxa"/>
            <w:gridSpan w:val="35"/>
            <w:tcBorders>
              <w:top w:val="double" w:sz="6" w:space="0" w:color="auto"/>
              <w:left w:val="single" w:sz="6" w:space="0" w:color="auto"/>
              <w:right w:val="single" w:sz="6" w:space="0" w:color="auto"/>
            </w:tcBorders>
          </w:tcPr>
          <w:p w14:paraId="0DA0CD89" w14:textId="77777777" w:rsidR="00096DC7" w:rsidRPr="008F643F" w:rsidRDefault="00096DC7" w:rsidP="00096DC7">
            <w:pPr>
              <w:pStyle w:val="Testotabella"/>
              <w:spacing w:before="120"/>
              <w:ind w:left="0"/>
              <w:jc w:val="center"/>
              <w:rPr>
                <w:rFonts w:ascii="Gotham" w:hAnsi="Gotham"/>
                <w:sz w:val="18"/>
                <w:lang w:val="en-GB"/>
              </w:rPr>
            </w:pPr>
            <w:r w:rsidRPr="008F643F">
              <w:rPr>
                <w:rFonts w:ascii="Gotham" w:hAnsi="Gotham"/>
                <w:sz w:val="24"/>
                <w:lang w:val="en-GB"/>
              </w:rPr>
              <w:t>MANUFACTURING INSPECTION REPORT (MIR)</w:t>
            </w:r>
          </w:p>
          <w:p w14:paraId="6CF9BDAF" w14:textId="77777777" w:rsidR="00096DC7" w:rsidRPr="008F643F" w:rsidRDefault="00096DC7" w:rsidP="00096DC7">
            <w:pPr>
              <w:pStyle w:val="Testotabella"/>
              <w:spacing w:line="240" w:lineRule="auto"/>
              <w:ind w:left="0"/>
              <w:rPr>
                <w:rFonts w:ascii="Gotham" w:hAnsi="Gotham"/>
                <w:sz w:val="18"/>
                <w:lang w:val="en-GB"/>
              </w:rPr>
            </w:pPr>
          </w:p>
          <w:p w14:paraId="43EED643" w14:textId="77777777" w:rsidR="00096DC7" w:rsidRPr="008F643F" w:rsidRDefault="00096DC7" w:rsidP="00096DC7">
            <w:pPr>
              <w:pStyle w:val="Testotabella"/>
              <w:tabs>
                <w:tab w:val="left" w:pos="1896"/>
                <w:tab w:val="left" w:pos="2605"/>
                <w:tab w:val="left" w:pos="5014"/>
                <w:tab w:val="left" w:pos="5723"/>
                <w:tab w:val="left" w:pos="8700"/>
              </w:tabs>
              <w:rPr>
                <w:rFonts w:ascii="Gotham" w:hAnsi="Gotham"/>
                <w:sz w:val="18"/>
                <w:lang w:val="en-GB"/>
              </w:rPr>
            </w:pPr>
          </w:p>
          <w:p w14:paraId="3C9EB390" w14:textId="77777777" w:rsidR="00096DC7" w:rsidRPr="008F643F" w:rsidRDefault="00096DC7" w:rsidP="00096DC7">
            <w:pPr>
              <w:pStyle w:val="Testotabella"/>
              <w:tabs>
                <w:tab w:val="left" w:pos="1896"/>
                <w:tab w:val="left" w:pos="2605"/>
                <w:tab w:val="left" w:pos="5014"/>
                <w:tab w:val="left" w:pos="5723"/>
                <w:tab w:val="left" w:pos="8700"/>
              </w:tabs>
              <w:jc w:val="center"/>
              <w:rPr>
                <w:rFonts w:ascii="Gotham" w:hAnsi="Gotham" w:cs="Arial"/>
                <w:b/>
                <w:sz w:val="18"/>
                <w:lang w:val="en-GB"/>
              </w:rPr>
            </w:pPr>
          </w:p>
          <w:p w14:paraId="2F5B7261" w14:textId="77777777" w:rsidR="00096DC7" w:rsidRPr="008F643F" w:rsidRDefault="00096DC7" w:rsidP="00096DC7">
            <w:pPr>
              <w:pStyle w:val="Testotabella"/>
              <w:ind w:left="0"/>
              <w:jc w:val="center"/>
              <w:rPr>
                <w:rFonts w:ascii="Gotham" w:hAnsi="Gotham"/>
                <w:b/>
                <w:sz w:val="18"/>
                <w:lang w:val="en-GB"/>
              </w:rPr>
            </w:pPr>
            <w:r w:rsidRPr="008F643F">
              <w:rPr>
                <w:rFonts w:ascii="Gotham" w:hAnsi="Gotham" w:cs="Arial"/>
                <w:b/>
                <w:lang w:val="en-GB"/>
              </w:rPr>
              <w:t>LIST OF OUTSTANDING WORKS</w:t>
            </w:r>
          </w:p>
        </w:tc>
        <w:tc>
          <w:tcPr>
            <w:tcW w:w="2979" w:type="dxa"/>
            <w:gridSpan w:val="5"/>
            <w:tcBorders>
              <w:top w:val="double" w:sz="6" w:space="0" w:color="auto"/>
              <w:left w:val="single" w:sz="6" w:space="0" w:color="auto"/>
              <w:right w:val="double" w:sz="6" w:space="0" w:color="auto"/>
            </w:tcBorders>
          </w:tcPr>
          <w:p w14:paraId="623FCFA0" w14:textId="77777777" w:rsidR="00096DC7" w:rsidRPr="008F643F" w:rsidRDefault="00096DC7" w:rsidP="00096DC7">
            <w:pPr>
              <w:pStyle w:val="Testotabella"/>
              <w:rPr>
                <w:rFonts w:ascii="Gotham" w:hAnsi="Gotham"/>
                <w:lang w:val="de-DE"/>
              </w:rPr>
            </w:pPr>
            <w:r w:rsidRPr="008F643F">
              <w:rPr>
                <w:rFonts w:ascii="Gotham" w:hAnsi="Gotham"/>
                <w:lang w:val="de-DE"/>
              </w:rPr>
              <w:t>6.</w:t>
            </w:r>
          </w:p>
          <w:p w14:paraId="450D058A" w14:textId="77777777" w:rsidR="00096DC7" w:rsidRPr="008F643F" w:rsidRDefault="00096DC7" w:rsidP="00096DC7">
            <w:pPr>
              <w:pStyle w:val="Testotabella"/>
              <w:rPr>
                <w:rFonts w:ascii="Gotham" w:hAnsi="Gotham"/>
                <w:lang w:val="de-DE"/>
              </w:rPr>
            </w:pPr>
          </w:p>
          <w:p w14:paraId="1F9A65DD" w14:textId="77777777" w:rsidR="00096DC7" w:rsidRPr="008F643F" w:rsidRDefault="00096DC7" w:rsidP="00096DC7">
            <w:pPr>
              <w:pStyle w:val="Testotabella"/>
              <w:rPr>
                <w:rFonts w:ascii="Gotham" w:hAnsi="Gotham"/>
                <w:lang w:val="de-DE"/>
              </w:rPr>
            </w:pPr>
            <w:r w:rsidRPr="008F643F">
              <w:rPr>
                <w:rFonts w:ascii="Gotham" w:hAnsi="Gotham"/>
                <w:lang w:val="de-DE"/>
              </w:rPr>
              <w:t>MIR n..................       Iss. .......</w:t>
            </w:r>
          </w:p>
          <w:p w14:paraId="014283E4" w14:textId="77777777" w:rsidR="00096DC7" w:rsidRPr="008F643F" w:rsidRDefault="00096DC7" w:rsidP="00096DC7">
            <w:pPr>
              <w:pStyle w:val="Testotabella"/>
              <w:rPr>
                <w:rFonts w:ascii="Gotham" w:hAnsi="Gotham"/>
                <w:lang w:val="de-DE"/>
              </w:rPr>
            </w:pPr>
            <w:r w:rsidRPr="008F643F">
              <w:rPr>
                <w:rFonts w:ascii="Gotham" w:hAnsi="Gotham"/>
                <w:lang w:val="de-DE"/>
              </w:rPr>
              <w:t xml:space="preserve">                                   </w:t>
            </w:r>
          </w:p>
        </w:tc>
      </w:tr>
      <w:tr w:rsidR="00096DC7" w14:paraId="5AFEBED5" w14:textId="77777777" w:rsidTr="000A404A">
        <w:trPr>
          <w:cantSplit/>
        </w:trPr>
        <w:tc>
          <w:tcPr>
            <w:tcW w:w="2356" w:type="dxa"/>
            <w:gridSpan w:val="7"/>
            <w:vMerge w:val="restart"/>
            <w:tcBorders>
              <w:top w:val="single" w:sz="6" w:space="0" w:color="auto"/>
              <w:left w:val="double" w:sz="6" w:space="0" w:color="auto"/>
              <w:right w:val="single" w:sz="6" w:space="0" w:color="auto"/>
            </w:tcBorders>
          </w:tcPr>
          <w:p w14:paraId="42346357" w14:textId="77777777" w:rsidR="00096DC7" w:rsidRPr="008F643F" w:rsidRDefault="00096DC7" w:rsidP="00096DC7">
            <w:pPr>
              <w:pStyle w:val="Testotabella"/>
              <w:rPr>
                <w:rFonts w:ascii="Gotham" w:hAnsi="Gotham"/>
              </w:rPr>
            </w:pPr>
            <w:r w:rsidRPr="008F643F">
              <w:rPr>
                <w:rFonts w:ascii="Gotham" w:hAnsi="Gotham"/>
              </w:rPr>
              <w:t>1. Supplier</w:t>
            </w:r>
          </w:p>
        </w:tc>
        <w:tc>
          <w:tcPr>
            <w:tcW w:w="9479" w:type="dxa"/>
            <w:gridSpan w:val="35"/>
            <w:tcBorders>
              <w:left w:val="single" w:sz="6" w:space="0" w:color="auto"/>
              <w:bottom w:val="single" w:sz="6" w:space="0" w:color="auto"/>
              <w:right w:val="single" w:sz="6" w:space="0" w:color="auto"/>
            </w:tcBorders>
          </w:tcPr>
          <w:p w14:paraId="6ED3DFFD" w14:textId="77777777" w:rsidR="00096DC7" w:rsidRPr="008F643F" w:rsidRDefault="00096DC7" w:rsidP="00096DC7">
            <w:pPr>
              <w:pStyle w:val="Testotabella"/>
              <w:rPr>
                <w:rFonts w:ascii="Gotham" w:hAnsi="Gotham"/>
              </w:rPr>
            </w:pPr>
          </w:p>
        </w:tc>
        <w:tc>
          <w:tcPr>
            <w:tcW w:w="2979" w:type="dxa"/>
            <w:gridSpan w:val="5"/>
            <w:tcBorders>
              <w:left w:val="single" w:sz="6" w:space="0" w:color="auto"/>
              <w:right w:val="double" w:sz="6" w:space="0" w:color="auto"/>
            </w:tcBorders>
          </w:tcPr>
          <w:p w14:paraId="5144CF84" w14:textId="77777777" w:rsidR="00096DC7" w:rsidRPr="008F643F" w:rsidRDefault="00096DC7" w:rsidP="00096DC7">
            <w:pPr>
              <w:pStyle w:val="Testotabella"/>
              <w:rPr>
                <w:rFonts w:ascii="Gotham" w:hAnsi="Gotham"/>
              </w:rPr>
            </w:pPr>
            <w:proofErr w:type="spellStart"/>
            <w:r w:rsidRPr="008F643F">
              <w:rPr>
                <w:rFonts w:ascii="Gotham" w:hAnsi="Gotham"/>
              </w:rPr>
              <w:t>Chapter</w:t>
            </w:r>
            <w:proofErr w:type="spellEnd"/>
            <w:r w:rsidRPr="008F643F">
              <w:rPr>
                <w:rFonts w:ascii="Gotham" w:hAnsi="Gotham"/>
              </w:rPr>
              <w:t xml:space="preserve"> </w:t>
            </w:r>
            <w:r w:rsidRPr="008F643F">
              <w:rPr>
                <w:rFonts w:ascii="Gotham" w:hAnsi="Gotham"/>
                <w:b/>
              </w:rPr>
              <w:t>4</w:t>
            </w:r>
          </w:p>
          <w:p w14:paraId="57D9D64A" w14:textId="77777777" w:rsidR="00096DC7" w:rsidRPr="008F643F" w:rsidRDefault="00096DC7" w:rsidP="00096DC7">
            <w:pPr>
              <w:pStyle w:val="Testotabella"/>
              <w:rPr>
                <w:rFonts w:ascii="Gotham" w:hAnsi="Gotham"/>
              </w:rPr>
            </w:pPr>
          </w:p>
        </w:tc>
      </w:tr>
      <w:tr w:rsidR="00096DC7" w14:paraId="153F2733" w14:textId="77777777" w:rsidTr="000A404A">
        <w:trPr>
          <w:cantSplit/>
        </w:trPr>
        <w:tc>
          <w:tcPr>
            <w:tcW w:w="2356" w:type="dxa"/>
            <w:gridSpan w:val="7"/>
            <w:vMerge/>
            <w:tcBorders>
              <w:left w:val="double" w:sz="6" w:space="0" w:color="auto"/>
              <w:bottom w:val="single" w:sz="6" w:space="0" w:color="auto"/>
              <w:right w:val="single" w:sz="6" w:space="0" w:color="auto"/>
            </w:tcBorders>
          </w:tcPr>
          <w:p w14:paraId="79EBC512" w14:textId="77777777" w:rsidR="00096DC7" w:rsidRPr="008F643F" w:rsidRDefault="00096DC7" w:rsidP="00096DC7">
            <w:pPr>
              <w:pStyle w:val="Testotabella"/>
              <w:rPr>
                <w:rFonts w:ascii="Gotham" w:hAnsi="Gotham"/>
              </w:rPr>
            </w:pPr>
          </w:p>
        </w:tc>
        <w:tc>
          <w:tcPr>
            <w:tcW w:w="2046" w:type="dxa"/>
            <w:gridSpan w:val="7"/>
            <w:tcBorders>
              <w:top w:val="single" w:sz="6" w:space="0" w:color="auto"/>
              <w:left w:val="single" w:sz="6" w:space="0" w:color="auto"/>
              <w:bottom w:val="single" w:sz="6" w:space="0" w:color="auto"/>
              <w:right w:val="single" w:sz="6" w:space="0" w:color="auto"/>
            </w:tcBorders>
          </w:tcPr>
          <w:p w14:paraId="64F43F9E" w14:textId="77777777" w:rsidR="00096DC7" w:rsidRPr="008F643F" w:rsidRDefault="00096DC7" w:rsidP="00096DC7">
            <w:pPr>
              <w:pStyle w:val="Testotabella"/>
              <w:rPr>
                <w:rFonts w:ascii="Gotham" w:hAnsi="Gotham"/>
              </w:rPr>
            </w:pPr>
            <w:r w:rsidRPr="008F643F">
              <w:rPr>
                <w:rFonts w:ascii="Gotham" w:hAnsi="Gotham"/>
              </w:rPr>
              <w:t>2. P/N</w:t>
            </w:r>
          </w:p>
        </w:tc>
        <w:tc>
          <w:tcPr>
            <w:tcW w:w="2046" w:type="dxa"/>
            <w:gridSpan w:val="8"/>
            <w:tcBorders>
              <w:top w:val="single" w:sz="6" w:space="0" w:color="auto"/>
              <w:left w:val="single" w:sz="6" w:space="0" w:color="auto"/>
              <w:bottom w:val="single" w:sz="6" w:space="0" w:color="auto"/>
              <w:right w:val="single" w:sz="6" w:space="0" w:color="auto"/>
            </w:tcBorders>
          </w:tcPr>
          <w:p w14:paraId="093988D0" w14:textId="77777777" w:rsidR="00096DC7" w:rsidRPr="008F643F" w:rsidRDefault="00096DC7" w:rsidP="00096DC7">
            <w:pPr>
              <w:pStyle w:val="Testotabella"/>
              <w:rPr>
                <w:rFonts w:ascii="Gotham" w:hAnsi="Gotham"/>
                <w:lang w:val="en-GB"/>
              </w:rPr>
            </w:pPr>
            <w:r w:rsidRPr="008F643F">
              <w:rPr>
                <w:rFonts w:ascii="Gotham" w:hAnsi="Gotham"/>
                <w:lang w:val="en-GB"/>
              </w:rPr>
              <w:t>3. Drawing Issue</w:t>
            </w:r>
          </w:p>
        </w:tc>
        <w:tc>
          <w:tcPr>
            <w:tcW w:w="2410" w:type="dxa"/>
            <w:gridSpan w:val="8"/>
            <w:tcBorders>
              <w:top w:val="single" w:sz="6" w:space="0" w:color="auto"/>
              <w:left w:val="single" w:sz="6" w:space="0" w:color="auto"/>
              <w:bottom w:val="single" w:sz="6" w:space="0" w:color="auto"/>
              <w:right w:val="single" w:sz="6" w:space="0" w:color="auto"/>
            </w:tcBorders>
          </w:tcPr>
          <w:p w14:paraId="7F424310" w14:textId="77777777" w:rsidR="00096DC7" w:rsidRPr="008F643F" w:rsidRDefault="00096DC7" w:rsidP="00096DC7">
            <w:pPr>
              <w:pStyle w:val="Testotabella"/>
              <w:rPr>
                <w:rFonts w:ascii="Gotham" w:hAnsi="Gotham"/>
                <w:lang w:val="en-US"/>
              </w:rPr>
            </w:pPr>
            <w:r w:rsidRPr="008F643F">
              <w:rPr>
                <w:rFonts w:ascii="Gotham" w:hAnsi="Gotham"/>
                <w:lang w:val="en-US"/>
              </w:rPr>
              <w:t>4. S/N</w:t>
            </w:r>
          </w:p>
        </w:tc>
        <w:tc>
          <w:tcPr>
            <w:tcW w:w="2977" w:type="dxa"/>
            <w:gridSpan w:val="12"/>
            <w:tcBorders>
              <w:top w:val="single" w:sz="6" w:space="0" w:color="auto"/>
              <w:left w:val="single" w:sz="6" w:space="0" w:color="auto"/>
              <w:bottom w:val="single" w:sz="6" w:space="0" w:color="auto"/>
              <w:right w:val="single" w:sz="6" w:space="0" w:color="auto"/>
            </w:tcBorders>
          </w:tcPr>
          <w:p w14:paraId="2C13C329" w14:textId="77777777" w:rsidR="00096DC7" w:rsidRPr="008F643F" w:rsidRDefault="00096DC7" w:rsidP="00096DC7">
            <w:pPr>
              <w:pStyle w:val="Testotabella"/>
              <w:rPr>
                <w:rFonts w:ascii="Gotham" w:hAnsi="Gotham"/>
                <w:lang w:val="en-US"/>
              </w:rPr>
            </w:pPr>
            <w:r w:rsidRPr="008F643F">
              <w:rPr>
                <w:rFonts w:ascii="Gotham" w:hAnsi="Gotham"/>
                <w:lang w:val="en-US"/>
              </w:rPr>
              <w:t xml:space="preserve">5. H/C Mod. or </w:t>
            </w:r>
            <w:proofErr w:type="spellStart"/>
            <w:r w:rsidRPr="008F643F">
              <w:rPr>
                <w:rFonts w:ascii="Gotham" w:hAnsi="Gotham"/>
                <w:lang w:val="en-US"/>
              </w:rPr>
              <w:t>Vers</w:t>
            </w:r>
            <w:proofErr w:type="spellEnd"/>
            <w:r w:rsidRPr="008F643F">
              <w:rPr>
                <w:rFonts w:ascii="Gotham" w:hAnsi="Gotham"/>
                <w:lang w:val="en-US"/>
              </w:rPr>
              <w:t xml:space="preserve">. </w:t>
            </w:r>
          </w:p>
          <w:p w14:paraId="0D32C999" w14:textId="77777777" w:rsidR="00096DC7" w:rsidRPr="008F643F" w:rsidRDefault="00096DC7" w:rsidP="00096DC7">
            <w:pPr>
              <w:pStyle w:val="Testotabella"/>
              <w:rPr>
                <w:rFonts w:ascii="Gotham" w:hAnsi="Gotham"/>
                <w:lang w:val="en-US"/>
              </w:rPr>
            </w:pPr>
          </w:p>
        </w:tc>
        <w:tc>
          <w:tcPr>
            <w:tcW w:w="2979" w:type="dxa"/>
            <w:gridSpan w:val="5"/>
            <w:tcBorders>
              <w:left w:val="single" w:sz="6" w:space="0" w:color="auto"/>
              <w:bottom w:val="single" w:sz="6" w:space="0" w:color="auto"/>
              <w:right w:val="double" w:sz="6" w:space="0" w:color="auto"/>
            </w:tcBorders>
          </w:tcPr>
          <w:p w14:paraId="706CB3EB" w14:textId="77777777" w:rsidR="00096DC7" w:rsidRPr="008F643F" w:rsidRDefault="00096DC7" w:rsidP="00096DC7">
            <w:pPr>
              <w:pStyle w:val="Testotabella"/>
              <w:rPr>
                <w:rFonts w:ascii="Gotham" w:hAnsi="Gotham"/>
              </w:rPr>
            </w:pPr>
            <w:r w:rsidRPr="008F643F">
              <w:rPr>
                <w:rFonts w:ascii="Gotham" w:hAnsi="Gotham"/>
              </w:rPr>
              <w:t>Page</w:t>
            </w:r>
            <w:r w:rsidRPr="008F643F">
              <w:rPr>
                <w:rFonts w:ascii="Gotham" w:hAnsi="Gotham"/>
              </w:rPr>
              <w:tab/>
              <w:t>of</w:t>
            </w:r>
          </w:p>
        </w:tc>
      </w:tr>
      <w:tr w:rsidR="00096DC7" w14:paraId="0F52A752" w14:textId="77777777" w:rsidTr="000A404A">
        <w:trPr>
          <w:cantSplit/>
          <w:trHeight w:val="300"/>
        </w:trPr>
        <w:tc>
          <w:tcPr>
            <w:tcW w:w="789" w:type="dxa"/>
            <w:gridSpan w:val="5"/>
            <w:tcBorders>
              <w:top w:val="single" w:sz="6" w:space="0" w:color="auto"/>
              <w:left w:val="double" w:sz="6" w:space="0" w:color="auto"/>
              <w:bottom w:val="single" w:sz="6" w:space="0" w:color="auto"/>
              <w:right w:val="single" w:sz="6" w:space="0" w:color="auto"/>
            </w:tcBorders>
          </w:tcPr>
          <w:p w14:paraId="32CF8780" w14:textId="77777777" w:rsidR="00096DC7" w:rsidRPr="008F643F" w:rsidRDefault="00096DC7" w:rsidP="00096DC7">
            <w:pPr>
              <w:pStyle w:val="Testotabella"/>
              <w:rPr>
                <w:rFonts w:ascii="Gotham" w:hAnsi="Gotham"/>
              </w:rPr>
            </w:pPr>
            <w:r w:rsidRPr="008F643F">
              <w:rPr>
                <w:rFonts w:ascii="Gotham" w:hAnsi="Gotham"/>
              </w:rPr>
              <w:t>7. N°</w:t>
            </w:r>
          </w:p>
        </w:tc>
        <w:tc>
          <w:tcPr>
            <w:tcW w:w="5092" w:type="dxa"/>
            <w:gridSpan w:val="14"/>
            <w:tcBorders>
              <w:top w:val="single" w:sz="6" w:space="0" w:color="auto"/>
              <w:left w:val="single" w:sz="6" w:space="0" w:color="auto"/>
              <w:bottom w:val="single" w:sz="6" w:space="0" w:color="auto"/>
              <w:right w:val="single" w:sz="6" w:space="0" w:color="auto"/>
            </w:tcBorders>
          </w:tcPr>
          <w:p w14:paraId="5E8E0746" w14:textId="77777777" w:rsidR="00096DC7" w:rsidRPr="008F643F" w:rsidRDefault="00096DC7" w:rsidP="00096DC7">
            <w:pPr>
              <w:pStyle w:val="Testotabella"/>
              <w:rPr>
                <w:rFonts w:ascii="Gotham" w:hAnsi="Gotham"/>
              </w:rPr>
            </w:pPr>
            <w:r w:rsidRPr="008F643F">
              <w:rPr>
                <w:rFonts w:ascii="Gotham" w:hAnsi="Gotham"/>
              </w:rPr>
              <w:t xml:space="preserve">8. </w:t>
            </w:r>
            <w:proofErr w:type="spellStart"/>
            <w:r w:rsidRPr="008F643F">
              <w:rPr>
                <w:rFonts w:ascii="Gotham" w:hAnsi="Gotham"/>
              </w:rPr>
              <w:t>Description</w:t>
            </w:r>
            <w:proofErr w:type="spellEnd"/>
            <w:r w:rsidRPr="008F643F">
              <w:rPr>
                <w:rFonts w:ascii="Gotham" w:hAnsi="Gotham"/>
              </w:rPr>
              <w:t xml:space="preserve"> of </w:t>
            </w:r>
            <w:proofErr w:type="spellStart"/>
            <w:r w:rsidRPr="008F643F">
              <w:rPr>
                <w:rFonts w:ascii="Gotham" w:hAnsi="Gotham"/>
              </w:rPr>
              <w:t>outstanding</w:t>
            </w:r>
            <w:proofErr w:type="spellEnd"/>
            <w:r w:rsidRPr="008F643F">
              <w:rPr>
                <w:rFonts w:ascii="Gotham" w:hAnsi="Gotham"/>
              </w:rPr>
              <w:t xml:space="preserve"> </w:t>
            </w:r>
            <w:proofErr w:type="spellStart"/>
            <w:r w:rsidRPr="008F643F">
              <w:rPr>
                <w:rFonts w:ascii="Gotham" w:hAnsi="Gotham"/>
              </w:rPr>
              <w:t>works</w:t>
            </w:r>
            <w:proofErr w:type="spellEnd"/>
          </w:p>
        </w:tc>
        <w:tc>
          <w:tcPr>
            <w:tcW w:w="4111" w:type="dxa"/>
            <w:gridSpan w:val="15"/>
            <w:tcBorders>
              <w:top w:val="single" w:sz="6" w:space="0" w:color="auto"/>
              <w:left w:val="single" w:sz="6" w:space="0" w:color="auto"/>
              <w:bottom w:val="single" w:sz="6" w:space="0" w:color="auto"/>
              <w:right w:val="single" w:sz="6" w:space="0" w:color="auto"/>
            </w:tcBorders>
          </w:tcPr>
          <w:p w14:paraId="09B9F71A" w14:textId="77777777" w:rsidR="00096DC7" w:rsidRPr="008F643F" w:rsidRDefault="00096DC7" w:rsidP="00096DC7">
            <w:pPr>
              <w:pStyle w:val="Testotabella"/>
              <w:rPr>
                <w:rFonts w:ascii="Gotham" w:hAnsi="Gotham"/>
              </w:rPr>
            </w:pPr>
            <w:r w:rsidRPr="008F643F">
              <w:rPr>
                <w:rFonts w:ascii="Gotham" w:hAnsi="Gotham"/>
              </w:rPr>
              <w:t xml:space="preserve">9. </w:t>
            </w:r>
            <w:proofErr w:type="spellStart"/>
            <w:r w:rsidRPr="008F643F">
              <w:rPr>
                <w:rFonts w:ascii="Gotham" w:hAnsi="Gotham"/>
              </w:rPr>
              <w:t>Reason</w:t>
            </w:r>
            <w:proofErr w:type="spellEnd"/>
          </w:p>
        </w:tc>
        <w:tc>
          <w:tcPr>
            <w:tcW w:w="4822" w:type="dxa"/>
            <w:gridSpan w:val="13"/>
            <w:tcBorders>
              <w:top w:val="single" w:sz="6" w:space="0" w:color="auto"/>
              <w:left w:val="single" w:sz="6" w:space="0" w:color="auto"/>
              <w:bottom w:val="single" w:sz="6" w:space="0" w:color="auto"/>
              <w:right w:val="double" w:sz="6" w:space="0" w:color="auto"/>
            </w:tcBorders>
          </w:tcPr>
          <w:p w14:paraId="3E495EC9" w14:textId="77777777" w:rsidR="00096DC7" w:rsidRPr="008F643F" w:rsidRDefault="00096DC7" w:rsidP="00096DC7">
            <w:pPr>
              <w:pStyle w:val="Testotabella"/>
              <w:rPr>
                <w:rFonts w:ascii="Gotham" w:hAnsi="Gotham"/>
              </w:rPr>
            </w:pPr>
            <w:r w:rsidRPr="008F643F">
              <w:rPr>
                <w:rFonts w:ascii="Gotham" w:hAnsi="Gotham"/>
              </w:rPr>
              <w:t>10. Notes</w:t>
            </w:r>
          </w:p>
          <w:p w14:paraId="1FC623A8" w14:textId="77777777" w:rsidR="00096DC7" w:rsidRPr="008F643F" w:rsidRDefault="00096DC7" w:rsidP="00096DC7">
            <w:pPr>
              <w:pStyle w:val="Testotabella"/>
              <w:rPr>
                <w:rFonts w:ascii="Gotham" w:hAnsi="Gotham"/>
              </w:rPr>
            </w:pPr>
          </w:p>
        </w:tc>
      </w:tr>
      <w:tr w:rsidR="00096DC7" w14:paraId="5CBAD59D" w14:textId="77777777" w:rsidTr="000A404A">
        <w:trPr>
          <w:cantSplit/>
          <w:trHeight w:val="300"/>
        </w:trPr>
        <w:tc>
          <w:tcPr>
            <w:tcW w:w="789" w:type="dxa"/>
            <w:gridSpan w:val="5"/>
            <w:tcBorders>
              <w:top w:val="single" w:sz="6" w:space="0" w:color="auto"/>
              <w:left w:val="double" w:sz="6" w:space="0" w:color="auto"/>
              <w:bottom w:val="single" w:sz="6" w:space="0" w:color="auto"/>
              <w:right w:val="single" w:sz="6" w:space="0" w:color="auto"/>
            </w:tcBorders>
          </w:tcPr>
          <w:p w14:paraId="70E9AC9C" w14:textId="77777777" w:rsidR="00096DC7" w:rsidRPr="008F643F" w:rsidRDefault="00096DC7" w:rsidP="00096DC7">
            <w:pPr>
              <w:pStyle w:val="Testotabella"/>
              <w:rPr>
                <w:rFonts w:ascii="Gotham" w:hAnsi="Gotham"/>
                <w:sz w:val="18"/>
              </w:rPr>
            </w:pPr>
          </w:p>
        </w:tc>
        <w:tc>
          <w:tcPr>
            <w:tcW w:w="5092" w:type="dxa"/>
            <w:gridSpan w:val="14"/>
            <w:tcBorders>
              <w:top w:val="single" w:sz="6" w:space="0" w:color="auto"/>
              <w:left w:val="single" w:sz="6" w:space="0" w:color="auto"/>
              <w:bottom w:val="single" w:sz="6" w:space="0" w:color="auto"/>
              <w:right w:val="single" w:sz="6" w:space="0" w:color="auto"/>
            </w:tcBorders>
          </w:tcPr>
          <w:p w14:paraId="4F8FC2E0" w14:textId="77777777" w:rsidR="00096DC7" w:rsidRPr="008F643F" w:rsidRDefault="00096DC7" w:rsidP="00096DC7">
            <w:pPr>
              <w:pStyle w:val="Testotabella"/>
              <w:rPr>
                <w:rFonts w:ascii="Gotham" w:hAnsi="Gotham"/>
                <w:sz w:val="18"/>
              </w:rPr>
            </w:pPr>
          </w:p>
        </w:tc>
        <w:tc>
          <w:tcPr>
            <w:tcW w:w="4111" w:type="dxa"/>
            <w:gridSpan w:val="15"/>
            <w:tcBorders>
              <w:top w:val="single" w:sz="6" w:space="0" w:color="auto"/>
              <w:left w:val="single" w:sz="6" w:space="0" w:color="auto"/>
              <w:bottom w:val="single" w:sz="6" w:space="0" w:color="auto"/>
              <w:right w:val="single" w:sz="6" w:space="0" w:color="auto"/>
            </w:tcBorders>
          </w:tcPr>
          <w:p w14:paraId="5933DBEC" w14:textId="77777777" w:rsidR="00096DC7" w:rsidRPr="008F643F" w:rsidRDefault="00096DC7" w:rsidP="00096DC7">
            <w:pPr>
              <w:pStyle w:val="Testotabella"/>
              <w:rPr>
                <w:rFonts w:ascii="Gotham" w:hAnsi="Gotham"/>
                <w:sz w:val="18"/>
              </w:rPr>
            </w:pPr>
          </w:p>
        </w:tc>
        <w:tc>
          <w:tcPr>
            <w:tcW w:w="4822" w:type="dxa"/>
            <w:gridSpan w:val="13"/>
            <w:tcBorders>
              <w:top w:val="single" w:sz="6" w:space="0" w:color="auto"/>
              <w:left w:val="single" w:sz="6" w:space="0" w:color="auto"/>
              <w:bottom w:val="single" w:sz="6" w:space="0" w:color="auto"/>
              <w:right w:val="double" w:sz="6" w:space="0" w:color="auto"/>
            </w:tcBorders>
          </w:tcPr>
          <w:p w14:paraId="3588D0B1" w14:textId="77777777" w:rsidR="00096DC7" w:rsidRPr="008F643F" w:rsidRDefault="00096DC7" w:rsidP="00096DC7">
            <w:pPr>
              <w:pStyle w:val="Testotabella"/>
              <w:rPr>
                <w:rFonts w:ascii="Gotham" w:hAnsi="Gotham"/>
                <w:sz w:val="18"/>
              </w:rPr>
            </w:pPr>
          </w:p>
        </w:tc>
      </w:tr>
      <w:tr w:rsidR="00096DC7" w14:paraId="3DD63174" w14:textId="77777777" w:rsidTr="000A404A">
        <w:trPr>
          <w:cantSplit/>
          <w:trHeight w:val="300"/>
        </w:trPr>
        <w:tc>
          <w:tcPr>
            <w:tcW w:w="789" w:type="dxa"/>
            <w:gridSpan w:val="5"/>
            <w:tcBorders>
              <w:top w:val="single" w:sz="6" w:space="0" w:color="auto"/>
              <w:left w:val="double" w:sz="6" w:space="0" w:color="auto"/>
              <w:bottom w:val="single" w:sz="6" w:space="0" w:color="auto"/>
              <w:right w:val="single" w:sz="6" w:space="0" w:color="auto"/>
            </w:tcBorders>
          </w:tcPr>
          <w:p w14:paraId="06A1D489" w14:textId="77777777" w:rsidR="00096DC7" w:rsidRPr="008F643F" w:rsidRDefault="00096DC7" w:rsidP="00096DC7">
            <w:pPr>
              <w:pStyle w:val="Testotabella"/>
              <w:rPr>
                <w:rFonts w:ascii="Gotham" w:hAnsi="Gotham"/>
                <w:sz w:val="18"/>
              </w:rPr>
            </w:pPr>
          </w:p>
        </w:tc>
        <w:tc>
          <w:tcPr>
            <w:tcW w:w="5092" w:type="dxa"/>
            <w:gridSpan w:val="14"/>
            <w:tcBorders>
              <w:top w:val="single" w:sz="6" w:space="0" w:color="auto"/>
              <w:left w:val="single" w:sz="6" w:space="0" w:color="auto"/>
              <w:bottom w:val="single" w:sz="6" w:space="0" w:color="auto"/>
              <w:right w:val="single" w:sz="6" w:space="0" w:color="auto"/>
            </w:tcBorders>
          </w:tcPr>
          <w:p w14:paraId="09633FD9" w14:textId="77777777" w:rsidR="00096DC7" w:rsidRPr="008F643F" w:rsidRDefault="00096DC7" w:rsidP="00096DC7">
            <w:pPr>
              <w:pStyle w:val="Testotabella"/>
              <w:rPr>
                <w:rFonts w:ascii="Gotham" w:hAnsi="Gotham"/>
                <w:sz w:val="18"/>
              </w:rPr>
            </w:pPr>
          </w:p>
        </w:tc>
        <w:tc>
          <w:tcPr>
            <w:tcW w:w="4111" w:type="dxa"/>
            <w:gridSpan w:val="15"/>
            <w:tcBorders>
              <w:top w:val="single" w:sz="6" w:space="0" w:color="auto"/>
              <w:left w:val="single" w:sz="6" w:space="0" w:color="auto"/>
              <w:bottom w:val="single" w:sz="6" w:space="0" w:color="auto"/>
              <w:right w:val="single" w:sz="6" w:space="0" w:color="auto"/>
            </w:tcBorders>
          </w:tcPr>
          <w:p w14:paraId="3F952486" w14:textId="77777777" w:rsidR="00096DC7" w:rsidRPr="008F643F" w:rsidRDefault="00096DC7" w:rsidP="00096DC7">
            <w:pPr>
              <w:pStyle w:val="Testotabella"/>
              <w:rPr>
                <w:rFonts w:ascii="Gotham" w:hAnsi="Gotham"/>
                <w:sz w:val="18"/>
              </w:rPr>
            </w:pPr>
          </w:p>
        </w:tc>
        <w:tc>
          <w:tcPr>
            <w:tcW w:w="4822" w:type="dxa"/>
            <w:gridSpan w:val="13"/>
            <w:tcBorders>
              <w:top w:val="single" w:sz="6" w:space="0" w:color="auto"/>
              <w:left w:val="single" w:sz="6" w:space="0" w:color="auto"/>
              <w:bottom w:val="single" w:sz="6" w:space="0" w:color="auto"/>
              <w:right w:val="double" w:sz="6" w:space="0" w:color="auto"/>
            </w:tcBorders>
          </w:tcPr>
          <w:p w14:paraId="57A70776" w14:textId="77777777" w:rsidR="00096DC7" w:rsidRPr="008F643F" w:rsidRDefault="00096DC7" w:rsidP="00096DC7">
            <w:pPr>
              <w:pStyle w:val="Testotabella"/>
              <w:rPr>
                <w:rFonts w:ascii="Gotham" w:hAnsi="Gotham"/>
                <w:sz w:val="18"/>
              </w:rPr>
            </w:pPr>
          </w:p>
        </w:tc>
      </w:tr>
      <w:tr w:rsidR="00096DC7" w14:paraId="73A0E16D" w14:textId="77777777" w:rsidTr="000A404A">
        <w:trPr>
          <w:cantSplit/>
          <w:trHeight w:val="300"/>
        </w:trPr>
        <w:tc>
          <w:tcPr>
            <w:tcW w:w="789" w:type="dxa"/>
            <w:gridSpan w:val="5"/>
            <w:tcBorders>
              <w:top w:val="single" w:sz="6" w:space="0" w:color="auto"/>
              <w:left w:val="double" w:sz="6" w:space="0" w:color="auto"/>
              <w:bottom w:val="single" w:sz="6" w:space="0" w:color="auto"/>
              <w:right w:val="single" w:sz="6" w:space="0" w:color="auto"/>
            </w:tcBorders>
          </w:tcPr>
          <w:p w14:paraId="5D340515" w14:textId="77777777" w:rsidR="00096DC7" w:rsidRPr="008F643F" w:rsidRDefault="00096DC7" w:rsidP="00096DC7">
            <w:pPr>
              <w:pStyle w:val="Testotabella"/>
              <w:rPr>
                <w:rFonts w:ascii="Gotham" w:hAnsi="Gotham"/>
                <w:sz w:val="18"/>
              </w:rPr>
            </w:pPr>
          </w:p>
        </w:tc>
        <w:tc>
          <w:tcPr>
            <w:tcW w:w="5092" w:type="dxa"/>
            <w:gridSpan w:val="14"/>
            <w:tcBorders>
              <w:top w:val="single" w:sz="6" w:space="0" w:color="auto"/>
              <w:left w:val="single" w:sz="6" w:space="0" w:color="auto"/>
              <w:bottom w:val="single" w:sz="6" w:space="0" w:color="auto"/>
              <w:right w:val="single" w:sz="6" w:space="0" w:color="auto"/>
            </w:tcBorders>
          </w:tcPr>
          <w:p w14:paraId="2FB3DD95" w14:textId="77777777" w:rsidR="00096DC7" w:rsidRPr="008F643F" w:rsidRDefault="00096DC7" w:rsidP="00096DC7">
            <w:pPr>
              <w:pStyle w:val="Testotabella"/>
              <w:rPr>
                <w:rFonts w:ascii="Gotham" w:hAnsi="Gotham"/>
                <w:sz w:val="18"/>
              </w:rPr>
            </w:pPr>
          </w:p>
        </w:tc>
        <w:tc>
          <w:tcPr>
            <w:tcW w:w="4111" w:type="dxa"/>
            <w:gridSpan w:val="15"/>
            <w:tcBorders>
              <w:top w:val="single" w:sz="6" w:space="0" w:color="auto"/>
              <w:left w:val="single" w:sz="6" w:space="0" w:color="auto"/>
              <w:bottom w:val="single" w:sz="6" w:space="0" w:color="auto"/>
              <w:right w:val="single" w:sz="6" w:space="0" w:color="auto"/>
            </w:tcBorders>
          </w:tcPr>
          <w:p w14:paraId="224866A3" w14:textId="77777777" w:rsidR="00096DC7" w:rsidRPr="008F643F" w:rsidRDefault="00096DC7" w:rsidP="00096DC7">
            <w:pPr>
              <w:pStyle w:val="Testotabella"/>
              <w:rPr>
                <w:rFonts w:ascii="Gotham" w:hAnsi="Gotham"/>
                <w:sz w:val="18"/>
              </w:rPr>
            </w:pPr>
          </w:p>
        </w:tc>
        <w:tc>
          <w:tcPr>
            <w:tcW w:w="4822" w:type="dxa"/>
            <w:gridSpan w:val="13"/>
            <w:tcBorders>
              <w:top w:val="single" w:sz="6" w:space="0" w:color="auto"/>
              <w:left w:val="single" w:sz="6" w:space="0" w:color="auto"/>
              <w:bottom w:val="single" w:sz="6" w:space="0" w:color="auto"/>
              <w:right w:val="double" w:sz="6" w:space="0" w:color="auto"/>
            </w:tcBorders>
          </w:tcPr>
          <w:p w14:paraId="4E9635F5" w14:textId="77777777" w:rsidR="00096DC7" w:rsidRPr="008F643F" w:rsidRDefault="00096DC7" w:rsidP="00096DC7">
            <w:pPr>
              <w:pStyle w:val="Testotabella"/>
              <w:rPr>
                <w:rFonts w:ascii="Gotham" w:hAnsi="Gotham"/>
                <w:sz w:val="18"/>
              </w:rPr>
            </w:pPr>
          </w:p>
        </w:tc>
      </w:tr>
      <w:tr w:rsidR="00096DC7" w14:paraId="3D85A067" w14:textId="77777777" w:rsidTr="000A404A">
        <w:trPr>
          <w:cantSplit/>
          <w:trHeight w:val="300"/>
        </w:trPr>
        <w:tc>
          <w:tcPr>
            <w:tcW w:w="789" w:type="dxa"/>
            <w:gridSpan w:val="5"/>
            <w:tcBorders>
              <w:top w:val="single" w:sz="6" w:space="0" w:color="auto"/>
              <w:left w:val="double" w:sz="6" w:space="0" w:color="auto"/>
              <w:bottom w:val="single" w:sz="6" w:space="0" w:color="auto"/>
              <w:right w:val="single" w:sz="6" w:space="0" w:color="auto"/>
            </w:tcBorders>
          </w:tcPr>
          <w:p w14:paraId="7DF5023D" w14:textId="77777777" w:rsidR="00096DC7" w:rsidRPr="008F643F" w:rsidRDefault="00096DC7" w:rsidP="00096DC7">
            <w:pPr>
              <w:pStyle w:val="Testotabella"/>
              <w:rPr>
                <w:rFonts w:ascii="Gotham" w:hAnsi="Gotham"/>
                <w:sz w:val="18"/>
              </w:rPr>
            </w:pPr>
          </w:p>
        </w:tc>
        <w:tc>
          <w:tcPr>
            <w:tcW w:w="5092" w:type="dxa"/>
            <w:gridSpan w:val="14"/>
            <w:tcBorders>
              <w:top w:val="single" w:sz="6" w:space="0" w:color="auto"/>
              <w:left w:val="single" w:sz="6" w:space="0" w:color="auto"/>
              <w:bottom w:val="single" w:sz="6" w:space="0" w:color="auto"/>
              <w:right w:val="single" w:sz="6" w:space="0" w:color="auto"/>
            </w:tcBorders>
          </w:tcPr>
          <w:p w14:paraId="3B63D0BA" w14:textId="77777777" w:rsidR="00096DC7" w:rsidRPr="008F643F" w:rsidRDefault="00096DC7" w:rsidP="00096DC7">
            <w:pPr>
              <w:pStyle w:val="Testotabella"/>
              <w:rPr>
                <w:rFonts w:ascii="Gotham" w:hAnsi="Gotham"/>
                <w:sz w:val="18"/>
              </w:rPr>
            </w:pPr>
          </w:p>
        </w:tc>
        <w:tc>
          <w:tcPr>
            <w:tcW w:w="4111" w:type="dxa"/>
            <w:gridSpan w:val="15"/>
            <w:tcBorders>
              <w:top w:val="single" w:sz="6" w:space="0" w:color="auto"/>
              <w:left w:val="single" w:sz="6" w:space="0" w:color="auto"/>
              <w:bottom w:val="single" w:sz="6" w:space="0" w:color="auto"/>
              <w:right w:val="single" w:sz="6" w:space="0" w:color="auto"/>
            </w:tcBorders>
          </w:tcPr>
          <w:p w14:paraId="7F4B3F11" w14:textId="77777777" w:rsidR="00096DC7" w:rsidRPr="008F643F" w:rsidRDefault="00096DC7" w:rsidP="00096DC7">
            <w:pPr>
              <w:pStyle w:val="Testotabella"/>
              <w:rPr>
                <w:rFonts w:ascii="Gotham" w:hAnsi="Gotham"/>
                <w:sz w:val="18"/>
              </w:rPr>
            </w:pPr>
          </w:p>
        </w:tc>
        <w:tc>
          <w:tcPr>
            <w:tcW w:w="4822" w:type="dxa"/>
            <w:gridSpan w:val="13"/>
            <w:tcBorders>
              <w:top w:val="single" w:sz="6" w:space="0" w:color="auto"/>
              <w:left w:val="single" w:sz="6" w:space="0" w:color="auto"/>
              <w:bottom w:val="single" w:sz="6" w:space="0" w:color="auto"/>
              <w:right w:val="double" w:sz="6" w:space="0" w:color="auto"/>
            </w:tcBorders>
          </w:tcPr>
          <w:p w14:paraId="04BF64AB" w14:textId="77777777" w:rsidR="00096DC7" w:rsidRPr="008F643F" w:rsidRDefault="00096DC7" w:rsidP="00096DC7">
            <w:pPr>
              <w:pStyle w:val="Testotabella"/>
              <w:rPr>
                <w:rFonts w:ascii="Gotham" w:hAnsi="Gotham"/>
                <w:sz w:val="18"/>
              </w:rPr>
            </w:pPr>
          </w:p>
        </w:tc>
      </w:tr>
      <w:tr w:rsidR="00096DC7" w14:paraId="15D162A2" w14:textId="77777777" w:rsidTr="000A404A">
        <w:trPr>
          <w:cantSplit/>
          <w:trHeight w:val="300"/>
        </w:trPr>
        <w:tc>
          <w:tcPr>
            <w:tcW w:w="789" w:type="dxa"/>
            <w:gridSpan w:val="5"/>
            <w:tcBorders>
              <w:top w:val="single" w:sz="6" w:space="0" w:color="auto"/>
              <w:left w:val="double" w:sz="6" w:space="0" w:color="auto"/>
              <w:bottom w:val="single" w:sz="6" w:space="0" w:color="auto"/>
              <w:right w:val="single" w:sz="6" w:space="0" w:color="auto"/>
            </w:tcBorders>
          </w:tcPr>
          <w:p w14:paraId="4A6776AB" w14:textId="77777777" w:rsidR="00096DC7" w:rsidRPr="008F643F" w:rsidRDefault="00096DC7" w:rsidP="00096DC7">
            <w:pPr>
              <w:pStyle w:val="Testotabella"/>
              <w:rPr>
                <w:rFonts w:ascii="Gotham" w:hAnsi="Gotham"/>
                <w:sz w:val="18"/>
              </w:rPr>
            </w:pPr>
          </w:p>
        </w:tc>
        <w:tc>
          <w:tcPr>
            <w:tcW w:w="5092" w:type="dxa"/>
            <w:gridSpan w:val="14"/>
            <w:tcBorders>
              <w:top w:val="single" w:sz="6" w:space="0" w:color="auto"/>
              <w:left w:val="single" w:sz="6" w:space="0" w:color="auto"/>
              <w:bottom w:val="single" w:sz="6" w:space="0" w:color="auto"/>
              <w:right w:val="single" w:sz="6" w:space="0" w:color="auto"/>
            </w:tcBorders>
          </w:tcPr>
          <w:p w14:paraId="7E40637F" w14:textId="77777777" w:rsidR="00096DC7" w:rsidRPr="008F643F" w:rsidRDefault="00096DC7" w:rsidP="00096DC7">
            <w:pPr>
              <w:pStyle w:val="Testotabella"/>
              <w:rPr>
                <w:rFonts w:ascii="Gotham" w:hAnsi="Gotham"/>
                <w:sz w:val="18"/>
              </w:rPr>
            </w:pPr>
          </w:p>
        </w:tc>
        <w:tc>
          <w:tcPr>
            <w:tcW w:w="4111" w:type="dxa"/>
            <w:gridSpan w:val="15"/>
            <w:tcBorders>
              <w:top w:val="single" w:sz="6" w:space="0" w:color="auto"/>
              <w:left w:val="single" w:sz="6" w:space="0" w:color="auto"/>
              <w:bottom w:val="single" w:sz="6" w:space="0" w:color="auto"/>
              <w:right w:val="single" w:sz="6" w:space="0" w:color="auto"/>
            </w:tcBorders>
          </w:tcPr>
          <w:p w14:paraId="0735F620" w14:textId="77777777" w:rsidR="00096DC7" w:rsidRPr="008F643F" w:rsidRDefault="00096DC7" w:rsidP="00096DC7">
            <w:pPr>
              <w:pStyle w:val="Testotabella"/>
              <w:rPr>
                <w:rFonts w:ascii="Gotham" w:hAnsi="Gotham"/>
                <w:sz w:val="18"/>
              </w:rPr>
            </w:pPr>
          </w:p>
        </w:tc>
        <w:tc>
          <w:tcPr>
            <w:tcW w:w="4822" w:type="dxa"/>
            <w:gridSpan w:val="13"/>
            <w:tcBorders>
              <w:top w:val="single" w:sz="6" w:space="0" w:color="auto"/>
              <w:left w:val="single" w:sz="6" w:space="0" w:color="auto"/>
              <w:bottom w:val="single" w:sz="6" w:space="0" w:color="auto"/>
              <w:right w:val="double" w:sz="6" w:space="0" w:color="auto"/>
            </w:tcBorders>
          </w:tcPr>
          <w:p w14:paraId="3C2FEE2F" w14:textId="77777777" w:rsidR="00096DC7" w:rsidRPr="008F643F" w:rsidRDefault="00096DC7" w:rsidP="00096DC7">
            <w:pPr>
              <w:pStyle w:val="Testotabella"/>
              <w:rPr>
                <w:rFonts w:ascii="Gotham" w:hAnsi="Gotham"/>
                <w:sz w:val="18"/>
              </w:rPr>
            </w:pPr>
          </w:p>
        </w:tc>
      </w:tr>
      <w:tr w:rsidR="00096DC7" w14:paraId="2521E301" w14:textId="77777777" w:rsidTr="000A404A">
        <w:trPr>
          <w:cantSplit/>
          <w:trHeight w:val="300"/>
        </w:trPr>
        <w:tc>
          <w:tcPr>
            <w:tcW w:w="789" w:type="dxa"/>
            <w:gridSpan w:val="5"/>
            <w:tcBorders>
              <w:top w:val="single" w:sz="6" w:space="0" w:color="auto"/>
              <w:left w:val="double" w:sz="6" w:space="0" w:color="auto"/>
              <w:bottom w:val="single" w:sz="6" w:space="0" w:color="auto"/>
              <w:right w:val="single" w:sz="6" w:space="0" w:color="auto"/>
            </w:tcBorders>
          </w:tcPr>
          <w:p w14:paraId="1CC1A75D" w14:textId="77777777" w:rsidR="00096DC7" w:rsidRPr="008F643F" w:rsidRDefault="00096DC7" w:rsidP="00096DC7">
            <w:pPr>
              <w:pStyle w:val="Testotabella"/>
              <w:rPr>
                <w:rFonts w:ascii="Gotham" w:hAnsi="Gotham"/>
                <w:sz w:val="18"/>
              </w:rPr>
            </w:pPr>
          </w:p>
        </w:tc>
        <w:tc>
          <w:tcPr>
            <w:tcW w:w="5092" w:type="dxa"/>
            <w:gridSpan w:val="14"/>
            <w:tcBorders>
              <w:top w:val="single" w:sz="6" w:space="0" w:color="auto"/>
              <w:left w:val="single" w:sz="6" w:space="0" w:color="auto"/>
              <w:bottom w:val="single" w:sz="6" w:space="0" w:color="auto"/>
              <w:right w:val="single" w:sz="6" w:space="0" w:color="auto"/>
            </w:tcBorders>
          </w:tcPr>
          <w:p w14:paraId="4C3E4B57" w14:textId="77777777" w:rsidR="00096DC7" w:rsidRPr="008F643F" w:rsidRDefault="00096DC7" w:rsidP="00096DC7">
            <w:pPr>
              <w:pStyle w:val="Testotabella"/>
              <w:rPr>
                <w:rFonts w:ascii="Gotham" w:hAnsi="Gotham"/>
                <w:sz w:val="18"/>
              </w:rPr>
            </w:pPr>
          </w:p>
        </w:tc>
        <w:tc>
          <w:tcPr>
            <w:tcW w:w="4111" w:type="dxa"/>
            <w:gridSpan w:val="15"/>
            <w:tcBorders>
              <w:top w:val="single" w:sz="6" w:space="0" w:color="auto"/>
              <w:left w:val="single" w:sz="6" w:space="0" w:color="auto"/>
              <w:bottom w:val="single" w:sz="6" w:space="0" w:color="auto"/>
              <w:right w:val="single" w:sz="6" w:space="0" w:color="auto"/>
            </w:tcBorders>
          </w:tcPr>
          <w:p w14:paraId="0CDD170F" w14:textId="77777777" w:rsidR="00096DC7" w:rsidRPr="008F643F" w:rsidRDefault="00096DC7" w:rsidP="00096DC7">
            <w:pPr>
              <w:pStyle w:val="Testotabella"/>
              <w:rPr>
                <w:rFonts w:ascii="Gotham" w:hAnsi="Gotham"/>
                <w:sz w:val="18"/>
              </w:rPr>
            </w:pPr>
          </w:p>
        </w:tc>
        <w:tc>
          <w:tcPr>
            <w:tcW w:w="4822" w:type="dxa"/>
            <w:gridSpan w:val="13"/>
            <w:tcBorders>
              <w:top w:val="single" w:sz="6" w:space="0" w:color="auto"/>
              <w:left w:val="single" w:sz="6" w:space="0" w:color="auto"/>
              <w:bottom w:val="single" w:sz="6" w:space="0" w:color="auto"/>
              <w:right w:val="double" w:sz="6" w:space="0" w:color="auto"/>
            </w:tcBorders>
          </w:tcPr>
          <w:p w14:paraId="18CA54BF" w14:textId="77777777" w:rsidR="00096DC7" w:rsidRPr="008F643F" w:rsidRDefault="00096DC7" w:rsidP="00096DC7">
            <w:pPr>
              <w:pStyle w:val="Testotabella"/>
              <w:rPr>
                <w:rFonts w:ascii="Gotham" w:hAnsi="Gotham"/>
                <w:sz w:val="18"/>
              </w:rPr>
            </w:pPr>
          </w:p>
        </w:tc>
      </w:tr>
      <w:tr w:rsidR="00096DC7" w14:paraId="0F668273" w14:textId="77777777" w:rsidTr="000A404A">
        <w:trPr>
          <w:cantSplit/>
          <w:trHeight w:val="300"/>
        </w:trPr>
        <w:tc>
          <w:tcPr>
            <w:tcW w:w="789" w:type="dxa"/>
            <w:gridSpan w:val="5"/>
            <w:tcBorders>
              <w:top w:val="single" w:sz="6" w:space="0" w:color="auto"/>
              <w:left w:val="double" w:sz="6" w:space="0" w:color="auto"/>
              <w:bottom w:val="single" w:sz="6" w:space="0" w:color="auto"/>
              <w:right w:val="single" w:sz="6" w:space="0" w:color="auto"/>
            </w:tcBorders>
          </w:tcPr>
          <w:p w14:paraId="200E5902" w14:textId="77777777" w:rsidR="00096DC7" w:rsidRPr="008F643F" w:rsidRDefault="00096DC7" w:rsidP="00096DC7">
            <w:pPr>
              <w:pStyle w:val="Testotabella"/>
              <w:rPr>
                <w:rFonts w:ascii="Gotham" w:hAnsi="Gotham"/>
                <w:sz w:val="18"/>
              </w:rPr>
            </w:pPr>
          </w:p>
        </w:tc>
        <w:tc>
          <w:tcPr>
            <w:tcW w:w="5092" w:type="dxa"/>
            <w:gridSpan w:val="14"/>
            <w:tcBorders>
              <w:top w:val="single" w:sz="6" w:space="0" w:color="auto"/>
              <w:left w:val="single" w:sz="6" w:space="0" w:color="auto"/>
              <w:bottom w:val="single" w:sz="6" w:space="0" w:color="auto"/>
              <w:right w:val="single" w:sz="6" w:space="0" w:color="auto"/>
            </w:tcBorders>
          </w:tcPr>
          <w:p w14:paraId="61796BAE" w14:textId="77777777" w:rsidR="00096DC7" w:rsidRPr="008F643F" w:rsidRDefault="00096DC7" w:rsidP="00096DC7">
            <w:pPr>
              <w:pStyle w:val="Testotabella"/>
              <w:rPr>
                <w:rFonts w:ascii="Gotham" w:hAnsi="Gotham"/>
                <w:sz w:val="18"/>
              </w:rPr>
            </w:pPr>
          </w:p>
        </w:tc>
        <w:tc>
          <w:tcPr>
            <w:tcW w:w="4111" w:type="dxa"/>
            <w:gridSpan w:val="15"/>
            <w:tcBorders>
              <w:top w:val="single" w:sz="6" w:space="0" w:color="auto"/>
              <w:left w:val="single" w:sz="6" w:space="0" w:color="auto"/>
              <w:bottom w:val="single" w:sz="6" w:space="0" w:color="auto"/>
              <w:right w:val="single" w:sz="6" w:space="0" w:color="auto"/>
            </w:tcBorders>
          </w:tcPr>
          <w:p w14:paraId="0A24D6C5" w14:textId="77777777" w:rsidR="00096DC7" w:rsidRPr="008F643F" w:rsidRDefault="00096DC7" w:rsidP="00096DC7">
            <w:pPr>
              <w:pStyle w:val="Testotabella"/>
              <w:rPr>
                <w:rFonts w:ascii="Gotham" w:hAnsi="Gotham"/>
                <w:sz w:val="18"/>
              </w:rPr>
            </w:pPr>
          </w:p>
        </w:tc>
        <w:tc>
          <w:tcPr>
            <w:tcW w:w="4822" w:type="dxa"/>
            <w:gridSpan w:val="13"/>
            <w:tcBorders>
              <w:top w:val="single" w:sz="6" w:space="0" w:color="auto"/>
              <w:left w:val="single" w:sz="6" w:space="0" w:color="auto"/>
              <w:bottom w:val="single" w:sz="6" w:space="0" w:color="auto"/>
              <w:right w:val="double" w:sz="6" w:space="0" w:color="auto"/>
            </w:tcBorders>
          </w:tcPr>
          <w:p w14:paraId="424FEDE7" w14:textId="77777777" w:rsidR="00096DC7" w:rsidRPr="008F643F" w:rsidRDefault="00096DC7" w:rsidP="00096DC7">
            <w:pPr>
              <w:pStyle w:val="Testotabella"/>
              <w:rPr>
                <w:rFonts w:ascii="Gotham" w:hAnsi="Gotham"/>
                <w:sz w:val="18"/>
              </w:rPr>
            </w:pPr>
          </w:p>
        </w:tc>
      </w:tr>
      <w:tr w:rsidR="00096DC7" w14:paraId="132E857B" w14:textId="77777777" w:rsidTr="000A404A">
        <w:trPr>
          <w:cantSplit/>
          <w:trHeight w:val="300"/>
        </w:trPr>
        <w:tc>
          <w:tcPr>
            <w:tcW w:w="789" w:type="dxa"/>
            <w:gridSpan w:val="5"/>
            <w:tcBorders>
              <w:top w:val="single" w:sz="6" w:space="0" w:color="auto"/>
              <w:left w:val="double" w:sz="6" w:space="0" w:color="auto"/>
              <w:bottom w:val="single" w:sz="6" w:space="0" w:color="auto"/>
              <w:right w:val="single" w:sz="6" w:space="0" w:color="auto"/>
            </w:tcBorders>
          </w:tcPr>
          <w:p w14:paraId="6AA72CD9" w14:textId="77777777" w:rsidR="00096DC7" w:rsidRPr="008F643F" w:rsidRDefault="00096DC7" w:rsidP="00096DC7">
            <w:pPr>
              <w:pStyle w:val="Testotabella"/>
              <w:rPr>
                <w:rFonts w:ascii="Gotham" w:hAnsi="Gotham"/>
                <w:sz w:val="18"/>
              </w:rPr>
            </w:pPr>
          </w:p>
        </w:tc>
        <w:tc>
          <w:tcPr>
            <w:tcW w:w="5092" w:type="dxa"/>
            <w:gridSpan w:val="14"/>
            <w:tcBorders>
              <w:top w:val="single" w:sz="6" w:space="0" w:color="auto"/>
              <w:left w:val="single" w:sz="6" w:space="0" w:color="auto"/>
              <w:bottom w:val="single" w:sz="6" w:space="0" w:color="auto"/>
              <w:right w:val="single" w:sz="6" w:space="0" w:color="auto"/>
            </w:tcBorders>
          </w:tcPr>
          <w:p w14:paraId="2A706E14" w14:textId="77777777" w:rsidR="00096DC7" w:rsidRPr="008F643F" w:rsidRDefault="00096DC7" w:rsidP="00096DC7">
            <w:pPr>
              <w:pStyle w:val="Testotabella"/>
              <w:rPr>
                <w:rFonts w:ascii="Gotham" w:hAnsi="Gotham"/>
                <w:sz w:val="18"/>
              </w:rPr>
            </w:pPr>
          </w:p>
        </w:tc>
        <w:tc>
          <w:tcPr>
            <w:tcW w:w="4111" w:type="dxa"/>
            <w:gridSpan w:val="15"/>
            <w:tcBorders>
              <w:top w:val="single" w:sz="6" w:space="0" w:color="auto"/>
              <w:left w:val="single" w:sz="6" w:space="0" w:color="auto"/>
              <w:bottom w:val="single" w:sz="6" w:space="0" w:color="auto"/>
              <w:right w:val="single" w:sz="6" w:space="0" w:color="auto"/>
            </w:tcBorders>
          </w:tcPr>
          <w:p w14:paraId="363BC8A9" w14:textId="77777777" w:rsidR="00096DC7" w:rsidRPr="008F643F" w:rsidRDefault="00096DC7" w:rsidP="00096DC7">
            <w:pPr>
              <w:pStyle w:val="Testotabella"/>
              <w:rPr>
                <w:rFonts w:ascii="Gotham" w:hAnsi="Gotham"/>
                <w:sz w:val="18"/>
              </w:rPr>
            </w:pPr>
          </w:p>
        </w:tc>
        <w:tc>
          <w:tcPr>
            <w:tcW w:w="4822" w:type="dxa"/>
            <w:gridSpan w:val="13"/>
            <w:tcBorders>
              <w:top w:val="single" w:sz="6" w:space="0" w:color="auto"/>
              <w:left w:val="single" w:sz="6" w:space="0" w:color="auto"/>
              <w:bottom w:val="single" w:sz="6" w:space="0" w:color="auto"/>
              <w:right w:val="double" w:sz="6" w:space="0" w:color="auto"/>
            </w:tcBorders>
          </w:tcPr>
          <w:p w14:paraId="2E8DDB9B" w14:textId="77777777" w:rsidR="00096DC7" w:rsidRPr="008F643F" w:rsidRDefault="00096DC7" w:rsidP="00096DC7">
            <w:pPr>
              <w:pStyle w:val="Testotabella"/>
              <w:rPr>
                <w:rFonts w:ascii="Gotham" w:hAnsi="Gotham"/>
                <w:sz w:val="18"/>
              </w:rPr>
            </w:pPr>
          </w:p>
        </w:tc>
      </w:tr>
      <w:tr w:rsidR="00096DC7" w14:paraId="2FD345EA" w14:textId="77777777" w:rsidTr="000A404A">
        <w:trPr>
          <w:cantSplit/>
          <w:trHeight w:val="300"/>
        </w:trPr>
        <w:tc>
          <w:tcPr>
            <w:tcW w:w="789" w:type="dxa"/>
            <w:gridSpan w:val="5"/>
            <w:tcBorders>
              <w:top w:val="single" w:sz="6" w:space="0" w:color="auto"/>
              <w:left w:val="double" w:sz="6" w:space="0" w:color="auto"/>
              <w:bottom w:val="single" w:sz="6" w:space="0" w:color="auto"/>
              <w:right w:val="single" w:sz="6" w:space="0" w:color="auto"/>
            </w:tcBorders>
          </w:tcPr>
          <w:p w14:paraId="19E0E9FF" w14:textId="77777777" w:rsidR="00096DC7" w:rsidRPr="008F643F" w:rsidRDefault="00096DC7" w:rsidP="00096DC7">
            <w:pPr>
              <w:pStyle w:val="Testotabella"/>
              <w:rPr>
                <w:rFonts w:ascii="Gotham" w:hAnsi="Gotham"/>
                <w:sz w:val="18"/>
              </w:rPr>
            </w:pPr>
          </w:p>
        </w:tc>
        <w:tc>
          <w:tcPr>
            <w:tcW w:w="5092" w:type="dxa"/>
            <w:gridSpan w:val="14"/>
            <w:tcBorders>
              <w:top w:val="single" w:sz="6" w:space="0" w:color="auto"/>
              <w:left w:val="single" w:sz="6" w:space="0" w:color="auto"/>
              <w:bottom w:val="single" w:sz="6" w:space="0" w:color="auto"/>
              <w:right w:val="single" w:sz="6" w:space="0" w:color="auto"/>
            </w:tcBorders>
          </w:tcPr>
          <w:p w14:paraId="647DA357" w14:textId="77777777" w:rsidR="00096DC7" w:rsidRPr="008F643F" w:rsidRDefault="00096DC7" w:rsidP="00096DC7">
            <w:pPr>
              <w:pStyle w:val="Testotabella"/>
              <w:rPr>
                <w:rFonts w:ascii="Gotham" w:hAnsi="Gotham"/>
                <w:sz w:val="18"/>
              </w:rPr>
            </w:pPr>
          </w:p>
        </w:tc>
        <w:tc>
          <w:tcPr>
            <w:tcW w:w="4111" w:type="dxa"/>
            <w:gridSpan w:val="15"/>
            <w:tcBorders>
              <w:top w:val="single" w:sz="6" w:space="0" w:color="auto"/>
              <w:left w:val="single" w:sz="6" w:space="0" w:color="auto"/>
              <w:bottom w:val="single" w:sz="6" w:space="0" w:color="auto"/>
              <w:right w:val="single" w:sz="6" w:space="0" w:color="auto"/>
            </w:tcBorders>
          </w:tcPr>
          <w:p w14:paraId="42F03A4A" w14:textId="77777777" w:rsidR="00096DC7" w:rsidRPr="008F643F" w:rsidRDefault="00096DC7" w:rsidP="00096DC7">
            <w:pPr>
              <w:pStyle w:val="Testotabella"/>
              <w:rPr>
                <w:rFonts w:ascii="Gotham" w:hAnsi="Gotham"/>
                <w:sz w:val="18"/>
              </w:rPr>
            </w:pPr>
          </w:p>
        </w:tc>
        <w:tc>
          <w:tcPr>
            <w:tcW w:w="4822" w:type="dxa"/>
            <w:gridSpan w:val="13"/>
            <w:tcBorders>
              <w:top w:val="single" w:sz="6" w:space="0" w:color="auto"/>
              <w:left w:val="single" w:sz="6" w:space="0" w:color="auto"/>
              <w:bottom w:val="single" w:sz="6" w:space="0" w:color="auto"/>
              <w:right w:val="double" w:sz="6" w:space="0" w:color="auto"/>
            </w:tcBorders>
          </w:tcPr>
          <w:p w14:paraId="14F90220" w14:textId="77777777" w:rsidR="00096DC7" w:rsidRPr="008F643F" w:rsidRDefault="00096DC7" w:rsidP="00096DC7">
            <w:pPr>
              <w:pStyle w:val="Testotabella"/>
              <w:rPr>
                <w:rFonts w:ascii="Gotham" w:hAnsi="Gotham"/>
                <w:sz w:val="18"/>
              </w:rPr>
            </w:pPr>
          </w:p>
        </w:tc>
      </w:tr>
      <w:tr w:rsidR="00096DC7" w14:paraId="07D19B14" w14:textId="77777777" w:rsidTr="000A404A">
        <w:trPr>
          <w:cantSplit/>
          <w:trHeight w:val="300"/>
        </w:trPr>
        <w:tc>
          <w:tcPr>
            <w:tcW w:w="789" w:type="dxa"/>
            <w:gridSpan w:val="5"/>
            <w:tcBorders>
              <w:top w:val="single" w:sz="6" w:space="0" w:color="auto"/>
              <w:left w:val="double" w:sz="6" w:space="0" w:color="auto"/>
              <w:bottom w:val="single" w:sz="6" w:space="0" w:color="auto"/>
              <w:right w:val="single" w:sz="6" w:space="0" w:color="auto"/>
            </w:tcBorders>
          </w:tcPr>
          <w:p w14:paraId="572DF600" w14:textId="77777777" w:rsidR="00096DC7" w:rsidRPr="008F643F" w:rsidRDefault="00096DC7" w:rsidP="00096DC7">
            <w:pPr>
              <w:pStyle w:val="Testotabella"/>
              <w:rPr>
                <w:rFonts w:ascii="Gotham" w:hAnsi="Gotham"/>
                <w:sz w:val="18"/>
              </w:rPr>
            </w:pPr>
          </w:p>
        </w:tc>
        <w:tc>
          <w:tcPr>
            <w:tcW w:w="5092" w:type="dxa"/>
            <w:gridSpan w:val="14"/>
            <w:tcBorders>
              <w:top w:val="single" w:sz="6" w:space="0" w:color="auto"/>
              <w:left w:val="single" w:sz="6" w:space="0" w:color="auto"/>
              <w:bottom w:val="single" w:sz="6" w:space="0" w:color="auto"/>
              <w:right w:val="single" w:sz="6" w:space="0" w:color="auto"/>
            </w:tcBorders>
          </w:tcPr>
          <w:p w14:paraId="19434F98" w14:textId="77777777" w:rsidR="00096DC7" w:rsidRPr="008F643F" w:rsidRDefault="00096DC7" w:rsidP="00096DC7">
            <w:pPr>
              <w:pStyle w:val="Testotabella"/>
              <w:rPr>
                <w:rFonts w:ascii="Gotham" w:hAnsi="Gotham"/>
                <w:sz w:val="18"/>
              </w:rPr>
            </w:pPr>
          </w:p>
        </w:tc>
        <w:tc>
          <w:tcPr>
            <w:tcW w:w="4111" w:type="dxa"/>
            <w:gridSpan w:val="15"/>
            <w:tcBorders>
              <w:top w:val="single" w:sz="6" w:space="0" w:color="auto"/>
              <w:left w:val="single" w:sz="6" w:space="0" w:color="auto"/>
              <w:bottom w:val="single" w:sz="6" w:space="0" w:color="auto"/>
              <w:right w:val="single" w:sz="6" w:space="0" w:color="auto"/>
            </w:tcBorders>
          </w:tcPr>
          <w:p w14:paraId="46513BC8" w14:textId="77777777" w:rsidR="00096DC7" w:rsidRPr="008F643F" w:rsidRDefault="00096DC7" w:rsidP="00096DC7">
            <w:pPr>
              <w:pStyle w:val="Testotabella"/>
              <w:rPr>
                <w:rFonts w:ascii="Gotham" w:hAnsi="Gotham"/>
                <w:sz w:val="18"/>
              </w:rPr>
            </w:pPr>
          </w:p>
        </w:tc>
        <w:tc>
          <w:tcPr>
            <w:tcW w:w="4822" w:type="dxa"/>
            <w:gridSpan w:val="13"/>
            <w:tcBorders>
              <w:top w:val="single" w:sz="6" w:space="0" w:color="auto"/>
              <w:left w:val="single" w:sz="6" w:space="0" w:color="auto"/>
              <w:bottom w:val="single" w:sz="6" w:space="0" w:color="auto"/>
              <w:right w:val="double" w:sz="6" w:space="0" w:color="auto"/>
            </w:tcBorders>
          </w:tcPr>
          <w:p w14:paraId="356F3F06" w14:textId="77777777" w:rsidR="00096DC7" w:rsidRPr="008F643F" w:rsidRDefault="00096DC7" w:rsidP="00096DC7">
            <w:pPr>
              <w:pStyle w:val="Testotabella"/>
              <w:rPr>
                <w:rFonts w:ascii="Gotham" w:hAnsi="Gotham"/>
                <w:sz w:val="18"/>
              </w:rPr>
            </w:pPr>
          </w:p>
        </w:tc>
      </w:tr>
      <w:tr w:rsidR="00914C85" w14:paraId="45750E43" w14:textId="77777777" w:rsidTr="000A404A">
        <w:trPr>
          <w:cantSplit/>
          <w:trHeight w:val="300"/>
        </w:trPr>
        <w:tc>
          <w:tcPr>
            <w:tcW w:w="789" w:type="dxa"/>
            <w:gridSpan w:val="5"/>
            <w:tcBorders>
              <w:top w:val="single" w:sz="6" w:space="0" w:color="auto"/>
              <w:left w:val="double" w:sz="6" w:space="0" w:color="auto"/>
              <w:bottom w:val="single" w:sz="6" w:space="0" w:color="auto"/>
              <w:right w:val="single" w:sz="6" w:space="0" w:color="auto"/>
            </w:tcBorders>
          </w:tcPr>
          <w:p w14:paraId="424BC3BA" w14:textId="77777777" w:rsidR="00914C85" w:rsidRPr="008F643F" w:rsidRDefault="00914C85" w:rsidP="00096DC7">
            <w:pPr>
              <w:pStyle w:val="Testotabella"/>
              <w:rPr>
                <w:rFonts w:ascii="Gotham" w:hAnsi="Gotham"/>
                <w:sz w:val="18"/>
              </w:rPr>
            </w:pPr>
          </w:p>
        </w:tc>
        <w:tc>
          <w:tcPr>
            <w:tcW w:w="5092" w:type="dxa"/>
            <w:gridSpan w:val="14"/>
            <w:tcBorders>
              <w:top w:val="single" w:sz="6" w:space="0" w:color="auto"/>
              <w:left w:val="single" w:sz="6" w:space="0" w:color="auto"/>
              <w:bottom w:val="single" w:sz="6" w:space="0" w:color="auto"/>
              <w:right w:val="single" w:sz="6" w:space="0" w:color="auto"/>
            </w:tcBorders>
          </w:tcPr>
          <w:p w14:paraId="6FA086B4" w14:textId="77777777" w:rsidR="00914C85" w:rsidRPr="008F643F" w:rsidRDefault="00914C85" w:rsidP="00096DC7">
            <w:pPr>
              <w:pStyle w:val="Testotabella"/>
              <w:rPr>
                <w:rFonts w:ascii="Gotham" w:hAnsi="Gotham"/>
                <w:sz w:val="18"/>
              </w:rPr>
            </w:pPr>
          </w:p>
        </w:tc>
        <w:tc>
          <w:tcPr>
            <w:tcW w:w="4111" w:type="dxa"/>
            <w:gridSpan w:val="15"/>
            <w:tcBorders>
              <w:top w:val="single" w:sz="6" w:space="0" w:color="auto"/>
              <w:left w:val="single" w:sz="6" w:space="0" w:color="auto"/>
              <w:bottom w:val="single" w:sz="6" w:space="0" w:color="auto"/>
              <w:right w:val="single" w:sz="6" w:space="0" w:color="auto"/>
            </w:tcBorders>
          </w:tcPr>
          <w:p w14:paraId="7C5C9E86" w14:textId="77777777" w:rsidR="00914C85" w:rsidRPr="008F643F" w:rsidRDefault="00914C85" w:rsidP="00096DC7">
            <w:pPr>
              <w:pStyle w:val="Testotabella"/>
              <w:rPr>
                <w:rFonts w:ascii="Gotham" w:hAnsi="Gotham"/>
                <w:sz w:val="18"/>
              </w:rPr>
            </w:pPr>
          </w:p>
        </w:tc>
        <w:tc>
          <w:tcPr>
            <w:tcW w:w="4822" w:type="dxa"/>
            <w:gridSpan w:val="13"/>
            <w:tcBorders>
              <w:top w:val="single" w:sz="6" w:space="0" w:color="auto"/>
              <w:left w:val="single" w:sz="6" w:space="0" w:color="auto"/>
              <w:bottom w:val="single" w:sz="6" w:space="0" w:color="auto"/>
              <w:right w:val="double" w:sz="6" w:space="0" w:color="auto"/>
            </w:tcBorders>
          </w:tcPr>
          <w:p w14:paraId="083A73B1" w14:textId="77777777" w:rsidR="00914C85" w:rsidRPr="008F643F" w:rsidRDefault="00914C85" w:rsidP="00096DC7">
            <w:pPr>
              <w:pStyle w:val="Testotabella"/>
              <w:rPr>
                <w:rFonts w:ascii="Gotham" w:hAnsi="Gotham"/>
                <w:sz w:val="18"/>
              </w:rPr>
            </w:pPr>
          </w:p>
        </w:tc>
      </w:tr>
      <w:tr w:rsidR="00914C85" w14:paraId="3E785454" w14:textId="77777777" w:rsidTr="000A404A">
        <w:trPr>
          <w:cantSplit/>
          <w:trHeight w:val="300"/>
        </w:trPr>
        <w:tc>
          <w:tcPr>
            <w:tcW w:w="789" w:type="dxa"/>
            <w:gridSpan w:val="5"/>
            <w:tcBorders>
              <w:top w:val="single" w:sz="6" w:space="0" w:color="auto"/>
              <w:left w:val="double" w:sz="6" w:space="0" w:color="auto"/>
              <w:bottom w:val="single" w:sz="6" w:space="0" w:color="auto"/>
              <w:right w:val="single" w:sz="6" w:space="0" w:color="auto"/>
            </w:tcBorders>
          </w:tcPr>
          <w:p w14:paraId="3899464A" w14:textId="77777777" w:rsidR="00914C85" w:rsidRPr="008F643F" w:rsidRDefault="00914C85" w:rsidP="00096DC7">
            <w:pPr>
              <w:pStyle w:val="Testotabella"/>
              <w:rPr>
                <w:rFonts w:ascii="Gotham" w:hAnsi="Gotham"/>
                <w:sz w:val="18"/>
              </w:rPr>
            </w:pPr>
          </w:p>
        </w:tc>
        <w:tc>
          <w:tcPr>
            <w:tcW w:w="5092" w:type="dxa"/>
            <w:gridSpan w:val="14"/>
            <w:tcBorders>
              <w:top w:val="single" w:sz="6" w:space="0" w:color="auto"/>
              <w:left w:val="single" w:sz="6" w:space="0" w:color="auto"/>
              <w:bottom w:val="single" w:sz="6" w:space="0" w:color="auto"/>
              <w:right w:val="single" w:sz="6" w:space="0" w:color="auto"/>
            </w:tcBorders>
          </w:tcPr>
          <w:p w14:paraId="6B2A6743" w14:textId="77777777" w:rsidR="00914C85" w:rsidRPr="008F643F" w:rsidRDefault="00914C85" w:rsidP="00096DC7">
            <w:pPr>
              <w:pStyle w:val="Testotabella"/>
              <w:rPr>
                <w:rFonts w:ascii="Gotham" w:hAnsi="Gotham"/>
                <w:sz w:val="18"/>
              </w:rPr>
            </w:pPr>
          </w:p>
        </w:tc>
        <w:tc>
          <w:tcPr>
            <w:tcW w:w="4111" w:type="dxa"/>
            <w:gridSpan w:val="15"/>
            <w:tcBorders>
              <w:top w:val="single" w:sz="6" w:space="0" w:color="auto"/>
              <w:left w:val="single" w:sz="6" w:space="0" w:color="auto"/>
              <w:bottom w:val="single" w:sz="6" w:space="0" w:color="auto"/>
              <w:right w:val="single" w:sz="6" w:space="0" w:color="auto"/>
            </w:tcBorders>
          </w:tcPr>
          <w:p w14:paraId="54C86223" w14:textId="77777777" w:rsidR="00914C85" w:rsidRPr="008F643F" w:rsidRDefault="00914C85" w:rsidP="00096DC7">
            <w:pPr>
              <w:pStyle w:val="Testotabella"/>
              <w:rPr>
                <w:rFonts w:ascii="Gotham" w:hAnsi="Gotham"/>
                <w:sz w:val="18"/>
              </w:rPr>
            </w:pPr>
          </w:p>
        </w:tc>
        <w:tc>
          <w:tcPr>
            <w:tcW w:w="4822" w:type="dxa"/>
            <w:gridSpan w:val="13"/>
            <w:tcBorders>
              <w:top w:val="single" w:sz="6" w:space="0" w:color="auto"/>
              <w:left w:val="single" w:sz="6" w:space="0" w:color="auto"/>
              <w:bottom w:val="single" w:sz="6" w:space="0" w:color="auto"/>
              <w:right w:val="double" w:sz="6" w:space="0" w:color="auto"/>
            </w:tcBorders>
          </w:tcPr>
          <w:p w14:paraId="2669A8AA" w14:textId="77777777" w:rsidR="00914C85" w:rsidRPr="008F643F" w:rsidRDefault="00914C85" w:rsidP="00096DC7">
            <w:pPr>
              <w:pStyle w:val="Testotabella"/>
              <w:rPr>
                <w:rFonts w:ascii="Gotham" w:hAnsi="Gotham"/>
                <w:sz w:val="18"/>
              </w:rPr>
            </w:pPr>
          </w:p>
        </w:tc>
      </w:tr>
      <w:tr w:rsidR="00914C85" w14:paraId="239059FE" w14:textId="77777777" w:rsidTr="000A404A">
        <w:trPr>
          <w:cantSplit/>
          <w:trHeight w:val="300"/>
        </w:trPr>
        <w:tc>
          <w:tcPr>
            <w:tcW w:w="789" w:type="dxa"/>
            <w:gridSpan w:val="5"/>
            <w:tcBorders>
              <w:top w:val="single" w:sz="6" w:space="0" w:color="auto"/>
              <w:left w:val="double" w:sz="6" w:space="0" w:color="auto"/>
              <w:bottom w:val="single" w:sz="6" w:space="0" w:color="auto"/>
              <w:right w:val="single" w:sz="6" w:space="0" w:color="auto"/>
            </w:tcBorders>
          </w:tcPr>
          <w:p w14:paraId="71113567" w14:textId="77777777" w:rsidR="00914C85" w:rsidRPr="008F643F" w:rsidRDefault="00914C85" w:rsidP="00096DC7">
            <w:pPr>
              <w:pStyle w:val="Testotabella"/>
              <w:rPr>
                <w:rFonts w:ascii="Gotham" w:hAnsi="Gotham"/>
                <w:sz w:val="18"/>
              </w:rPr>
            </w:pPr>
          </w:p>
        </w:tc>
        <w:tc>
          <w:tcPr>
            <w:tcW w:w="5092" w:type="dxa"/>
            <w:gridSpan w:val="14"/>
            <w:tcBorders>
              <w:top w:val="single" w:sz="6" w:space="0" w:color="auto"/>
              <w:left w:val="single" w:sz="6" w:space="0" w:color="auto"/>
              <w:bottom w:val="single" w:sz="6" w:space="0" w:color="auto"/>
              <w:right w:val="single" w:sz="6" w:space="0" w:color="auto"/>
            </w:tcBorders>
          </w:tcPr>
          <w:p w14:paraId="3C3A92E0" w14:textId="77777777" w:rsidR="00914C85" w:rsidRPr="008F643F" w:rsidRDefault="00914C85" w:rsidP="00096DC7">
            <w:pPr>
              <w:pStyle w:val="Testotabella"/>
              <w:rPr>
                <w:rFonts w:ascii="Gotham" w:hAnsi="Gotham"/>
                <w:sz w:val="18"/>
              </w:rPr>
            </w:pPr>
          </w:p>
        </w:tc>
        <w:tc>
          <w:tcPr>
            <w:tcW w:w="4111" w:type="dxa"/>
            <w:gridSpan w:val="15"/>
            <w:tcBorders>
              <w:top w:val="single" w:sz="6" w:space="0" w:color="auto"/>
              <w:left w:val="single" w:sz="6" w:space="0" w:color="auto"/>
              <w:bottom w:val="single" w:sz="6" w:space="0" w:color="auto"/>
              <w:right w:val="single" w:sz="6" w:space="0" w:color="auto"/>
            </w:tcBorders>
          </w:tcPr>
          <w:p w14:paraId="2E2168ED" w14:textId="77777777" w:rsidR="00914C85" w:rsidRPr="008F643F" w:rsidRDefault="00914C85" w:rsidP="00096DC7">
            <w:pPr>
              <w:pStyle w:val="Testotabella"/>
              <w:rPr>
                <w:rFonts w:ascii="Gotham" w:hAnsi="Gotham"/>
                <w:sz w:val="18"/>
              </w:rPr>
            </w:pPr>
          </w:p>
        </w:tc>
        <w:tc>
          <w:tcPr>
            <w:tcW w:w="4822" w:type="dxa"/>
            <w:gridSpan w:val="13"/>
            <w:tcBorders>
              <w:top w:val="single" w:sz="6" w:space="0" w:color="auto"/>
              <w:left w:val="single" w:sz="6" w:space="0" w:color="auto"/>
              <w:bottom w:val="single" w:sz="6" w:space="0" w:color="auto"/>
              <w:right w:val="double" w:sz="6" w:space="0" w:color="auto"/>
            </w:tcBorders>
          </w:tcPr>
          <w:p w14:paraId="52C325DC" w14:textId="77777777" w:rsidR="00914C85" w:rsidRPr="008F643F" w:rsidRDefault="00914C85" w:rsidP="00096DC7">
            <w:pPr>
              <w:pStyle w:val="Testotabella"/>
              <w:rPr>
                <w:rFonts w:ascii="Gotham" w:hAnsi="Gotham"/>
                <w:sz w:val="18"/>
              </w:rPr>
            </w:pPr>
          </w:p>
        </w:tc>
      </w:tr>
      <w:tr w:rsidR="00096DC7" w:rsidRPr="00DF710F" w14:paraId="624FE815" w14:textId="77777777" w:rsidTr="000A404A">
        <w:trPr>
          <w:cantSplit/>
          <w:trHeight w:val="1147"/>
        </w:trPr>
        <w:tc>
          <w:tcPr>
            <w:tcW w:w="14814" w:type="dxa"/>
            <w:gridSpan w:val="47"/>
            <w:tcBorders>
              <w:top w:val="single" w:sz="6" w:space="0" w:color="auto"/>
              <w:left w:val="double" w:sz="6" w:space="0" w:color="auto"/>
              <w:bottom w:val="double" w:sz="6" w:space="0" w:color="auto"/>
              <w:right w:val="double" w:sz="6" w:space="0" w:color="auto"/>
            </w:tcBorders>
          </w:tcPr>
          <w:p w14:paraId="5C311718" w14:textId="4A10E68C" w:rsidR="00914C85" w:rsidRPr="008F643F" w:rsidRDefault="00096DC7" w:rsidP="00096DC7">
            <w:pPr>
              <w:pStyle w:val="Testotabella"/>
              <w:spacing w:before="120" w:line="120" w:lineRule="auto"/>
              <w:ind w:left="0"/>
              <w:rPr>
                <w:rFonts w:ascii="Gotham" w:hAnsi="Gotham"/>
                <w:b/>
                <w:sz w:val="18"/>
                <w:lang w:val="en-US"/>
              </w:rPr>
            </w:pPr>
            <w:r w:rsidRPr="008F643F">
              <w:rPr>
                <w:rFonts w:ascii="Gotham" w:hAnsi="Gotham"/>
                <w:lang w:val="en-GB"/>
              </w:rPr>
              <w:t>11. Inspector Stamp, Signature and Date</w:t>
            </w:r>
          </w:p>
          <w:p w14:paraId="75CE290C" w14:textId="77777777" w:rsidR="00914C85" w:rsidRPr="008F643F" w:rsidRDefault="00914C85" w:rsidP="00914C85">
            <w:pPr>
              <w:rPr>
                <w:rFonts w:ascii="Gotham" w:hAnsi="Gotham"/>
                <w:lang w:val="en-US" w:eastAsia="it-IT"/>
              </w:rPr>
            </w:pPr>
          </w:p>
          <w:p w14:paraId="6BB71570" w14:textId="77777777" w:rsidR="00914C85" w:rsidRPr="008F643F" w:rsidRDefault="00914C85" w:rsidP="00914C85">
            <w:pPr>
              <w:rPr>
                <w:rFonts w:ascii="Gotham" w:hAnsi="Gotham"/>
                <w:lang w:val="en-US" w:eastAsia="it-IT"/>
              </w:rPr>
            </w:pPr>
          </w:p>
          <w:p w14:paraId="491C4B19" w14:textId="77777777" w:rsidR="00914C85" w:rsidRPr="008F643F" w:rsidRDefault="00914C85" w:rsidP="00914C85">
            <w:pPr>
              <w:rPr>
                <w:rFonts w:ascii="Gotham" w:hAnsi="Gotham"/>
                <w:lang w:val="en-US" w:eastAsia="it-IT"/>
              </w:rPr>
            </w:pPr>
          </w:p>
          <w:p w14:paraId="05697416" w14:textId="69BE6B03" w:rsidR="00096DC7" w:rsidRPr="008F643F" w:rsidRDefault="00096DC7" w:rsidP="00914C85">
            <w:pPr>
              <w:rPr>
                <w:rFonts w:ascii="Gotham" w:hAnsi="Gotham"/>
                <w:lang w:val="en-US" w:eastAsia="it-IT"/>
              </w:rPr>
            </w:pPr>
          </w:p>
        </w:tc>
      </w:tr>
      <w:tr w:rsidR="00096DC7" w14:paraId="0D2C6368" w14:textId="77777777" w:rsidTr="000A404A">
        <w:trPr>
          <w:cantSplit/>
        </w:trPr>
        <w:tc>
          <w:tcPr>
            <w:tcW w:w="2356" w:type="dxa"/>
            <w:gridSpan w:val="7"/>
            <w:tcBorders>
              <w:top w:val="double" w:sz="6" w:space="0" w:color="auto"/>
              <w:left w:val="double" w:sz="6" w:space="0" w:color="auto"/>
              <w:bottom w:val="single" w:sz="6" w:space="0" w:color="auto"/>
              <w:right w:val="single" w:sz="6" w:space="0" w:color="auto"/>
            </w:tcBorders>
            <w:vAlign w:val="center"/>
          </w:tcPr>
          <w:p w14:paraId="04F5E955" w14:textId="77777777" w:rsidR="00096DC7" w:rsidRPr="008F643F" w:rsidRDefault="00096DC7" w:rsidP="00096DC7">
            <w:pPr>
              <w:pStyle w:val="Testotabella"/>
              <w:jc w:val="center"/>
              <w:rPr>
                <w:rFonts w:ascii="Gotham" w:hAnsi="Gotham"/>
                <w:sz w:val="18"/>
                <w:lang w:val="en-GB"/>
              </w:rPr>
            </w:pPr>
            <w:r w:rsidRPr="008F643F">
              <w:rPr>
                <w:rFonts w:ascii="Gotham" w:hAnsi="Gotham"/>
                <w:lang w:val="en-US"/>
              </w:rPr>
              <w:lastRenderedPageBreak/>
              <w:br w:type="page"/>
            </w:r>
            <w:r w:rsidRPr="008F643F">
              <w:rPr>
                <w:rFonts w:ascii="Gotham" w:hAnsi="Gotham"/>
                <w:noProof/>
              </w:rPr>
              <w:t>SUPPLIER LOGO</w:t>
            </w:r>
          </w:p>
        </w:tc>
        <w:tc>
          <w:tcPr>
            <w:tcW w:w="9479" w:type="dxa"/>
            <w:gridSpan w:val="35"/>
            <w:tcBorders>
              <w:top w:val="double" w:sz="6" w:space="0" w:color="auto"/>
              <w:left w:val="single" w:sz="6" w:space="0" w:color="auto"/>
              <w:right w:val="single" w:sz="6" w:space="0" w:color="auto"/>
            </w:tcBorders>
          </w:tcPr>
          <w:p w14:paraId="690508D7" w14:textId="77777777" w:rsidR="00096DC7" w:rsidRPr="008F643F" w:rsidRDefault="00096DC7" w:rsidP="00096DC7">
            <w:pPr>
              <w:pStyle w:val="Testotabella"/>
              <w:spacing w:before="120"/>
              <w:ind w:left="0"/>
              <w:jc w:val="center"/>
              <w:rPr>
                <w:rFonts w:ascii="Gotham" w:hAnsi="Gotham"/>
                <w:sz w:val="18"/>
                <w:lang w:val="en-GB"/>
              </w:rPr>
            </w:pPr>
            <w:r w:rsidRPr="008F643F">
              <w:rPr>
                <w:rFonts w:ascii="Gotham" w:hAnsi="Gotham"/>
                <w:sz w:val="24"/>
                <w:lang w:val="en-GB"/>
              </w:rPr>
              <w:t>MANUFACTURING INSPECTION REPORT (MIR)</w:t>
            </w:r>
          </w:p>
          <w:p w14:paraId="01310B55" w14:textId="77777777" w:rsidR="00096DC7" w:rsidRPr="008F643F" w:rsidRDefault="00096DC7" w:rsidP="00096DC7">
            <w:pPr>
              <w:pStyle w:val="Testotabella"/>
              <w:spacing w:line="240" w:lineRule="auto"/>
              <w:ind w:left="0"/>
              <w:rPr>
                <w:rFonts w:ascii="Gotham" w:hAnsi="Gotham"/>
                <w:sz w:val="18"/>
                <w:lang w:val="en-GB"/>
              </w:rPr>
            </w:pPr>
          </w:p>
          <w:p w14:paraId="518C6C95" w14:textId="77777777" w:rsidR="00096DC7" w:rsidRPr="008F643F" w:rsidRDefault="00096DC7" w:rsidP="00096DC7">
            <w:pPr>
              <w:pStyle w:val="Testotabella"/>
              <w:spacing w:line="240" w:lineRule="auto"/>
              <w:ind w:left="0"/>
              <w:rPr>
                <w:rFonts w:ascii="Gotham" w:hAnsi="Gotham"/>
                <w:sz w:val="18"/>
                <w:lang w:val="en-GB"/>
              </w:rPr>
            </w:pPr>
          </w:p>
          <w:p w14:paraId="132E6C85" w14:textId="77777777" w:rsidR="00096DC7" w:rsidRPr="008F643F" w:rsidRDefault="00096DC7" w:rsidP="00096DC7">
            <w:pPr>
              <w:pStyle w:val="Testotabella"/>
              <w:tabs>
                <w:tab w:val="left" w:pos="1896"/>
                <w:tab w:val="left" w:pos="2605"/>
                <w:tab w:val="left" w:pos="5014"/>
                <w:tab w:val="left" w:pos="5723"/>
                <w:tab w:val="left" w:pos="8700"/>
              </w:tabs>
              <w:jc w:val="center"/>
              <w:rPr>
                <w:rFonts w:ascii="Gotham" w:hAnsi="Gotham" w:cs="Arial"/>
                <w:b/>
                <w:sz w:val="18"/>
                <w:lang w:val="en-GB"/>
              </w:rPr>
            </w:pPr>
            <w:r w:rsidRPr="008F643F">
              <w:rPr>
                <w:rFonts w:ascii="Gotham" w:hAnsi="Gotham" w:cs="Arial"/>
                <w:b/>
                <w:sz w:val="18"/>
                <w:lang w:val="en-GB"/>
              </w:rPr>
              <w:t>LIST OF MISSING AND/OR LOOSE PARTS</w:t>
            </w:r>
          </w:p>
          <w:p w14:paraId="7705E7D4" w14:textId="77777777" w:rsidR="00096DC7" w:rsidRPr="008F643F" w:rsidRDefault="00096DC7" w:rsidP="00096DC7">
            <w:pPr>
              <w:pStyle w:val="Testotabella"/>
              <w:ind w:left="0"/>
              <w:rPr>
                <w:rFonts w:ascii="Gotham" w:hAnsi="Gotham"/>
                <w:sz w:val="18"/>
                <w:lang w:val="en-GB"/>
              </w:rPr>
            </w:pPr>
            <w:r w:rsidRPr="008F643F">
              <w:rPr>
                <w:rFonts w:ascii="Gotham" w:hAnsi="Gotham"/>
                <w:sz w:val="18"/>
                <w:lang w:val="en-GB"/>
              </w:rPr>
              <w:tab/>
            </w:r>
            <w:r w:rsidRPr="008F643F">
              <w:rPr>
                <w:rFonts w:ascii="Gotham" w:hAnsi="Gotham" w:cs="Arial"/>
                <w:sz w:val="18"/>
                <w:lang w:val="en-GB"/>
              </w:rPr>
              <w:tab/>
            </w:r>
          </w:p>
        </w:tc>
        <w:tc>
          <w:tcPr>
            <w:tcW w:w="2979" w:type="dxa"/>
            <w:gridSpan w:val="5"/>
            <w:tcBorders>
              <w:top w:val="double" w:sz="6" w:space="0" w:color="auto"/>
              <w:left w:val="single" w:sz="6" w:space="0" w:color="auto"/>
              <w:right w:val="double" w:sz="6" w:space="0" w:color="auto"/>
            </w:tcBorders>
          </w:tcPr>
          <w:p w14:paraId="389BB517" w14:textId="77777777" w:rsidR="00096DC7" w:rsidRPr="008F643F" w:rsidRDefault="00096DC7" w:rsidP="00096DC7">
            <w:pPr>
              <w:pStyle w:val="Testotabella"/>
              <w:rPr>
                <w:rFonts w:ascii="Gotham" w:hAnsi="Gotham"/>
                <w:lang w:val="de-DE"/>
              </w:rPr>
            </w:pPr>
            <w:r w:rsidRPr="008F643F">
              <w:rPr>
                <w:rFonts w:ascii="Gotham" w:hAnsi="Gotham"/>
                <w:lang w:val="de-DE"/>
              </w:rPr>
              <w:t>6.</w:t>
            </w:r>
          </w:p>
          <w:p w14:paraId="487EFD9C" w14:textId="77777777" w:rsidR="00096DC7" w:rsidRPr="008F643F" w:rsidRDefault="00096DC7" w:rsidP="00096DC7">
            <w:pPr>
              <w:pStyle w:val="Testotabella"/>
              <w:rPr>
                <w:rFonts w:ascii="Gotham" w:hAnsi="Gotham"/>
                <w:lang w:val="de-DE"/>
              </w:rPr>
            </w:pPr>
          </w:p>
          <w:p w14:paraId="4AD423BC" w14:textId="77777777" w:rsidR="00096DC7" w:rsidRPr="008F643F" w:rsidRDefault="00096DC7" w:rsidP="00096DC7">
            <w:pPr>
              <w:pStyle w:val="Testotabella"/>
              <w:rPr>
                <w:rFonts w:ascii="Gotham" w:hAnsi="Gotham"/>
                <w:lang w:val="de-DE"/>
              </w:rPr>
            </w:pPr>
            <w:r w:rsidRPr="008F643F">
              <w:rPr>
                <w:rFonts w:ascii="Gotham" w:hAnsi="Gotham"/>
                <w:lang w:val="de-DE"/>
              </w:rPr>
              <w:t>MIR n..................       Iss. .......</w:t>
            </w:r>
          </w:p>
          <w:p w14:paraId="476BC9E0" w14:textId="77777777" w:rsidR="00096DC7" w:rsidRPr="008F643F" w:rsidRDefault="00096DC7" w:rsidP="00096DC7">
            <w:pPr>
              <w:pStyle w:val="Testotabella"/>
              <w:rPr>
                <w:rFonts w:ascii="Gotham" w:hAnsi="Gotham"/>
                <w:lang w:val="de-DE"/>
              </w:rPr>
            </w:pPr>
            <w:r w:rsidRPr="008F643F">
              <w:rPr>
                <w:rFonts w:ascii="Gotham" w:hAnsi="Gotham"/>
                <w:lang w:val="de-DE"/>
              </w:rPr>
              <w:t xml:space="preserve">                                   </w:t>
            </w:r>
          </w:p>
        </w:tc>
      </w:tr>
      <w:tr w:rsidR="00096DC7" w14:paraId="11FB8AED" w14:textId="77777777" w:rsidTr="000A404A">
        <w:trPr>
          <w:cantSplit/>
          <w:trHeight w:val="391"/>
        </w:trPr>
        <w:tc>
          <w:tcPr>
            <w:tcW w:w="2356" w:type="dxa"/>
            <w:gridSpan w:val="7"/>
            <w:vMerge w:val="restart"/>
            <w:tcBorders>
              <w:top w:val="single" w:sz="6" w:space="0" w:color="auto"/>
              <w:left w:val="double" w:sz="6" w:space="0" w:color="auto"/>
              <w:right w:val="single" w:sz="6" w:space="0" w:color="auto"/>
            </w:tcBorders>
          </w:tcPr>
          <w:p w14:paraId="7AEE35C4" w14:textId="77777777" w:rsidR="00096DC7" w:rsidRPr="008F643F" w:rsidRDefault="00096DC7" w:rsidP="00096DC7">
            <w:pPr>
              <w:pStyle w:val="Testotabella"/>
              <w:rPr>
                <w:rFonts w:ascii="Gotham" w:hAnsi="Gotham"/>
                <w:sz w:val="18"/>
              </w:rPr>
            </w:pPr>
            <w:r w:rsidRPr="008F643F">
              <w:rPr>
                <w:rFonts w:ascii="Gotham" w:hAnsi="Gotham"/>
              </w:rPr>
              <w:t>1. Supplier</w:t>
            </w:r>
          </w:p>
        </w:tc>
        <w:tc>
          <w:tcPr>
            <w:tcW w:w="9479" w:type="dxa"/>
            <w:gridSpan w:val="35"/>
            <w:tcBorders>
              <w:left w:val="single" w:sz="6" w:space="0" w:color="auto"/>
              <w:bottom w:val="single" w:sz="6" w:space="0" w:color="auto"/>
              <w:right w:val="single" w:sz="6" w:space="0" w:color="auto"/>
            </w:tcBorders>
          </w:tcPr>
          <w:p w14:paraId="1F9187C2" w14:textId="77777777" w:rsidR="00096DC7" w:rsidRPr="008F643F" w:rsidRDefault="00096DC7" w:rsidP="00096DC7">
            <w:pPr>
              <w:pStyle w:val="Testotabella"/>
              <w:rPr>
                <w:rFonts w:ascii="Gotham" w:hAnsi="Gotham"/>
                <w:sz w:val="18"/>
              </w:rPr>
            </w:pPr>
          </w:p>
        </w:tc>
        <w:tc>
          <w:tcPr>
            <w:tcW w:w="2979" w:type="dxa"/>
            <w:gridSpan w:val="5"/>
            <w:tcBorders>
              <w:left w:val="single" w:sz="6" w:space="0" w:color="auto"/>
              <w:right w:val="double" w:sz="6" w:space="0" w:color="auto"/>
            </w:tcBorders>
          </w:tcPr>
          <w:p w14:paraId="2D11D201" w14:textId="77777777" w:rsidR="00096DC7" w:rsidRPr="008F643F" w:rsidRDefault="00096DC7" w:rsidP="00096DC7">
            <w:pPr>
              <w:pStyle w:val="Testotabella"/>
              <w:rPr>
                <w:rFonts w:ascii="Gotham" w:hAnsi="Gotham"/>
              </w:rPr>
            </w:pPr>
            <w:proofErr w:type="spellStart"/>
            <w:r w:rsidRPr="008F643F">
              <w:rPr>
                <w:rFonts w:ascii="Gotham" w:hAnsi="Gotham"/>
              </w:rPr>
              <w:t>Chapter</w:t>
            </w:r>
            <w:proofErr w:type="spellEnd"/>
            <w:r w:rsidRPr="008F643F">
              <w:rPr>
                <w:rFonts w:ascii="Gotham" w:hAnsi="Gotham"/>
              </w:rPr>
              <w:t xml:space="preserve"> </w:t>
            </w:r>
            <w:r w:rsidRPr="008F643F">
              <w:rPr>
                <w:rFonts w:ascii="Gotham" w:hAnsi="Gotham"/>
                <w:b/>
              </w:rPr>
              <w:t>5</w:t>
            </w:r>
          </w:p>
          <w:p w14:paraId="1FB23081" w14:textId="77777777" w:rsidR="00096DC7" w:rsidRPr="008F643F" w:rsidRDefault="00096DC7" w:rsidP="00096DC7">
            <w:pPr>
              <w:pStyle w:val="Testotabella"/>
              <w:rPr>
                <w:rFonts w:ascii="Gotham" w:hAnsi="Gotham"/>
              </w:rPr>
            </w:pPr>
          </w:p>
        </w:tc>
      </w:tr>
      <w:tr w:rsidR="00096DC7" w14:paraId="32FF9347" w14:textId="77777777" w:rsidTr="000A404A">
        <w:trPr>
          <w:cantSplit/>
        </w:trPr>
        <w:tc>
          <w:tcPr>
            <w:tcW w:w="2356" w:type="dxa"/>
            <w:gridSpan w:val="7"/>
            <w:vMerge/>
            <w:tcBorders>
              <w:left w:val="double" w:sz="6" w:space="0" w:color="auto"/>
              <w:bottom w:val="single" w:sz="6" w:space="0" w:color="auto"/>
              <w:right w:val="single" w:sz="6" w:space="0" w:color="auto"/>
            </w:tcBorders>
          </w:tcPr>
          <w:p w14:paraId="7A0D5334" w14:textId="77777777" w:rsidR="00096DC7" w:rsidRPr="008F643F" w:rsidRDefault="00096DC7" w:rsidP="00096DC7">
            <w:pPr>
              <w:pStyle w:val="Testotabella"/>
              <w:ind w:left="0"/>
              <w:rPr>
                <w:rFonts w:ascii="Gotham" w:hAnsi="Gotham"/>
                <w:sz w:val="18"/>
              </w:rPr>
            </w:pPr>
          </w:p>
        </w:tc>
        <w:tc>
          <w:tcPr>
            <w:tcW w:w="1825" w:type="dxa"/>
            <w:gridSpan w:val="4"/>
            <w:tcBorders>
              <w:top w:val="single" w:sz="6" w:space="0" w:color="auto"/>
              <w:left w:val="single" w:sz="6" w:space="0" w:color="auto"/>
              <w:bottom w:val="single" w:sz="6" w:space="0" w:color="auto"/>
              <w:right w:val="single" w:sz="6" w:space="0" w:color="auto"/>
            </w:tcBorders>
          </w:tcPr>
          <w:p w14:paraId="6C3DD911" w14:textId="77777777" w:rsidR="00096DC7" w:rsidRPr="008F643F" w:rsidRDefault="00096DC7" w:rsidP="00096DC7">
            <w:pPr>
              <w:pStyle w:val="Testotabella"/>
              <w:rPr>
                <w:rFonts w:ascii="Gotham" w:hAnsi="Gotham"/>
              </w:rPr>
            </w:pPr>
            <w:r w:rsidRPr="008F643F">
              <w:rPr>
                <w:rFonts w:ascii="Gotham" w:hAnsi="Gotham"/>
              </w:rPr>
              <w:t>2. P/N</w:t>
            </w:r>
          </w:p>
        </w:tc>
        <w:tc>
          <w:tcPr>
            <w:tcW w:w="2125" w:type="dxa"/>
            <w:gridSpan w:val="10"/>
            <w:tcBorders>
              <w:top w:val="single" w:sz="6" w:space="0" w:color="auto"/>
              <w:left w:val="single" w:sz="6" w:space="0" w:color="auto"/>
              <w:bottom w:val="single" w:sz="6" w:space="0" w:color="auto"/>
              <w:right w:val="single" w:sz="6" w:space="0" w:color="auto"/>
            </w:tcBorders>
          </w:tcPr>
          <w:p w14:paraId="1BBD3FAA" w14:textId="77777777" w:rsidR="00096DC7" w:rsidRPr="008F643F" w:rsidRDefault="00096DC7" w:rsidP="00096DC7">
            <w:pPr>
              <w:pStyle w:val="Testotabella"/>
              <w:rPr>
                <w:rFonts w:ascii="Gotham" w:hAnsi="Gotham"/>
                <w:lang w:val="en-GB"/>
              </w:rPr>
            </w:pPr>
            <w:r w:rsidRPr="008F643F">
              <w:rPr>
                <w:rFonts w:ascii="Gotham" w:hAnsi="Gotham"/>
                <w:lang w:val="en-GB"/>
              </w:rPr>
              <w:t>3. Drawing Issue</w:t>
            </w:r>
          </w:p>
        </w:tc>
        <w:tc>
          <w:tcPr>
            <w:tcW w:w="2552" w:type="dxa"/>
            <w:gridSpan w:val="9"/>
            <w:tcBorders>
              <w:top w:val="single" w:sz="6" w:space="0" w:color="auto"/>
              <w:left w:val="single" w:sz="6" w:space="0" w:color="auto"/>
              <w:bottom w:val="single" w:sz="6" w:space="0" w:color="auto"/>
              <w:right w:val="single" w:sz="6" w:space="0" w:color="auto"/>
            </w:tcBorders>
          </w:tcPr>
          <w:p w14:paraId="4640122E" w14:textId="77777777" w:rsidR="00096DC7" w:rsidRPr="008F643F" w:rsidRDefault="00096DC7" w:rsidP="00096DC7">
            <w:pPr>
              <w:pStyle w:val="Testotabella"/>
              <w:rPr>
                <w:rFonts w:ascii="Gotham" w:hAnsi="Gotham"/>
                <w:lang w:val="en-US"/>
              </w:rPr>
            </w:pPr>
            <w:r w:rsidRPr="008F643F">
              <w:rPr>
                <w:rFonts w:ascii="Gotham" w:hAnsi="Gotham"/>
                <w:lang w:val="en-US"/>
              </w:rPr>
              <w:t>4. S/N</w:t>
            </w:r>
          </w:p>
        </w:tc>
        <w:tc>
          <w:tcPr>
            <w:tcW w:w="2977" w:type="dxa"/>
            <w:gridSpan w:val="12"/>
            <w:tcBorders>
              <w:top w:val="single" w:sz="6" w:space="0" w:color="auto"/>
              <w:left w:val="single" w:sz="6" w:space="0" w:color="auto"/>
              <w:bottom w:val="single" w:sz="6" w:space="0" w:color="auto"/>
              <w:right w:val="single" w:sz="6" w:space="0" w:color="auto"/>
            </w:tcBorders>
          </w:tcPr>
          <w:p w14:paraId="23065C1C" w14:textId="77777777" w:rsidR="00096DC7" w:rsidRPr="008F643F" w:rsidRDefault="00096DC7" w:rsidP="00096DC7">
            <w:pPr>
              <w:pStyle w:val="Testotabella"/>
              <w:rPr>
                <w:rFonts w:ascii="Gotham" w:hAnsi="Gotham"/>
                <w:lang w:val="en-US"/>
              </w:rPr>
            </w:pPr>
            <w:r w:rsidRPr="008F643F">
              <w:rPr>
                <w:rFonts w:ascii="Gotham" w:hAnsi="Gotham"/>
                <w:lang w:val="en-US"/>
              </w:rPr>
              <w:t xml:space="preserve">5. H/C Mod. or </w:t>
            </w:r>
            <w:proofErr w:type="spellStart"/>
            <w:r w:rsidRPr="008F643F">
              <w:rPr>
                <w:rFonts w:ascii="Gotham" w:hAnsi="Gotham"/>
                <w:lang w:val="en-US"/>
              </w:rPr>
              <w:t>Vers</w:t>
            </w:r>
            <w:proofErr w:type="spellEnd"/>
            <w:r w:rsidRPr="008F643F">
              <w:rPr>
                <w:rFonts w:ascii="Gotham" w:hAnsi="Gotham"/>
                <w:lang w:val="en-US"/>
              </w:rPr>
              <w:t xml:space="preserve">. </w:t>
            </w:r>
          </w:p>
          <w:p w14:paraId="46085924" w14:textId="77777777" w:rsidR="00096DC7" w:rsidRPr="008F643F" w:rsidRDefault="00096DC7" w:rsidP="00096DC7">
            <w:pPr>
              <w:pStyle w:val="Testotabella"/>
              <w:rPr>
                <w:rFonts w:ascii="Gotham" w:hAnsi="Gotham"/>
                <w:lang w:val="en-US"/>
              </w:rPr>
            </w:pPr>
          </w:p>
        </w:tc>
        <w:tc>
          <w:tcPr>
            <w:tcW w:w="2979" w:type="dxa"/>
            <w:gridSpan w:val="5"/>
            <w:tcBorders>
              <w:left w:val="single" w:sz="6" w:space="0" w:color="auto"/>
              <w:bottom w:val="single" w:sz="6" w:space="0" w:color="auto"/>
              <w:right w:val="double" w:sz="6" w:space="0" w:color="auto"/>
            </w:tcBorders>
          </w:tcPr>
          <w:p w14:paraId="4950920B" w14:textId="77777777" w:rsidR="00096DC7" w:rsidRPr="008F643F" w:rsidRDefault="00096DC7" w:rsidP="00096DC7">
            <w:pPr>
              <w:pStyle w:val="Testotabella"/>
              <w:rPr>
                <w:rFonts w:ascii="Gotham" w:hAnsi="Gotham"/>
                <w:sz w:val="18"/>
              </w:rPr>
            </w:pPr>
            <w:r w:rsidRPr="008F643F">
              <w:rPr>
                <w:rFonts w:ascii="Gotham" w:hAnsi="Gotham"/>
                <w:sz w:val="18"/>
              </w:rPr>
              <w:t>Page</w:t>
            </w:r>
            <w:r w:rsidRPr="008F643F">
              <w:rPr>
                <w:rFonts w:ascii="Gotham" w:hAnsi="Gotham"/>
                <w:sz w:val="18"/>
              </w:rPr>
              <w:tab/>
              <w:t>of</w:t>
            </w:r>
          </w:p>
        </w:tc>
      </w:tr>
      <w:tr w:rsidR="00096DC7" w14:paraId="0726A246" w14:textId="77777777" w:rsidTr="000A404A">
        <w:trPr>
          <w:cantSplit/>
          <w:trHeight w:val="300"/>
        </w:trPr>
        <w:tc>
          <w:tcPr>
            <w:tcW w:w="789" w:type="dxa"/>
            <w:gridSpan w:val="5"/>
            <w:tcBorders>
              <w:top w:val="single" w:sz="6" w:space="0" w:color="auto"/>
              <w:left w:val="double" w:sz="6" w:space="0" w:color="auto"/>
              <w:bottom w:val="single" w:sz="6" w:space="0" w:color="auto"/>
              <w:right w:val="single" w:sz="6" w:space="0" w:color="auto"/>
            </w:tcBorders>
          </w:tcPr>
          <w:p w14:paraId="11C1D81F" w14:textId="77777777" w:rsidR="00096DC7" w:rsidRPr="008F643F" w:rsidRDefault="00096DC7" w:rsidP="00096DC7">
            <w:pPr>
              <w:pStyle w:val="Testotabella"/>
              <w:rPr>
                <w:rFonts w:ascii="Gotham" w:hAnsi="Gotham"/>
              </w:rPr>
            </w:pPr>
            <w:r w:rsidRPr="008F643F">
              <w:rPr>
                <w:rFonts w:ascii="Gotham" w:hAnsi="Gotham"/>
              </w:rPr>
              <w:t>7. N°</w:t>
            </w:r>
          </w:p>
        </w:tc>
        <w:tc>
          <w:tcPr>
            <w:tcW w:w="3255" w:type="dxa"/>
            <w:gridSpan w:val="4"/>
            <w:tcBorders>
              <w:top w:val="single" w:sz="6" w:space="0" w:color="auto"/>
              <w:left w:val="single" w:sz="6" w:space="0" w:color="auto"/>
              <w:bottom w:val="single" w:sz="6" w:space="0" w:color="auto"/>
              <w:right w:val="single" w:sz="6" w:space="0" w:color="auto"/>
            </w:tcBorders>
          </w:tcPr>
          <w:p w14:paraId="548CE21F" w14:textId="77777777" w:rsidR="00096DC7" w:rsidRPr="008F643F" w:rsidRDefault="00096DC7" w:rsidP="00096DC7">
            <w:pPr>
              <w:pStyle w:val="Testotabella"/>
              <w:rPr>
                <w:rFonts w:ascii="Gotham" w:hAnsi="Gotham"/>
                <w:lang w:val="en-GB"/>
              </w:rPr>
            </w:pPr>
            <w:r w:rsidRPr="008F643F">
              <w:rPr>
                <w:rFonts w:ascii="Gotham" w:hAnsi="Gotham"/>
                <w:lang w:val="en-GB"/>
              </w:rPr>
              <w:t>8. Missing or loose P/N</w:t>
            </w:r>
          </w:p>
        </w:tc>
        <w:tc>
          <w:tcPr>
            <w:tcW w:w="4672" w:type="dxa"/>
            <w:gridSpan w:val="20"/>
            <w:tcBorders>
              <w:top w:val="single" w:sz="6" w:space="0" w:color="auto"/>
              <w:left w:val="single" w:sz="6" w:space="0" w:color="auto"/>
              <w:bottom w:val="single" w:sz="6" w:space="0" w:color="auto"/>
              <w:right w:val="single" w:sz="6" w:space="0" w:color="auto"/>
            </w:tcBorders>
          </w:tcPr>
          <w:p w14:paraId="3BCB9654" w14:textId="77777777" w:rsidR="00096DC7" w:rsidRPr="008F643F" w:rsidRDefault="00096DC7" w:rsidP="00096DC7">
            <w:pPr>
              <w:pStyle w:val="Testotabella"/>
              <w:rPr>
                <w:rFonts w:ascii="Gotham" w:hAnsi="Gotham"/>
              </w:rPr>
            </w:pPr>
            <w:r w:rsidRPr="008F643F">
              <w:rPr>
                <w:rFonts w:ascii="Gotham" w:hAnsi="Gotham"/>
              </w:rPr>
              <w:t xml:space="preserve">9. </w:t>
            </w:r>
            <w:proofErr w:type="spellStart"/>
            <w:r w:rsidRPr="008F643F">
              <w:rPr>
                <w:rFonts w:ascii="Gotham" w:hAnsi="Gotham"/>
              </w:rPr>
              <w:t>Description</w:t>
            </w:r>
            <w:proofErr w:type="spellEnd"/>
          </w:p>
        </w:tc>
        <w:tc>
          <w:tcPr>
            <w:tcW w:w="1418" w:type="dxa"/>
            <w:gridSpan w:val="6"/>
            <w:tcBorders>
              <w:top w:val="single" w:sz="6" w:space="0" w:color="auto"/>
              <w:left w:val="single" w:sz="6" w:space="0" w:color="auto"/>
              <w:bottom w:val="single" w:sz="6" w:space="0" w:color="auto"/>
              <w:right w:val="single" w:sz="6" w:space="0" w:color="auto"/>
            </w:tcBorders>
          </w:tcPr>
          <w:p w14:paraId="0C52F0E8" w14:textId="77777777" w:rsidR="00096DC7" w:rsidRPr="008F643F" w:rsidRDefault="00096DC7" w:rsidP="00096DC7">
            <w:pPr>
              <w:pStyle w:val="Testotabella"/>
              <w:rPr>
                <w:rFonts w:ascii="Gotham" w:hAnsi="Gotham"/>
              </w:rPr>
            </w:pPr>
            <w:r w:rsidRPr="008F643F">
              <w:rPr>
                <w:rFonts w:ascii="Gotham" w:hAnsi="Gotham"/>
              </w:rPr>
              <w:t xml:space="preserve">10. </w:t>
            </w:r>
            <w:proofErr w:type="spellStart"/>
            <w:proofErr w:type="gramStart"/>
            <w:r w:rsidRPr="008F643F">
              <w:rPr>
                <w:rFonts w:ascii="Gotham" w:hAnsi="Gotham"/>
              </w:rPr>
              <w:t>Q.ty</w:t>
            </w:r>
            <w:proofErr w:type="spellEnd"/>
            <w:proofErr w:type="gramEnd"/>
          </w:p>
        </w:tc>
        <w:tc>
          <w:tcPr>
            <w:tcW w:w="4680" w:type="dxa"/>
            <w:gridSpan w:val="12"/>
            <w:tcBorders>
              <w:top w:val="single" w:sz="6" w:space="0" w:color="auto"/>
              <w:left w:val="single" w:sz="6" w:space="0" w:color="auto"/>
              <w:bottom w:val="single" w:sz="6" w:space="0" w:color="auto"/>
              <w:right w:val="double" w:sz="6" w:space="0" w:color="auto"/>
            </w:tcBorders>
          </w:tcPr>
          <w:p w14:paraId="64F0A655" w14:textId="77777777" w:rsidR="00096DC7" w:rsidRPr="008F643F" w:rsidRDefault="00096DC7" w:rsidP="00096DC7">
            <w:pPr>
              <w:pStyle w:val="Testotabella"/>
              <w:rPr>
                <w:rFonts w:ascii="Gotham" w:hAnsi="Gotham"/>
              </w:rPr>
            </w:pPr>
            <w:r w:rsidRPr="008F643F">
              <w:rPr>
                <w:rFonts w:ascii="Gotham" w:hAnsi="Gotham"/>
              </w:rPr>
              <w:t>11. Notes</w:t>
            </w:r>
          </w:p>
          <w:p w14:paraId="7F29F19A" w14:textId="77777777" w:rsidR="00096DC7" w:rsidRPr="008F643F" w:rsidRDefault="00096DC7" w:rsidP="00096DC7">
            <w:pPr>
              <w:pStyle w:val="Testotabella"/>
              <w:rPr>
                <w:rFonts w:ascii="Gotham" w:hAnsi="Gotham"/>
              </w:rPr>
            </w:pPr>
          </w:p>
        </w:tc>
      </w:tr>
      <w:tr w:rsidR="00096DC7" w14:paraId="787CE745" w14:textId="77777777" w:rsidTr="000A404A">
        <w:trPr>
          <w:cantSplit/>
          <w:trHeight w:val="300"/>
        </w:trPr>
        <w:tc>
          <w:tcPr>
            <w:tcW w:w="789" w:type="dxa"/>
            <w:gridSpan w:val="5"/>
            <w:tcBorders>
              <w:top w:val="single" w:sz="6" w:space="0" w:color="auto"/>
              <w:left w:val="double" w:sz="6" w:space="0" w:color="auto"/>
              <w:bottom w:val="single" w:sz="6" w:space="0" w:color="auto"/>
              <w:right w:val="single" w:sz="6" w:space="0" w:color="auto"/>
            </w:tcBorders>
          </w:tcPr>
          <w:p w14:paraId="702C1E89" w14:textId="77777777" w:rsidR="00096DC7" w:rsidRPr="008F643F" w:rsidRDefault="00096DC7" w:rsidP="00096DC7">
            <w:pPr>
              <w:pStyle w:val="Testotabella"/>
              <w:rPr>
                <w:rFonts w:ascii="Gotham" w:hAnsi="Gotham"/>
                <w:sz w:val="18"/>
              </w:rPr>
            </w:pPr>
          </w:p>
        </w:tc>
        <w:tc>
          <w:tcPr>
            <w:tcW w:w="3255" w:type="dxa"/>
            <w:gridSpan w:val="4"/>
            <w:tcBorders>
              <w:top w:val="single" w:sz="6" w:space="0" w:color="auto"/>
              <w:left w:val="single" w:sz="6" w:space="0" w:color="auto"/>
              <w:bottom w:val="single" w:sz="6" w:space="0" w:color="auto"/>
              <w:right w:val="single" w:sz="6" w:space="0" w:color="auto"/>
            </w:tcBorders>
          </w:tcPr>
          <w:p w14:paraId="679C5611" w14:textId="77777777" w:rsidR="00096DC7" w:rsidRPr="008F643F" w:rsidRDefault="00096DC7" w:rsidP="00096DC7">
            <w:pPr>
              <w:pStyle w:val="Testotabella"/>
              <w:rPr>
                <w:rFonts w:ascii="Gotham" w:hAnsi="Gotham"/>
                <w:sz w:val="18"/>
              </w:rPr>
            </w:pPr>
          </w:p>
        </w:tc>
        <w:tc>
          <w:tcPr>
            <w:tcW w:w="4672" w:type="dxa"/>
            <w:gridSpan w:val="20"/>
            <w:tcBorders>
              <w:top w:val="single" w:sz="6" w:space="0" w:color="auto"/>
              <w:left w:val="single" w:sz="6" w:space="0" w:color="auto"/>
              <w:bottom w:val="single" w:sz="6" w:space="0" w:color="auto"/>
              <w:right w:val="single" w:sz="6" w:space="0" w:color="auto"/>
            </w:tcBorders>
          </w:tcPr>
          <w:p w14:paraId="739EC462" w14:textId="77777777" w:rsidR="00096DC7" w:rsidRPr="008F643F" w:rsidRDefault="00096DC7" w:rsidP="00096DC7">
            <w:pPr>
              <w:pStyle w:val="Testotabella"/>
              <w:rPr>
                <w:rFonts w:ascii="Gotham" w:hAnsi="Gotham"/>
                <w:sz w:val="18"/>
              </w:rPr>
            </w:pPr>
          </w:p>
        </w:tc>
        <w:tc>
          <w:tcPr>
            <w:tcW w:w="1418" w:type="dxa"/>
            <w:gridSpan w:val="6"/>
            <w:tcBorders>
              <w:top w:val="single" w:sz="6" w:space="0" w:color="auto"/>
              <w:left w:val="single" w:sz="6" w:space="0" w:color="auto"/>
              <w:bottom w:val="single" w:sz="6" w:space="0" w:color="auto"/>
              <w:right w:val="single" w:sz="6" w:space="0" w:color="auto"/>
            </w:tcBorders>
          </w:tcPr>
          <w:p w14:paraId="2CE0C742" w14:textId="77777777" w:rsidR="00096DC7" w:rsidRPr="008F643F" w:rsidRDefault="00096DC7" w:rsidP="00096DC7">
            <w:pPr>
              <w:pStyle w:val="Testotabella"/>
              <w:rPr>
                <w:rFonts w:ascii="Gotham" w:hAnsi="Gotham"/>
                <w:sz w:val="18"/>
              </w:rPr>
            </w:pPr>
          </w:p>
        </w:tc>
        <w:tc>
          <w:tcPr>
            <w:tcW w:w="4680" w:type="dxa"/>
            <w:gridSpan w:val="12"/>
            <w:tcBorders>
              <w:top w:val="single" w:sz="6" w:space="0" w:color="auto"/>
              <w:left w:val="single" w:sz="6" w:space="0" w:color="auto"/>
              <w:bottom w:val="single" w:sz="6" w:space="0" w:color="auto"/>
              <w:right w:val="double" w:sz="4" w:space="0" w:color="auto"/>
            </w:tcBorders>
          </w:tcPr>
          <w:p w14:paraId="4648F8C8" w14:textId="77777777" w:rsidR="00096DC7" w:rsidRPr="008F643F" w:rsidRDefault="00096DC7" w:rsidP="00096DC7">
            <w:pPr>
              <w:pStyle w:val="Testotabella"/>
              <w:rPr>
                <w:rFonts w:ascii="Gotham" w:hAnsi="Gotham"/>
                <w:sz w:val="18"/>
              </w:rPr>
            </w:pPr>
          </w:p>
        </w:tc>
      </w:tr>
      <w:tr w:rsidR="00096DC7" w14:paraId="50AF8F3F" w14:textId="77777777" w:rsidTr="000A404A">
        <w:trPr>
          <w:cantSplit/>
          <w:trHeight w:val="300"/>
        </w:trPr>
        <w:tc>
          <w:tcPr>
            <w:tcW w:w="789" w:type="dxa"/>
            <w:gridSpan w:val="5"/>
            <w:tcBorders>
              <w:top w:val="single" w:sz="6" w:space="0" w:color="auto"/>
              <w:left w:val="double" w:sz="6" w:space="0" w:color="auto"/>
              <w:bottom w:val="single" w:sz="6" w:space="0" w:color="auto"/>
              <w:right w:val="single" w:sz="6" w:space="0" w:color="auto"/>
            </w:tcBorders>
          </w:tcPr>
          <w:p w14:paraId="6AC1415E" w14:textId="77777777" w:rsidR="00096DC7" w:rsidRPr="008F643F" w:rsidRDefault="00096DC7" w:rsidP="00096DC7">
            <w:pPr>
              <w:pStyle w:val="Testotabella"/>
              <w:rPr>
                <w:rFonts w:ascii="Gotham" w:hAnsi="Gotham"/>
                <w:sz w:val="18"/>
              </w:rPr>
            </w:pPr>
          </w:p>
        </w:tc>
        <w:tc>
          <w:tcPr>
            <w:tcW w:w="3255" w:type="dxa"/>
            <w:gridSpan w:val="4"/>
            <w:tcBorders>
              <w:top w:val="single" w:sz="6" w:space="0" w:color="auto"/>
              <w:left w:val="single" w:sz="6" w:space="0" w:color="auto"/>
              <w:bottom w:val="single" w:sz="6" w:space="0" w:color="auto"/>
              <w:right w:val="single" w:sz="6" w:space="0" w:color="auto"/>
            </w:tcBorders>
          </w:tcPr>
          <w:p w14:paraId="12F5A45E" w14:textId="77777777" w:rsidR="00096DC7" w:rsidRPr="008F643F" w:rsidRDefault="00096DC7" w:rsidP="00096DC7">
            <w:pPr>
              <w:pStyle w:val="Testotabella"/>
              <w:rPr>
                <w:rFonts w:ascii="Gotham" w:hAnsi="Gotham"/>
                <w:sz w:val="18"/>
              </w:rPr>
            </w:pPr>
          </w:p>
        </w:tc>
        <w:tc>
          <w:tcPr>
            <w:tcW w:w="4672" w:type="dxa"/>
            <w:gridSpan w:val="20"/>
            <w:tcBorders>
              <w:top w:val="single" w:sz="6" w:space="0" w:color="auto"/>
              <w:left w:val="single" w:sz="6" w:space="0" w:color="auto"/>
              <w:bottom w:val="single" w:sz="6" w:space="0" w:color="auto"/>
              <w:right w:val="single" w:sz="6" w:space="0" w:color="auto"/>
            </w:tcBorders>
          </w:tcPr>
          <w:p w14:paraId="74AF6F3B" w14:textId="77777777" w:rsidR="00096DC7" w:rsidRPr="008F643F" w:rsidRDefault="00096DC7" w:rsidP="00096DC7">
            <w:pPr>
              <w:pStyle w:val="Testotabella"/>
              <w:rPr>
                <w:rFonts w:ascii="Gotham" w:hAnsi="Gotham"/>
                <w:sz w:val="18"/>
              </w:rPr>
            </w:pPr>
          </w:p>
        </w:tc>
        <w:tc>
          <w:tcPr>
            <w:tcW w:w="1418" w:type="dxa"/>
            <w:gridSpan w:val="6"/>
            <w:tcBorders>
              <w:top w:val="single" w:sz="6" w:space="0" w:color="auto"/>
              <w:left w:val="single" w:sz="6" w:space="0" w:color="auto"/>
              <w:bottom w:val="single" w:sz="6" w:space="0" w:color="auto"/>
              <w:right w:val="single" w:sz="6" w:space="0" w:color="auto"/>
            </w:tcBorders>
          </w:tcPr>
          <w:p w14:paraId="094B1669" w14:textId="77777777" w:rsidR="00096DC7" w:rsidRPr="008F643F" w:rsidRDefault="00096DC7" w:rsidP="00096DC7">
            <w:pPr>
              <w:pStyle w:val="Testotabella"/>
              <w:rPr>
                <w:rFonts w:ascii="Gotham" w:hAnsi="Gotham"/>
                <w:sz w:val="18"/>
              </w:rPr>
            </w:pPr>
          </w:p>
        </w:tc>
        <w:tc>
          <w:tcPr>
            <w:tcW w:w="4680" w:type="dxa"/>
            <w:gridSpan w:val="12"/>
            <w:tcBorders>
              <w:top w:val="single" w:sz="6" w:space="0" w:color="auto"/>
              <w:left w:val="single" w:sz="6" w:space="0" w:color="auto"/>
              <w:bottom w:val="single" w:sz="6" w:space="0" w:color="auto"/>
              <w:right w:val="double" w:sz="4" w:space="0" w:color="auto"/>
            </w:tcBorders>
          </w:tcPr>
          <w:p w14:paraId="20A763E2" w14:textId="77777777" w:rsidR="00096DC7" w:rsidRPr="008F643F" w:rsidRDefault="00096DC7" w:rsidP="00096DC7">
            <w:pPr>
              <w:pStyle w:val="Testotabella"/>
              <w:rPr>
                <w:rFonts w:ascii="Gotham" w:hAnsi="Gotham"/>
                <w:sz w:val="18"/>
              </w:rPr>
            </w:pPr>
          </w:p>
        </w:tc>
      </w:tr>
      <w:tr w:rsidR="00096DC7" w14:paraId="5B0A6C72" w14:textId="77777777" w:rsidTr="000A404A">
        <w:trPr>
          <w:cantSplit/>
          <w:trHeight w:val="300"/>
        </w:trPr>
        <w:tc>
          <w:tcPr>
            <w:tcW w:w="789" w:type="dxa"/>
            <w:gridSpan w:val="5"/>
            <w:tcBorders>
              <w:top w:val="single" w:sz="6" w:space="0" w:color="auto"/>
              <w:left w:val="double" w:sz="6" w:space="0" w:color="auto"/>
              <w:bottom w:val="single" w:sz="6" w:space="0" w:color="auto"/>
              <w:right w:val="single" w:sz="6" w:space="0" w:color="auto"/>
            </w:tcBorders>
          </w:tcPr>
          <w:p w14:paraId="7A173BED" w14:textId="77777777" w:rsidR="00096DC7" w:rsidRPr="008F643F" w:rsidRDefault="00096DC7" w:rsidP="00096DC7">
            <w:pPr>
              <w:pStyle w:val="Testotabella"/>
              <w:rPr>
                <w:rFonts w:ascii="Gotham" w:hAnsi="Gotham"/>
                <w:sz w:val="18"/>
              </w:rPr>
            </w:pPr>
          </w:p>
        </w:tc>
        <w:tc>
          <w:tcPr>
            <w:tcW w:w="3255" w:type="dxa"/>
            <w:gridSpan w:val="4"/>
            <w:tcBorders>
              <w:top w:val="single" w:sz="6" w:space="0" w:color="auto"/>
              <w:left w:val="single" w:sz="6" w:space="0" w:color="auto"/>
              <w:bottom w:val="single" w:sz="6" w:space="0" w:color="auto"/>
              <w:right w:val="single" w:sz="6" w:space="0" w:color="auto"/>
            </w:tcBorders>
          </w:tcPr>
          <w:p w14:paraId="6862DD58" w14:textId="77777777" w:rsidR="00096DC7" w:rsidRPr="008F643F" w:rsidRDefault="00096DC7" w:rsidP="00096DC7">
            <w:pPr>
              <w:pStyle w:val="Testotabella"/>
              <w:rPr>
                <w:rFonts w:ascii="Gotham" w:hAnsi="Gotham"/>
                <w:sz w:val="18"/>
              </w:rPr>
            </w:pPr>
          </w:p>
        </w:tc>
        <w:tc>
          <w:tcPr>
            <w:tcW w:w="4672" w:type="dxa"/>
            <w:gridSpan w:val="20"/>
            <w:tcBorders>
              <w:top w:val="single" w:sz="6" w:space="0" w:color="auto"/>
              <w:left w:val="single" w:sz="6" w:space="0" w:color="auto"/>
              <w:bottom w:val="single" w:sz="6" w:space="0" w:color="auto"/>
              <w:right w:val="single" w:sz="6" w:space="0" w:color="auto"/>
            </w:tcBorders>
          </w:tcPr>
          <w:p w14:paraId="33D2688A" w14:textId="77777777" w:rsidR="00096DC7" w:rsidRPr="008F643F" w:rsidRDefault="00096DC7" w:rsidP="00096DC7">
            <w:pPr>
              <w:pStyle w:val="Testotabella"/>
              <w:rPr>
                <w:rFonts w:ascii="Gotham" w:hAnsi="Gotham"/>
                <w:sz w:val="18"/>
              </w:rPr>
            </w:pPr>
          </w:p>
        </w:tc>
        <w:tc>
          <w:tcPr>
            <w:tcW w:w="1418" w:type="dxa"/>
            <w:gridSpan w:val="6"/>
            <w:tcBorders>
              <w:top w:val="single" w:sz="6" w:space="0" w:color="auto"/>
              <w:left w:val="single" w:sz="6" w:space="0" w:color="auto"/>
              <w:bottom w:val="single" w:sz="6" w:space="0" w:color="auto"/>
              <w:right w:val="single" w:sz="6" w:space="0" w:color="auto"/>
            </w:tcBorders>
          </w:tcPr>
          <w:p w14:paraId="2A013B5E" w14:textId="77777777" w:rsidR="00096DC7" w:rsidRPr="008F643F" w:rsidRDefault="00096DC7" w:rsidP="00096DC7">
            <w:pPr>
              <w:pStyle w:val="Testotabella"/>
              <w:rPr>
                <w:rFonts w:ascii="Gotham" w:hAnsi="Gotham"/>
                <w:sz w:val="18"/>
              </w:rPr>
            </w:pPr>
          </w:p>
        </w:tc>
        <w:tc>
          <w:tcPr>
            <w:tcW w:w="4680" w:type="dxa"/>
            <w:gridSpan w:val="12"/>
            <w:tcBorders>
              <w:top w:val="single" w:sz="6" w:space="0" w:color="auto"/>
              <w:left w:val="single" w:sz="6" w:space="0" w:color="auto"/>
              <w:bottom w:val="single" w:sz="6" w:space="0" w:color="auto"/>
              <w:right w:val="double" w:sz="4" w:space="0" w:color="auto"/>
            </w:tcBorders>
          </w:tcPr>
          <w:p w14:paraId="0C4F58B2" w14:textId="77777777" w:rsidR="00096DC7" w:rsidRPr="008F643F" w:rsidRDefault="00096DC7" w:rsidP="00096DC7">
            <w:pPr>
              <w:pStyle w:val="Testotabella"/>
              <w:rPr>
                <w:rFonts w:ascii="Gotham" w:hAnsi="Gotham"/>
                <w:sz w:val="18"/>
              </w:rPr>
            </w:pPr>
          </w:p>
        </w:tc>
      </w:tr>
      <w:tr w:rsidR="00096DC7" w14:paraId="3D1E4D9F" w14:textId="77777777" w:rsidTr="000A404A">
        <w:trPr>
          <w:cantSplit/>
          <w:trHeight w:val="300"/>
        </w:trPr>
        <w:tc>
          <w:tcPr>
            <w:tcW w:w="789" w:type="dxa"/>
            <w:gridSpan w:val="5"/>
            <w:tcBorders>
              <w:top w:val="single" w:sz="6" w:space="0" w:color="auto"/>
              <w:left w:val="double" w:sz="6" w:space="0" w:color="auto"/>
              <w:bottom w:val="single" w:sz="6" w:space="0" w:color="auto"/>
              <w:right w:val="single" w:sz="6" w:space="0" w:color="auto"/>
            </w:tcBorders>
          </w:tcPr>
          <w:p w14:paraId="39EF2BB4" w14:textId="77777777" w:rsidR="00096DC7" w:rsidRPr="008F643F" w:rsidRDefault="00096DC7" w:rsidP="00096DC7">
            <w:pPr>
              <w:pStyle w:val="Testotabella"/>
              <w:rPr>
                <w:rFonts w:ascii="Gotham" w:hAnsi="Gotham"/>
                <w:sz w:val="18"/>
              </w:rPr>
            </w:pPr>
          </w:p>
        </w:tc>
        <w:tc>
          <w:tcPr>
            <w:tcW w:w="3255" w:type="dxa"/>
            <w:gridSpan w:val="4"/>
            <w:tcBorders>
              <w:top w:val="single" w:sz="6" w:space="0" w:color="auto"/>
              <w:left w:val="single" w:sz="6" w:space="0" w:color="auto"/>
              <w:bottom w:val="single" w:sz="6" w:space="0" w:color="auto"/>
              <w:right w:val="single" w:sz="6" w:space="0" w:color="auto"/>
            </w:tcBorders>
          </w:tcPr>
          <w:p w14:paraId="276C6D83" w14:textId="77777777" w:rsidR="00096DC7" w:rsidRPr="008F643F" w:rsidRDefault="00096DC7" w:rsidP="00096DC7">
            <w:pPr>
              <w:pStyle w:val="Testotabella"/>
              <w:rPr>
                <w:rFonts w:ascii="Gotham" w:hAnsi="Gotham"/>
                <w:sz w:val="18"/>
              </w:rPr>
            </w:pPr>
          </w:p>
        </w:tc>
        <w:tc>
          <w:tcPr>
            <w:tcW w:w="4672" w:type="dxa"/>
            <w:gridSpan w:val="20"/>
            <w:tcBorders>
              <w:top w:val="single" w:sz="6" w:space="0" w:color="auto"/>
              <w:left w:val="single" w:sz="6" w:space="0" w:color="auto"/>
              <w:bottom w:val="single" w:sz="6" w:space="0" w:color="auto"/>
              <w:right w:val="single" w:sz="6" w:space="0" w:color="auto"/>
            </w:tcBorders>
          </w:tcPr>
          <w:p w14:paraId="05B1FB42" w14:textId="77777777" w:rsidR="00096DC7" w:rsidRPr="008F643F" w:rsidRDefault="00096DC7" w:rsidP="00096DC7">
            <w:pPr>
              <w:pStyle w:val="Testotabella"/>
              <w:rPr>
                <w:rFonts w:ascii="Gotham" w:hAnsi="Gotham"/>
                <w:sz w:val="18"/>
              </w:rPr>
            </w:pPr>
          </w:p>
        </w:tc>
        <w:tc>
          <w:tcPr>
            <w:tcW w:w="1418" w:type="dxa"/>
            <w:gridSpan w:val="6"/>
            <w:tcBorders>
              <w:top w:val="single" w:sz="6" w:space="0" w:color="auto"/>
              <w:left w:val="single" w:sz="6" w:space="0" w:color="auto"/>
              <w:bottom w:val="single" w:sz="6" w:space="0" w:color="auto"/>
              <w:right w:val="single" w:sz="6" w:space="0" w:color="auto"/>
            </w:tcBorders>
          </w:tcPr>
          <w:p w14:paraId="1800BD17" w14:textId="77777777" w:rsidR="00096DC7" w:rsidRPr="008F643F" w:rsidRDefault="00096DC7" w:rsidP="00096DC7">
            <w:pPr>
              <w:pStyle w:val="Testotabella"/>
              <w:rPr>
                <w:rFonts w:ascii="Gotham" w:hAnsi="Gotham"/>
                <w:sz w:val="18"/>
              </w:rPr>
            </w:pPr>
          </w:p>
        </w:tc>
        <w:tc>
          <w:tcPr>
            <w:tcW w:w="4680" w:type="dxa"/>
            <w:gridSpan w:val="12"/>
            <w:tcBorders>
              <w:top w:val="single" w:sz="6" w:space="0" w:color="auto"/>
              <w:left w:val="single" w:sz="6" w:space="0" w:color="auto"/>
              <w:bottom w:val="single" w:sz="6" w:space="0" w:color="auto"/>
              <w:right w:val="double" w:sz="4" w:space="0" w:color="auto"/>
            </w:tcBorders>
          </w:tcPr>
          <w:p w14:paraId="6F62D1FA" w14:textId="77777777" w:rsidR="00096DC7" w:rsidRPr="008F643F" w:rsidRDefault="00096DC7" w:rsidP="00096DC7">
            <w:pPr>
              <w:pStyle w:val="Testotabella"/>
              <w:rPr>
                <w:rFonts w:ascii="Gotham" w:hAnsi="Gotham"/>
                <w:sz w:val="18"/>
              </w:rPr>
            </w:pPr>
          </w:p>
        </w:tc>
      </w:tr>
      <w:tr w:rsidR="00096DC7" w14:paraId="52F13EA6" w14:textId="77777777" w:rsidTr="000A404A">
        <w:trPr>
          <w:cantSplit/>
          <w:trHeight w:val="300"/>
        </w:trPr>
        <w:tc>
          <w:tcPr>
            <w:tcW w:w="789" w:type="dxa"/>
            <w:gridSpan w:val="5"/>
            <w:tcBorders>
              <w:top w:val="single" w:sz="6" w:space="0" w:color="auto"/>
              <w:left w:val="double" w:sz="6" w:space="0" w:color="auto"/>
              <w:bottom w:val="single" w:sz="6" w:space="0" w:color="auto"/>
              <w:right w:val="single" w:sz="6" w:space="0" w:color="auto"/>
            </w:tcBorders>
          </w:tcPr>
          <w:p w14:paraId="4E949285" w14:textId="77777777" w:rsidR="00096DC7" w:rsidRPr="008F643F" w:rsidRDefault="00096DC7" w:rsidP="00096DC7">
            <w:pPr>
              <w:pStyle w:val="Testotabella"/>
              <w:rPr>
                <w:rFonts w:ascii="Gotham" w:hAnsi="Gotham"/>
                <w:sz w:val="18"/>
              </w:rPr>
            </w:pPr>
          </w:p>
        </w:tc>
        <w:tc>
          <w:tcPr>
            <w:tcW w:w="3255" w:type="dxa"/>
            <w:gridSpan w:val="4"/>
            <w:tcBorders>
              <w:top w:val="single" w:sz="6" w:space="0" w:color="auto"/>
              <w:left w:val="single" w:sz="6" w:space="0" w:color="auto"/>
              <w:bottom w:val="single" w:sz="6" w:space="0" w:color="auto"/>
              <w:right w:val="single" w:sz="6" w:space="0" w:color="auto"/>
            </w:tcBorders>
          </w:tcPr>
          <w:p w14:paraId="34C5D647" w14:textId="77777777" w:rsidR="00096DC7" w:rsidRPr="008F643F" w:rsidRDefault="00096DC7" w:rsidP="00096DC7">
            <w:pPr>
              <w:pStyle w:val="Testotabella"/>
              <w:rPr>
                <w:rFonts w:ascii="Gotham" w:hAnsi="Gotham"/>
                <w:sz w:val="18"/>
              </w:rPr>
            </w:pPr>
          </w:p>
        </w:tc>
        <w:tc>
          <w:tcPr>
            <w:tcW w:w="4672" w:type="dxa"/>
            <w:gridSpan w:val="20"/>
            <w:tcBorders>
              <w:top w:val="single" w:sz="6" w:space="0" w:color="auto"/>
              <w:left w:val="single" w:sz="6" w:space="0" w:color="auto"/>
              <w:bottom w:val="single" w:sz="6" w:space="0" w:color="auto"/>
              <w:right w:val="single" w:sz="6" w:space="0" w:color="auto"/>
            </w:tcBorders>
          </w:tcPr>
          <w:p w14:paraId="24BA3318" w14:textId="77777777" w:rsidR="00096DC7" w:rsidRPr="008F643F" w:rsidRDefault="00096DC7" w:rsidP="00096DC7">
            <w:pPr>
              <w:pStyle w:val="Testotabella"/>
              <w:rPr>
                <w:rFonts w:ascii="Gotham" w:hAnsi="Gotham"/>
                <w:sz w:val="18"/>
              </w:rPr>
            </w:pPr>
          </w:p>
        </w:tc>
        <w:tc>
          <w:tcPr>
            <w:tcW w:w="1418" w:type="dxa"/>
            <w:gridSpan w:val="6"/>
            <w:tcBorders>
              <w:top w:val="single" w:sz="6" w:space="0" w:color="auto"/>
              <w:left w:val="single" w:sz="6" w:space="0" w:color="auto"/>
              <w:bottom w:val="single" w:sz="6" w:space="0" w:color="auto"/>
              <w:right w:val="single" w:sz="6" w:space="0" w:color="auto"/>
            </w:tcBorders>
          </w:tcPr>
          <w:p w14:paraId="1646D645" w14:textId="77777777" w:rsidR="00096DC7" w:rsidRPr="008F643F" w:rsidRDefault="00096DC7" w:rsidP="00096DC7">
            <w:pPr>
              <w:pStyle w:val="Testotabella"/>
              <w:rPr>
                <w:rFonts w:ascii="Gotham" w:hAnsi="Gotham"/>
                <w:sz w:val="18"/>
              </w:rPr>
            </w:pPr>
          </w:p>
        </w:tc>
        <w:tc>
          <w:tcPr>
            <w:tcW w:w="4680" w:type="dxa"/>
            <w:gridSpan w:val="12"/>
            <w:tcBorders>
              <w:top w:val="single" w:sz="6" w:space="0" w:color="auto"/>
              <w:left w:val="single" w:sz="6" w:space="0" w:color="auto"/>
              <w:bottom w:val="single" w:sz="6" w:space="0" w:color="auto"/>
              <w:right w:val="double" w:sz="4" w:space="0" w:color="auto"/>
            </w:tcBorders>
          </w:tcPr>
          <w:p w14:paraId="3696D189" w14:textId="77777777" w:rsidR="00096DC7" w:rsidRPr="008F643F" w:rsidRDefault="00096DC7" w:rsidP="00096DC7">
            <w:pPr>
              <w:pStyle w:val="Testotabella"/>
              <w:rPr>
                <w:rFonts w:ascii="Gotham" w:hAnsi="Gotham"/>
                <w:sz w:val="18"/>
              </w:rPr>
            </w:pPr>
          </w:p>
        </w:tc>
      </w:tr>
      <w:tr w:rsidR="00096DC7" w14:paraId="140A9495" w14:textId="77777777" w:rsidTr="000A404A">
        <w:trPr>
          <w:cantSplit/>
          <w:trHeight w:val="300"/>
        </w:trPr>
        <w:tc>
          <w:tcPr>
            <w:tcW w:w="789" w:type="dxa"/>
            <w:gridSpan w:val="5"/>
            <w:tcBorders>
              <w:top w:val="single" w:sz="6" w:space="0" w:color="auto"/>
              <w:left w:val="double" w:sz="6" w:space="0" w:color="auto"/>
              <w:bottom w:val="single" w:sz="6" w:space="0" w:color="auto"/>
              <w:right w:val="single" w:sz="6" w:space="0" w:color="auto"/>
            </w:tcBorders>
          </w:tcPr>
          <w:p w14:paraId="0BFD43E5" w14:textId="77777777" w:rsidR="00096DC7" w:rsidRPr="008F643F" w:rsidRDefault="00096DC7" w:rsidP="00096DC7">
            <w:pPr>
              <w:pStyle w:val="Testotabella"/>
              <w:rPr>
                <w:rFonts w:ascii="Gotham" w:hAnsi="Gotham"/>
                <w:sz w:val="18"/>
              </w:rPr>
            </w:pPr>
          </w:p>
        </w:tc>
        <w:tc>
          <w:tcPr>
            <w:tcW w:w="3255" w:type="dxa"/>
            <w:gridSpan w:val="4"/>
            <w:tcBorders>
              <w:top w:val="single" w:sz="6" w:space="0" w:color="auto"/>
              <w:left w:val="single" w:sz="6" w:space="0" w:color="auto"/>
              <w:bottom w:val="single" w:sz="6" w:space="0" w:color="auto"/>
              <w:right w:val="single" w:sz="6" w:space="0" w:color="auto"/>
            </w:tcBorders>
          </w:tcPr>
          <w:p w14:paraId="0E2256A6" w14:textId="77777777" w:rsidR="00096DC7" w:rsidRPr="008F643F" w:rsidRDefault="00096DC7" w:rsidP="00096DC7">
            <w:pPr>
              <w:pStyle w:val="Testotabella"/>
              <w:rPr>
                <w:rFonts w:ascii="Gotham" w:hAnsi="Gotham"/>
                <w:sz w:val="18"/>
              </w:rPr>
            </w:pPr>
          </w:p>
        </w:tc>
        <w:tc>
          <w:tcPr>
            <w:tcW w:w="4672" w:type="dxa"/>
            <w:gridSpan w:val="20"/>
            <w:tcBorders>
              <w:top w:val="single" w:sz="6" w:space="0" w:color="auto"/>
              <w:left w:val="single" w:sz="6" w:space="0" w:color="auto"/>
              <w:bottom w:val="single" w:sz="6" w:space="0" w:color="auto"/>
              <w:right w:val="single" w:sz="6" w:space="0" w:color="auto"/>
            </w:tcBorders>
          </w:tcPr>
          <w:p w14:paraId="5662E975" w14:textId="77777777" w:rsidR="00096DC7" w:rsidRPr="008F643F" w:rsidRDefault="00096DC7" w:rsidP="00096DC7">
            <w:pPr>
              <w:pStyle w:val="Testotabella"/>
              <w:rPr>
                <w:rFonts w:ascii="Gotham" w:hAnsi="Gotham"/>
                <w:sz w:val="18"/>
              </w:rPr>
            </w:pPr>
          </w:p>
        </w:tc>
        <w:tc>
          <w:tcPr>
            <w:tcW w:w="1418" w:type="dxa"/>
            <w:gridSpan w:val="6"/>
            <w:tcBorders>
              <w:top w:val="single" w:sz="6" w:space="0" w:color="auto"/>
              <w:left w:val="single" w:sz="6" w:space="0" w:color="auto"/>
              <w:bottom w:val="single" w:sz="6" w:space="0" w:color="auto"/>
              <w:right w:val="single" w:sz="6" w:space="0" w:color="auto"/>
            </w:tcBorders>
          </w:tcPr>
          <w:p w14:paraId="2BA30E76" w14:textId="77777777" w:rsidR="00096DC7" w:rsidRPr="008F643F" w:rsidRDefault="00096DC7" w:rsidP="00096DC7">
            <w:pPr>
              <w:pStyle w:val="Testotabella"/>
              <w:rPr>
                <w:rFonts w:ascii="Gotham" w:hAnsi="Gotham"/>
                <w:sz w:val="18"/>
              </w:rPr>
            </w:pPr>
          </w:p>
        </w:tc>
        <w:tc>
          <w:tcPr>
            <w:tcW w:w="4680" w:type="dxa"/>
            <w:gridSpan w:val="12"/>
            <w:tcBorders>
              <w:top w:val="single" w:sz="6" w:space="0" w:color="auto"/>
              <w:left w:val="single" w:sz="6" w:space="0" w:color="auto"/>
              <w:bottom w:val="single" w:sz="6" w:space="0" w:color="auto"/>
              <w:right w:val="double" w:sz="4" w:space="0" w:color="auto"/>
            </w:tcBorders>
          </w:tcPr>
          <w:p w14:paraId="296EA05B" w14:textId="77777777" w:rsidR="00096DC7" w:rsidRPr="008F643F" w:rsidRDefault="00096DC7" w:rsidP="00096DC7">
            <w:pPr>
              <w:pStyle w:val="Testotabella"/>
              <w:rPr>
                <w:rFonts w:ascii="Gotham" w:hAnsi="Gotham"/>
                <w:sz w:val="18"/>
              </w:rPr>
            </w:pPr>
          </w:p>
        </w:tc>
      </w:tr>
      <w:tr w:rsidR="00096DC7" w14:paraId="2DD5E991" w14:textId="77777777" w:rsidTr="000A404A">
        <w:trPr>
          <w:cantSplit/>
          <w:trHeight w:val="300"/>
        </w:trPr>
        <w:tc>
          <w:tcPr>
            <w:tcW w:w="789" w:type="dxa"/>
            <w:gridSpan w:val="5"/>
            <w:tcBorders>
              <w:top w:val="single" w:sz="6" w:space="0" w:color="auto"/>
              <w:left w:val="double" w:sz="6" w:space="0" w:color="auto"/>
              <w:bottom w:val="single" w:sz="6" w:space="0" w:color="auto"/>
              <w:right w:val="single" w:sz="6" w:space="0" w:color="auto"/>
            </w:tcBorders>
          </w:tcPr>
          <w:p w14:paraId="74F2E394" w14:textId="77777777" w:rsidR="00096DC7" w:rsidRPr="008F643F" w:rsidRDefault="00096DC7" w:rsidP="00096DC7">
            <w:pPr>
              <w:pStyle w:val="Testotabella"/>
              <w:rPr>
                <w:rFonts w:ascii="Gotham" w:hAnsi="Gotham"/>
                <w:sz w:val="18"/>
              </w:rPr>
            </w:pPr>
          </w:p>
        </w:tc>
        <w:tc>
          <w:tcPr>
            <w:tcW w:w="3255" w:type="dxa"/>
            <w:gridSpan w:val="4"/>
            <w:tcBorders>
              <w:top w:val="single" w:sz="6" w:space="0" w:color="auto"/>
              <w:left w:val="single" w:sz="6" w:space="0" w:color="auto"/>
              <w:bottom w:val="single" w:sz="6" w:space="0" w:color="auto"/>
              <w:right w:val="single" w:sz="6" w:space="0" w:color="auto"/>
            </w:tcBorders>
          </w:tcPr>
          <w:p w14:paraId="2511A199" w14:textId="77777777" w:rsidR="00096DC7" w:rsidRPr="008F643F" w:rsidRDefault="00096DC7" w:rsidP="00096DC7">
            <w:pPr>
              <w:pStyle w:val="Testotabella"/>
              <w:rPr>
                <w:rFonts w:ascii="Gotham" w:hAnsi="Gotham"/>
                <w:sz w:val="18"/>
              </w:rPr>
            </w:pPr>
          </w:p>
        </w:tc>
        <w:tc>
          <w:tcPr>
            <w:tcW w:w="4672" w:type="dxa"/>
            <w:gridSpan w:val="20"/>
            <w:tcBorders>
              <w:top w:val="single" w:sz="6" w:space="0" w:color="auto"/>
              <w:left w:val="single" w:sz="6" w:space="0" w:color="auto"/>
              <w:bottom w:val="single" w:sz="6" w:space="0" w:color="auto"/>
              <w:right w:val="single" w:sz="6" w:space="0" w:color="auto"/>
            </w:tcBorders>
          </w:tcPr>
          <w:p w14:paraId="30713596" w14:textId="77777777" w:rsidR="00096DC7" w:rsidRPr="008F643F" w:rsidRDefault="00096DC7" w:rsidP="00096DC7">
            <w:pPr>
              <w:pStyle w:val="Testotabella"/>
              <w:rPr>
                <w:rFonts w:ascii="Gotham" w:hAnsi="Gotham"/>
                <w:sz w:val="18"/>
              </w:rPr>
            </w:pPr>
          </w:p>
        </w:tc>
        <w:tc>
          <w:tcPr>
            <w:tcW w:w="1418" w:type="dxa"/>
            <w:gridSpan w:val="6"/>
            <w:tcBorders>
              <w:top w:val="single" w:sz="6" w:space="0" w:color="auto"/>
              <w:left w:val="single" w:sz="6" w:space="0" w:color="auto"/>
              <w:bottom w:val="single" w:sz="6" w:space="0" w:color="auto"/>
              <w:right w:val="single" w:sz="6" w:space="0" w:color="auto"/>
            </w:tcBorders>
          </w:tcPr>
          <w:p w14:paraId="02218E84" w14:textId="77777777" w:rsidR="00096DC7" w:rsidRPr="008F643F" w:rsidRDefault="00096DC7" w:rsidP="00096DC7">
            <w:pPr>
              <w:pStyle w:val="Testotabella"/>
              <w:rPr>
                <w:rFonts w:ascii="Gotham" w:hAnsi="Gotham"/>
                <w:sz w:val="18"/>
              </w:rPr>
            </w:pPr>
          </w:p>
        </w:tc>
        <w:tc>
          <w:tcPr>
            <w:tcW w:w="4680" w:type="dxa"/>
            <w:gridSpan w:val="12"/>
            <w:tcBorders>
              <w:top w:val="single" w:sz="6" w:space="0" w:color="auto"/>
              <w:left w:val="single" w:sz="6" w:space="0" w:color="auto"/>
              <w:bottom w:val="single" w:sz="6" w:space="0" w:color="auto"/>
              <w:right w:val="double" w:sz="4" w:space="0" w:color="auto"/>
            </w:tcBorders>
          </w:tcPr>
          <w:p w14:paraId="5C651B51" w14:textId="77777777" w:rsidR="00096DC7" w:rsidRPr="008F643F" w:rsidRDefault="00096DC7" w:rsidP="00096DC7">
            <w:pPr>
              <w:pStyle w:val="Testotabella"/>
              <w:rPr>
                <w:rFonts w:ascii="Gotham" w:hAnsi="Gotham"/>
                <w:sz w:val="18"/>
              </w:rPr>
            </w:pPr>
          </w:p>
        </w:tc>
      </w:tr>
      <w:tr w:rsidR="00096DC7" w14:paraId="38C3EFFE" w14:textId="77777777" w:rsidTr="000A404A">
        <w:trPr>
          <w:cantSplit/>
          <w:trHeight w:val="300"/>
        </w:trPr>
        <w:tc>
          <w:tcPr>
            <w:tcW w:w="789" w:type="dxa"/>
            <w:gridSpan w:val="5"/>
            <w:tcBorders>
              <w:top w:val="single" w:sz="6" w:space="0" w:color="auto"/>
              <w:left w:val="double" w:sz="6" w:space="0" w:color="auto"/>
              <w:bottom w:val="single" w:sz="6" w:space="0" w:color="auto"/>
              <w:right w:val="single" w:sz="6" w:space="0" w:color="auto"/>
            </w:tcBorders>
          </w:tcPr>
          <w:p w14:paraId="026E22D1" w14:textId="77777777" w:rsidR="00096DC7" w:rsidRPr="008F643F" w:rsidRDefault="00096DC7" w:rsidP="00096DC7">
            <w:pPr>
              <w:pStyle w:val="Testotabella"/>
              <w:rPr>
                <w:rFonts w:ascii="Gotham" w:hAnsi="Gotham"/>
                <w:sz w:val="18"/>
              </w:rPr>
            </w:pPr>
          </w:p>
        </w:tc>
        <w:tc>
          <w:tcPr>
            <w:tcW w:w="3255" w:type="dxa"/>
            <w:gridSpan w:val="4"/>
            <w:tcBorders>
              <w:top w:val="single" w:sz="6" w:space="0" w:color="auto"/>
              <w:left w:val="single" w:sz="6" w:space="0" w:color="auto"/>
              <w:bottom w:val="single" w:sz="6" w:space="0" w:color="auto"/>
              <w:right w:val="single" w:sz="6" w:space="0" w:color="auto"/>
            </w:tcBorders>
          </w:tcPr>
          <w:p w14:paraId="563A55CF" w14:textId="77777777" w:rsidR="00096DC7" w:rsidRPr="008F643F" w:rsidRDefault="00096DC7" w:rsidP="00096DC7">
            <w:pPr>
              <w:pStyle w:val="Testotabella"/>
              <w:rPr>
                <w:rFonts w:ascii="Gotham" w:hAnsi="Gotham"/>
                <w:sz w:val="18"/>
              </w:rPr>
            </w:pPr>
          </w:p>
        </w:tc>
        <w:tc>
          <w:tcPr>
            <w:tcW w:w="4672" w:type="dxa"/>
            <w:gridSpan w:val="20"/>
            <w:tcBorders>
              <w:top w:val="single" w:sz="6" w:space="0" w:color="auto"/>
              <w:left w:val="single" w:sz="6" w:space="0" w:color="auto"/>
              <w:bottom w:val="single" w:sz="6" w:space="0" w:color="auto"/>
              <w:right w:val="single" w:sz="6" w:space="0" w:color="auto"/>
            </w:tcBorders>
          </w:tcPr>
          <w:p w14:paraId="16FAD4A6" w14:textId="77777777" w:rsidR="00096DC7" w:rsidRPr="008F643F" w:rsidRDefault="00096DC7" w:rsidP="00096DC7">
            <w:pPr>
              <w:pStyle w:val="Testotabella"/>
              <w:rPr>
                <w:rFonts w:ascii="Gotham" w:hAnsi="Gotham"/>
                <w:sz w:val="18"/>
              </w:rPr>
            </w:pPr>
          </w:p>
        </w:tc>
        <w:tc>
          <w:tcPr>
            <w:tcW w:w="1418" w:type="dxa"/>
            <w:gridSpan w:val="6"/>
            <w:tcBorders>
              <w:top w:val="single" w:sz="6" w:space="0" w:color="auto"/>
              <w:left w:val="single" w:sz="6" w:space="0" w:color="auto"/>
              <w:bottom w:val="single" w:sz="6" w:space="0" w:color="auto"/>
              <w:right w:val="single" w:sz="6" w:space="0" w:color="auto"/>
            </w:tcBorders>
          </w:tcPr>
          <w:p w14:paraId="2FBCA4BF" w14:textId="77777777" w:rsidR="00096DC7" w:rsidRPr="008F643F" w:rsidRDefault="00096DC7" w:rsidP="00096DC7">
            <w:pPr>
              <w:pStyle w:val="Testotabella"/>
              <w:rPr>
                <w:rFonts w:ascii="Gotham" w:hAnsi="Gotham"/>
                <w:sz w:val="18"/>
              </w:rPr>
            </w:pPr>
          </w:p>
        </w:tc>
        <w:tc>
          <w:tcPr>
            <w:tcW w:w="4680" w:type="dxa"/>
            <w:gridSpan w:val="12"/>
            <w:tcBorders>
              <w:top w:val="single" w:sz="6" w:space="0" w:color="auto"/>
              <w:left w:val="single" w:sz="6" w:space="0" w:color="auto"/>
              <w:bottom w:val="single" w:sz="6" w:space="0" w:color="auto"/>
              <w:right w:val="double" w:sz="4" w:space="0" w:color="auto"/>
            </w:tcBorders>
          </w:tcPr>
          <w:p w14:paraId="7308EEF4" w14:textId="77777777" w:rsidR="00096DC7" w:rsidRPr="008F643F" w:rsidRDefault="00096DC7" w:rsidP="00096DC7">
            <w:pPr>
              <w:pStyle w:val="Testotabella"/>
              <w:rPr>
                <w:rFonts w:ascii="Gotham" w:hAnsi="Gotham"/>
                <w:sz w:val="18"/>
              </w:rPr>
            </w:pPr>
          </w:p>
        </w:tc>
      </w:tr>
      <w:tr w:rsidR="00096DC7" w14:paraId="0706444F" w14:textId="77777777" w:rsidTr="000A404A">
        <w:trPr>
          <w:cantSplit/>
          <w:trHeight w:val="300"/>
        </w:trPr>
        <w:tc>
          <w:tcPr>
            <w:tcW w:w="789" w:type="dxa"/>
            <w:gridSpan w:val="5"/>
            <w:tcBorders>
              <w:top w:val="single" w:sz="6" w:space="0" w:color="auto"/>
              <w:left w:val="double" w:sz="6" w:space="0" w:color="auto"/>
              <w:bottom w:val="single" w:sz="6" w:space="0" w:color="auto"/>
              <w:right w:val="single" w:sz="6" w:space="0" w:color="auto"/>
            </w:tcBorders>
          </w:tcPr>
          <w:p w14:paraId="4FDAA596" w14:textId="77777777" w:rsidR="00096DC7" w:rsidRPr="008F643F" w:rsidRDefault="00096DC7" w:rsidP="00096DC7">
            <w:pPr>
              <w:pStyle w:val="Testotabella"/>
              <w:rPr>
                <w:rFonts w:ascii="Gotham" w:hAnsi="Gotham"/>
                <w:sz w:val="18"/>
              </w:rPr>
            </w:pPr>
          </w:p>
        </w:tc>
        <w:tc>
          <w:tcPr>
            <w:tcW w:w="3255" w:type="dxa"/>
            <w:gridSpan w:val="4"/>
            <w:tcBorders>
              <w:top w:val="single" w:sz="6" w:space="0" w:color="auto"/>
              <w:left w:val="single" w:sz="6" w:space="0" w:color="auto"/>
              <w:bottom w:val="single" w:sz="6" w:space="0" w:color="auto"/>
              <w:right w:val="single" w:sz="6" w:space="0" w:color="auto"/>
            </w:tcBorders>
          </w:tcPr>
          <w:p w14:paraId="120F3BD2" w14:textId="77777777" w:rsidR="00096DC7" w:rsidRPr="008F643F" w:rsidRDefault="00096DC7" w:rsidP="00096DC7">
            <w:pPr>
              <w:pStyle w:val="Testotabella"/>
              <w:rPr>
                <w:rFonts w:ascii="Gotham" w:hAnsi="Gotham"/>
                <w:sz w:val="18"/>
              </w:rPr>
            </w:pPr>
          </w:p>
        </w:tc>
        <w:tc>
          <w:tcPr>
            <w:tcW w:w="4672" w:type="dxa"/>
            <w:gridSpan w:val="20"/>
            <w:tcBorders>
              <w:top w:val="single" w:sz="6" w:space="0" w:color="auto"/>
              <w:left w:val="single" w:sz="6" w:space="0" w:color="auto"/>
              <w:bottom w:val="single" w:sz="6" w:space="0" w:color="auto"/>
              <w:right w:val="single" w:sz="6" w:space="0" w:color="auto"/>
            </w:tcBorders>
          </w:tcPr>
          <w:p w14:paraId="6D768FF9" w14:textId="77777777" w:rsidR="00096DC7" w:rsidRPr="008F643F" w:rsidRDefault="00096DC7" w:rsidP="00096DC7">
            <w:pPr>
              <w:pStyle w:val="Testotabella"/>
              <w:rPr>
                <w:rFonts w:ascii="Gotham" w:hAnsi="Gotham"/>
                <w:sz w:val="18"/>
              </w:rPr>
            </w:pPr>
          </w:p>
        </w:tc>
        <w:tc>
          <w:tcPr>
            <w:tcW w:w="1418" w:type="dxa"/>
            <w:gridSpan w:val="6"/>
            <w:tcBorders>
              <w:top w:val="single" w:sz="6" w:space="0" w:color="auto"/>
              <w:left w:val="single" w:sz="6" w:space="0" w:color="auto"/>
              <w:bottom w:val="single" w:sz="6" w:space="0" w:color="auto"/>
              <w:right w:val="single" w:sz="6" w:space="0" w:color="auto"/>
            </w:tcBorders>
          </w:tcPr>
          <w:p w14:paraId="787E357F" w14:textId="77777777" w:rsidR="00096DC7" w:rsidRPr="008F643F" w:rsidRDefault="00096DC7" w:rsidP="00096DC7">
            <w:pPr>
              <w:pStyle w:val="Testotabella"/>
              <w:rPr>
                <w:rFonts w:ascii="Gotham" w:hAnsi="Gotham"/>
                <w:sz w:val="18"/>
              </w:rPr>
            </w:pPr>
          </w:p>
        </w:tc>
        <w:tc>
          <w:tcPr>
            <w:tcW w:w="4680" w:type="dxa"/>
            <w:gridSpan w:val="12"/>
            <w:tcBorders>
              <w:top w:val="single" w:sz="6" w:space="0" w:color="auto"/>
              <w:left w:val="single" w:sz="6" w:space="0" w:color="auto"/>
              <w:bottom w:val="single" w:sz="6" w:space="0" w:color="auto"/>
              <w:right w:val="double" w:sz="4" w:space="0" w:color="auto"/>
            </w:tcBorders>
          </w:tcPr>
          <w:p w14:paraId="1CD73483" w14:textId="77777777" w:rsidR="00096DC7" w:rsidRPr="008F643F" w:rsidRDefault="00096DC7" w:rsidP="00096DC7">
            <w:pPr>
              <w:pStyle w:val="Testotabella"/>
              <w:rPr>
                <w:rFonts w:ascii="Gotham" w:hAnsi="Gotham"/>
                <w:sz w:val="18"/>
              </w:rPr>
            </w:pPr>
          </w:p>
        </w:tc>
      </w:tr>
      <w:tr w:rsidR="00096DC7" w14:paraId="39CA0214" w14:textId="77777777" w:rsidTr="000A404A">
        <w:trPr>
          <w:cantSplit/>
          <w:trHeight w:val="300"/>
        </w:trPr>
        <w:tc>
          <w:tcPr>
            <w:tcW w:w="789" w:type="dxa"/>
            <w:gridSpan w:val="5"/>
            <w:tcBorders>
              <w:top w:val="single" w:sz="6" w:space="0" w:color="auto"/>
              <w:left w:val="double" w:sz="6" w:space="0" w:color="auto"/>
              <w:bottom w:val="single" w:sz="6" w:space="0" w:color="auto"/>
              <w:right w:val="single" w:sz="6" w:space="0" w:color="auto"/>
            </w:tcBorders>
          </w:tcPr>
          <w:p w14:paraId="16773F74" w14:textId="77777777" w:rsidR="00096DC7" w:rsidRPr="008F643F" w:rsidRDefault="00096DC7" w:rsidP="00096DC7">
            <w:pPr>
              <w:pStyle w:val="Testotabella"/>
              <w:rPr>
                <w:rFonts w:ascii="Gotham" w:hAnsi="Gotham"/>
                <w:sz w:val="18"/>
              </w:rPr>
            </w:pPr>
          </w:p>
        </w:tc>
        <w:tc>
          <w:tcPr>
            <w:tcW w:w="3255" w:type="dxa"/>
            <w:gridSpan w:val="4"/>
            <w:tcBorders>
              <w:top w:val="single" w:sz="6" w:space="0" w:color="auto"/>
              <w:left w:val="single" w:sz="6" w:space="0" w:color="auto"/>
              <w:bottom w:val="single" w:sz="6" w:space="0" w:color="auto"/>
              <w:right w:val="single" w:sz="6" w:space="0" w:color="auto"/>
            </w:tcBorders>
          </w:tcPr>
          <w:p w14:paraId="77C9F3D1" w14:textId="77777777" w:rsidR="00096DC7" w:rsidRPr="008F643F" w:rsidRDefault="00096DC7" w:rsidP="00096DC7">
            <w:pPr>
              <w:pStyle w:val="Testotabella"/>
              <w:rPr>
                <w:rFonts w:ascii="Gotham" w:hAnsi="Gotham"/>
                <w:sz w:val="18"/>
              </w:rPr>
            </w:pPr>
          </w:p>
        </w:tc>
        <w:tc>
          <w:tcPr>
            <w:tcW w:w="4672" w:type="dxa"/>
            <w:gridSpan w:val="20"/>
            <w:tcBorders>
              <w:top w:val="single" w:sz="6" w:space="0" w:color="auto"/>
              <w:left w:val="single" w:sz="6" w:space="0" w:color="auto"/>
              <w:bottom w:val="single" w:sz="6" w:space="0" w:color="auto"/>
              <w:right w:val="single" w:sz="6" w:space="0" w:color="auto"/>
            </w:tcBorders>
          </w:tcPr>
          <w:p w14:paraId="199B9F5A" w14:textId="77777777" w:rsidR="00096DC7" w:rsidRPr="008F643F" w:rsidRDefault="00096DC7" w:rsidP="00096DC7">
            <w:pPr>
              <w:pStyle w:val="Testotabella"/>
              <w:rPr>
                <w:rFonts w:ascii="Gotham" w:hAnsi="Gotham"/>
                <w:sz w:val="18"/>
              </w:rPr>
            </w:pPr>
          </w:p>
        </w:tc>
        <w:tc>
          <w:tcPr>
            <w:tcW w:w="1418" w:type="dxa"/>
            <w:gridSpan w:val="6"/>
            <w:tcBorders>
              <w:top w:val="single" w:sz="6" w:space="0" w:color="auto"/>
              <w:left w:val="single" w:sz="6" w:space="0" w:color="auto"/>
              <w:bottom w:val="single" w:sz="6" w:space="0" w:color="auto"/>
              <w:right w:val="single" w:sz="6" w:space="0" w:color="auto"/>
            </w:tcBorders>
          </w:tcPr>
          <w:p w14:paraId="023CEDEE" w14:textId="77777777" w:rsidR="00096DC7" w:rsidRPr="008F643F" w:rsidRDefault="00096DC7" w:rsidP="00096DC7">
            <w:pPr>
              <w:pStyle w:val="Testotabella"/>
              <w:rPr>
                <w:rFonts w:ascii="Gotham" w:hAnsi="Gotham"/>
                <w:sz w:val="18"/>
              </w:rPr>
            </w:pPr>
          </w:p>
        </w:tc>
        <w:tc>
          <w:tcPr>
            <w:tcW w:w="4680" w:type="dxa"/>
            <w:gridSpan w:val="12"/>
            <w:tcBorders>
              <w:top w:val="single" w:sz="6" w:space="0" w:color="auto"/>
              <w:left w:val="single" w:sz="6" w:space="0" w:color="auto"/>
              <w:bottom w:val="single" w:sz="6" w:space="0" w:color="auto"/>
              <w:right w:val="double" w:sz="4" w:space="0" w:color="auto"/>
            </w:tcBorders>
          </w:tcPr>
          <w:p w14:paraId="768079B5" w14:textId="77777777" w:rsidR="00096DC7" w:rsidRPr="008F643F" w:rsidRDefault="00096DC7" w:rsidP="00096DC7">
            <w:pPr>
              <w:pStyle w:val="Testotabella"/>
              <w:rPr>
                <w:rFonts w:ascii="Gotham" w:hAnsi="Gotham"/>
                <w:sz w:val="18"/>
              </w:rPr>
            </w:pPr>
          </w:p>
        </w:tc>
      </w:tr>
      <w:tr w:rsidR="00096DC7" w14:paraId="4B143986" w14:textId="77777777" w:rsidTr="000A404A">
        <w:trPr>
          <w:cantSplit/>
          <w:trHeight w:val="300"/>
        </w:trPr>
        <w:tc>
          <w:tcPr>
            <w:tcW w:w="789" w:type="dxa"/>
            <w:gridSpan w:val="5"/>
            <w:tcBorders>
              <w:top w:val="single" w:sz="6" w:space="0" w:color="auto"/>
              <w:left w:val="double" w:sz="6" w:space="0" w:color="auto"/>
              <w:bottom w:val="single" w:sz="6" w:space="0" w:color="auto"/>
              <w:right w:val="single" w:sz="6" w:space="0" w:color="auto"/>
            </w:tcBorders>
          </w:tcPr>
          <w:p w14:paraId="15BE8446" w14:textId="77777777" w:rsidR="00096DC7" w:rsidRPr="008F643F" w:rsidRDefault="00096DC7" w:rsidP="00096DC7">
            <w:pPr>
              <w:pStyle w:val="Testotabella"/>
              <w:rPr>
                <w:rFonts w:ascii="Gotham" w:hAnsi="Gotham"/>
                <w:sz w:val="18"/>
              </w:rPr>
            </w:pPr>
          </w:p>
        </w:tc>
        <w:tc>
          <w:tcPr>
            <w:tcW w:w="3255" w:type="dxa"/>
            <w:gridSpan w:val="4"/>
            <w:tcBorders>
              <w:top w:val="single" w:sz="6" w:space="0" w:color="auto"/>
              <w:left w:val="single" w:sz="6" w:space="0" w:color="auto"/>
              <w:bottom w:val="single" w:sz="6" w:space="0" w:color="auto"/>
              <w:right w:val="single" w:sz="6" w:space="0" w:color="auto"/>
            </w:tcBorders>
          </w:tcPr>
          <w:p w14:paraId="48E51E16" w14:textId="77777777" w:rsidR="00096DC7" w:rsidRPr="008F643F" w:rsidRDefault="00096DC7" w:rsidP="00096DC7">
            <w:pPr>
              <w:pStyle w:val="Testotabella"/>
              <w:rPr>
                <w:rFonts w:ascii="Gotham" w:hAnsi="Gotham"/>
                <w:sz w:val="18"/>
              </w:rPr>
            </w:pPr>
          </w:p>
        </w:tc>
        <w:tc>
          <w:tcPr>
            <w:tcW w:w="4672" w:type="dxa"/>
            <w:gridSpan w:val="20"/>
            <w:tcBorders>
              <w:top w:val="single" w:sz="6" w:space="0" w:color="auto"/>
              <w:left w:val="single" w:sz="6" w:space="0" w:color="auto"/>
              <w:bottom w:val="single" w:sz="6" w:space="0" w:color="auto"/>
              <w:right w:val="single" w:sz="6" w:space="0" w:color="auto"/>
            </w:tcBorders>
          </w:tcPr>
          <w:p w14:paraId="18C015B9" w14:textId="77777777" w:rsidR="00096DC7" w:rsidRPr="008F643F" w:rsidRDefault="00096DC7" w:rsidP="00096DC7">
            <w:pPr>
              <w:pStyle w:val="Testotabella"/>
              <w:rPr>
                <w:rFonts w:ascii="Gotham" w:hAnsi="Gotham"/>
                <w:sz w:val="18"/>
              </w:rPr>
            </w:pPr>
          </w:p>
        </w:tc>
        <w:tc>
          <w:tcPr>
            <w:tcW w:w="1418" w:type="dxa"/>
            <w:gridSpan w:val="6"/>
            <w:tcBorders>
              <w:top w:val="single" w:sz="6" w:space="0" w:color="auto"/>
              <w:left w:val="single" w:sz="6" w:space="0" w:color="auto"/>
              <w:bottom w:val="single" w:sz="6" w:space="0" w:color="auto"/>
              <w:right w:val="single" w:sz="6" w:space="0" w:color="auto"/>
            </w:tcBorders>
          </w:tcPr>
          <w:p w14:paraId="1C0E2AFB" w14:textId="77777777" w:rsidR="00096DC7" w:rsidRPr="008F643F" w:rsidRDefault="00096DC7" w:rsidP="00096DC7">
            <w:pPr>
              <w:pStyle w:val="Testotabella"/>
              <w:rPr>
                <w:rFonts w:ascii="Gotham" w:hAnsi="Gotham"/>
                <w:sz w:val="18"/>
              </w:rPr>
            </w:pPr>
          </w:p>
        </w:tc>
        <w:tc>
          <w:tcPr>
            <w:tcW w:w="4680" w:type="dxa"/>
            <w:gridSpan w:val="12"/>
            <w:tcBorders>
              <w:top w:val="single" w:sz="6" w:space="0" w:color="auto"/>
              <w:left w:val="single" w:sz="6" w:space="0" w:color="auto"/>
              <w:bottom w:val="single" w:sz="6" w:space="0" w:color="auto"/>
              <w:right w:val="double" w:sz="4" w:space="0" w:color="auto"/>
            </w:tcBorders>
          </w:tcPr>
          <w:p w14:paraId="6693B1AD" w14:textId="77777777" w:rsidR="00096DC7" w:rsidRPr="008F643F" w:rsidRDefault="00096DC7" w:rsidP="00096DC7">
            <w:pPr>
              <w:pStyle w:val="Testotabella"/>
              <w:rPr>
                <w:rFonts w:ascii="Gotham" w:hAnsi="Gotham"/>
                <w:sz w:val="18"/>
              </w:rPr>
            </w:pPr>
          </w:p>
        </w:tc>
      </w:tr>
      <w:tr w:rsidR="00096DC7" w14:paraId="17270270" w14:textId="77777777" w:rsidTr="000A404A">
        <w:trPr>
          <w:cantSplit/>
          <w:trHeight w:val="300"/>
        </w:trPr>
        <w:tc>
          <w:tcPr>
            <w:tcW w:w="789" w:type="dxa"/>
            <w:gridSpan w:val="5"/>
            <w:tcBorders>
              <w:top w:val="single" w:sz="6" w:space="0" w:color="auto"/>
              <w:left w:val="double" w:sz="6" w:space="0" w:color="auto"/>
              <w:bottom w:val="single" w:sz="6" w:space="0" w:color="auto"/>
              <w:right w:val="single" w:sz="6" w:space="0" w:color="auto"/>
            </w:tcBorders>
          </w:tcPr>
          <w:p w14:paraId="61EFB74C" w14:textId="77777777" w:rsidR="00096DC7" w:rsidRPr="008F643F" w:rsidRDefault="00096DC7" w:rsidP="00096DC7">
            <w:pPr>
              <w:pStyle w:val="Testotabella"/>
              <w:rPr>
                <w:rFonts w:ascii="Gotham" w:hAnsi="Gotham"/>
                <w:sz w:val="18"/>
              </w:rPr>
            </w:pPr>
          </w:p>
        </w:tc>
        <w:tc>
          <w:tcPr>
            <w:tcW w:w="3255" w:type="dxa"/>
            <w:gridSpan w:val="4"/>
            <w:tcBorders>
              <w:top w:val="single" w:sz="6" w:space="0" w:color="auto"/>
              <w:left w:val="single" w:sz="6" w:space="0" w:color="auto"/>
              <w:bottom w:val="single" w:sz="6" w:space="0" w:color="auto"/>
              <w:right w:val="single" w:sz="6" w:space="0" w:color="auto"/>
            </w:tcBorders>
          </w:tcPr>
          <w:p w14:paraId="4457D4D9" w14:textId="77777777" w:rsidR="00096DC7" w:rsidRPr="008F643F" w:rsidRDefault="00096DC7" w:rsidP="00096DC7">
            <w:pPr>
              <w:pStyle w:val="Testotabella"/>
              <w:rPr>
                <w:rFonts w:ascii="Gotham" w:hAnsi="Gotham"/>
                <w:sz w:val="18"/>
              </w:rPr>
            </w:pPr>
          </w:p>
        </w:tc>
        <w:tc>
          <w:tcPr>
            <w:tcW w:w="4672" w:type="dxa"/>
            <w:gridSpan w:val="20"/>
            <w:tcBorders>
              <w:top w:val="single" w:sz="6" w:space="0" w:color="auto"/>
              <w:left w:val="single" w:sz="6" w:space="0" w:color="auto"/>
              <w:bottom w:val="single" w:sz="6" w:space="0" w:color="auto"/>
              <w:right w:val="single" w:sz="6" w:space="0" w:color="auto"/>
            </w:tcBorders>
          </w:tcPr>
          <w:p w14:paraId="788D546E" w14:textId="77777777" w:rsidR="00096DC7" w:rsidRPr="008F643F" w:rsidRDefault="00096DC7" w:rsidP="00096DC7">
            <w:pPr>
              <w:pStyle w:val="Testotabella"/>
              <w:rPr>
                <w:rFonts w:ascii="Gotham" w:hAnsi="Gotham"/>
                <w:sz w:val="18"/>
              </w:rPr>
            </w:pPr>
          </w:p>
        </w:tc>
        <w:tc>
          <w:tcPr>
            <w:tcW w:w="1418" w:type="dxa"/>
            <w:gridSpan w:val="6"/>
            <w:tcBorders>
              <w:top w:val="single" w:sz="6" w:space="0" w:color="auto"/>
              <w:left w:val="single" w:sz="6" w:space="0" w:color="auto"/>
              <w:bottom w:val="single" w:sz="6" w:space="0" w:color="auto"/>
              <w:right w:val="single" w:sz="6" w:space="0" w:color="auto"/>
            </w:tcBorders>
          </w:tcPr>
          <w:p w14:paraId="60ED0ABA" w14:textId="77777777" w:rsidR="00096DC7" w:rsidRPr="008F643F" w:rsidRDefault="00096DC7" w:rsidP="00096DC7">
            <w:pPr>
              <w:pStyle w:val="Testotabella"/>
              <w:rPr>
                <w:rFonts w:ascii="Gotham" w:hAnsi="Gotham"/>
                <w:sz w:val="18"/>
              </w:rPr>
            </w:pPr>
          </w:p>
        </w:tc>
        <w:tc>
          <w:tcPr>
            <w:tcW w:w="4680" w:type="dxa"/>
            <w:gridSpan w:val="12"/>
            <w:tcBorders>
              <w:top w:val="single" w:sz="6" w:space="0" w:color="auto"/>
              <w:left w:val="single" w:sz="6" w:space="0" w:color="auto"/>
              <w:bottom w:val="single" w:sz="6" w:space="0" w:color="auto"/>
              <w:right w:val="double" w:sz="4" w:space="0" w:color="auto"/>
            </w:tcBorders>
          </w:tcPr>
          <w:p w14:paraId="00C16AB3" w14:textId="77777777" w:rsidR="00096DC7" w:rsidRPr="008F643F" w:rsidRDefault="00096DC7" w:rsidP="00096DC7">
            <w:pPr>
              <w:pStyle w:val="Testotabella"/>
              <w:rPr>
                <w:rFonts w:ascii="Gotham" w:hAnsi="Gotham"/>
                <w:sz w:val="18"/>
              </w:rPr>
            </w:pPr>
          </w:p>
        </w:tc>
      </w:tr>
      <w:tr w:rsidR="00096DC7" w14:paraId="26172B94" w14:textId="77777777" w:rsidTr="000A404A">
        <w:trPr>
          <w:cantSplit/>
          <w:trHeight w:val="300"/>
        </w:trPr>
        <w:tc>
          <w:tcPr>
            <w:tcW w:w="789" w:type="dxa"/>
            <w:gridSpan w:val="5"/>
            <w:tcBorders>
              <w:top w:val="single" w:sz="6" w:space="0" w:color="auto"/>
              <w:left w:val="double" w:sz="6" w:space="0" w:color="auto"/>
              <w:bottom w:val="single" w:sz="6" w:space="0" w:color="auto"/>
              <w:right w:val="single" w:sz="6" w:space="0" w:color="auto"/>
            </w:tcBorders>
          </w:tcPr>
          <w:p w14:paraId="4E953903" w14:textId="77777777" w:rsidR="00096DC7" w:rsidRPr="008F643F" w:rsidRDefault="00096DC7" w:rsidP="00096DC7">
            <w:pPr>
              <w:pStyle w:val="Testotabella"/>
              <w:rPr>
                <w:rFonts w:ascii="Gotham" w:hAnsi="Gotham"/>
                <w:sz w:val="18"/>
              </w:rPr>
            </w:pPr>
          </w:p>
        </w:tc>
        <w:tc>
          <w:tcPr>
            <w:tcW w:w="3255" w:type="dxa"/>
            <w:gridSpan w:val="4"/>
            <w:tcBorders>
              <w:top w:val="single" w:sz="6" w:space="0" w:color="auto"/>
              <w:left w:val="single" w:sz="6" w:space="0" w:color="auto"/>
              <w:bottom w:val="single" w:sz="6" w:space="0" w:color="auto"/>
              <w:right w:val="single" w:sz="6" w:space="0" w:color="auto"/>
            </w:tcBorders>
          </w:tcPr>
          <w:p w14:paraId="4DB90184" w14:textId="77777777" w:rsidR="00096DC7" w:rsidRPr="008F643F" w:rsidRDefault="00096DC7" w:rsidP="00096DC7">
            <w:pPr>
              <w:pStyle w:val="Testotabella"/>
              <w:rPr>
                <w:rFonts w:ascii="Gotham" w:hAnsi="Gotham"/>
                <w:sz w:val="18"/>
              </w:rPr>
            </w:pPr>
          </w:p>
        </w:tc>
        <w:tc>
          <w:tcPr>
            <w:tcW w:w="4672" w:type="dxa"/>
            <w:gridSpan w:val="20"/>
            <w:tcBorders>
              <w:top w:val="single" w:sz="6" w:space="0" w:color="auto"/>
              <w:left w:val="single" w:sz="6" w:space="0" w:color="auto"/>
              <w:bottom w:val="single" w:sz="6" w:space="0" w:color="auto"/>
              <w:right w:val="single" w:sz="6" w:space="0" w:color="auto"/>
            </w:tcBorders>
          </w:tcPr>
          <w:p w14:paraId="4D7C09E2" w14:textId="77777777" w:rsidR="00096DC7" w:rsidRPr="008F643F" w:rsidRDefault="00096DC7" w:rsidP="00096DC7">
            <w:pPr>
              <w:pStyle w:val="Testotabella"/>
              <w:rPr>
                <w:rFonts w:ascii="Gotham" w:hAnsi="Gotham"/>
                <w:sz w:val="18"/>
              </w:rPr>
            </w:pPr>
          </w:p>
        </w:tc>
        <w:tc>
          <w:tcPr>
            <w:tcW w:w="1418" w:type="dxa"/>
            <w:gridSpan w:val="6"/>
            <w:tcBorders>
              <w:top w:val="single" w:sz="6" w:space="0" w:color="auto"/>
              <w:left w:val="single" w:sz="6" w:space="0" w:color="auto"/>
              <w:bottom w:val="single" w:sz="6" w:space="0" w:color="auto"/>
              <w:right w:val="single" w:sz="6" w:space="0" w:color="auto"/>
            </w:tcBorders>
          </w:tcPr>
          <w:p w14:paraId="2A93F048" w14:textId="77777777" w:rsidR="00096DC7" w:rsidRPr="008F643F" w:rsidRDefault="00096DC7" w:rsidP="00096DC7">
            <w:pPr>
              <w:pStyle w:val="Testotabella"/>
              <w:rPr>
                <w:rFonts w:ascii="Gotham" w:hAnsi="Gotham"/>
                <w:sz w:val="18"/>
              </w:rPr>
            </w:pPr>
          </w:p>
        </w:tc>
        <w:tc>
          <w:tcPr>
            <w:tcW w:w="4680" w:type="dxa"/>
            <w:gridSpan w:val="12"/>
            <w:tcBorders>
              <w:top w:val="single" w:sz="6" w:space="0" w:color="auto"/>
              <w:left w:val="single" w:sz="6" w:space="0" w:color="auto"/>
              <w:bottom w:val="single" w:sz="6" w:space="0" w:color="auto"/>
              <w:right w:val="double" w:sz="4" w:space="0" w:color="auto"/>
            </w:tcBorders>
          </w:tcPr>
          <w:p w14:paraId="0875B115" w14:textId="77777777" w:rsidR="00096DC7" w:rsidRPr="008F643F" w:rsidRDefault="00096DC7" w:rsidP="00096DC7">
            <w:pPr>
              <w:pStyle w:val="Testotabella"/>
              <w:rPr>
                <w:rFonts w:ascii="Gotham" w:hAnsi="Gotham"/>
                <w:sz w:val="18"/>
              </w:rPr>
            </w:pPr>
          </w:p>
        </w:tc>
      </w:tr>
      <w:tr w:rsidR="00096DC7" w14:paraId="1BFD7C29" w14:textId="77777777" w:rsidTr="000A404A">
        <w:trPr>
          <w:cantSplit/>
          <w:trHeight w:val="300"/>
        </w:trPr>
        <w:tc>
          <w:tcPr>
            <w:tcW w:w="789" w:type="dxa"/>
            <w:gridSpan w:val="5"/>
            <w:tcBorders>
              <w:top w:val="single" w:sz="6" w:space="0" w:color="auto"/>
              <w:left w:val="double" w:sz="6" w:space="0" w:color="auto"/>
              <w:bottom w:val="single" w:sz="6" w:space="0" w:color="auto"/>
              <w:right w:val="single" w:sz="6" w:space="0" w:color="auto"/>
            </w:tcBorders>
          </w:tcPr>
          <w:p w14:paraId="61EF820A" w14:textId="77777777" w:rsidR="00096DC7" w:rsidRPr="008F643F" w:rsidRDefault="00096DC7" w:rsidP="00096DC7">
            <w:pPr>
              <w:pStyle w:val="Testotabella"/>
              <w:rPr>
                <w:rFonts w:ascii="Gotham" w:hAnsi="Gotham"/>
                <w:sz w:val="18"/>
              </w:rPr>
            </w:pPr>
          </w:p>
        </w:tc>
        <w:tc>
          <w:tcPr>
            <w:tcW w:w="3255" w:type="dxa"/>
            <w:gridSpan w:val="4"/>
            <w:tcBorders>
              <w:top w:val="single" w:sz="6" w:space="0" w:color="auto"/>
              <w:left w:val="single" w:sz="6" w:space="0" w:color="auto"/>
              <w:bottom w:val="single" w:sz="6" w:space="0" w:color="auto"/>
              <w:right w:val="single" w:sz="6" w:space="0" w:color="auto"/>
            </w:tcBorders>
          </w:tcPr>
          <w:p w14:paraId="3C5C9918" w14:textId="77777777" w:rsidR="00096DC7" w:rsidRPr="008F643F" w:rsidRDefault="00096DC7" w:rsidP="00096DC7">
            <w:pPr>
              <w:pStyle w:val="Testotabella"/>
              <w:rPr>
                <w:rFonts w:ascii="Gotham" w:hAnsi="Gotham"/>
                <w:sz w:val="18"/>
              </w:rPr>
            </w:pPr>
          </w:p>
        </w:tc>
        <w:tc>
          <w:tcPr>
            <w:tcW w:w="4672" w:type="dxa"/>
            <w:gridSpan w:val="20"/>
            <w:tcBorders>
              <w:top w:val="single" w:sz="6" w:space="0" w:color="auto"/>
              <w:left w:val="single" w:sz="6" w:space="0" w:color="auto"/>
              <w:bottom w:val="single" w:sz="6" w:space="0" w:color="auto"/>
              <w:right w:val="single" w:sz="6" w:space="0" w:color="auto"/>
            </w:tcBorders>
          </w:tcPr>
          <w:p w14:paraId="4769F0EE" w14:textId="77777777" w:rsidR="00096DC7" w:rsidRPr="008F643F" w:rsidRDefault="00096DC7" w:rsidP="00096DC7">
            <w:pPr>
              <w:pStyle w:val="Testotabella"/>
              <w:rPr>
                <w:rFonts w:ascii="Gotham" w:hAnsi="Gotham"/>
                <w:sz w:val="18"/>
              </w:rPr>
            </w:pPr>
          </w:p>
        </w:tc>
        <w:tc>
          <w:tcPr>
            <w:tcW w:w="1418" w:type="dxa"/>
            <w:gridSpan w:val="6"/>
            <w:tcBorders>
              <w:top w:val="single" w:sz="6" w:space="0" w:color="auto"/>
              <w:left w:val="single" w:sz="6" w:space="0" w:color="auto"/>
              <w:bottom w:val="single" w:sz="6" w:space="0" w:color="auto"/>
              <w:right w:val="single" w:sz="6" w:space="0" w:color="auto"/>
            </w:tcBorders>
          </w:tcPr>
          <w:p w14:paraId="464CB1AD" w14:textId="77777777" w:rsidR="00096DC7" w:rsidRPr="008F643F" w:rsidRDefault="00096DC7" w:rsidP="00096DC7">
            <w:pPr>
              <w:pStyle w:val="Testotabella"/>
              <w:rPr>
                <w:rFonts w:ascii="Gotham" w:hAnsi="Gotham"/>
                <w:sz w:val="18"/>
              </w:rPr>
            </w:pPr>
          </w:p>
        </w:tc>
        <w:tc>
          <w:tcPr>
            <w:tcW w:w="4680" w:type="dxa"/>
            <w:gridSpan w:val="12"/>
            <w:tcBorders>
              <w:top w:val="single" w:sz="6" w:space="0" w:color="auto"/>
              <w:left w:val="single" w:sz="6" w:space="0" w:color="auto"/>
              <w:bottom w:val="single" w:sz="6" w:space="0" w:color="auto"/>
              <w:right w:val="double" w:sz="4" w:space="0" w:color="auto"/>
            </w:tcBorders>
          </w:tcPr>
          <w:p w14:paraId="0749242D" w14:textId="77777777" w:rsidR="00096DC7" w:rsidRPr="008F643F" w:rsidRDefault="00096DC7" w:rsidP="00096DC7">
            <w:pPr>
              <w:pStyle w:val="Testotabella"/>
              <w:rPr>
                <w:rFonts w:ascii="Gotham" w:hAnsi="Gotham"/>
                <w:sz w:val="18"/>
              </w:rPr>
            </w:pPr>
          </w:p>
        </w:tc>
      </w:tr>
      <w:tr w:rsidR="00096DC7" w14:paraId="097AB5EE" w14:textId="77777777" w:rsidTr="000A404A">
        <w:trPr>
          <w:cantSplit/>
          <w:trHeight w:val="300"/>
        </w:trPr>
        <w:tc>
          <w:tcPr>
            <w:tcW w:w="789" w:type="dxa"/>
            <w:gridSpan w:val="5"/>
            <w:tcBorders>
              <w:top w:val="single" w:sz="6" w:space="0" w:color="auto"/>
              <w:left w:val="double" w:sz="6" w:space="0" w:color="auto"/>
              <w:bottom w:val="single" w:sz="6" w:space="0" w:color="auto"/>
              <w:right w:val="single" w:sz="6" w:space="0" w:color="auto"/>
            </w:tcBorders>
          </w:tcPr>
          <w:p w14:paraId="6690F201" w14:textId="77777777" w:rsidR="00096DC7" w:rsidRPr="008F643F" w:rsidRDefault="00096DC7" w:rsidP="00096DC7">
            <w:pPr>
              <w:pStyle w:val="Testotabella"/>
              <w:rPr>
                <w:rFonts w:ascii="Gotham" w:hAnsi="Gotham"/>
                <w:sz w:val="18"/>
              </w:rPr>
            </w:pPr>
          </w:p>
        </w:tc>
        <w:tc>
          <w:tcPr>
            <w:tcW w:w="3255" w:type="dxa"/>
            <w:gridSpan w:val="4"/>
            <w:tcBorders>
              <w:top w:val="single" w:sz="6" w:space="0" w:color="auto"/>
              <w:left w:val="single" w:sz="6" w:space="0" w:color="auto"/>
              <w:bottom w:val="single" w:sz="6" w:space="0" w:color="auto"/>
              <w:right w:val="single" w:sz="6" w:space="0" w:color="auto"/>
            </w:tcBorders>
          </w:tcPr>
          <w:p w14:paraId="61A10AA5" w14:textId="77777777" w:rsidR="00096DC7" w:rsidRPr="008F643F" w:rsidRDefault="00096DC7" w:rsidP="00096DC7">
            <w:pPr>
              <w:pStyle w:val="Testotabella"/>
              <w:rPr>
                <w:rFonts w:ascii="Gotham" w:hAnsi="Gotham"/>
                <w:sz w:val="18"/>
              </w:rPr>
            </w:pPr>
          </w:p>
        </w:tc>
        <w:tc>
          <w:tcPr>
            <w:tcW w:w="4672" w:type="dxa"/>
            <w:gridSpan w:val="20"/>
            <w:tcBorders>
              <w:top w:val="single" w:sz="6" w:space="0" w:color="auto"/>
              <w:left w:val="single" w:sz="6" w:space="0" w:color="auto"/>
              <w:bottom w:val="single" w:sz="6" w:space="0" w:color="auto"/>
              <w:right w:val="single" w:sz="6" w:space="0" w:color="auto"/>
            </w:tcBorders>
          </w:tcPr>
          <w:p w14:paraId="7A224690" w14:textId="77777777" w:rsidR="00096DC7" w:rsidRPr="008F643F" w:rsidRDefault="00096DC7" w:rsidP="00096DC7">
            <w:pPr>
              <w:pStyle w:val="Testotabella"/>
              <w:rPr>
                <w:rFonts w:ascii="Gotham" w:hAnsi="Gotham"/>
                <w:sz w:val="18"/>
              </w:rPr>
            </w:pPr>
          </w:p>
        </w:tc>
        <w:tc>
          <w:tcPr>
            <w:tcW w:w="1418" w:type="dxa"/>
            <w:gridSpan w:val="6"/>
            <w:tcBorders>
              <w:top w:val="single" w:sz="6" w:space="0" w:color="auto"/>
              <w:left w:val="single" w:sz="6" w:space="0" w:color="auto"/>
              <w:bottom w:val="single" w:sz="6" w:space="0" w:color="auto"/>
              <w:right w:val="single" w:sz="6" w:space="0" w:color="auto"/>
            </w:tcBorders>
          </w:tcPr>
          <w:p w14:paraId="0FF9EE5D" w14:textId="77777777" w:rsidR="00096DC7" w:rsidRPr="008F643F" w:rsidRDefault="00096DC7" w:rsidP="00096DC7">
            <w:pPr>
              <w:pStyle w:val="Testotabella"/>
              <w:rPr>
                <w:rFonts w:ascii="Gotham" w:hAnsi="Gotham"/>
                <w:sz w:val="18"/>
              </w:rPr>
            </w:pPr>
          </w:p>
        </w:tc>
        <w:tc>
          <w:tcPr>
            <w:tcW w:w="4680" w:type="dxa"/>
            <w:gridSpan w:val="12"/>
            <w:tcBorders>
              <w:top w:val="single" w:sz="6" w:space="0" w:color="auto"/>
              <w:left w:val="single" w:sz="6" w:space="0" w:color="auto"/>
              <w:bottom w:val="single" w:sz="6" w:space="0" w:color="auto"/>
              <w:right w:val="double" w:sz="4" w:space="0" w:color="auto"/>
            </w:tcBorders>
          </w:tcPr>
          <w:p w14:paraId="023A166B" w14:textId="77777777" w:rsidR="00096DC7" w:rsidRPr="008F643F" w:rsidRDefault="00096DC7" w:rsidP="00096DC7">
            <w:pPr>
              <w:pStyle w:val="Testotabella"/>
              <w:rPr>
                <w:rFonts w:ascii="Gotham" w:hAnsi="Gotham"/>
                <w:sz w:val="18"/>
              </w:rPr>
            </w:pPr>
          </w:p>
        </w:tc>
      </w:tr>
      <w:tr w:rsidR="00096DC7" w:rsidRPr="001D5140" w14:paraId="3DF14133" w14:textId="77777777" w:rsidTr="000A404A">
        <w:trPr>
          <w:cantSplit/>
          <w:trHeight w:val="1105"/>
        </w:trPr>
        <w:tc>
          <w:tcPr>
            <w:tcW w:w="14814" w:type="dxa"/>
            <w:gridSpan w:val="47"/>
            <w:tcBorders>
              <w:top w:val="single" w:sz="6" w:space="0" w:color="auto"/>
              <w:left w:val="double" w:sz="6" w:space="0" w:color="auto"/>
              <w:bottom w:val="double" w:sz="6" w:space="0" w:color="auto"/>
              <w:right w:val="double" w:sz="6" w:space="0" w:color="auto"/>
            </w:tcBorders>
          </w:tcPr>
          <w:p w14:paraId="43A221A3" w14:textId="77777777" w:rsidR="00096DC7" w:rsidRPr="008F643F" w:rsidRDefault="00096DC7" w:rsidP="00096DC7">
            <w:pPr>
              <w:pStyle w:val="Testotabella"/>
              <w:spacing w:before="120" w:line="120" w:lineRule="auto"/>
              <w:ind w:left="0"/>
              <w:rPr>
                <w:rFonts w:ascii="Gotham" w:hAnsi="Gotham"/>
                <w:b/>
                <w:strike/>
                <w:color w:val="FF0000"/>
                <w:sz w:val="18"/>
                <w:lang w:val="en-GB"/>
              </w:rPr>
            </w:pPr>
            <w:r w:rsidRPr="008F643F">
              <w:rPr>
                <w:rFonts w:ascii="Gotham" w:hAnsi="Gotham"/>
                <w:lang w:val="en-GB"/>
              </w:rPr>
              <w:t>12. Inspector Stamp, Signature and Date</w:t>
            </w:r>
          </w:p>
        </w:tc>
      </w:tr>
      <w:tr w:rsidR="00096DC7" w14:paraId="02975638" w14:textId="77777777" w:rsidTr="000A404A">
        <w:trPr>
          <w:cantSplit/>
        </w:trPr>
        <w:tc>
          <w:tcPr>
            <w:tcW w:w="2356" w:type="dxa"/>
            <w:gridSpan w:val="7"/>
            <w:tcBorders>
              <w:top w:val="double" w:sz="6" w:space="0" w:color="auto"/>
              <w:left w:val="double" w:sz="6" w:space="0" w:color="auto"/>
              <w:bottom w:val="single" w:sz="6" w:space="0" w:color="auto"/>
              <w:right w:val="single" w:sz="6" w:space="0" w:color="auto"/>
            </w:tcBorders>
            <w:vAlign w:val="center"/>
          </w:tcPr>
          <w:p w14:paraId="1F2CB431" w14:textId="77777777" w:rsidR="00096DC7" w:rsidRPr="008F643F" w:rsidRDefault="00096DC7" w:rsidP="00096DC7">
            <w:pPr>
              <w:pStyle w:val="Testotabella"/>
              <w:jc w:val="center"/>
              <w:rPr>
                <w:rFonts w:ascii="Gotham" w:hAnsi="Gotham"/>
                <w:sz w:val="18"/>
                <w:lang w:val="en-GB"/>
              </w:rPr>
            </w:pPr>
            <w:r w:rsidRPr="008F643F">
              <w:rPr>
                <w:rFonts w:ascii="Gotham" w:hAnsi="Gotham"/>
                <w:lang w:val="en-GB"/>
              </w:rPr>
              <w:lastRenderedPageBreak/>
              <w:br w:type="page"/>
            </w:r>
            <w:r w:rsidRPr="008F643F">
              <w:rPr>
                <w:rFonts w:ascii="Gotham" w:hAnsi="Gotham"/>
                <w:noProof/>
              </w:rPr>
              <w:t>SUPPLIER LOGO</w:t>
            </w:r>
          </w:p>
        </w:tc>
        <w:tc>
          <w:tcPr>
            <w:tcW w:w="8978" w:type="dxa"/>
            <w:gridSpan w:val="32"/>
            <w:tcBorders>
              <w:top w:val="double" w:sz="6" w:space="0" w:color="auto"/>
              <w:left w:val="single" w:sz="6" w:space="0" w:color="auto"/>
              <w:right w:val="single" w:sz="6" w:space="0" w:color="auto"/>
            </w:tcBorders>
          </w:tcPr>
          <w:p w14:paraId="11098635" w14:textId="77777777" w:rsidR="00096DC7" w:rsidRPr="008F643F" w:rsidRDefault="00096DC7" w:rsidP="00096DC7">
            <w:pPr>
              <w:pStyle w:val="Testotabella"/>
              <w:spacing w:before="120"/>
              <w:ind w:left="0"/>
              <w:jc w:val="center"/>
              <w:rPr>
                <w:rFonts w:ascii="Gotham" w:hAnsi="Gotham"/>
                <w:sz w:val="18"/>
                <w:lang w:val="en-GB"/>
              </w:rPr>
            </w:pPr>
            <w:r w:rsidRPr="008F643F">
              <w:rPr>
                <w:rFonts w:ascii="Gotham" w:hAnsi="Gotham"/>
                <w:sz w:val="24"/>
                <w:lang w:val="en-GB"/>
              </w:rPr>
              <w:t>MANUFACTURING INSPECTION REPORT (MIR)</w:t>
            </w:r>
          </w:p>
          <w:p w14:paraId="356E60E4" w14:textId="77777777" w:rsidR="00096DC7" w:rsidRPr="008F643F" w:rsidRDefault="00096DC7" w:rsidP="00096DC7">
            <w:pPr>
              <w:pStyle w:val="Testotabella"/>
              <w:spacing w:line="240" w:lineRule="auto"/>
              <w:ind w:left="0"/>
              <w:rPr>
                <w:rFonts w:ascii="Gotham" w:hAnsi="Gotham"/>
                <w:sz w:val="18"/>
                <w:lang w:val="en-GB"/>
              </w:rPr>
            </w:pPr>
          </w:p>
          <w:p w14:paraId="6687E929" w14:textId="77777777" w:rsidR="00096DC7" w:rsidRPr="008F643F" w:rsidRDefault="00096DC7" w:rsidP="00096DC7">
            <w:pPr>
              <w:pStyle w:val="Testotabella"/>
              <w:tabs>
                <w:tab w:val="left" w:pos="1896"/>
                <w:tab w:val="left" w:pos="2605"/>
                <w:tab w:val="left" w:pos="5014"/>
                <w:tab w:val="left" w:pos="5723"/>
                <w:tab w:val="left" w:pos="8700"/>
              </w:tabs>
              <w:rPr>
                <w:rFonts w:ascii="Gotham" w:hAnsi="Gotham"/>
                <w:sz w:val="18"/>
                <w:lang w:val="en-GB"/>
              </w:rPr>
            </w:pPr>
          </w:p>
          <w:p w14:paraId="0708BE0A" w14:textId="77777777" w:rsidR="00096DC7" w:rsidRPr="008F643F" w:rsidRDefault="00096DC7" w:rsidP="00096DC7">
            <w:pPr>
              <w:pStyle w:val="Testotabella"/>
              <w:ind w:left="0"/>
              <w:jc w:val="center"/>
              <w:rPr>
                <w:rFonts w:ascii="Gotham" w:hAnsi="Gotham"/>
                <w:b/>
                <w:sz w:val="18"/>
                <w:lang w:val="en-GB"/>
              </w:rPr>
            </w:pPr>
            <w:r w:rsidRPr="008F643F">
              <w:rPr>
                <w:rFonts w:ascii="Gotham" w:hAnsi="Gotham" w:cs="Arial"/>
                <w:b/>
                <w:lang w:val="en-GB"/>
              </w:rPr>
              <w:t>P/Ns WEIGHT DATA REQUESTED BY</w:t>
            </w:r>
            <w:r w:rsidRPr="008F643F">
              <w:rPr>
                <w:rFonts w:ascii="Gotham" w:hAnsi="Gotham"/>
                <w:b/>
                <w:lang w:val="en-GB"/>
              </w:rPr>
              <w:t xml:space="preserve"> TSD</w:t>
            </w:r>
          </w:p>
        </w:tc>
        <w:tc>
          <w:tcPr>
            <w:tcW w:w="3480" w:type="dxa"/>
            <w:gridSpan w:val="8"/>
            <w:tcBorders>
              <w:top w:val="double" w:sz="6" w:space="0" w:color="auto"/>
              <w:left w:val="single" w:sz="6" w:space="0" w:color="auto"/>
              <w:right w:val="double" w:sz="6" w:space="0" w:color="auto"/>
            </w:tcBorders>
          </w:tcPr>
          <w:p w14:paraId="756F2793" w14:textId="77777777" w:rsidR="00096DC7" w:rsidRPr="008F643F" w:rsidRDefault="00096DC7" w:rsidP="00096DC7">
            <w:pPr>
              <w:pStyle w:val="Testotabella"/>
              <w:rPr>
                <w:rFonts w:ascii="Gotham" w:hAnsi="Gotham"/>
                <w:lang w:val="de-DE"/>
              </w:rPr>
            </w:pPr>
            <w:r w:rsidRPr="008F643F">
              <w:rPr>
                <w:rFonts w:ascii="Gotham" w:hAnsi="Gotham"/>
                <w:lang w:val="de-DE"/>
              </w:rPr>
              <w:t>6.</w:t>
            </w:r>
          </w:p>
          <w:p w14:paraId="444E171B" w14:textId="77777777" w:rsidR="00096DC7" w:rsidRPr="008F643F" w:rsidRDefault="00096DC7" w:rsidP="00096DC7">
            <w:pPr>
              <w:pStyle w:val="Testotabella"/>
              <w:rPr>
                <w:rFonts w:ascii="Gotham" w:hAnsi="Gotham"/>
                <w:lang w:val="de-DE"/>
              </w:rPr>
            </w:pPr>
          </w:p>
          <w:p w14:paraId="02D94572" w14:textId="77777777" w:rsidR="00096DC7" w:rsidRPr="008F643F" w:rsidRDefault="00096DC7" w:rsidP="00096DC7">
            <w:pPr>
              <w:pStyle w:val="Testotabella"/>
              <w:rPr>
                <w:rFonts w:ascii="Gotham" w:hAnsi="Gotham"/>
                <w:lang w:val="de-DE"/>
              </w:rPr>
            </w:pPr>
            <w:r w:rsidRPr="008F643F">
              <w:rPr>
                <w:rFonts w:ascii="Gotham" w:hAnsi="Gotham"/>
                <w:lang w:val="de-DE"/>
              </w:rPr>
              <w:t>MIR n..................       Iss. .......</w:t>
            </w:r>
          </w:p>
          <w:p w14:paraId="6449E9B3" w14:textId="77777777" w:rsidR="00096DC7" w:rsidRPr="008F643F" w:rsidRDefault="00096DC7" w:rsidP="00096DC7">
            <w:pPr>
              <w:pStyle w:val="Testotabella"/>
              <w:rPr>
                <w:rFonts w:ascii="Gotham" w:hAnsi="Gotham"/>
                <w:lang w:val="de-DE"/>
              </w:rPr>
            </w:pPr>
            <w:r w:rsidRPr="008F643F">
              <w:rPr>
                <w:rFonts w:ascii="Gotham" w:hAnsi="Gotham"/>
                <w:lang w:val="de-DE"/>
              </w:rPr>
              <w:t xml:space="preserve">                                   </w:t>
            </w:r>
          </w:p>
        </w:tc>
      </w:tr>
      <w:tr w:rsidR="00096DC7" w14:paraId="780FDA8D" w14:textId="77777777" w:rsidTr="000A404A">
        <w:trPr>
          <w:cantSplit/>
        </w:trPr>
        <w:tc>
          <w:tcPr>
            <w:tcW w:w="2356" w:type="dxa"/>
            <w:gridSpan w:val="7"/>
            <w:vMerge w:val="restart"/>
            <w:tcBorders>
              <w:top w:val="single" w:sz="6" w:space="0" w:color="auto"/>
              <w:left w:val="double" w:sz="6" w:space="0" w:color="auto"/>
              <w:right w:val="single" w:sz="6" w:space="0" w:color="auto"/>
            </w:tcBorders>
          </w:tcPr>
          <w:p w14:paraId="02D352D4" w14:textId="77777777" w:rsidR="00096DC7" w:rsidRPr="008F643F" w:rsidRDefault="00096DC7" w:rsidP="00096DC7">
            <w:pPr>
              <w:pStyle w:val="Testotabella"/>
              <w:rPr>
                <w:rFonts w:ascii="Gotham" w:hAnsi="Gotham"/>
                <w:sz w:val="18"/>
              </w:rPr>
            </w:pPr>
            <w:r w:rsidRPr="008F643F">
              <w:rPr>
                <w:rFonts w:ascii="Gotham" w:hAnsi="Gotham"/>
              </w:rPr>
              <w:t>1. Supplier</w:t>
            </w:r>
          </w:p>
        </w:tc>
        <w:tc>
          <w:tcPr>
            <w:tcW w:w="8978" w:type="dxa"/>
            <w:gridSpan w:val="32"/>
            <w:tcBorders>
              <w:left w:val="single" w:sz="6" w:space="0" w:color="auto"/>
              <w:bottom w:val="single" w:sz="6" w:space="0" w:color="auto"/>
              <w:right w:val="single" w:sz="6" w:space="0" w:color="auto"/>
            </w:tcBorders>
          </w:tcPr>
          <w:p w14:paraId="001D3024" w14:textId="77777777" w:rsidR="00096DC7" w:rsidRPr="008F643F" w:rsidRDefault="00096DC7" w:rsidP="00096DC7">
            <w:pPr>
              <w:pStyle w:val="Testotabella"/>
              <w:rPr>
                <w:rFonts w:ascii="Gotham" w:hAnsi="Gotham"/>
                <w:sz w:val="18"/>
              </w:rPr>
            </w:pPr>
          </w:p>
        </w:tc>
        <w:tc>
          <w:tcPr>
            <w:tcW w:w="3480" w:type="dxa"/>
            <w:gridSpan w:val="8"/>
            <w:tcBorders>
              <w:left w:val="single" w:sz="6" w:space="0" w:color="auto"/>
              <w:right w:val="double" w:sz="6" w:space="0" w:color="auto"/>
            </w:tcBorders>
          </w:tcPr>
          <w:p w14:paraId="7ACC8420" w14:textId="77777777" w:rsidR="00096DC7" w:rsidRPr="008F643F" w:rsidRDefault="00096DC7" w:rsidP="00096DC7">
            <w:pPr>
              <w:pStyle w:val="Testotabella"/>
              <w:rPr>
                <w:rFonts w:ascii="Gotham" w:hAnsi="Gotham"/>
              </w:rPr>
            </w:pPr>
            <w:proofErr w:type="spellStart"/>
            <w:r w:rsidRPr="008F643F">
              <w:rPr>
                <w:rFonts w:ascii="Gotham" w:hAnsi="Gotham"/>
              </w:rPr>
              <w:t>Chapter</w:t>
            </w:r>
            <w:proofErr w:type="spellEnd"/>
            <w:r w:rsidRPr="008F643F">
              <w:rPr>
                <w:rFonts w:ascii="Gotham" w:hAnsi="Gotham"/>
              </w:rPr>
              <w:t xml:space="preserve"> 6</w:t>
            </w:r>
          </w:p>
          <w:p w14:paraId="12F5BAE7" w14:textId="77777777" w:rsidR="00096DC7" w:rsidRPr="008F643F" w:rsidRDefault="00096DC7" w:rsidP="00096DC7">
            <w:pPr>
              <w:pStyle w:val="Testotabella"/>
              <w:rPr>
                <w:rFonts w:ascii="Gotham" w:hAnsi="Gotham"/>
              </w:rPr>
            </w:pPr>
          </w:p>
        </w:tc>
      </w:tr>
      <w:tr w:rsidR="00096DC7" w:rsidRPr="007A6337" w14:paraId="663112CC" w14:textId="77777777" w:rsidTr="000A404A">
        <w:trPr>
          <w:cantSplit/>
        </w:trPr>
        <w:tc>
          <w:tcPr>
            <w:tcW w:w="2356" w:type="dxa"/>
            <w:gridSpan w:val="7"/>
            <w:vMerge/>
            <w:tcBorders>
              <w:left w:val="double" w:sz="6" w:space="0" w:color="auto"/>
              <w:bottom w:val="single" w:sz="6" w:space="0" w:color="auto"/>
              <w:right w:val="single" w:sz="6" w:space="0" w:color="auto"/>
            </w:tcBorders>
          </w:tcPr>
          <w:p w14:paraId="13403AA0" w14:textId="77777777" w:rsidR="00096DC7" w:rsidRPr="008F643F" w:rsidRDefault="00096DC7" w:rsidP="00096DC7">
            <w:pPr>
              <w:pStyle w:val="Testotabella"/>
              <w:rPr>
                <w:rFonts w:ascii="Gotham" w:hAnsi="Gotham"/>
                <w:sz w:val="18"/>
              </w:rPr>
            </w:pPr>
          </w:p>
        </w:tc>
        <w:tc>
          <w:tcPr>
            <w:tcW w:w="1833" w:type="dxa"/>
            <w:gridSpan w:val="5"/>
            <w:tcBorders>
              <w:top w:val="single" w:sz="6" w:space="0" w:color="auto"/>
              <w:left w:val="single" w:sz="6" w:space="0" w:color="auto"/>
              <w:bottom w:val="single" w:sz="6" w:space="0" w:color="auto"/>
              <w:right w:val="single" w:sz="6" w:space="0" w:color="auto"/>
            </w:tcBorders>
          </w:tcPr>
          <w:p w14:paraId="2215D914" w14:textId="77777777" w:rsidR="00096DC7" w:rsidRPr="008F643F" w:rsidRDefault="00096DC7" w:rsidP="00096DC7">
            <w:pPr>
              <w:pStyle w:val="Testotabella"/>
              <w:rPr>
                <w:rFonts w:ascii="Gotham" w:hAnsi="Gotham"/>
              </w:rPr>
            </w:pPr>
            <w:r w:rsidRPr="008F643F">
              <w:rPr>
                <w:rFonts w:ascii="Gotham" w:hAnsi="Gotham"/>
              </w:rPr>
              <w:t>2. P/N</w:t>
            </w:r>
          </w:p>
        </w:tc>
        <w:tc>
          <w:tcPr>
            <w:tcW w:w="1834" w:type="dxa"/>
            <w:gridSpan w:val="8"/>
            <w:tcBorders>
              <w:top w:val="single" w:sz="6" w:space="0" w:color="auto"/>
              <w:left w:val="single" w:sz="6" w:space="0" w:color="auto"/>
              <w:bottom w:val="single" w:sz="6" w:space="0" w:color="auto"/>
              <w:right w:val="single" w:sz="6" w:space="0" w:color="auto"/>
            </w:tcBorders>
          </w:tcPr>
          <w:p w14:paraId="3B359CA6" w14:textId="77777777" w:rsidR="00096DC7" w:rsidRPr="008F643F" w:rsidRDefault="00096DC7" w:rsidP="00096DC7">
            <w:pPr>
              <w:pStyle w:val="Testotabella"/>
              <w:rPr>
                <w:rFonts w:ascii="Gotham" w:hAnsi="Gotham"/>
                <w:lang w:val="en-GB"/>
              </w:rPr>
            </w:pPr>
            <w:r w:rsidRPr="008F643F">
              <w:rPr>
                <w:rFonts w:ascii="Gotham" w:hAnsi="Gotham"/>
                <w:lang w:val="en-GB"/>
              </w:rPr>
              <w:t>3. Drawing Issue</w:t>
            </w:r>
          </w:p>
        </w:tc>
        <w:tc>
          <w:tcPr>
            <w:tcW w:w="2268" w:type="dxa"/>
            <w:gridSpan w:val="8"/>
            <w:tcBorders>
              <w:top w:val="single" w:sz="6" w:space="0" w:color="auto"/>
              <w:left w:val="single" w:sz="6" w:space="0" w:color="auto"/>
              <w:bottom w:val="single" w:sz="6" w:space="0" w:color="auto"/>
              <w:right w:val="single" w:sz="6" w:space="0" w:color="auto"/>
            </w:tcBorders>
          </w:tcPr>
          <w:p w14:paraId="12C7519E" w14:textId="77777777" w:rsidR="00096DC7" w:rsidRPr="008F643F" w:rsidRDefault="00096DC7" w:rsidP="00096DC7">
            <w:pPr>
              <w:pStyle w:val="Testotabella"/>
              <w:rPr>
                <w:rFonts w:ascii="Gotham" w:hAnsi="Gotham"/>
                <w:lang w:val="en-US"/>
              </w:rPr>
            </w:pPr>
            <w:r w:rsidRPr="008F643F">
              <w:rPr>
                <w:rFonts w:ascii="Gotham" w:hAnsi="Gotham"/>
                <w:lang w:val="en-US"/>
              </w:rPr>
              <w:t>4. S/N</w:t>
            </w:r>
          </w:p>
        </w:tc>
        <w:tc>
          <w:tcPr>
            <w:tcW w:w="3043" w:type="dxa"/>
            <w:gridSpan w:val="11"/>
            <w:tcBorders>
              <w:top w:val="single" w:sz="6" w:space="0" w:color="auto"/>
              <w:left w:val="single" w:sz="6" w:space="0" w:color="auto"/>
              <w:bottom w:val="single" w:sz="6" w:space="0" w:color="auto"/>
              <w:right w:val="single" w:sz="6" w:space="0" w:color="auto"/>
            </w:tcBorders>
          </w:tcPr>
          <w:p w14:paraId="0392CE8D" w14:textId="77777777" w:rsidR="00096DC7" w:rsidRPr="008F643F" w:rsidRDefault="00096DC7" w:rsidP="00096DC7">
            <w:pPr>
              <w:pStyle w:val="Testotabella"/>
              <w:rPr>
                <w:rFonts w:ascii="Gotham" w:hAnsi="Gotham"/>
                <w:lang w:val="en-US"/>
              </w:rPr>
            </w:pPr>
            <w:r w:rsidRPr="008F643F">
              <w:rPr>
                <w:rFonts w:ascii="Gotham" w:hAnsi="Gotham"/>
                <w:lang w:val="en-US"/>
              </w:rPr>
              <w:t xml:space="preserve">5. H/C Mod. or </w:t>
            </w:r>
            <w:proofErr w:type="spellStart"/>
            <w:r w:rsidRPr="008F643F">
              <w:rPr>
                <w:rFonts w:ascii="Gotham" w:hAnsi="Gotham"/>
                <w:lang w:val="en-US"/>
              </w:rPr>
              <w:t>Vers</w:t>
            </w:r>
            <w:proofErr w:type="spellEnd"/>
            <w:r w:rsidRPr="008F643F">
              <w:rPr>
                <w:rFonts w:ascii="Gotham" w:hAnsi="Gotham"/>
                <w:lang w:val="en-US"/>
              </w:rPr>
              <w:t xml:space="preserve">. </w:t>
            </w:r>
          </w:p>
          <w:p w14:paraId="320ABAE2" w14:textId="77777777" w:rsidR="00096DC7" w:rsidRPr="008F643F" w:rsidRDefault="00096DC7" w:rsidP="00096DC7">
            <w:pPr>
              <w:pStyle w:val="Testotabella"/>
              <w:rPr>
                <w:rFonts w:ascii="Gotham" w:hAnsi="Gotham"/>
                <w:lang w:val="en-US"/>
              </w:rPr>
            </w:pPr>
          </w:p>
        </w:tc>
        <w:tc>
          <w:tcPr>
            <w:tcW w:w="3480" w:type="dxa"/>
            <w:gridSpan w:val="8"/>
            <w:tcBorders>
              <w:left w:val="single" w:sz="6" w:space="0" w:color="auto"/>
              <w:bottom w:val="single" w:sz="6" w:space="0" w:color="auto"/>
              <w:right w:val="double" w:sz="6" w:space="0" w:color="auto"/>
            </w:tcBorders>
          </w:tcPr>
          <w:p w14:paraId="60B04AC3" w14:textId="77777777" w:rsidR="00096DC7" w:rsidRPr="008F643F" w:rsidRDefault="00096DC7" w:rsidP="00096DC7">
            <w:pPr>
              <w:pStyle w:val="Testotabella"/>
              <w:rPr>
                <w:rFonts w:ascii="Gotham" w:hAnsi="Gotham"/>
                <w:sz w:val="18"/>
              </w:rPr>
            </w:pPr>
            <w:r w:rsidRPr="008F643F">
              <w:rPr>
                <w:rFonts w:ascii="Gotham" w:hAnsi="Gotham"/>
                <w:sz w:val="18"/>
              </w:rPr>
              <w:t>Page</w:t>
            </w:r>
            <w:r w:rsidRPr="008F643F">
              <w:rPr>
                <w:rFonts w:ascii="Gotham" w:hAnsi="Gotham"/>
                <w:sz w:val="18"/>
              </w:rPr>
              <w:tab/>
              <w:t>of</w:t>
            </w:r>
          </w:p>
        </w:tc>
      </w:tr>
      <w:tr w:rsidR="00096DC7" w:rsidRPr="001D5140" w14:paraId="386E34D4" w14:textId="77777777" w:rsidTr="000A404A">
        <w:trPr>
          <w:cantSplit/>
          <w:trHeight w:val="300"/>
        </w:trPr>
        <w:tc>
          <w:tcPr>
            <w:tcW w:w="778" w:type="dxa"/>
            <w:gridSpan w:val="4"/>
            <w:tcBorders>
              <w:top w:val="single" w:sz="6" w:space="0" w:color="auto"/>
              <w:left w:val="double" w:sz="6" w:space="0" w:color="auto"/>
              <w:bottom w:val="single" w:sz="6" w:space="0" w:color="auto"/>
              <w:right w:val="single" w:sz="6" w:space="0" w:color="auto"/>
            </w:tcBorders>
          </w:tcPr>
          <w:p w14:paraId="03AB14E6" w14:textId="77777777" w:rsidR="00096DC7" w:rsidRPr="008F643F" w:rsidRDefault="00096DC7" w:rsidP="00096DC7">
            <w:pPr>
              <w:pStyle w:val="Testotabella"/>
              <w:rPr>
                <w:rFonts w:ascii="Gotham" w:hAnsi="Gotham"/>
              </w:rPr>
            </w:pPr>
            <w:r w:rsidRPr="008F643F">
              <w:rPr>
                <w:rFonts w:ascii="Gotham" w:hAnsi="Gotham"/>
              </w:rPr>
              <w:t xml:space="preserve">7.  N° </w:t>
            </w:r>
          </w:p>
        </w:tc>
        <w:tc>
          <w:tcPr>
            <w:tcW w:w="3403" w:type="dxa"/>
            <w:gridSpan w:val="7"/>
            <w:tcBorders>
              <w:top w:val="single" w:sz="6" w:space="0" w:color="auto"/>
              <w:left w:val="double" w:sz="6" w:space="0" w:color="auto"/>
              <w:bottom w:val="single" w:sz="6" w:space="0" w:color="auto"/>
              <w:right w:val="single" w:sz="6" w:space="0" w:color="auto"/>
            </w:tcBorders>
          </w:tcPr>
          <w:p w14:paraId="554D6789" w14:textId="77777777" w:rsidR="00096DC7" w:rsidRPr="008F643F" w:rsidRDefault="00096DC7" w:rsidP="00096DC7">
            <w:pPr>
              <w:pStyle w:val="Testotabella"/>
              <w:rPr>
                <w:rFonts w:ascii="Gotham" w:hAnsi="Gotham"/>
              </w:rPr>
            </w:pPr>
            <w:r w:rsidRPr="008F643F">
              <w:rPr>
                <w:rFonts w:ascii="Gotham" w:hAnsi="Gotham"/>
              </w:rPr>
              <w:t>8. P/N</w:t>
            </w:r>
          </w:p>
        </w:tc>
        <w:tc>
          <w:tcPr>
            <w:tcW w:w="3827" w:type="dxa"/>
            <w:gridSpan w:val="16"/>
            <w:tcBorders>
              <w:top w:val="single" w:sz="6" w:space="0" w:color="auto"/>
              <w:left w:val="single" w:sz="6" w:space="0" w:color="auto"/>
              <w:bottom w:val="single" w:sz="6" w:space="0" w:color="auto"/>
              <w:right w:val="single" w:sz="6" w:space="0" w:color="auto"/>
            </w:tcBorders>
          </w:tcPr>
          <w:p w14:paraId="1589E483" w14:textId="77777777" w:rsidR="00096DC7" w:rsidRPr="008F643F" w:rsidRDefault="00096DC7" w:rsidP="00096DC7">
            <w:pPr>
              <w:pStyle w:val="Testotabella"/>
              <w:ind w:left="0"/>
              <w:rPr>
                <w:rFonts w:ascii="Gotham" w:hAnsi="Gotham"/>
              </w:rPr>
            </w:pPr>
            <w:r w:rsidRPr="008F643F">
              <w:rPr>
                <w:rFonts w:ascii="Gotham" w:hAnsi="Gotham"/>
              </w:rPr>
              <w:t xml:space="preserve">9. </w:t>
            </w:r>
            <w:proofErr w:type="spellStart"/>
            <w:r w:rsidRPr="008F643F">
              <w:rPr>
                <w:rFonts w:ascii="Gotham" w:hAnsi="Gotham"/>
              </w:rPr>
              <w:t>Description</w:t>
            </w:r>
            <w:proofErr w:type="spellEnd"/>
          </w:p>
        </w:tc>
        <w:tc>
          <w:tcPr>
            <w:tcW w:w="993" w:type="dxa"/>
            <w:gridSpan w:val="4"/>
            <w:tcBorders>
              <w:top w:val="single" w:sz="6" w:space="0" w:color="auto"/>
              <w:left w:val="single" w:sz="6" w:space="0" w:color="auto"/>
              <w:bottom w:val="single" w:sz="6" w:space="0" w:color="auto"/>
              <w:right w:val="single" w:sz="6" w:space="0" w:color="auto"/>
            </w:tcBorders>
          </w:tcPr>
          <w:p w14:paraId="66104516" w14:textId="77777777" w:rsidR="00096DC7" w:rsidRPr="008F643F" w:rsidRDefault="00096DC7" w:rsidP="00096DC7">
            <w:pPr>
              <w:pStyle w:val="Testotabella"/>
              <w:ind w:left="0"/>
              <w:jc w:val="left"/>
              <w:rPr>
                <w:rFonts w:ascii="Gotham" w:hAnsi="Gotham"/>
              </w:rPr>
            </w:pPr>
            <w:r w:rsidRPr="008F643F">
              <w:rPr>
                <w:rFonts w:ascii="Gotham" w:hAnsi="Gotham"/>
              </w:rPr>
              <w:t xml:space="preserve">10. </w:t>
            </w:r>
            <w:proofErr w:type="spellStart"/>
            <w:proofErr w:type="gramStart"/>
            <w:r w:rsidRPr="008F643F">
              <w:rPr>
                <w:rFonts w:ascii="Gotham" w:hAnsi="Gotham"/>
              </w:rPr>
              <w:t>Q.ty</w:t>
            </w:r>
            <w:proofErr w:type="spellEnd"/>
            <w:proofErr w:type="gramEnd"/>
          </w:p>
        </w:tc>
        <w:tc>
          <w:tcPr>
            <w:tcW w:w="1701" w:type="dxa"/>
            <w:gridSpan w:val="5"/>
            <w:tcBorders>
              <w:top w:val="single" w:sz="6" w:space="0" w:color="auto"/>
              <w:left w:val="single" w:sz="6" w:space="0" w:color="auto"/>
              <w:bottom w:val="single" w:sz="6" w:space="0" w:color="auto"/>
              <w:right w:val="single" w:sz="6" w:space="0" w:color="auto"/>
            </w:tcBorders>
          </w:tcPr>
          <w:p w14:paraId="1937527C" w14:textId="77777777" w:rsidR="00096DC7" w:rsidRPr="008F643F" w:rsidRDefault="00096DC7" w:rsidP="00096DC7">
            <w:pPr>
              <w:pStyle w:val="Testotabella"/>
              <w:rPr>
                <w:rFonts w:ascii="Gotham" w:hAnsi="Gotham"/>
              </w:rPr>
            </w:pPr>
            <w:r w:rsidRPr="008F643F">
              <w:rPr>
                <w:rFonts w:ascii="Gotham" w:hAnsi="Gotham"/>
              </w:rPr>
              <w:t xml:space="preserve">11. </w:t>
            </w:r>
            <w:proofErr w:type="spellStart"/>
            <w:r w:rsidRPr="008F643F">
              <w:rPr>
                <w:rFonts w:ascii="Gotham" w:hAnsi="Gotham"/>
              </w:rPr>
              <w:t>Weight</w:t>
            </w:r>
            <w:proofErr w:type="spellEnd"/>
            <w:r w:rsidRPr="008F643F">
              <w:rPr>
                <w:rFonts w:ascii="Gotham" w:hAnsi="Gotham"/>
              </w:rPr>
              <w:t xml:space="preserve"> (Kg)</w:t>
            </w:r>
          </w:p>
          <w:p w14:paraId="7A640B54" w14:textId="77777777" w:rsidR="00096DC7" w:rsidRPr="008F643F" w:rsidRDefault="00096DC7" w:rsidP="00096DC7">
            <w:pPr>
              <w:pStyle w:val="Testotabella"/>
              <w:rPr>
                <w:rFonts w:ascii="Gotham" w:hAnsi="Gotham"/>
              </w:rPr>
            </w:pPr>
          </w:p>
          <w:p w14:paraId="6B137CC4" w14:textId="77777777" w:rsidR="00096DC7" w:rsidRPr="008F643F" w:rsidRDefault="00096DC7" w:rsidP="00096DC7">
            <w:pPr>
              <w:pStyle w:val="Testotabella"/>
              <w:rPr>
                <w:rFonts w:ascii="Gotham" w:hAnsi="Gotham"/>
              </w:rPr>
            </w:pPr>
          </w:p>
        </w:tc>
        <w:tc>
          <w:tcPr>
            <w:tcW w:w="4112" w:type="dxa"/>
            <w:gridSpan w:val="11"/>
            <w:tcBorders>
              <w:top w:val="single" w:sz="6" w:space="0" w:color="auto"/>
              <w:left w:val="single" w:sz="6" w:space="0" w:color="auto"/>
              <w:bottom w:val="single" w:sz="6" w:space="0" w:color="auto"/>
              <w:right w:val="double" w:sz="6" w:space="0" w:color="auto"/>
            </w:tcBorders>
          </w:tcPr>
          <w:p w14:paraId="65A65094" w14:textId="77777777" w:rsidR="00096DC7" w:rsidRPr="008F643F" w:rsidRDefault="00096DC7" w:rsidP="00096DC7">
            <w:pPr>
              <w:pStyle w:val="Testotabella"/>
              <w:rPr>
                <w:rFonts w:ascii="Gotham" w:hAnsi="Gotham"/>
              </w:rPr>
            </w:pPr>
            <w:r w:rsidRPr="008F643F">
              <w:rPr>
                <w:rFonts w:ascii="Gotham" w:hAnsi="Gotham"/>
              </w:rPr>
              <w:t>12. Notes</w:t>
            </w:r>
          </w:p>
        </w:tc>
      </w:tr>
      <w:tr w:rsidR="00096DC7" w14:paraId="7543397F" w14:textId="77777777" w:rsidTr="000A404A">
        <w:trPr>
          <w:cantSplit/>
          <w:trHeight w:val="300"/>
        </w:trPr>
        <w:tc>
          <w:tcPr>
            <w:tcW w:w="778" w:type="dxa"/>
            <w:gridSpan w:val="4"/>
            <w:tcBorders>
              <w:top w:val="single" w:sz="6" w:space="0" w:color="auto"/>
              <w:left w:val="double" w:sz="6" w:space="0" w:color="auto"/>
              <w:bottom w:val="single" w:sz="6" w:space="0" w:color="auto"/>
              <w:right w:val="single" w:sz="6" w:space="0" w:color="auto"/>
            </w:tcBorders>
          </w:tcPr>
          <w:p w14:paraId="76ED748A" w14:textId="77777777" w:rsidR="00096DC7" w:rsidRPr="008F643F" w:rsidRDefault="00096DC7" w:rsidP="00096DC7">
            <w:pPr>
              <w:pStyle w:val="Testotabella"/>
              <w:rPr>
                <w:rFonts w:ascii="Gotham" w:hAnsi="Gotham"/>
                <w:sz w:val="18"/>
              </w:rPr>
            </w:pPr>
          </w:p>
        </w:tc>
        <w:tc>
          <w:tcPr>
            <w:tcW w:w="3403" w:type="dxa"/>
            <w:gridSpan w:val="7"/>
            <w:tcBorders>
              <w:top w:val="single" w:sz="6" w:space="0" w:color="auto"/>
              <w:left w:val="double" w:sz="6" w:space="0" w:color="auto"/>
              <w:bottom w:val="single" w:sz="6" w:space="0" w:color="auto"/>
              <w:right w:val="single" w:sz="6" w:space="0" w:color="auto"/>
            </w:tcBorders>
          </w:tcPr>
          <w:p w14:paraId="0E9CD5EF" w14:textId="77777777" w:rsidR="00096DC7" w:rsidRPr="008F643F" w:rsidRDefault="00096DC7" w:rsidP="00096DC7">
            <w:pPr>
              <w:pStyle w:val="Testotabella"/>
              <w:rPr>
                <w:rFonts w:ascii="Gotham" w:hAnsi="Gotham"/>
                <w:sz w:val="18"/>
              </w:rPr>
            </w:pPr>
          </w:p>
        </w:tc>
        <w:tc>
          <w:tcPr>
            <w:tcW w:w="3827" w:type="dxa"/>
            <w:gridSpan w:val="16"/>
            <w:tcBorders>
              <w:top w:val="single" w:sz="6" w:space="0" w:color="auto"/>
              <w:left w:val="single" w:sz="6" w:space="0" w:color="auto"/>
              <w:bottom w:val="single" w:sz="6" w:space="0" w:color="auto"/>
              <w:right w:val="single" w:sz="6" w:space="0" w:color="auto"/>
            </w:tcBorders>
          </w:tcPr>
          <w:p w14:paraId="31C7F8C8" w14:textId="77777777" w:rsidR="00096DC7" w:rsidRPr="008F643F" w:rsidRDefault="00096DC7" w:rsidP="00096DC7">
            <w:pPr>
              <w:pStyle w:val="Testotabella"/>
              <w:rPr>
                <w:rFonts w:ascii="Gotham" w:hAnsi="Gotham"/>
                <w:sz w:val="18"/>
              </w:rPr>
            </w:pPr>
          </w:p>
        </w:tc>
        <w:tc>
          <w:tcPr>
            <w:tcW w:w="993" w:type="dxa"/>
            <w:gridSpan w:val="4"/>
            <w:tcBorders>
              <w:top w:val="single" w:sz="6" w:space="0" w:color="auto"/>
              <w:left w:val="single" w:sz="6" w:space="0" w:color="auto"/>
              <w:bottom w:val="single" w:sz="6" w:space="0" w:color="auto"/>
              <w:right w:val="single" w:sz="6" w:space="0" w:color="auto"/>
            </w:tcBorders>
          </w:tcPr>
          <w:p w14:paraId="5F9FEB05" w14:textId="77777777" w:rsidR="00096DC7" w:rsidRPr="008F643F" w:rsidRDefault="00096DC7" w:rsidP="00096DC7">
            <w:pPr>
              <w:pStyle w:val="Testotabella"/>
              <w:rPr>
                <w:rFonts w:ascii="Gotham" w:hAnsi="Gotham"/>
                <w:sz w:val="18"/>
              </w:rPr>
            </w:pPr>
          </w:p>
        </w:tc>
        <w:tc>
          <w:tcPr>
            <w:tcW w:w="1701" w:type="dxa"/>
            <w:gridSpan w:val="5"/>
            <w:tcBorders>
              <w:top w:val="single" w:sz="6" w:space="0" w:color="auto"/>
              <w:left w:val="single" w:sz="6" w:space="0" w:color="auto"/>
              <w:bottom w:val="single" w:sz="6" w:space="0" w:color="auto"/>
              <w:right w:val="single" w:sz="6" w:space="0" w:color="auto"/>
            </w:tcBorders>
          </w:tcPr>
          <w:p w14:paraId="1507FAE8" w14:textId="77777777" w:rsidR="00096DC7" w:rsidRPr="008F643F" w:rsidRDefault="00096DC7" w:rsidP="00096DC7">
            <w:pPr>
              <w:pStyle w:val="Testotabella"/>
              <w:rPr>
                <w:rFonts w:ascii="Gotham" w:hAnsi="Gotham"/>
                <w:sz w:val="18"/>
              </w:rPr>
            </w:pPr>
          </w:p>
        </w:tc>
        <w:tc>
          <w:tcPr>
            <w:tcW w:w="4112" w:type="dxa"/>
            <w:gridSpan w:val="11"/>
            <w:tcBorders>
              <w:top w:val="single" w:sz="6" w:space="0" w:color="auto"/>
              <w:left w:val="single" w:sz="6" w:space="0" w:color="auto"/>
              <w:bottom w:val="single" w:sz="6" w:space="0" w:color="auto"/>
              <w:right w:val="double" w:sz="6" w:space="0" w:color="auto"/>
            </w:tcBorders>
          </w:tcPr>
          <w:p w14:paraId="6E3152D2" w14:textId="77777777" w:rsidR="00096DC7" w:rsidRPr="008F643F" w:rsidRDefault="00096DC7" w:rsidP="00096DC7">
            <w:pPr>
              <w:pStyle w:val="Testotabella"/>
              <w:rPr>
                <w:rFonts w:ascii="Gotham" w:hAnsi="Gotham"/>
                <w:sz w:val="18"/>
              </w:rPr>
            </w:pPr>
          </w:p>
        </w:tc>
      </w:tr>
      <w:tr w:rsidR="00096DC7" w14:paraId="3B1B7808" w14:textId="77777777" w:rsidTr="000A404A">
        <w:trPr>
          <w:cantSplit/>
          <w:trHeight w:val="300"/>
        </w:trPr>
        <w:tc>
          <w:tcPr>
            <w:tcW w:w="778" w:type="dxa"/>
            <w:gridSpan w:val="4"/>
            <w:tcBorders>
              <w:top w:val="single" w:sz="6" w:space="0" w:color="auto"/>
              <w:left w:val="double" w:sz="6" w:space="0" w:color="auto"/>
              <w:bottom w:val="single" w:sz="6" w:space="0" w:color="auto"/>
              <w:right w:val="single" w:sz="6" w:space="0" w:color="auto"/>
            </w:tcBorders>
          </w:tcPr>
          <w:p w14:paraId="2F01BD0A" w14:textId="77777777" w:rsidR="00096DC7" w:rsidRPr="008F643F" w:rsidRDefault="00096DC7" w:rsidP="00096DC7">
            <w:pPr>
              <w:pStyle w:val="Testotabella"/>
              <w:rPr>
                <w:rFonts w:ascii="Gotham" w:hAnsi="Gotham"/>
                <w:sz w:val="18"/>
              </w:rPr>
            </w:pPr>
          </w:p>
        </w:tc>
        <w:tc>
          <w:tcPr>
            <w:tcW w:w="3403" w:type="dxa"/>
            <w:gridSpan w:val="7"/>
            <w:tcBorders>
              <w:top w:val="single" w:sz="6" w:space="0" w:color="auto"/>
              <w:left w:val="double" w:sz="6" w:space="0" w:color="auto"/>
              <w:bottom w:val="single" w:sz="6" w:space="0" w:color="auto"/>
              <w:right w:val="single" w:sz="6" w:space="0" w:color="auto"/>
            </w:tcBorders>
          </w:tcPr>
          <w:p w14:paraId="70BE04DE" w14:textId="77777777" w:rsidR="00096DC7" w:rsidRPr="008F643F" w:rsidRDefault="00096DC7" w:rsidP="00096DC7">
            <w:pPr>
              <w:pStyle w:val="Testotabella"/>
              <w:rPr>
                <w:rFonts w:ascii="Gotham" w:hAnsi="Gotham"/>
                <w:sz w:val="18"/>
              </w:rPr>
            </w:pPr>
          </w:p>
        </w:tc>
        <w:tc>
          <w:tcPr>
            <w:tcW w:w="3827" w:type="dxa"/>
            <w:gridSpan w:val="16"/>
            <w:tcBorders>
              <w:top w:val="single" w:sz="6" w:space="0" w:color="auto"/>
              <w:left w:val="single" w:sz="6" w:space="0" w:color="auto"/>
              <w:bottom w:val="single" w:sz="6" w:space="0" w:color="auto"/>
              <w:right w:val="single" w:sz="6" w:space="0" w:color="auto"/>
            </w:tcBorders>
          </w:tcPr>
          <w:p w14:paraId="44CDA97E" w14:textId="77777777" w:rsidR="00096DC7" w:rsidRPr="008F643F" w:rsidRDefault="00096DC7" w:rsidP="00096DC7">
            <w:pPr>
              <w:pStyle w:val="Testotabella"/>
              <w:rPr>
                <w:rFonts w:ascii="Gotham" w:hAnsi="Gotham"/>
                <w:sz w:val="18"/>
              </w:rPr>
            </w:pPr>
          </w:p>
        </w:tc>
        <w:tc>
          <w:tcPr>
            <w:tcW w:w="993" w:type="dxa"/>
            <w:gridSpan w:val="4"/>
            <w:tcBorders>
              <w:top w:val="single" w:sz="6" w:space="0" w:color="auto"/>
              <w:left w:val="single" w:sz="6" w:space="0" w:color="auto"/>
              <w:bottom w:val="single" w:sz="6" w:space="0" w:color="auto"/>
              <w:right w:val="single" w:sz="6" w:space="0" w:color="auto"/>
            </w:tcBorders>
          </w:tcPr>
          <w:p w14:paraId="20EC0F62" w14:textId="77777777" w:rsidR="00096DC7" w:rsidRPr="008F643F" w:rsidRDefault="00096DC7" w:rsidP="00096DC7">
            <w:pPr>
              <w:pStyle w:val="Testotabella"/>
              <w:rPr>
                <w:rFonts w:ascii="Gotham" w:hAnsi="Gotham"/>
                <w:sz w:val="18"/>
              </w:rPr>
            </w:pPr>
          </w:p>
        </w:tc>
        <w:tc>
          <w:tcPr>
            <w:tcW w:w="1701" w:type="dxa"/>
            <w:gridSpan w:val="5"/>
            <w:tcBorders>
              <w:top w:val="single" w:sz="6" w:space="0" w:color="auto"/>
              <w:left w:val="single" w:sz="6" w:space="0" w:color="auto"/>
              <w:bottom w:val="single" w:sz="6" w:space="0" w:color="auto"/>
              <w:right w:val="single" w:sz="6" w:space="0" w:color="auto"/>
            </w:tcBorders>
          </w:tcPr>
          <w:p w14:paraId="1B16D674" w14:textId="77777777" w:rsidR="00096DC7" w:rsidRPr="008F643F" w:rsidRDefault="00096DC7" w:rsidP="00096DC7">
            <w:pPr>
              <w:pStyle w:val="Testotabella"/>
              <w:rPr>
                <w:rFonts w:ascii="Gotham" w:hAnsi="Gotham"/>
                <w:sz w:val="18"/>
              </w:rPr>
            </w:pPr>
          </w:p>
        </w:tc>
        <w:tc>
          <w:tcPr>
            <w:tcW w:w="4112" w:type="dxa"/>
            <w:gridSpan w:val="11"/>
            <w:tcBorders>
              <w:top w:val="single" w:sz="6" w:space="0" w:color="auto"/>
              <w:left w:val="single" w:sz="6" w:space="0" w:color="auto"/>
              <w:bottom w:val="single" w:sz="6" w:space="0" w:color="auto"/>
              <w:right w:val="double" w:sz="6" w:space="0" w:color="auto"/>
            </w:tcBorders>
          </w:tcPr>
          <w:p w14:paraId="562DEE4A" w14:textId="77777777" w:rsidR="00096DC7" w:rsidRPr="008F643F" w:rsidRDefault="00096DC7" w:rsidP="00096DC7">
            <w:pPr>
              <w:pStyle w:val="Testotabella"/>
              <w:rPr>
                <w:rFonts w:ascii="Gotham" w:hAnsi="Gotham"/>
                <w:sz w:val="18"/>
              </w:rPr>
            </w:pPr>
          </w:p>
        </w:tc>
      </w:tr>
      <w:tr w:rsidR="00096DC7" w14:paraId="608A9AB0" w14:textId="77777777" w:rsidTr="000A404A">
        <w:trPr>
          <w:cantSplit/>
          <w:trHeight w:val="300"/>
        </w:trPr>
        <w:tc>
          <w:tcPr>
            <w:tcW w:w="778" w:type="dxa"/>
            <w:gridSpan w:val="4"/>
            <w:tcBorders>
              <w:top w:val="single" w:sz="6" w:space="0" w:color="auto"/>
              <w:left w:val="double" w:sz="6" w:space="0" w:color="auto"/>
              <w:bottom w:val="single" w:sz="6" w:space="0" w:color="auto"/>
              <w:right w:val="single" w:sz="6" w:space="0" w:color="auto"/>
            </w:tcBorders>
          </w:tcPr>
          <w:p w14:paraId="27D89B02" w14:textId="77777777" w:rsidR="00096DC7" w:rsidRPr="008F643F" w:rsidRDefault="00096DC7" w:rsidP="00096DC7">
            <w:pPr>
              <w:pStyle w:val="Testotabella"/>
              <w:rPr>
                <w:rFonts w:ascii="Gotham" w:hAnsi="Gotham"/>
                <w:sz w:val="18"/>
              </w:rPr>
            </w:pPr>
          </w:p>
        </w:tc>
        <w:tc>
          <w:tcPr>
            <w:tcW w:w="3403" w:type="dxa"/>
            <w:gridSpan w:val="7"/>
            <w:tcBorders>
              <w:top w:val="single" w:sz="6" w:space="0" w:color="auto"/>
              <w:left w:val="double" w:sz="6" w:space="0" w:color="auto"/>
              <w:bottom w:val="single" w:sz="6" w:space="0" w:color="auto"/>
              <w:right w:val="single" w:sz="6" w:space="0" w:color="auto"/>
            </w:tcBorders>
          </w:tcPr>
          <w:p w14:paraId="3BBF55DF" w14:textId="77777777" w:rsidR="00096DC7" w:rsidRPr="008F643F" w:rsidRDefault="00096DC7" w:rsidP="00096DC7">
            <w:pPr>
              <w:pStyle w:val="Testotabella"/>
              <w:rPr>
                <w:rFonts w:ascii="Gotham" w:hAnsi="Gotham"/>
                <w:sz w:val="18"/>
              </w:rPr>
            </w:pPr>
          </w:p>
        </w:tc>
        <w:tc>
          <w:tcPr>
            <w:tcW w:w="3827" w:type="dxa"/>
            <w:gridSpan w:val="16"/>
            <w:tcBorders>
              <w:top w:val="single" w:sz="6" w:space="0" w:color="auto"/>
              <w:left w:val="single" w:sz="6" w:space="0" w:color="auto"/>
              <w:bottom w:val="single" w:sz="6" w:space="0" w:color="auto"/>
              <w:right w:val="single" w:sz="6" w:space="0" w:color="auto"/>
            </w:tcBorders>
          </w:tcPr>
          <w:p w14:paraId="364E240E" w14:textId="77777777" w:rsidR="00096DC7" w:rsidRPr="008F643F" w:rsidRDefault="00096DC7" w:rsidP="00096DC7">
            <w:pPr>
              <w:pStyle w:val="Testotabella"/>
              <w:rPr>
                <w:rFonts w:ascii="Gotham" w:hAnsi="Gotham"/>
                <w:sz w:val="18"/>
              </w:rPr>
            </w:pPr>
          </w:p>
        </w:tc>
        <w:tc>
          <w:tcPr>
            <w:tcW w:w="993" w:type="dxa"/>
            <w:gridSpan w:val="4"/>
            <w:tcBorders>
              <w:top w:val="single" w:sz="6" w:space="0" w:color="auto"/>
              <w:left w:val="single" w:sz="6" w:space="0" w:color="auto"/>
              <w:bottom w:val="single" w:sz="6" w:space="0" w:color="auto"/>
              <w:right w:val="single" w:sz="6" w:space="0" w:color="auto"/>
            </w:tcBorders>
          </w:tcPr>
          <w:p w14:paraId="6EC9F0F8" w14:textId="77777777" w:rsidR="00096DC7" w:rsidRPr="008F643F" w:rsidRDefault="00096DC7" w:rsidP="00096DC7">
            <w:pPr>
              <w:pStyle w:val="Testotabella"/>
              <w:rPr>
                <w:rFonts w:ascii="Gotham" w:hAnsi="Gotham"/>
                <w:sz w:val="18"/>
              </w:rPr>
            </w:pPr>
          </w:p>
        </w:tc>
        <w:tc>
          <w:tcPr>
            <w:tcW w:w="1701" w:type="dxa"/>
            <w:gridSpan w:val="5"/>
            <w:tcBorders>
              <w:top w:val="single" w:sz="6" w:space="0" w:color="auto"/>
              <w:left w:val="single" w:sz="6" w:space="0" w:color="auto"/>
              <w:bottom w:val="single" w:sz="6" w:space="0" w:color="auto"/>
              <w:right w:val="single" w:sz="6" w:space="0" w:color="auto"/>
            </w:tcBorders>
          </w:tcPr>
          <w:p w14:paraId="542E49A9" w14:textId="77777777" w:rsidR="00096DC7" w:rsidRPr="008F643F" w:rsidRDefault="00096DC7" w:rsidP="00096DC7">
            <w:pPr>
              <w:pStyle w:val="Testotabella"/>
              <w:rPr>
                <w:rFonts w:ascii="Gotham" w:hAnsi="Gotham"/>
                <w:sz w:val="18"/>
              </w:rPr>
            </w:pPr>
          </w:p>
        </w:tc>
        <w:tc>
          <w:tcPr>
            <w:tcW w:w="4112" w:type="dxa"/>
            <w:gridSpan w:val="11"/>
            <w:tcBorders>
              <w:top w:val="single" w:sz="6" w:space="0" w:color="auto"/>
              <w:left w:val="single" w:sz="6" w:space="0" w:color="auto"/>
              <w:bottom w:val="single" w:sz="6" w:space="0" w:color="auto"/>
              <w:right w:val="double" w:sz="6" w:space="0" w:color="auto"/>
            </w:tcBorders>
          </w:tcPr>
          <w:p w14:paraId="0ECCC412" w14:textId="77777777" w:rsidR="00096DC7" w:rsidRPr="008F643F" w:rsidRDefault="00096DC7" w:rsidP="00096DC7">
            <w:pPr>
              <w:pStyle w:val="Testotabella"/>
              <w:rPr>
                <w:rFonts w:ascii="Gotham" w:hAnsi="Gotham"/>
                <w:sz w:val="18"/>
              </w:rPr>
            </w:pPr>
          </w:p>
        </w:tc>
      </w:tr>
      <w:tr w:rsidR="00096DC7" w14:paraId="5463200A" w14:textId="77777777" w:rsidTr="000A404A">
        <w:trPr>
          <w:cantSplit/>
          <w:trHeight w:val="300"/>
        </w:trPr>
        <w:tc>
          <w:tcPr>
            <w:tcW w:w="778" w:type="dxa"/>
            <w:gridSpan w:val="4"/>
            <w:tcBorders>
              <w:top w:val="single" w:sz="6" w:space="0" w:color="auto"/>
              <w:left w:val="double" w:sz="6" w:space="0" w:color="auto"/>
              <w:bottom w:val="single" w:sz="6" w:space="0" w:color="auto"/>
              <w:right w:val="single" w:sz="6" w:space="0" w:color="auto"/>
            </w:tcBorders>
          </w:tcPr>
          <w:p w14:paraId="405D3BF6" w14:textId="77777777" w:rsidR="00096DC7" w:rsidRPr="008F643F" w:rsidRDefault="00096DC7" w:rsidP="00096DC7">
            <w:pPr>
              <w:pStyle w:val="Testotabella"/>
              <w:rPr>
                <w:rFonts w:ascii="Gotham" w:hAnsi="Gotham"/>
                <w:sz w:val="18"/>
              </w:rPr>
            </w:pPr>
          </w:p>
        </w:tc>
        <w:tc>
          <w:tcPr>
            <w:tcW w:w="3403" w:type="dxa"/>
            <w:gridSpan w:val="7"/>
            <w:tcBorders>
              <w:top w:val="single" w:sz="6" w:space="0" w:color="auto"/>
              <w:left w:val="double" w:sz="6" w:space="0" w:color="auto"/>
              <w:bottom w:val="single" w:sz="6" w:space="0" w:color="auto"/>
              <w:right w:val="single" w:sz="6" w:space="0" w:color="auto"/>
            </w:tcBorders>
          </w:tcPr>
          <w:p w14:paraId="53D22708" w14:textId="77777777" w:rsidR="00096DC7" w:rsidRPr="008F643F" w:rsidRDefault="00096DC7" w:rsidP="00096DC7">
            <w:pPr>
              <w:pStyle w:val="Testotabella"/>
              <w:rPr>
                <w:rFonts w:ascii="Gotham" w:hAnsi="Gotham"/>
                <w:sz w:val="18"/>
              </w:rPr>
            </w:pPr>
          </w:p>
        </w:tc>
        <w:tc>
          <w:tcPr>
            <w:tcW w:w="3827" w:type="dxa"/>
            <w:gridSpan w:val="16"/>
            <w:tcBorders>
              <w:top w:val="single" w:sz="6" w:space="0" w:color="auto"/>
              <w:left w:val="single" w:sz="6" w:space="0" w:color="auto"/>
              <w:bottom w:val="single" w:sz="6" w:space="0" w:color="auto"/>
              <w:right w:val="single" w:sz="6" w:space="0" w:color="auto"/>
            </w:tcBorders>
          </w:tcPr>
          <w:p w14:paraId="40302F81" w14:textId="77777777" w:rsidR="00096DC7" w:rsidRPr="008F643F" w:rsidRDefault="00096DC7" w:rsidP="00096DC7">
            <w:pPr>
              <w:pStyle w:val="Testotabella"/>
              <w:rPr>
                <w:rFonts w:ascii="Gotham" w:hAnsi="Gotham"/>
                <w:sz w:val="18"/>
              </w:rPr>
            </w:pPr>
          </w:p>
        </w:tc>
        <w:tc>
          <w:tcPr>
            <w:tcW w:w="993" w:type="dxa"/>
            <w:gridSpan w:val="4"/>
            <w:tcBorders>
              <w:top w:val="single" w:sz="6" w:space="0" w:color="auto"/>
              <w:left w:val="single" w:sz="6" w:space="0" w:color="auto"/>
              <w:bottom w:val="single" w:sz="6" w:space="0" w:color="auto"/>
              <w:right w:val="single" w:sz="6" w:space="0" w:color="auto"/>
            </w:tcBorders>
          </w:tcPr>
          <w:p w14:paraId="139B3A4A" w14:textId="77777777" w:rsidR="00096DC7" w:rsidRPr="008F643F" w:rsidRDefault="00096DC7" w:rsidP="00096DC7">
            <w:pPr>
              <w:pStyle w:val="Testotabella"/>
              <w:rPr>
                <w:rFonts w:ascii="Gotham" w:hAnsi="Gotham"/>
                <w:sz w:val="18"/>
              </w:rPr>
            </w:pPr>
          </w:p>
        </w:tc>
        <w:tc>
          <w:tcPr>
            <w:tcW w:w="1701" w:type="dxa"/>
            <w:gridSpan w:val="5"/>
            <w:tcBorders>
              <w:top w:val="single" w:sz="6" w:space="0" w:color="auto"/>
              <w:left w:val="single" w:sz="6" w:space="0" w:color="auto"/>
              <w:bottom w:val="single" w:sz="6" w:space="0" w:color="auto"/>
              <w:right w:val="single" w:sz="6" w:space="0" w:color="auto"/>
            </w:tcBorders>
          </w:tcPr>
          <w:p w14:paraId="4517D4DE" w14:textId="77777777" w:rsidR="00096DC7" w:rsidRPr="008F643F" w:rsidRDefault="00096DC7" w:rsidP="00096DC7">
            <w:pPr>
              <w:pStyle w:val="Testotabella"/>
              <w:rPr>
                <w:rFonts w:ascii="Gotham" w:hAnsi="Gotham"/>
                <w:sz w:val="18"/>
              </w:rPr>
            </w:pPr>
          </w:p>
        </w:tc>
        <w:tc>
          <w:tcPr>
            <w:tcW w:w="4112" w:type="dxa"/>
            <w:gridSpan w:val="11"/>
            <w:tcBorders>
              <w:top w:val="single" w:sz="6" w:space="0" w:color="auto"/>
              <w:left w:val="single" w:sz="6" w:space="0" w:color="auto"/>
              <w:bottom w:val="single" w:sz="6" w:space="0" w:color="auto"/>
              <w:right w:val="double" w:sz="6" w:space="0" w:color="auto"/>
            </w:tcBorders>
          </w:tcPr>
          <w:p w14:paraId="3E4E1407" w14:textId="77777777" w:rsidR="00096DC7" w:rsidRPr="008F643F" w:rsidRDefault="00096DC7" w:rsidP="00096DC7">
            <w:pPr>
              <w:pStyle w:val="Testotabella"/>
              <w:rPr>
                <w:rFonts w:ascii="Gotham" w:hAnsi="Gotham"/>
                <w:sz w:val="18"/>
              </w:rPr>
            </w:pPr>
          </w:p>
        </w:tc>
      </w:tr>
      <w:tr w:rsidR="00096DC7" w14:paraId="5354856D" w14:textId="77777777" w:rsidTr="000A404A">
        <w:trPr>
          <w:cantSplit/>
          <w:trHeight w:val="300"/>
        </w:trPr>
        <w:tc>
          <w:tcPr>
            <w:tcW w:w="778" w:type="dxa"/>
            <w:gridSpan w:val="4"/>
            <w:tcBorders>
              <w:top w:val="single" w:sz="6" w:space="0" w:color="auto"/>
              <w:left w:val="double" w:sz="6" w:space="0" w:color="auto"/>
              <w:bottom w:val="single" w:sz="6" w:space="0" w:color="auto"/>
              <w:right w:val="single" w:sz="6" w:space="0" w:color="auto"/>
            </w:tcBorders>
          </w:tcPr>
          <w:p w14:paraId="79D1151E" w14:textId="77777777" w:rsidR="00096DC7" w:rsidRPr="008F643F" w:rsidRDefault="00096DC7" w:rsidP="00096DC7">
            <w:pPr>
              <w:pStyle w:val="Testotabella"/>
              <w:rPr>
                <w:rFonts w:ascii="Gotham" w:hAnsi="Gotham"/>
                <w:sz w:val="18"/>
              </w:rPr>
            </w:pPr>
          </w:p>
        </w:tc>
        <w:tc>
          <w:tcPr>
            <w:tcW w:w="3403" w:type="dxa"/>
            <w:gridSpan w:val="7"/>
            <w:tcBorders>
              <w:top w:val="single" w:sz="6" w:space="0" w:color="auto"/>
              <w:left w:val="double" w:sz="6" w:space="0" w:color="auto"/>
              <w:bottom w:val="single" w:sz="6" w:space="0" w:color="auto"/>
              <w:right w:val="single" w:sz="6" w:space="0" w:color="auto"/>
            </w:tcBorders>
          </w:tcPr>
          <w:p w14:paraId="652418E8" w14:textId="77777777" w:rsidR="00096DC7" w:rsidRPr="008F643F" w:rsidRDefault="00096DC7" w:rsidP="00096DC7">
            <w:pPr>
              <w:pStyle w:val="Testotabella"/>
              <w:rPr>
                <w:rFonts w:ascii="Gotham" w:hAnsi="Gotham"/>
                <w:sz w:val="18"/>
              </w:rPr>
            </w:pPr>
          </w:p>
        </w:tc>
        <w:tc>
          <w:tcPr>
            <w:tcW w:w="3827" w:type="dxa"/>
            <w:gridSpan w:val="16"/>
            <w:tcBorders>
              <w:top w:val="single" w:sz="6" w:space="0" w:color="auto"/>
              <w:left w:val="single" w:sz="6" w:space="0" w:color="auto"/>
              <w:bottom w:val="single" w:sz="6" w:space="0" w:color="auto"/>
              <w:right w:val="single" w:sz="6" w:space="0" w:color="auto"/>
            </w:tcBorders>
          </w:tcPr>
          <w:p w14:paraId="34DC639C" w14:textId="77777777" w:rsidR="00096DC7" w:rsidRPr="008F643F" w:rsidRDefault="00096DC7" w:rsidP="00096DC7">
            <w:pPr>
              <w:pStyle w:val="Testotabella"/>
              <w:rPr>
                <w:rFonts w:ascii="Gotham" w:hAnsi="Gotham"/>
                <w:sz w:val="18"/>
              </w:rPr>
            </w:pPr>
          </w:p>
        </w:tc>
        <w:tc>
          <w:tcPr>
            <w:tcW w:w="993" w:type="dxa"/>
            <w:gridSpan w:val="4"/>
            <w:tcBorders>
              <w:top w:val="single" w:sz="6" w:space="0" w:color="auto"/>
              <w:left w:val="single" w:sz="6" w:space="0" w:color="auto"/>
              <w:bottom w:val="single" w:sz="6" w:space="0" w:color="auto"/>
              <w:right w:val="single" w:sz="6" w:space="0" w:color="auto"/>
            </w:tcBorders>
          </w:tcPr>
          <w:p w14:paraId="05E61DA9" w14:textId="77777777" w:rsidR="00096DC7" w:rsidRPr="008F643F" w:rsidRDefault="00096DC7" w:rsidP="00096DC7">
            <w:pPr>
              <w:pStyle w:val="Testotabella"/>
              <w:rPr>
                <w:rFonts w:ascii="Gotham" w:hAnsi="Gotham"/>
                <w:sz w:val="18"/>
              </w:rPr>
            </w:pPr>
          </w:p>
        </w:tc>
        <w:tc>
          <w:tcPr>
            <w:tcW w:w="1701" w:type="dxa"/>
            <w:gridSpan w:val="5"/>
            <w:tcBorders>
              <w:top w:val="single" w:sz="6" w:space="0" w:color="auto"/>
              <w:left w:val="single" w:sz="6" w:space="0" w:color="auto"/>
              <w:bottom w:val="single" w:sz="6" w:space="0" w:color="auto"/>
              <w:right w:val="single" w:sz="6" w:space="0" w:color="auto"/>
            </w:tcBorders>
          </w:tcPr>
          <w:p w14:paraId="680C8288" w14:textId="77777777" w:rsidR="00096DC7" w:rsidRPr="008F643F" w:rsidRDefault="00096DC7" w:rsidP="00096DC7">
            <w:pPr>
              <w:pStyle w:val="Testotabella"/>
              <w:rPr>
                <w:rFonts w:ascii="Gotham" w:hAnsi="Gotham"/>
                <w:sz w:val="18"/>
              </w:rPr>
            </w:pPr>
          </w:p>
        </w:tc>
        <w:tc>
          <w:tcPr>
            <w:tcW w:w="4112" w:type="dxa"/>
            <w:gridSpan w:val="11"/>
            <w:tcBorders>
              <w:top w:val="single" w:sz="6" w:space="0" w:color="auto"/>
              <w:left w:val="single" w:sz="6" w:space="0" w:color="auto"/>
              <w:bottom w:val="single" w:sz="6" w:space="0" w:color="auto"/>
              <w:right w:val="double" w:sz="6" w:space="0" w:color="auto"/>
            </w:tcBorders>
          </w:tcPr>
          <w:p w14:paraId="42F886B4" w14:textId="77777777" w:rsidR="00096DC7" w:rsidRPr="008F643F" w:rsidRDefault="00096DC7" w:rsidP="00096DC7">
            <w:pPr>
              <w:pStyle w:val="Testotabella"/>
              <w:rPr>
                <w:rFonts w:ascii="Gotham" w:hAnsi="Gotham"/>
                <w:sz w:val="18"/>
              </w:rPr>
            </w:pPr>
          </w:p>
        </w:tc>
      </w:tr>
      <w:tr w:rsidR="00096DC7" w14:paraId="464EA74F" w14:textId="77777777" w:rsidTr="000A404A">
        <w:trPr>
          <w:cantSplit/>
          <w:trHeight w:val="300"/>
        </w:trPr>
        <w:tc>
          <w:tcPr>
            <w:tcW w:w="778" w:type="dxa"/>
            <w:gridSpan w:val="4"/>
            <w:tcBorders>
              <w:top w:val="single" w:sz="6" w:space="0" w:color="auto"/>
              <w:left w:val="double" w:sz="6" w:space="0" w:color="auto"/>
              <w:bottom w:val="single" w:sz="6" w:space="0" w:color="auto"/>
              <w:right w:val="single" w:sz="6" w:space="0" w:color="auto"/>
            </w:tcBorders>
          </w:tcPr>
          <w:p w14:paraId="6C8F7EDC" w14:textId="77777777" w:rsidR="00096DC7" w:rsidRPr="008F643F" w:rsidRDefault="00096DC7" w:rsidP="00096DC7">
            <w:pPr>
              <w:pStyle w:val="Testotabella"/>
              <w:rPr>
                <w:rFonts w:ascii="Gotham" w:hAnsi="Gotham"/>
                <w:sz w:val="18"/>
              </w:rPr>
            </w:pPr>
          </w:p>
        </w:tc>
        <w:tc>
          <w:tcPr>
            <w:tcW w:w="3403" w:type="dxa"/>
            <w:gridSpan w:val="7"/>
            <w:tcBorders>
              <w:top w:val="single" w:sz="6" w:space="0" w:color="auto"/>
              <w:left w:val="double" w:sz="6" w:space="0" w:color="auto"/>
              <w:bottom w:val="single" w:sz="6" w:space="0" w:color="auto"/>
              <w:right w:val="single" w:sz="6" w:space="0" w:color="auto"/>
            </w:tcBorders>
          </w:tcPr>
          <w:p w14:paraId="5802BD13" w14:textId="77777777" w:rsidR="00096DC7" w:rsidRPr="008F643F" w:rsidRDefault="00096DC7" w:rsidP="00096DC7">
            <w:pPr>
              <w:pStyle w:val="Testotabella"/>
              <w:rPr>
                <w:rFonts w:ascii="Gotham" w:hAnsi="Gotham"/>
                <w:sz w:val="18"/>
              </w:rPr>
            </w:pPr>
          </w:p>
        </w:tc>
        <w:tc>
          <w:tcPr>
            <w:tcW w:w="3827" w:type="dxa"/>
            <w:gridSpan w:val="16"/>
            <w:tcBorders>
              <w:top w:val="single" w:sz="6" w:space="0" w:color="auto"/>
              <w:left w:val="single" w:sz="6" w:space="0" w:color="auto"/>
              <w:bottom w:val="single" w:sz="6" w:space="0" w:color="auto"/>
              <w:right w:val="single" w:sz="6" w:space="0" w:color="auto"/>
            </w:tcBorders>
          </w:tcPr>
          <w:p w14:paraId="7C1C652E" w14:textId="77777777" w:rsidR="00096DC7" w:rsidRPr="008F643F" w:rsidRDefault="00096DC7" w:rsidP="00096DC7">
            <w:pPr>
              <w:pStyle w:val="Testotabella"/>
              <w:rPr>
                <w:rFonts w:ascii="Gotham" w:hAnsi="Gotham"/>
                <w:sz w:val="18"/>
              </w:rPr>
            </w:pPr>
          </w:p>
        </w:tc>
        <w:tc>
          <w:tcPr>
            <w:tcW w:w="993" w:type="dxa"/>
            <w:gridSpan w:val="4"/>
            <w:tcBorders>
              <w:top w:val="single" w:sz="6" w:space="0" w:color="auto"/>
              <w:left w:val="single" w:sz="6" w:space="0" w:color="auto"/>
              <w:bottom w:val="single" w:sz="6" w:space="0" w:color="auto"/>
              <w:right w:val="single" w:sz="6" w:space="0" w:color="auto"/>
            </w:tcBorders>
          </w:tcPr>
          <w:p w14:paraId="68628966" w14:textId="77777777" w:rsidR="00096DC7" w:rsidRPr="008F643F" w:rsidRDefault="00096DC7" w:rsidP="00096DC7">
            <w:pPr>
              <w:pStyle w:val="Testotabella"/>
              <w:rPr>
                <w:rFonts w:ascii="Gotham" w:hAnsi="Gotham"/>
                <w:sz w:val="18"/>
              </w:rPr>
            </w:pPr>
          </w:p>
        </w:tc>
        <w:tc>
          <w:tcPr>
            <w:tcW w:w="1701" w:type="dxa"/>
            <w:gridSpan w:val="5"/>
            <w:tcBorders>
              <w:top w:val="single" w:sz="6" w:space="0" w:color="auto"/>
              <w:left w:val="single" w:sz="6" w:space="0" w:color="auto"/>
              <w:bottom w:val="single" w:sz="6" w:space="0" w:color="auto"/>
              <w:right w:val="single" w:sz="6" w:space="0" w:color="auto"/>
            </w:tcBorders>
          </w:tcPr>
          <w:p w14:paraId="273DF947" w14:textId="77777777" w:rsidR="00096DC7" w:rsidRPr="008F643F" w:rsidRDefault="00096DC7" w:rsidP="00096DC7">
            <w:pPr>
              <w:pStyle w:val="Testotabella"/>
              <w:rPr>
                <w:rFonts w:ascii="Gotham" w:hAnsi="Gotham"/>
                <w:sz w:val="18"/>
              </w:rPr>
            </w:pPr>
          </w:p>
        </w:tc>
        <w:tc>
          <w:tcPr>
            <w:tcW w:w="4112" w:type="dxa"/>
            <w:gridSpan w:val="11"/>
            <w:tcBorders>
              <w:top w:val="single" w:sz="6" w:space="0" w:color="auto"/>
              <w:left w:val="single" w:sz="6" w:space="0" w:color="auto"/>
              <w:bottom w:val="single" w:sz="6" w:space="0" w:color="auto"/>
              <w:right w:val="double" w:sz="6" w:space="0" w:color="auto"/>
            </w:tcBorders>
          </w:tcPr>
          <w:p w14:paraId="0F90EFDD" w14:textId="77777777" w:rsidR="00096DC7" w:rsidRPr="008F643F" w:rsidRDefault="00096DC7" w:rsidP="00096DC7">
            <w:pPr>
              <w:pStyle w:val="Testotabella"/>
              <w:rPr>
                <w:rFonts w:ascii="Gotham" w:hAnsi="Gotham"/>
                <w:sz w:val="18"/>
              </w:rPr>
            </w:pPr>
          </w:p>
        </w:tc>
      </w:tr>
      <w:tr w:rsidR="00096DC7" w14:paraId="2BEE7FAB" w14:textId="77777777" w:rsidTr="000A404A">
        <w:trPr>
          <w:cantSplit/>
          <w:trHeight w:val="300"/>
        </w:trPr>
        <w:tc>
          <w:tcPr>
            <w:tcW w:w="778" w:type="dxa"/>
            <w:gridSpan w:val="4"/>
            <w:tcBorders>
              <w:top w:val="single" w:sz="6" w:space="0" w:color="auto"/>
              <w:left w:val="double" w:sz="6" w:space="0" w:color="auto"/>
              <w:bottom w:val="single" w:sz="6" w:space="0" w:color="auto"/>
              <w:right w:val="single" w:sz="6" w:space="0" w:color="auto"/>
            </w:tcBorders>
          </w:tcPr>
          <w:p w14:paraId="21A67030" w14:textId="77777777" w:rsidR="00096DC7" w:rsidRPr="008F643F" w:rsidRDefault="00096DC7" w:rsidP="00096DC7">
            <w:pPr>
              <w:pStyle w:val="Testotabella"/>
              <w:rPr>
                <w:rFonts w:ascii="Gotham" w:hAnsi="Gotham"/>
                <w:sz w:val="18"/>
              </w:rPr>
            </w:pPr>
          </w:p>
        </w:tc>
        <w:tc>
          <w:tcPr>
            <w:tcW w:w="3403" w:type="dxa"/>
            <w:gridSpan w:val="7"/>
            <w:tcBorders>
              <w:top w:val="single" w:sz="6" w:space="0" w:color="auto"/>
              <w:left w:val="double" w:sz="6" w:space="0" w:color="auto"/>
              <w:bottom w:val="single" w:sz="6" w:space="0" w:color="auto"/>
              <w:right w:val="single" w:sz="6" w:space="0" w:color="auto"/>
            </w:tcBorders>
          </w:tcPr>
          <w:p w14:paraId="092AB822" w14:textId="77777777" w:rsidR="00096DC7" w:rsidRPr="008F643F" w:rsidRDefault="00096DC7" w:rsidP="00096DC7">
            <w:pPr>
              <w:pStyle w:val="Testotabella"/>
              <w:rPr>
                <w:rFonts w:ascii="Gotham" w:hAnsi="Gotham"/>
                <w:sz w:val="18"/>
              </w:rPr>
            </w:pPr>
          </w:p>
        </w:tc>
        <w:tc>
          <w:tcPr>
            <w:tcW w:w="3827" w:type="dxa"/>
            <w:gridSpan w:val="16"/>
            <w:tcBorders>
              <w:top w:val="single" w:sz="6" w:space="0" w:color="auto"/>
              <w:left w:val="single" w:sz="6" w:space="0" w:color="auto"/>
              <w:bottom w:val="single" w:sz="6" w:space="0" w:color="auto"/>
              <w:right w:val="single" w:sz="6" w:space="0" w:color="auto"/>
            </w:tcBorders>
          </w:tcPr>
          <w:p w14:paraId="46E6A9E5" w14:textId="77777777" w:rsidR="00096DC7" w:rsidRPr="008F643F" w:rsidRDefault="00096DC7" w:rsidP="00096DC7">
            <w:pPr>
              <w:pStyle w:val="Testotabella"/>
              <w:rPr>
                <w:rFonts w:ascii="Gotham" w:hAnsi="Gotham"/>
                <w:sz w:val="18"/>
              </w:rPr>
            </w:pPr>
          </w:p>
        </w:tc>
        <w:tc>
          <w:tcPr>
            <w:tcW w:w="993" w:type="dxa"/>
            <w:gridSpan w:val="4"/>
            <w:tcBorders>
              <w:top w:val="single" w:sz="6" w:space="0" w:color="auto"/>
              <w:left w:val="single" w:sz="6" w:space="0" w:color="auto"/>
              <w:bottom w:val="single" w:sz="6" w:space="0" w:color="auto"/>
              <w:right w:val="single" w:sz="6" w:space="0" w:color="auto"/>
            </w:tcBorders>
          </w:tcPr>
          <w:p w14:paraId="1A10A337" w14:textId="77777777" w:rsidR="00096DC7" w:rsidRPr="008F643F" w:rsidRDefault="00096DC7" w:rsidP="00096DC7">
            <w:pPr>
              <w:pStyle w:val="Testotabella"/>
              <w:rPr>
                <w:rFonts w:ascii="Gotham" w:hAnsi="Gotham"/>
                <w:sz w:val="18"/>
              </w:rPr>
            </w:pPr>
          </w:p>
        </w:tc>
        <w:tc>
          <w:tcPr>
            <w:tcW w:w="1701" w:type="dxa"/>
            <w:gridSpan w:val="5"/>
            <w:tcBorders>
              <w:top w:val="single" w:sz="6" w:space="0" w:color="auto"/>
              <w:left w:val="single" w:sz="6" w:space="0" w:color="auto"/>
              <w:bottom w:val="single" w:sz="6" w:space="0" w:color="auto"/>
              <w:right w:val="single" w:sz="6" w:space="0" w:color="auto"/>
            </w:tcBorders>
          </w:tcPr>
          <w:p w14:paraId="0B523379" w14:textId="77777777" w:rsidR="00096DC7" w:rsidRPr="008F643F" w:rsidRDefault="00096DC7" w:rsidP="00096DC7">
            <w:pPr>
              <w:pStyle w:val="Testotabella"/>
              <w:rPr>
                <w:rFonts w:ascii="Gotham" w:hAnsi="Gotham"/>
                <w:sz w:val="18"/>
              </w:rPr>
            </w:pPr>
          </w:p>
        </w:tc>
        <w:tc>
          <w:tcPr>
            <w:tcW w:w="4112" w:type="dxa"/>
            <w:gridSpan w:val="11"/>
            <w:tcBorders>
              <w:top w:val="single" w:sz="6" w:space="0" w:color="auto"/>
              <w:left w:val="single" w:sz="6" w:space="0" w:color="auto"/>
              <w:bottom w:val="single" w:sz="6" w:space="0" w:color="auto"/>
              <w:right w:val="double" w:sz="6" w:space="0" w:color="auto"/>
            </w:tcBorders>
          </w:tcPr>
          <w:p w14:paraId="6B8D6F2A" w14:textId="77777777" w:rsidR="00096DC7" w:rsidRPr="008F643F" w:rsidRDefault="00096DC7" w:rsidP="00096DC7">
            <w:pPr>
              <w:pStyle w:val="Testotabella"/>
              <w:rPr>
                <w:rFonts w:ascii="Gotham" w:hAnsi="Gotham"/>
                <w:sz w:val="18"/>
              </w:rPr>
            </w:pPr>
          </w:p>
        </w:tc>
      </w:tr>
      <w:tr w:rsidR="00096DC7" w14:paraId="27D491A8" w14:textId="77777777" w:rsidTr="000A404A">
        <w:trPr>
          <w:cantSplit/>
          <w:trHeight w:val="300"/>
        </w:trPr>
        <w:tc>
          <w:tcPr>
            <w:tcW w:w="778" w:type="dxa"/>
            <w:gridSpan w:val="4"/>
            <w:tcBorders>
              <w:top w:val="single" w:sz="6" w:space="0" w:color="auto"/>
              <w:left w:val="double" w:sz="6" w:space="0" w:color="auto"/>
              <w:bottom w:val="single" w:sz="6" w:space="0" w:color="auto"/>
              <w:right w:val="single" w:sz="6" w:space="0" w:color="auto"/>
            </w:tcBorders>
          </w:tcPr>
          <w:p w14:paraId="77A47BB0" w14:textId="77777777" w:rsidR="00096DC7" w:rsidRPr="008F643F" w:rsidRDefault="00096DC7" w:rsidP="00096DC7">
            <w:pPr>
              <w:pStyle w:val="Testotabella"/>
              <w:rPr>
                <w:rFonts w:ascii="Gotham" w:hAnsi="Gotham"/>
                <w:sz w:val="18"/>
              </w:rPr>
            </w:pPr>
          </w:p>
        </w:tc>
        <w:tc>
          <w:tcPr>
            <w:tcW w:w="3403" w:type="dxa"/>
            <w:gridSpan w:val="7"/>
            <w:tcBorders>
              <w:top w:val="single" w:sz="6" w:space="0" w:color="auto"/>
              <w:left w:val="double" w:sz="6" w:space="0" w:color="auto"/>
              <w:bottom w:val="single" w:sz="6" w:space="0" w:color="auto"/>
              <w:right w:val="single" w:sz="6" w:space="0" w:color="auto"/>
            </w:tcBorders>
          </w:tcPr>
          <w:p w14:paraId="7C2A1475" w14:textId="77777777" w:rsidR="00096DC7" w:rsidRPr="008F643F" w:rsidRDefault="00096DC7" w:rsidP="00096DC7">
            <w:pPr>
              <w:pStyle w:val="Testotabella"/>
              <w:rPr>
                <w:rFonts w:ascii="Gotham" w:hAnsi="Gotham"/>
                <w:sz w:val="18"/>
              </w:rPr>
            </w:pPr>
          </w:p>
        </w:tc>
        <w:tc>
          <w:tcPr>
            <w:tcW w:w="3827" w:type="dxa"/>
            <w:gridSpan w:val="16"/>
            <w:tcBorders>
              <w:top w:val="single" w:sz="6" w:space="0" w:color="auto"/>
              <w:left w:val="single" w:sz="6" w:space="0" w:color="auto"/>
              <w:bottom w:val="single" w:sz="6" w:space="0" w:color="auto"/>
              <w:right w:val="single" w:sz="6" w:space="0" w:color="auto"/>
            </w:tcBorders>
          </w:tcPr>
          <w:p w14:paraId="755FC091" w14:textId="77777777" w:rsidR="00096DC7" w:rsidRPr="008F643F" w:rsidRDefault="00096DC7" w:rsidP="00096DC7">
            <w:pPr>
              <w:pStyle w:val="Testotabella"/>
              <w:rPr>
                <w:rFonts w:ascii="Gotham" w:hAnsi="Gotham"/>
                <w:sz w:val="18"/>
              </w:rPr>
            </w:pPr>
          </w:p>
        </w:tc>
        <w:tc>
          <w:tcPr>
            <w:tcW w:w="993" w:type="dxa"/>
            <w:gridSpan w:val="4"/>
            <w:tcBorders>
              <w:top w:val="single" w:sz="6" w:space="0" w:color="auto"/>
              <w:left w:val="single" w:sz="6" w:space="0" w:color="auto"/>
              <w:bottom w:val="single" w:sz="6" w:space="0" w:color="auto"/>
              <w:right w:val="single" w:sz="6" w:space="0" w:color="auto"/>
            </w:tcBorders>
          </w:tcPr>
          <w:p w14:paraId="756B6273" w14:textId="77777777" w:rsidR="00096DC7" w:rsidRPr="008F643F" w:rsidRDefault="00096DC7" w:rsidP="00096DC7">
            <w:pPr>
              <w:pStyle w:val="Testotabella"/>
              <w:rPr>
                <w:rFonts w:ascii="Gotham" w:hAnsi="Gotham"/>
                <w:sz w:val="18"/>
              </w:rPr>
            </w:pPr>
          </w:p>
        </w:tc>
        <w:tc>
          <w:tcPr>
            <w:tcW w:w="1701" w:type="dxa"/>
            <w:gridSpan w:val="5"/>
            <w:tcBorders>
              <w:top w:val="single" w:sz="6" w:space="0" w:color="auto"/>
              <w:left w:val="single" w:sz="6" w:space="0" w:color="auto"/>
              <w:bottom w:val="single" w:sz="6" w:space="0" w:color="auto"/>
              <w:right w:val="single" w:sz="6" w:space="0" w:color="auto"/>
            </w:tcBorders>
          </w:tcPr>
          <w:p w14:paraId="33ACC5A5" w14:textId="77777777" w:rsidR="00096DC7" w:rsidRPr="008F643F" w:rsidRDefault="00096DC7" w:rsidP="00096DC7">
            <w:pPr>
              <w:pStyle w:val="Testotabella"/>
              <w:rPr>
                <w:rFonts w:ascii="Gotham" w:hAnsi="Gotham"/>
                <w:sz w:val="18"/>
              </w:rPr>
            </w:pPr>
          </w:p>
        </w:tc>
        <w:tc>
          <w:tcPr>
            <w:tcW w:w="4112" w:type="dxa"/>
            <w:gridSpan w:val="11"/>
            <w:tcBorders>
              <w:top w:val="single" w:sz="6" w:space="0" w:color="auto"/>
              <w:left w:val="single" w:sz="6" w:space="0" w:color="auto"/>
              <w:bottom w:val="single" w:sz="6" w:space="0" w:color="auto"/>
              <w:right w:val="double" w:sz="6" w:space="0" w:color="auto"/>
            </w:tcBorders>
          </w:tcPr>
          <w:p w14:paraId="06272C21" w14:textId="77777777" w:rsidR="00096DC7" w:rsidRPr="008F643F" w:rsidRDefault="00096DC7" w:rsidP="00096DC7">
            <w:pPr>
              <w:pStyle w:val="Testotabella"/>
              <w:rPr>
                <w:rFonts w:ascii="Gotham" w:hAnsi="Gotham"/>
                <w:sz w:val="18"/>
              </w:rPr>
            </w:pPr>
          </w:p>
        </w:tc>
      </w:tr>
      <w:tr w:rsidR="00096DC7" w14:paraId="2C15EE99" w14:textId="77777777" w:rsidTr="000A404A">
        <w:trPr>
          <w:cantSplit/>
          <w:trHeight w:val="300"/>
        </w:trPr>
        <w:tc>
          <w:tcPr>
            <w:tcW w:w="778" w:type="dxa"/>
            <w:gridSpan w:val="4"/>
            <w:tcBorders>
              <w:top w:val="single" w:sz="6" w:space="0" w:color="auto"/>
              <w:left w:val="double" w:sz="6" w:space="0" w:color="auto"/>
              <w:bottom w:val="single" w:sz="6" w:space="0" w:color="auto"/>
              <w:right w:val="single" w:sz="6" w:space="0" w:color="auto"/>
            </w:tcBorders>
          </w:tcPr>
          <w:p w14:paraId="20E49F31" w14:textId="77777777" w:rsidR="00096DC7" w:rsidRPr="008F643F" w:rsidRDefault="00096DC7" w:rsidP="00096DC7">
            <w:pPr>
              <w:pStyle w:val="Testotabella"/>
              <w:rPr>
                <w:rFonts w:ascii="Gotham" w:hAnsi="Gotham"/>
                <w:sz w:val="18"/>
              </w:rPr>
            </w:pPr>
          </w:p>
        </w:tc>
        <w:tc>
          <w:tcPr>
            <w:tcW w:w="3403" w:type="dxa"/>
            <w:gridSpan w:val="7"/>
            <w:tcBorders>
              <w:top w:val="single" w:sz="6" w:space="0" w:color="auto"/>
              <w:left w:val="double" w:sz="6" w:space="0" w:color="auto"/>
              <w:bottom w:val="single" w:sz="6" w:space="0" w:color="auto"/>
              <w:right w:val="single" w:sz="6" w:space="0" w:color="auto"/>
            </w:tcBorders>
          </w:tcPr>
          <w:p w14:paraId="7DBBE760" w14:textId="77777777" w:rsidR="00096DC7" w:rsidRPr="008F643F" w:rsidRDefault="00096DC7" w:rsidP="00096DC7">
            <w:pPr>
              <w:pStyle w:val="Testotabella"/>
              <w:rPr>
                <w:rFonts w:ascii="Gotham" w:hAnsi="Gotham"/>
                <w:sz w:val="18"/>
              </w:rPr>
            </w:pPr>
          </w:p>
        </w:tc>
        <w:tc>
          <w:tcPr>
            <w:tcW w:w="3827" w:type="dxa"/>
            <w:gridSpan w:val="16"/>
            <w:tcBorders>
              <w:top w:val="single" w:sz="6" w:space="0" w:color="auto"/>
              <w:left w:val="single" w:sz="6" w:space="0" w:color="auto"/>
              <w:bottom w:val="single" w:sz="6" w:space="0" w:color="auto"/>
              <w:right w:val="single" w:sz="6" w:space="0" w:color="auto"/>
            </w:tcBorders>
          </w:tcPr>
          <w:p w14:paraId="2CA84024" w14:textId="77777777" w:rsidR="00096DC7" w:rsidRPr="008F643F" w:rsidRDefault="00096DC7" w:rsidP="00096DC7">
            <w:pPr>
              <w:pStyle w:val="Testotabella"/>
              <w:rPr>
                <w:rFonts w:ascii="Gotham" w:hAnsi="Gotham"/>
                <w:sz w:val="18"/>
              </w:rPr>
            </w:pPr>
          </w:p>
        </w:tc>
        <w:tc>
          <w:tcPr>
            <w:tcW w:w="993" w:type="dxa"/>
            <w:gridSpan w:val="4"/>
            <w:tcBorders>
              <w:top w:val="single" w:sz="6" w:space="0" w:color="auto"/>
              <w:left w:val="single" w:sz="6" w:space="0" w:color="auto"/>
              <w:bottom w:val="single" w:sz="6" w:space="0" w:color="auto"/>
              <w:right w:val="single" w:sz="6" w:space="0" w:color="auto"/>
            </w:tcBorders>
          </w:tcPr>
          <w:p w14:paraId="4DB17F11" w14:textId="77777777" w:rsidR="00096DC7" w:rsidRPr="008F643F" w:rsidRDefault="00096DC7" w:rsidP="00096DC7">
            <w:pPr>
              <w:pStyle w:val="Testotabella"/>
              <w:rPr>
                <w:rFonts w:ascii="Gotham" w:hAnsi="Gotham"/>
                <w:sz w:val="18"/>
              </w:rPr>
            </w:pPr>
          </w:p>
        </w:tc>
        <w:tc>
          <w:tcPr>
            <w:tcW w:w="1701" w:type="dxa"/>
            <w:gridSpan w:val="5"/>
            <w:tcBorders>
              <w:top w:val="single" w:sz="6" w:space="0" w:color="auto"/>
              <w:left w:val="single" w:sz="6" w:space="0" w:color="auto"/>
              <w:bottom w:val="single" w:sz="6" w:space="0" w:color="auto"/>
              <w:right w:val="single" w:sz="6" w:space="0" w:color="auto"/>
            </w:tcBorders>
          </w:tcPr>
          <w:p w14:paraId="2D648EC9" w14:textId="77777777" w:rsidR="00096DC7" w:rsidRPr="008F643F" w:rsidRDefault="00096DC7" w:rsidP="00096DC7">
            <w:pPr>
              <w:pStyle w:val="Testotabella"/>
              <w:rPr>
                <w:rFonts w:ascii="Gotham" w:hAnsi="Gotham"/>
                <w:sz w:val="18"/>
              </w:rPr>
            </w:pPr>
          </w:p>
        </w:tc>
        <w:tc>
          <w:tcPr>
            <w:tcW w:w="4112" w:type="dxa"/>
            <w:gridSpan w:val="11"/>
            <w:tcBorders>
              <w:top w:val="single" w:sz="6" w:space="0" w:color="auto"/>
              <w:left w:val="single" w:sz="6" w:space="0" w:color="auto"/>
              <w:bottom w:val="single" w:sz="6" w:space="0" w:color="auto"/>
              <w:right w:val="double" w:sz="6" w:space="0" w:color="auto"/>
            </w:tcBorders>
          </w:tcPr>
          <w:p w14:paraId="05C6862C" w14:textId="77777777" w:rsidR="00096DC7" w:rsidRPr="008F643F" w:rsidRDefault="00096DC7" w:rsidP="00096DC7">
            <w:pPr>
              <w:pStyle w:val="Testotabella"/>
              <w:rPr>
                <w:rFonts w:ascii="Gotham" w:hAnsi="Gotham"/>
                <w:sz w:val="18"/>
              </w:rPr>
            </w:pPr>
          </w:p>
        </w:tc>
      </w:tr>
      <w:tr w:rsidR="00096DC7" w14:paraId="5CD81C3C" w14:textId="77777777" w:rsidTr="000A404A">
        <w:trPr>
          <w:cantSplit/>
          <w:trHeight w:val="300"/>
        </w:trPr>
        <w:tc>
          <w:tcPr>
            <w:tcW w:w="778" w:type="dxa"/>
            <w:gridSpan w:val="4"/>
            <w:tcBorders>
              <w:top w:val="single" w:sz="6" w:space="0" w:color="auto"/>
              <w:left w:val="double" w:sz="6" w:space="0" w:color="auto"/>
              <w:bottom w:val="single" w:sz="6" w:space="0" w:color="auto"/>
              <w:right w:val="single" w:sz="6" w:space="0" w:color="auto"/>
            </w:tcBorders>
          </w:tcPr>
          <w:p w14:paraId="606F284A" w14:textId="77777777" w:rsidR="00096DC7" w:rsidRPr="008F643F" w:rsidRDefault="00096DC7" w:rsidP="00096DC7">
            <w:pPr>
              <w:pStyle w:val="Testotabella"/>
              <w:rPr>
                <w:rFonts w:ascii="Gotham" w:hAnsi="Gotham"/>
                <w:sz w:val="18"/>
              </w:rPr>
            </w:pPr>
          </w:p>
        </w:tc>
        <w:tc>
          <w:tcPr>
            <w:tcW w:w="3403" w:type="dxa"/>
            <w:gridSpan w:val="7"/>
            <w:tcBorders>
              <w:top w:val="single" w:sz="6" w:space="0" w:color="auto"/>
              <w:left w:val="double" w:sz="6" w:space="0" w:color="auto"/>
              <w:bottom w:val="single" w:sz="6" w:space="0" w:color="auto"/>
              <w:right w:val="single" w:sz="6" w:space="0" w:color="auto"/>
            </w:tcBorders>
          </w:tcPr>
          <w:p w14:paraId="23698E61" w14:textId="77777777" w:rsidR="00096DC7" w:rsidRPr="008F643F" w:rsidRDefault="00096DC7" w:rsidP="00096DC7">
            <w:pPr>
              <w:pStyle w:val="Testotabella"/>
              <w:rPr>
                <w:rFonts w:ascii="Gotham" w:hAnsi="Gotham"/>
                <w:sz w:val="18"/>
              </w:rPr>
            </w:pPr>
          </w:p>
        </w:tc>
        <w:tc>
          <w:tcPr>
            <w:tcW w:w="3827" w:type="dxa"/>
            <w:gridSpan w:val="16"/>
            <w:tcBorders>
              <w:top w:val="single" w:sz="6" w:space="0" w:color="auto"/>
              <w:left w:val="single" w:sz="6" w:space="0" w:color="auto"/>
              <w:bottom w:val="single" w:sz="6" w:space="0" w:color="auto"/>
              <w:right w:val="single" w:sz="6" w:space="0" w:color="auto"/>
            </w:tcBorders>
          </w:tcPr>
          <w:p w14:paraId="2387DD81" w14:textId="77777777" w:rsidR="00096DC7" w:rsidRPr="008F643F" w:rsidRDefault="00096DC7" w:rsidP="00096DC7">
            <w:pPr>
              <w:pStyle w:val="Testotabella"/>
              <w:rPr>
                <w:rFonts w:ascii="Gotham" w:hAnsi="Gotham"/>
                <w:sz w:val="18"/>
              </w:rPr>
            </w:pPr>
          </w:p>
        </w:tc>
        <w:tc>
          <w:tcPr>
            <w:tcW w:w="993" w:type="dxa"/>
            <w:gridSpan w:val="4"/>
            <w:tcBorders>
              <w:top w:val="single" w:sz="6" w:space="0" w:color="auto"/>
              <w:left w:val="single" w:sz="6" w:space="0" w:color="auto"/>
              <w:bottom w:val="single" w:sz="6" w:space="0" w:color="auto"/>
              <w:right w:val="single" w:sz="6" w:space="0" w:color="auto"/>
            </w:tcBorders>
          </w:tcPr>
          <w:p w14:paraId="2E497588" w14:textId="77777777" w:rsidR="00096DC7" w:rsidRPr="008F643F" w:rsidRDefault="00096DC7" w:rsidP="00096DC7">
            <w:pPr>
              <w:pStyle w:val="Testotabella"/>
              <w:rPr>
                <w:rFonts w:ascii="Gotham" w:hAnsi="Gotham"/>
                <w:sz w:val="18"/>
              </w:rPr>
            </w:pPr>
          </w:p>
        </w:tc>
        <w:tc>
          <w:tcPr>
            <w:tcW w:w="1701" w:type="dxa"/>
            <w:gridSpan w:val="5"/>
            <w:tcBorders>
              <w:top w:val="single" w:sz="6" w:space="0" w:color="auto"/>
              <w:left w:val="single" w:sz="6" w:space="0" w:color="auto"/>
              <w:bottom w:val="single" w:sz="6" w:space="0" w:color="auto"/>
              <w:right w:val="single" w:sz="6" w:space="0" w:color="auto"/>
            </w:tcBorders>
          </w:tcPr>
          <w:p w14:paraId="532EA9D0" w14:textId="77777777" w:rsidR="00096DC7" w:rsidRPr="008F643F" w:rsidRDefault="00096DC7" w:rsidP="00096DC7">
            <w:pPr>
              <w:pStyle w:val="Testotabella"/>
              <w:rPr>
                <w:rFonts w:ascii="Gotham" w:hAnsi="Gotham"/>
                <w:sz w:val="18"/>
              </w:rPr>
            </w:pPr>
          </w:p>
        </w:tc>
        <w:tc>
          <w:tcPr>
            <w:tcW w:w="4112" w:type="dxa"/>
            <w:gridSpan w:val="11"/>
            <w:tcBorders>
              <w:top w:val="single" w:sz="6" w:space="0" w:color="auto"/>
              <w:left w:val="single" w:sz="6" w:space="0" w:color="auto"/>
              <w:bottom w:val="single" w:sz="6" w:space="0" w:color="auto"/>
              <w:right w:val="double" w:sz="6" w:space="0" w:color="auto"/>
            </w:tcBorders>
          </w:tcPr>
          <w:p w14:paraId="40356E5F" w14:textId="77777777" w:rsidR="00096DC7" w:rsidRPr="008F643F" w:rsidRDefault="00096DC7" w:rsidP="00096DC7">
            <w:pPr>
              <w:pStyle w:val="Testotabella"/>
              <w:rPr>
                <w:rFonts w:ascii="Gotham" w:hAnsi="Gotham"/>
                <w:sz w:val="18"/>
              </w:rPr>
            </w:pPr>
          </w:p>
        </w:tc>
      </w:tr>
      <w:tr w:rsidR="00096DC7" w14:paraId="63742A7C" w14:textId="77777777" w:rsidTr="000A404A">
        <w:trPr>
          <w:cantSplit/>
          <w:trHeight w:val="300"/>
        </w:trPr>
        <w:tc>
          <w:tcPr>
            <w:tcW w:w="778" w:type="dxa"/>
            <w:gridSpan w:val="4"/>
            <w:tcBorders>
              <w:top w:val="single" w:sz="6" w:space="0" w:color="auto"/>
              <w:left w:val="double" w:sz="6" w:space="0" w:color="auto"/>
              <w:bottom w:val="single" w:sz="6" w:space="0" w:color="auto"/>
              <w:right w:val="single" w:sz="6" w:space="0" w:color="auto"/>
            </w:tcBorders>
          </w:tcPr>
          <w:p w14:paraId="69C00EF3" w14:textId="77777777" w:rsidR="00096DC7" w:rsidRPr="008F643F" w:rsidRDefault="00096DC7" w:rsidP="00096DC7">
            <w:pPr>
              <w:pStyle w:val="Testotabella"/>
              <w:rPr>
                <w:rFonts w:ascii="Gotham" w:hAnsi="Gotham"/>
                <w:sz w:val="18"/>
              </w:rPr>
            </w:pPr>
          </w:p>
        </w:tc>
        <w:tc>
          <w:tcPr>
            <w:tcW w:w="3403" w:type="dxa"/>
            <w:gridSpan w:val="7"/>
            <w:tcBorders>
              <w:top w:val="single" w:sz="6" w:space="0" w:color="auto"/>
              <w:left w:val="double" w:sz="6" w:space="0" w:color="auto"/>
              <w:bottom w:val="single" w:sz="6" w:space="0" w:color="auto"/>
              <w:right w:val="single" w:sz="6" w:space="0" w:color="auto"/>
            </w:tcBorders>
          </w:tcPr>
          <w:p w14:paraId="080A625D" w14:textId="77777777" w:rsidR="00096DC7" w:rsidRPr="008F643F" w:rsidRDefault="00096DC7" w:rsidP="00096DC7">
            <w:pPr>
              <w:pStyle w:val="Testotabella"/>
              <w:rPr>
                <w:rFonts w:ascii="Gotham" w:hAnsi="Gotham"/>
                <w:sz w:val="18"/>
              </w:rPr>
            </w:pPr>
          </w:p>
        </w:tc>
        <w:tc>
          <w:tcPr>
            <w:tcW w:w="3827" w:type="dxa"/>
            <w:gridSpan w:val="16"/>
            <w:tcBorders>
              <w:top w:val="single" w:sz="6" w:space="0" w:color="auto"/>
              <w:left w:val="single" w:sz="6" w:space="0" w:color="auto"/>
              <w:bottom w:val="single" w:sz="6" w:space="0" w:color="auto"/>
              <w:right w:val="single" w:sz="6" w:space="0" w:color="auto"/>
            </w:tcBorders>
          </w:tcPr>
          <w:p w14:paraId="116C3459" w14:textId="77777777" w:rsidR="00096DC7" w:rsidRPr="008F643F" w:rsidRDefault="00096DC7" w:rsidP="00096DC7">
            <w:pPr>
              <w:pStyle w:val="Testotabella"/>
              <w:rPr>
                <w:rFonts w:ascii="Gotham" w:hAnsi="Gotham"/>
                <w:sz w:val="18"/>
              </w:rPr>
            </w:pPr>
          </w:p>
        </w:tc>
        <w:tc>
          <w:tcPr>
            <w:tcW w:w="993" w:type="dxa"/>
            <w:gridSpan w:val="4"/>
            <w:tcBorders>
              <w:top w:val="single" w:sz="6" w:space="0" w:color="auto"/>
              <w:left w:val="single" w:sz="6" w:space="0" w:color="auto"/>
              <w:bottom w:val="single" w:sz="6" w:space="0" w:color="auto"/>
              <w:right w:val="single" w:sz="6" w:space="0" w:color="auto"/>
            </w:tcBorders>
          </w:tcPr>
          <w:p w14:paraId="7F20F466" w14:textId="77777777" w:rsidR="00096DC7" w:rsidRPr="008F643F" w:rsidRDefault="00096DC7" w:rsidP="00096DC7">
            <w:pPr>
              <w:pStyle w:val="Testotabella"/>
              <w:rPr>
                <w:rFonts w:ascii="Gotham" w:hAnsi="Gotham"/>
                <w:sz w:val="18"/>
              </w:rPr>
            </w:pPr>
          </w:p>
        </w:tc>
        <w:tc>
          <w:tcPr>
            <w:tcW w:w="1701" w:type="dxa"/>
            <w:gridSpan w:val="5"/>
            <w:tcBorders>
              <w:top w:val="single" w:sz="6" w:space="0" w:color="auto"/>
              <w:left w:val="single" w:sz="6" w:space="0" w:color="auto"/>
              <w:bottom w:val="single" w:sz="6" w:space="0" w:color="auto"/>
              <w:right w:val="single" w:sz="6" w:space="0" w:color="auto"/>
            </w:tcBorders>
          </w:tcPr>
          <w:p w14:paraId="2E4CE47E" w14:textId="77777777" w:rsidR="00096DC7" w:rsidRPr="008F643F" w:rsidRDefault="00096DC7" w:rsidP="00096DC7">
            <w:pPr>
              <w:pStyle w:val="Testotabella"/>
              <w:rPr>
                <w:rFonts w:ascii="Gotham" w:hAnsi="Gotham"/>
                <w:sz w:val="18"/>
              </w:rPr>
            </w:pPr>
          </w:p>
        </w:tc>
        <w:tc>
          <w:tcPr>
            <w:tcW w:w="4112" w:type="dxa"/>
            <w:gridSpan w:val="11"/>
            <w:tcBorders>
              <w:top w:val="single" w:sz="6" w:space="0" w:color="auto"/>
              <w:left w:val="single" w:sz="6" w:space="0" w:color="auto"/>
              <w:bottom w:val="single" w:sz="6" w:space="0" w:color="auto"/>
              <w:right w:val="double" w:sz="6" w:space="0" w:color="auto"/>
            </w:tcBorders>
          </w:tcPr>
          <w:p w14:paraId="56E67DC7" w14:textId="77777777" w:rsidR="00096DC7" w:rsidRPr="008F643F" w:rsidRDefault="00096DC7" w:rsidP="00096DC7">
            <w:pPr>
              <w:pStyle w:val="Testotabella"/>
              <w:rPr>
                <w:rFonts w:ascii="Gotham" w:hAnsi="Gotham"/>
                <w:sz w:val="18"/>
              </w:rPr>
            </w:pPr>
          </w:p>
        </w:tc>
      </w:tr>
      <w:tr w:rsidR="00096DC7" w14:paraId="686EEA47" w14:textId="77777777" w:rsidTr="000A404A">
        <w:trPr>
          <w:cantSplit/>
          <w:trHeight w:val="300"/>
        </w:trPr>
        <w:tc>
          <w:tcPr>
            <w:tcW w:w="778" w:type="dxa"/>
            <w:gridSpan w:val="4"/>
            <w:tcBorders>
              <w:top w:val="single" w:sz="6" w:space="0" w:color="auto"/>
              <w:left w:val="double" w:sz="6" w:space="0" w:color="auto"/>
              <w:bottom w:val="single" w:sz="6" w:space="0" w:color="auto"/>
              <w:right w:val="single" w:sz="6" w:space="0" w:color="auto"/>
            </w:tcBorders>
          </w:tcPr>
          <w:p w14:paraId="7A8EC62A" w14:textId="77777777" w:rsidR="00096DC7" w:rsidRPr="008F643F" w:rsidRDefault="00096DC7" w:rsidP="00096DC7">
            <w:pPr>
              <w:pStyle w:val="Testotabella"/>
              <w:rPr>
                <w:rFonts w:ascii="Gotham" w:hAnsi="Gotham"/>
                <w:sz w:val="18"/>
              </w:rPr>
            </w:pPr>
          </w:p>
        </w:tc>
        <w:tc>
          <w:tcPr>
            <w:tcW w:w="3403" w:type="dxa"/>
            <w:gridSpan w:val="7"/>
            <w:tcBorders>
              <w:top w:val="single" w:sz="6" w:space="0" w:color="auto"/>
              <w:left w:val="double" w:sz="6" w:space="0" w:color="auto"/>
              <w:bottom w:val="single" w:sz="6" w:space="0" w:color="auto"/>
              <w:right w:val="single" w:sz="6" w:space="0" w:color="auto"/>
            </w:tcBorders>
          </w:tcPr>
          <w:p w14:paraId="52552168" w14:textId="77777777" w:rsidR="00096DC7" w:rsidRPr="008F643F" w:rsidRDefault="00096DC7" w:rsidP="00096DC7">
            <w:pPr>
              <w:pStyle w:val="Testotabella"/>
              <w:rPr>
                <w:rFonts w:ascii="Gotham" w:hAnsi="Gotham"/>
                <w:sz w:val="18"/>
              </w:rPr>
            </w:pPr>
          </w:p>
        </w:tc>
        <w:tc>
          <w:tcPr>
            <w:tcW w:w="3827" w:type="dxa"/>
            <w:gridSpan w:val="16"/>
            <w:tcBorders>
              <w:top w:val="single" w:sz="6" w:space="0" w:color="auto"/>
              <w:left w:val="single" w:sz="6" w:space="0" w:color="auto"/>
              <w:bottom w:val="single" w:sz="6" w:space="0" w:color="auto"/>
              <w:right w:val="single" w:sz="6" w:space="0" w:color="auto"/>
            </w:tcBorders>
          </w:tcPr>
          <w:p w14:paraId="26EF7F0E" w14:textId="77777777" w:rsidR="00096DC7" w:rsidRPr="008F643F" w:rsidRDefault="00096DC7" w:rsidP="00096DC7">
            <w:pPr>
              <w:pStyle w:val="Testotabella"/>
              <w:rPr>
                <w:rFonts w:ascii="Gotham" w:hAnsi="Gotham"/>
                <w:sz w:val="18"/>
              </w:rPr>
            </w:pPr>
          </w:p>
        </w:tc>
        <w:tc>
          <w:tcPr>
            <w:tcW w:w="993" w:type="dxa"/>
            <w:gridSpan w:val="4"/>
            <w:tcBorders>
              <w:top w:val="single" w:sz="6" w:space="0" w:color="auto"/>
              <w:left w:val="single" w:sz="6" w:space="0" w:color="auto"/>
              <w:bottom w:val="single" w:sz="6" w:space="0" w:color="auto"/>
              <w:right w:val="single" w:sz="6" w:space="0" w:color="auto"/>
            </w:tcBorders>
          </w:tcPr>
          <w:p w14:paraId="4CEA019E" w14:textId="77777777" w:rsidR="00096DC7" w:rsidRPr="008F643F" w:rsidRDefault="00096DC7" w:rsidP="00096DC7">
            <w:pPr>
              <w:pStyle w:val="Testotabella"/>
              <w:rPr>
                <w:rFonts w:ascii="Gotham" w:hAnsi="Gotham"/>
                <w:sz w:val="18"/>
              </w:rPr>
            </w:pPr>
          </w:p>
        </w:tc>
        <w:tc>
          <w:tcPr>
            <w:tcW w:w="1701" w:type="dxa"/>
            <w:gridSpan w:val="5"/>
            <w:tcBorders>
              <w:top w:val="single" w:sz="6" w:space="0" w:color="auto"/>
              <w:left w:val="single" w:sz="6" w:space="0" w:color="auto"/>
              <w:bottom w:val="single" w:sz="6" w:space="0" w:color="auto"/>
              <w:right w:val="single" w:sz="6" w:space="0" w:color="auto"/>
            </w:tcBorders>
          </w:tcPr>
          <w:p w14:paraId="484CF9D1" w14:textId="77777777" w:rsidR="00096DC7" w:rsidRPr="008F643F" w:rsidRDefault="00096DC7" w:rsidP="00096DC7">
            <w:pPr>
              <w:pStyle w:val="Testotabella"/>
              <w:rPr>
                <w:rFonts w:ascii="Gotham" w:hAnsi="Gotham"/>
                <w:sz w:val="18"/>
              </w:rPr>
            </w:pPr>
          </w:p>
        </w:tc>
        <w:tc>
          <w:tcPr>
            <w:tcW w:w="4112" w:type="dxa"/>
            <w:gridSpan w:val="11"/>
            <w:tcBorders>
              <w:top w:val="single" w:sz="6" w:space="0" w:color="auto"/>
              <w:left w:val="single" w:sz="6" w:space="0" w:color="auto"/>
              <w:bottom w:val="single" w:sz="6" w:space="0" w:color="auto"/>
              <w:right w:val="double" w:sz="6" w:space="0" w:color="auto"/>
            </w:tcBorders>
          </w:tcPr>
          <w:p w14:paraId="4C18A496" w14:textId="77777777" w:rsidR="00096DC7" w:rsidRPr="008F643F" w:rsidRDefault="00096DC7" w:rsidP="00096DC7">
            <w:pPr>
              <w:pStyle w:val="Testotabella"/>
              <w:rPr>
                <w:rFonts w:ascii="Gotham" w:hAnsi="Gotham"/>
                <w:sz w:val="18"/>
              </w:rPr>
            </w:pPr>
          </w:p>
        </w:tc>
      </w:tr>
      <w:tr w:rsidR="00096DC7" w14:paraId="005735A2" w14:textId="77777777" w:rsidTr="000A404A">
        <w:trPr>
          <w:cantSplit/>
          <w:trHeight w:val="300"/>
        </w:trPr>
        <w:tc>
          <w:tcPr>
            <w:tcW w:w="778" w:type="dxa"/>
            <w:gridSpan w:val="4"/>
            <w:tcBorders>
              <w:top w:val="single" w:sz="6" w:space="0" w:color="auto"/>
              <w:left w:val="double" w:sz="6" w:space="0" w:color="auto"/>
              <w:bottom w:val="single" w:sz="6" w:space="0" w:color="auto"/>
              <w:right w:val="single" w:sz="6" w:space="0" w:color="auto"/>
            </w:tcBorders>
          </w:tcPr>
          <w:p w14:paraId="021E9331" w14:textId="77777777" w:rsidR="00096DC7" w:rsidRPr="008F643F" w:rsidRDefault="00096DC7" w:rsidP="00096DC7">
            <w:pPr>
              <w:pStyle w:val="Testotabella"/>
              <w:rPr>
                <w:rFonts w:ascii="Gotham" w:hAnsi="Gotham"/>
                <w:sz w:val="18"/>
              </w:rPr>
            </w:pPr>
          </w:p>
        </w:tc>
        <w:tc>
          <w:tcPr>
            <w:tcW w:w="3403" w:type="dxa"/>
            <w:gridSpan w:val="7"/>
            <w:tcBorders>
              <w:top w:val="single" w:sz="6" w:space="0" w:color="auto"/>
              <w:left w:val="double" w:sz="6" w:space="0" w:color="auto"/>
              <w:bottom w:val="single" w:sz="6" w:space="0" w:color="auto"/>
              <w:right w:val="single" w:sz="6" w:space="0" w:color="auto"/>
            </w:tcBorders>
          </w:tcPr>
          <w:p w14:paraId="6A0179C4" w14:textId="77777777" w:rsidR="00096DC7" w:rsidRPr="008F643F" w:rsidRDefault="00096DC7" w:rsidP="00096DC7">
            <w:pPr>
              <w:pStyle w:val="Testotabella"/>
              <w:rPr>
                <w:rFonts w:ascii="Gotham" w:hAnsi="Gotham"/>
                <w:sz w:val="18"/>
              </w:rPr>
            </w:pPr>
          </w:p>
        </w:tc>
        <w:tc>
          <w:tcPr>
            <w:tcW w:w="3827" w:type="dxa"/>
            <w:gridSpan w:val="16"/>
            <w:tcBorders>
              <w:top w:val="single" w:sz="6" w:space="0" w:color="auto"/>
              <w:left w:val="single" w:sz="6" w:space="0" w:color="auto"/>
              <w:bottom w:val="single" w:sz="6" w:space="0" w:color="auto"/>
              <w:right w:val="single" w:sz="6" w:space="0" w:color="auto"/>
            </w:tcBorders>
          </w:tcPr>
          <w:p w14:paraId="55A95289" w14:textId="77777777" w:rsidR="00096DC7" w:rsidRPr="008F643F" w:rsidRDefault="00096DC7" w:rsidP="00096DC7">
            <w:pPr>
              <w:pStyle w:val="Testotabella"/>
              <w:rPr>
                <w:rFonts w:ascii="Gotham" w:hAnsi="Gotham"/>
                <w:sz w:val="18"/>
              </w:rPr>
            </w:pPr>
          </w:p>
        </w:tc>
        <w:tc>
          <w:tcPr>
            <w:tcW w:w="993" w:type="dxa"/>
            <w:gridSpan w:val="4"/>
            <w:tcBorders>
              <w:top w:val="single" w:sz="6" w:space="0" w:color="auto"/>
              <w:left w:val="single" w:sz="6" w:space="0" w:color="auto"/>
              <w:bottom w:val="single" w:sz="6" w:space="0" w:color="auto"/>
              <w:right w:val="single" w:sz="6" w:space="0" w:color="auto"/>
            </w:tcBorders>
          </w:tcPr>
          <w:p w14:paraId="5BD025B0" w14:textId="77777777" w:rsidR="00096DC7" w:rsidRPr="008F643F" w:rsidRDefault="00096DC7" w:rsidP="00096DC7">
            <w:pPr>
              <w:pStyle w:val="Testotabella"/>
              <w:rPr>
                <w:rFonts w:ascii="Gotham" w:hAnsi="Gotham"/>
                <w:sz w:val="18"/>
              </w:rPr>
            </w:pPr>
          </w:p>
        </w:tc>
        <w:tc>
          <w:tcPr>
            <w:tcW w:w="1701" w:type="dxa"/>
            <w:gridSpan w:val="5"/>
            <w:tcBorders>
              <w:top w:val="single" w:sz="6" w:space="0" w:color="auto"/>
              <w:left w:val="single" w:sz="6" w:space="0" w:color="auto"/>
              <w:bottom w:val="single" w:sz="6" w:space="0" w:color="auto"/>
              <w:right w:val="single" w:sz="6" w:space="0" w:color="auto"/>
            </w:tcBorders>
          </w:tcPr>
          <w:p w14:paraId="5B42BB8F" w14:textId="77777777" w:rsidR="00096DC7" w:rsidRPr="008F643F" w:rsidRDefault="00096DC7" w:rsidP="00096DC7">
            <w:pPr>
              <w:pStyle w:val="Testotabella"/>
              <w:rPr>
                <w:rFonts w:ascii="Gotham" w:hAnsi="Gotham"/>
                <w:sz w:val="18"/>
              </w:rPr>
            </w:pPr>
          </w:p>
        </w:tc>
        <w:tc>
          <w:tcPr>
            <w:tcW w:w="4112" w:type="dxa"/>
            <w:gridSpan w:val="11"/>
            <w:tcBorders>
              <w:top w:val="single" w:sz="6" w:space="0" w:color="auto"/>
              <w:left w:val="single" w:sz="6" w:space="0" w:color="auto"/>
              <w:bottom w:val="single" w:sz="6" w:space="0" w:color="auto"/>
              <w:right w:val="double" w:sz="6" w:space="0" w:color="auto"/>
            </w:tcBorders>
          </w:tcPr>
          <w:p w14:paraId="2A2248FF" w14:textId="77777777" w:rsidR="00096DC7" w:rsidRPr="008F643F" w:rsidRDefault="00096DC7" w:rsidP="00096DC7">
            <w:pPr>
              <w:pStyle w:val="Testotabella"/>
              <w:rPr>
                <w:rFonts w:ascii="Gotham" w:hAnsi="Gotham"/>
                <w:sz w:val="18"/>
              </w:rPr>
            </w:pPr>
          </w:p>
        </w:tc>
      </w:tr>
      <w:tr w:rsidR="00096DC7" w14:paraId="66D3512E" w14:textId="77777777" w:rsidTr="000A404A">
        <w:trPr>
          <w:cantSplit/>
          <w:trHeight w:val="300"/>
        </w:trPr>
        <w:tc>
          <w:tcPr>
            <w:tcW w:w="778" w:type="dxa"/>
            <w:gridSpan w:val="4"/>
            <w:tcBorders>
              <w:top w:val="single" w:sz="6" w:space="0" w:color="auto"/>
              <w:left w:val="double" w:sz="6" w:space="0" w:color="auto"/>
              <w:bottom w:val="single" w:sz="6" w:space="0" w:color="auto"/>
              <w:right w:val="single" w:sz="6" w:space="0" w:color="auto"/>
            </w:tcBorders>
          </w:tcPr>
          <w:p w14:paraId="2CB136E8" w14:textId="77777777" w:rsidR="00096DC7" w:rsidRPr="008F643F" w:rsidRDefault="00096DC7" w:rsidP="00096DC7">
            <w:pPr>
              <w:pStyle w:val="Testotabella"/>
              <w:rPr>
                <w:rFonts w:ascii="Gotham" w:hAnsi="Gotham"/>
                <w:sz w:val="18"/>
              </w:rPr>
            </w:pPr>
          </w:p>
        </w:tc>
        <w:tc>
          <w:tcPr>
            <w:tcW w:w="3403" w:type="dxa"/>
            <w:gridSpan w:val="7"/>
            <w:tcBorders>
              <w:top w:val="single" w:sz="6" w:space="0" w:color="auto"/>
              <w:left w:val="double" w:sz="6" w:space="0" w:color="auto"/>
              <w:bottom w:val="single" w:sz="6" w:space="0" w:color="auto"/>
              <w:right w:val="single" w:sz="6" w:space="0" w:color="auto"/>
            </w:tcBorders>
          </w:tcPr>
          <w:p w14:paraId="25943ED2" w14:textId="77777777" w:rsidR="00096DC7" w:rsidRPr="008F643F" w:rsidRDefault="00096DC7" w:rsidP="00096DC7">
            <w:pPr>
              <w:pStyle w:val="Testotabella"/>
              <w:rPr>
                <w:rFonts w:ascii="Gotham" w:hAnsi="Gotham"/>
                <w:sz w:val="18"/>
              </w:rPr>
            </w:pPr>
          </w:p>
        </w:tc>
        <w:tc>
          <w:tcPr>
            <w:tcW w:w="3827" w:type="dxa"/>
            <w:gridSpan w:val="16"/>
            <w:tcBorders>
              <w:top w:val="single" w:sz="6" w:space="0" w:color="auto"/>
              <w:left w:val="single" w:sz="6" w:space="0" w:color="auto"/>
              <w:bottom w:val="single" w:sz="6" w:space="0" w:color="auto"/>
              <w:right w:val="single" w:sz="6" w:space="0" w:color="auto"/>
            </w:tcBorders>
          </w:tcPr>
          <w:p w14:paraId="433ACCAA" w14:textId="77777777" w:rsidR="00096DC7" w:rsidRPr="008F643F" w:rsidRDefault="00096DC7" w:rsidP="00096DC7">
            <w:pPr>
              <w:pStyle w:val="Testotabella"/>
              <w:rPr>
                <w:rFonts w:ascii="Gotham" w:hAnsi="Gotham"/>
                <w:sz w:val="18"/>
              </w:rPr>
            </w:pPr>
          </w:p>
        </w:tc>
        <w:tc>
          <w:tcPr>
            <w:tcW w:w="993" w:type="dxa"/>
            <w:gridSpan w:val="4"/>
            <w:tcBorders>
              <w:top w:val="single" w:sz="6" w:space="0" w:color="auto"/>
              <w:left w:val="single" w:sz="6" w:space="0" w:color="auto"/>
              <w:bottom w:val="single" w:sz="6" w:space="0" w:color="auto"/>
              <w:right w:val="single" w:sz="6" w:space="0" w:color="auto"/>
            </w:tcBorders>
          </w:tcPr>
          <w:p w14:paraId="41CA6F72" w14:textId="77777777" w:rsidR="00096DC7" w:rsidRPr="008F643F" w:rsidRDefault="00096DC7" w:rsidP="00096DC7">
            <w:pPr>
              <w:pStyle w:val="Testotabella"/>
              <w:rPr>
                <w:rFonts w:ascii="Gotham" w:hAnsi="Gotham"/>
                <w:sz w:val="18"/>
              </w:rPr>
            </w:pPr>
          </w:p>
        </w:tc>
        <w:tc>
          <w:tcPr>
            <w:tcW w:w="1701" w:type="dxa"/>
            <w:gridSpan w:val="5"/>
            <w:tcBorders>
              <w:top w:val="single" w:sz="6" w:space="0" w:color="auto"/>
              <w:left w:val="single" w:sz="6" w:space="0" w:color="auto"/>
              <w:bottom w:val="single" w:sz="6" w:space="0" w:color="auto"/>
              <w:right w:val="single" w:sz="6" w:space="0" w:color="auto"/>
            </w:tcBorders>
          </w:tcPr>
          <w:p w14:paraId="0E225284" w14:textId="77777777" w:rsidR="00096DC7" w:rsidRPr="008F643F" w:rsidRDefault="00096DC7" w:rsidP="00096DC7">
            <w:pPr>
              <w:pStyle w:val="Testotabella"/>
              <w:rPr>
                <w:rFonts w:ascii="Gotham" w:hAnsi="Gotham"/>
                <w:sz w:val="18"/>
              </w:rPr>
            </w:pPr>
          </w:p>
        </w:tc>
        <w:tc>
          <w:tcPr>
            <w:tcW w:w="4112" w:type="dxa"/>
            <w:gridSpan w:val="11"/>
            <w:tcBorders>
              <w:top w:val="single" w:sz="6" w:space="0" w:color="auto"/>
              <w:left w:val="single" w:sz="6" w:space="0" w:color="auto"/>
              <w:bottom w:val="single" w:sz="6" w:space="0" w:color="auto"/>
              <w:right w:val="double" w:sz="6" w:space="0" w:color="auto"/>
            </w:tcBorders>
          </w:tcPr>
          <w:p w14:paraId="55C44D38" w14:textId="77777777" w:rsidR="00096DC7" w:rsidRPr="008F643F" w:rsidRDefault="00096DC7" w:rsidP="00096DC7">
            <w:pPr>
              <w:pStyle w:val="Testotabella"/>
              <w:rPr>
                <w:rFonts w:ascii="Gotham" w:hAnsi="Gotham"/>
                <w:sz w:val="18"/>
              </w:rPr>
            </w:pPr>
          </w:p>
        </w:tc>
      </w:tr>
      <w:tr w:rsidR="00096DC7" w:rsidRPr="001D5140" w14:paraId="3EFB400D" w14:textId="77777777" w:rsidTr="000A404A">
        <w:trPr>
          <w:cantSplit/>
        </w:trPr>
        <w:tc>
          <w:tcPr>
            <w:tcW w:w="14814" w:type="dxa"/>
            <w:gridSpan w:val="47"/>
            <w:tcBorders>
              <w:top w:val="single" w:sz="6" w:space="0" w:color="auto"/>
              <w:left w:val="double" w:sz="6" w:space="0" w:color="auto"/>
              <w:bottom w:val="double" w:sz="6" w:space="0" w:color="auto"/>
              <w:right w:val="double" w:sz="6" w:space="0" w:color="auto"/>
            </w:tcBorders>
          </w:tcPr>
          <w:p w14:paraId="53DE4ADE" w14:textId="77777777" w:rsidR="00096DC7" w:rsidRPr="008F643F" w:rsidRDefault="00096DC7" w:rsidP="00096DC7">
            <w:pPr>
              <w:pStyle w:val="Testotabella"/>
              <w:rPr>
                <w:rFonts w:ascii="Gotham" w:hAnsi="Gotham"/>
                <w:lang w:val="en-GB"/>
              </w:rPr>
            </w:pPr>
            <w:r w:rsidRPr="008F643F">
              <w:rPr>
                <w:rFonts w:ascii="Gotham" w:hAnsi="Gotham"/>
                <w:lang w:val="en-GB"/>
              </w:rPr>
              <w:t>13. Inspector Stamp, Signature and Date</w:t>
            </w:r>
          </w:p>
          <w:p w14:paraId="11EB1BD7" w14:textId="77777777" w:rsidR="00096DC7" w:rsidRPr="008F643F" w:rsidRDefault="00096DC7" w:rsidP="00096DC7">
            <w:pPr>
              <w:pStyle w:val="Testotabella"/>
              <w:rPr>
                <w:rFonts w:ascii="Gotham" w:hAnsi="Gotham"/>
                <w:lang w:val="en-GB"/>
              </w:rPr>
            </w:pPr>
          </w:p>
          <w:p w14:paraId="0397BDE2" w14:textId="77777777" w:rsidR="00096DC7" w:rsidRPr="008F643F" w:rsidRDefault="00096DC7" w:rsidP="00096DC7">
            <w:pPr>
              <w:pStyle w:val="Testotabella"/>
              <w:rPr>
                <w:rFonts w:ascii="Gotham" w:hAnsi="Gotham"/>
                <w:lang w:val="en-GB"/>
              </w:rPr>
            </w:pPr>
          </w:p>
          <w:p w14:paraId="6F5C321C" w14:textId="77777777" w:rsidR="00096DC7" w:rsidRPr="008F643F" w:rsidRDefault="00096DC7" w:rsidP="00096DC7">
            <w:pPr>
              <w:pStyle w:val="Testotabella"/>
              <w:rPr>
                <w:rFonts w:ascii="Gotham" w:hAnsi="Gotham"/>
                <w:sz w:val="18"/>
                <w:lang w:val="en-GB"/>
              </w:rPr>
            </w:pPr>
          </w:p>
        </w:tc>
      </w:tr>
      <w:tr w:rsidR="00096DC7" w14:paraId="5BDA1D20" w14:textId="77777777" w:rsidTr="000A404A">
        <w:trPr>
          <w:cantSplit/>
        </w:trPr>
        <w:tc>
          <w:tcPr>
            <w:tcW w:w="2356" w:type="dxa"/>
            <w:gridSpan w:val="7"/>
            <w:tcBorders>
              <w:top w:val="double" w:sz="6" w:space="0" w:color="auto"/>
              <w:left w:val="double" w:sz="6" w:space="0" w:color="auto"/>
              <w:bottom w:val="single" w:sz="6" w:space="0" w:color="auto"/>
              <w:right w:val="single" w:sz="6" w:space="0" w:color="auto"/>
            </w:tcBorders>
            <w:vAlign w:val="center"/>
          </w:tcPr>
          <w:p w14:paraId="1F5927B4" w14:textId="77777777" w:rsidR="00096DC7" w:rsidRPr="008F643F" w:rsidRDefault="00096DC7" w:rsidP="00096DC7">
            <w:pPr>
              <w:pStyle w:val="Testotabella"/>
              <w:jc w:val="center"/>
              <w:rPr>
                <w:rFonts w:ascii="Gotham" w:hAnsi="Gotham"/>
                <w:sz w:val="18"/>
              </w:rPr>
            </w:pPr>
            <w:r w:rsidRPr="008F643F">
              <w:rPr>
                <w:rFonts w:ascii="Gotham" w:hAnsi="Gotham"/>
                <w:b/>
                <w:sz w:val="24"/>
                <w:lang w:val="en-GB"/>
              </w:rPr>
              <w:lastRenderedPageBreak/>
              <w:br w:type="page"/>
            </w:r>
            <w:r w:rsidRPr="008F643F">
              <w:rPr>
                <w:rFonts w:ascii="Gotham" w:hAnsi="Gotham"/>
                <w:noProof/>
              </w:rPr>
              <w:t>SUPPLIER LOGO</w:t>
            </w:r>
          </w:p>
        </w:tc>
        <w:tc>
          <w:tcPr>
            <w:tcW w:w="9429" w:type="dxa"/>
            <w:gridSpan w:val="34"/>
            <w:vMerge w:val="restart"/>
            <w:tcBorders>
              <w:top w:val="double" w:sz="6" w:space="0" w:color="auto"/>
              <w:left w:val="single" w:sz="6" w:space="0" w:color="auto"/>
              <w:right w:val="single" w:sz="6" w:space="0" w:color="auto"/>
            </w:tcBorders>
          </w:tcPr>
          <w:p w14:paraId="3A54E5E1" w14:textId="77777777" w:rsidR="00096DC7" w:rsidRPr="008F643F" w:rsidRDefault="00096DC7" w:rsidP="00096DC7">
            <w:pPr>
              <w:pStyle w:val="Testotabella"/>
              <w:spacing w:before="120"/>
              <w:ind w:left="0"/>
              <w:jc w:val="center"/>
              <w:rPr>
                <w:rFonts w:ascii="Gotham" w:hAnsi="Gotham"/>
                <w:sz w:val="18"/>
                <w:lang w:val="en-GB"/>
              </w:rPr>
            </w:pPr>
            <w:r w:rsidRPr="008F643F">
              <w:rPr>
                <w:rFonts w:ascii="Gotham" w:hAnsi="Gotham"/>
                <w:sz w:val="24"/>
                <w:lang w:val="en-GB"/>
              </w:rPr>
              <w:t>MANUFACTURING INSPECTION REPORT (MIR)</w:t>
            </w:r>
          </w:p>
          <w:p w14:paraId="6603B922" w14:textId="77777777" w:rsidR="00096DC7" w:rsidRPr="008F643F" w:rsidRDefault="00096DC7" w:rsidP="00096DC7">
            <w:pPr>
              <w:pStyle w:val="Testotabella"/>
              <w:spacing w:line="360" w:lineRule="auto"/>
              <w:ind w:left="0"/>
              <w:rPr>
                <w:rFonts w:ascii="Gotham" w:hAnsi="Gotham"/>
                <w:sz w:val="18"/>
                <w:lang w:val="en-GB"/>
              </w:rPr>
            </w:pPr>
          </w:p>
          <w:p w14:paraId="37E249BC" w14:textId="77777777" w:rsidR="00096DC7" w:rsidRPr="008F643F" w:rsidRDefault="00096DC7" w:rsidP="00096DC7">
            <w:pPr>
              <w:pStyle w:val="Testotabella"/>
              <w:spacing w:line="360" w:lineRule="auto"/>
              <w:ind w:left="0"/>
              <w:jc w:val="center"/>
              <w:rPr>
                <w:rFonts w:ascii="Gotham" w:hAnsi="Gotham"/>
                <w:b/>
                <w:sz w:val="18"/>
                <w:lang w:val="en-GB"/>
              </w:rPr>
            </w:pPr>
          </w:p>
          <w:p w14:paraId="7F3378DA" w14:textId="77777777" w:rsidR="00096DC7" w:rsidRPr="008F643F" w:rsidRDefault="00096DC7" w:rsidP="00096DC7">
            <w:pPr>
              <w:pStyle w:val="Testotabella"/>
              <w:spacing w:line="360" w:lineRule="auto"/>
              <w:ind w:left="0"/>
              <w:jc w:val="center"/>
              <w:rPr>
                <w:rFonts w:ascii="Gotham" w:hAnsi="Gotham"/>
                <w:b/>
                <w:sz w:val="18"/>
                <w:lang w:val="en-GB"/>
              </w:rPr>
            </w:pPr>
            <w:r w:rsidRPr="008F643F">
              <w:rPr>
                <w:rFonts w:ascii="Gotham" w:hAnsi="Gotham"/>
                <w:b/>
                <w:lang w:val="en-GB"/>
              </w:rPr>
              <w:t>ADDITIONAL INFORMATION AND ATTACHED DOCUMENTS</w:t>
            </w:r>
          </w:p>
        </w:tc>
        <w:tc>
          <w:tcPr>
            <w:tcW w:w="3029" w:type="dxa"/>
            <w:gridSpan w:val="6"/>
            <w:tcBorders>
              <w:top w:val="double" w:sz="6" w:space="0" w:color="auto"/>
              <w:left w:val="single" w:sz="6" w:space="0" w:color="auto"/>
              <w:right w:val="double" w:sz="6" w:space="0" w:color="auto"/>
            </w:tcBorders>
          </w:tcPr>
          <w:p w14:paraId="74B02EF0" w14:textId="77777777" w:rsidR="00096DC7" w:rsidRPr="008F643F" w:rsidRDefault="00096DC7" w:rsidP="00096DC7">
            <w:pPr>
              <w:pStyle w:val="Testotabella"/>
              <w:rPr>
                <w:rFonts w:ascii="Gotham" w:hAnsi="Gotham"/>
                <w:lang w:val="de-DE"/>
              </w:rPr>
            </w:pPr>
            <w:r w:rsidRPr="008F643F">
              <w:rPr>
                <w:rFonts w:ascii="Gotham" w:hAnsi="Gotham"/>
                <w:lang w:val="de-DE"/>
              </w:rPr>
              <w:t>6.</w:t>
            </w:r>
          </w:p>
          <w:p w14:paraId="2605B509" w14:textId="77777777" w:rsidR="00096DC7" w:rsidRPr="008F643F" w:rsidRDefault="00096DC7" w:rsidP="00096DC7">
            <w:pPr>
              <w:pStyle w:val="Testotabella"/>
              <w:rPr>
                <w:rFonts w:ascii="Gotham" w:hAnsi="Gotham"/>
                <w:lang w:val="de-DE"/>
              </w:rPr>
            </w:pPr>
          </w:p>
          <w:p w14:paraId="43FED9E2" w14:textId="77777777" w:rsidR="00096DC7" w:rsidRPr="008F643F" w:rsidRDefault="00096DC7" w:rsidP="00096DC7">
            <w:pPr>
              <w:pStyle w:val="Testotabella"/>
              <w:rPr>
                <w:rFonts w:ascii="Gotham" w:hAnsi="Gotham"/>
                <w:lang w:val="de-DE"/>
              </w:rPr>
            </w:pPr>
            <w:r w:rsidRPr="008F643F">
              <w:rPr>
                <w:rFonts w:ascii="Gotham" w:hAnsi="Gotham"/>
                <w:lang w:val="de-DE"/>
              </w:rPr>
              <w:t>MIR n..................       Iss. .......</w:t>
            </w:r>
          </w:p>
          <w:p w14:paraId="22F9951C" w14:textId="77777777" w:rsidR="00096DC7" w:rsidRPr="008F643F" w:rsidRDefault="00096DC7" w:rsidP="00096DC7">
            <w:pPr>
              <w:pStyle w:val="Testotabella"/>
              <w:rPr>
                <w:rFonts w:ascii="Gotham" w:hAnsi="Gotham"/>
                <w:lang w:val="de-DE"/>
              </w:rPr>
            </w:pPr>
            <w:r w:rsidRPr="008F643F">
              <w:rPr>
                <w:rFonts w:ascii="Gotham" w:hAnsi="Gotham"/>
                <w:lang w:val="de-DE"/>
              </w:rPr>
              <w:t xml:space="preserve">                                   </w:t>
            </w:r>
          </w:p>
        </w:tc>
      </w:tr>
      <w:tr w:rsidR="00096DC7" w14:paraId="05C06C9F" w14:textId="77777777" w:rsidTr="000A404A">
        <w:trPr>
          <w:cantSplit/>
        </w:trPr>
        <w:tc>
          <w:tcPr>
            <w:tcW w:w="2356" w:type="dxa"/>
            <w:gridSpan w:val="7"/>
            <w:vMerge w:val="restart"/>
            <w:tcBorders>
              <w:top w:val="single" w:sz="6" w:space="0" w:color="auto"/>
              <w:left w:val="double" w:sz="6" w:space="0" w:color="auto"/>
              <w:right w:val="single" w:sz="6" w:space="0" w:color="auto"/>
            </w:tcBorders>
          </w:tcPr>
          <w:p w14:paraId="599C392D" w14:textId="77777777" w:rsidR="00096DC7" w:rsidRPr="008F643F" w:rsidRDefault="00096DC7" w:rsidP="00096DC7">
            <w:pPr>
              <w:pStyle w:val="Testotabella"/>
              <w:rPr>
                <w:rFonts w:ascii="Gotham" w:hAnsi="Gotham"/>
                <w:sz w:val="18"/>
              </w:rPr>
            </w:pPr>
            <w:r w:rsidRPr="008F643F">
              <w:rPr>
                <w:rFonts w:ascii="Gotham" w:hAnsi="Gotham"/>
              </w:rPr>
              <w:t>1. Supplier</w:t>
            </w:r>
          </w:p>
        </w:tc>
        <w:tc>
          <w:tcPr>
            <w:tcW w:w="9429" w:type="dxa"/>
            <w:gridSpan w:val="34"/>
            <w:vMerge/>
            <w:tcBorders>
              <w:left w:val="single" w:sz="6" w:space="0" w:color="auto"/>
              <w:bottom w:val="single" w:sz="6" w:space="0" w:color="auto"/>
              <w:right w:val="single" w:sz="6" w:space="0" w:color="auto"/>
            </w:tcBorders>
          </w:tcPr>
          <w:p w14:paraId="594A6A68" w14:textId="77777777" w:rsidR="00096DC7" w:rsidRPr="008F643F" w:rsidRDefault="00096DC7" w:rsidP="00096DC7">
            <w:pPr>
              <w:pStyle w:val="Testotabella"/>
              <w:spacing w:line="100" w:lineRule="atLeast"/>
              <w:ind w:left="0"/>
              <w:jc w:val="center"/>
              <w:rPr>
                <w:rFonts w:ascii="Gotham" w:hAnsi="Gotham"/>
                <w:b/>
                <w:sz w:val="18"/>
                <w:lang w:val="en-GB"/>
              </w:rPr>
            </w:pPr>
          </w:p>
        </w:tc>
        <w:tc>
          <w:tcPr>
            <w:tcW w:w="3029" w:type="dxa"/>
            <w:gridSpan w:val="6"/>
            <w:tcBorders>
              <w:left w:val="single" w:sz="6" w:space="0" w:color="auto"/>
              <w:right w:val="double" w:sz="6" w:space="0" w:color="auto"/>
            </w:tcBorders>
          </w:tcPr>
          <w:p w14:paraId="16E109AD" w14:textId="77777777" w:rsidR="00096DC7" w:rsidRPr="008F643F" w:rsidRDefault="00096DC7" w:rsidP="00096DC7">
            <w:pPr>
              <w:pStyle w:val="Testotabella"/>
              <w:rPr>
                <w:rFonts w:ascii="Gotham" w:hAnsi="Gotham"/>
              </w:rPr>
            </w:pPr>
            <w:proofErr w:type="spellStart"/>
            <w:r w:rsidRPr="008F643F">
              <w:rPr>
                <w:rFonts w:ascii="Gotham" w:hAnsi="Gotham"/>
              </w:rPr>
              <w:t>Chapter</w:t>
            </w:r>
            <w:proofErr w:type="spellEnd"/>
            <w:r w:rsidRPr="008F643F">
              <w:rPr>
                <w:rFonts w:ascii="Gotham" w:hAnsi="Gotham"/>
              </w:rPr>
              <w:t xml:space="preserve"> </w:t>
            </w:r>
            <w:r w:rsidRPr="008F643F">
              <w:rPr>
                <w:rFonts w:ascii="Gotham" w:hAnsi="Gotham"/>
                <w:b/>
              </w:rPr>
              <w:t>7</w:t>
            </w:r>
          </w:p>
          <w:p w14:paraId="523CE8EB" w14:textId="77777777" w:rsidR="00096DC7" w:rsidRPr="008F643F" w:rsidRDefault="00096DC7" w:rsidP="00096DC7">
            <w:pPr>
              <w:pStyle w:val="Testotabella"/>
              <w:rPr>
                <w:rFonts w:ascii="Gotham" w:hAnsi="Gotham"/>
              </w:rPr>
            </w:pPr>
          </w:p>
        </w:tc>
      </w:tr>
      <w:tr w:rsidR="00096DC7" w14:paraId="0B0AED1A" w14:textId="77777777" w:rsidTr="000A404A">
        <w:trPr>
          <w:cantSplit/>
        </w:trPr>
        <w:tc>
          <w:tcPr>
            <w:tcW w:w="2356" w:type="dxa"/>
            <w:gridSpan w:val="7"/>
            <w:vMerge/>
            <w:tcBorders>
              <w:left w:val="double" w:sz="6" w:space="0" w:color="auto"/>
              <w:bottom w:val="single" w:sz="6" w:space="0" w:color="auto"/>
              <w:right w:val="single" w:sz="6" w:space="0" w:color="auto"/>
            </w:tcBorders>
          </w:tcPr>
          <w:p w14:paraId="4213BCCB" w14:textId="77777777" w:rsidR="00096DC7" w:rsidRPr="008F643F" w:rsidRDefault="00096DC7" w:rsidP="00096DC7">
            <w:pPr>
              <w:pStyle w:val="Testotabella"/>
              <w:ind w:left="0"/>
              <w:rPr>
                <w:rFonts w:ascii="Gotham" w:hAnsi="Gotham"/>
                <w:sz w:val="18"/>
              </w:rPr>
            </w:pPr>
          </w:p>
        </w:tc>
        <w:tc>
          <w:tcPr>
            <w:tcW w:w="2117" w:type="dxa"/>
            <w:gridSpan w:val="8"/>
            <w:tcBorders>
              <w:top w:val="single" w:sz="6" w:space="0" w:color="auto"/>
              <w:left w:val="single" w:sz="6" w:space="0" w:color="auto"/>
              <w:bottom w:val="single" w:sz="6" w:space="0" w:color="auto"/>
              <w:right w:val="single" w:sz="6" w:space="0" w:color="auto"/>
            </w:tcBorders>
          </w:tcPr>
          <w:p w14:paraId="0A3E97F5" w14:textId="77777777" w:rsidR="00096DC7" w:rsidRPr="008F643F" w:rsidRDefault="00096DC7" w:rsidP="00096DC7">
            <w:pPr>
              <w:pStyle w:val="Testotabella"/>
              <w:rPr>
                <w:rFonts w:ascii="Gotham" w:hAnsi="Gotham"/>
              </w:rPr>
            </w:pPr>
            <w:r w:rsidRPr="008F643F">
              <w:rPr>
                <w:rFonts w:ascii="Gotham" w:hAnsi="Gotham"/>
              </w:rPr>
              <w:t>2. P/N</w:t>
            </w:r>
          </w:p>
        </w:tc>
        <w:tc>
          <w:tcPr>
            <w:tcW w:w="2117" w:type="dxa"/>
            <w:gridSpan w:val="8"/>
            <w:tcBorders>
              <w:top w:val="single" w:sz="6" w:space="0" w:color="auto"/>
              <w:left w:val="single" w:sz="6" w:space="0" w:color="auto"/>
              <w:bottom w:val="single" w:sz="6" w:space="0" w:color="auto"/>
              <w:right w:val="single" w:sz="6" w:space="0" w:color="auto"/>
            </w:tcBorders>
          </w:tcPr>
          <w:p w14:paraId="1E584E2C" w14:textId="77777777" w:rsidR="00096DC7" w:rsidRPr="008F643F" w:rsidRDefault="00096DC7" w:rsidP="00096DC7">
            <w:pPr>
              <w:pStyle w:val="Testotabella"/>
              <w:rPr>
                <w:rFonts w:ascii="Gotham" w:hAnsi="Gotham"/>
                <w:lang w:val="en-GB"/>
              </w:rPr>
            </w:pPr>
            <w:r w:rsidRPr="008F643F">
              <w:rPr>
                <w:rFonts w:ascii="Gotham" w:hAnsi="Gotham"/>
                <w:lang w:val="en-GB"/>
              </w:rPr>
              <w:t>3. Drawing Issue</w:t>
            </w:r>
          </w:p>
        </w:tc>
        <w:tc>
          <w:tcPr>
            <w:tcW w:w="2268" w:type="dxa"/>
            <w:gridSpan w:val="7"/>
            <w:tcBorders>
              <w:top w:val="single" w:sz="6" w:space="0" w:color="auto"/>
              <w:left w:val="single" w:sz="6" w:space="0" w:color="auto"/>
              <w:bottom w:val="single" w:sz="6" w:space="0" w:color="auto"/>
              <w:right w:val="single" w:sz="6" w:space="0" w:color="auto"/>
            </w:tcBorders>
          </w:tcPr>
          <w:p w14:paraId="3CBBC25B" w14:textId="77777777" w:rsidR="00096DC7" w:rsidRPr="008F643F" w:rsidRDefault="00096DC7" w:rsidP="00096DC7">
            <w:pPr>
              <w:pStyle w:val="Testotabella"/>
              <w:rPr>
                <w:rFonts w:ascii="Gotham" w:hAnsi="Gotham"/>
                <w:lang w:val="en-US"/>
              </w:rPr>
            </w:pPr>
            <w:r w:rsidRPr="008F643F">
              <w:rPr>
                <w:rFonts w:ascii="Gotham" w:hAnsi="Gotham"/>
                <w:lang w:val="en-US"/>
              </w:rPr>
              <w:t>4. S/N</w:t>
            </w:r>
          </w:p>
        </w:tc>
        <w:tc>
          <w:tcPr>
            <w:tcW w:w="2927" w:type="dxa"/>
            <w:gridSpan w:val="11"/>
            <w:tcBorders>
              <w:top w:val="single" w:sz="6" w:space="0" w:color="auto"/>
              <w:left w:val="single" w:sz="6" w:space="0" w:color="auto"/>
              <w:bottom w:val="single" w:sz="6" w:space="0" w:color="auto"/>
              <w:right w:val="single" w:sz="6" w:space="0" w:color="auto"/>
            </w:tcBorders>
          </w:tcPr>
          <w:p w14:paraId="0A1BE4C5" w14:textId="77777777" w:rsidR="00096DC7" w:rsidRPr="008F643F" w:rsidRDefault="00096DC7" w:rsidP="00096DC7">
            <w:pPr>
              <w:pStyle w:val="Testotabella"/>
              <w:rPr>
                <w:rFonts w:ascii="Gotham" w:hAnsi="Gotham"/>
                <w:lang w:val="en-US"/>
              </w:rPr>
            </w:pPr>
            <w:r w:rsidRPr="008F643F">
              <w:rPr>
                <w:rFonts w:ascii="Gotham" w:hAnsi="Gotham"/>
                <w:lang w:val="en-US"/>
              </w:rPr>
              <w:t xml:space="preserve">5. H/C Mod. or </w:t>
            </w:r>
            <w:proofErr w:type="spellStart"/>
            <w:r w:rsidRPr="008F643F">
              <w:rPr>
                <w:rFonts w:ascii="Gotham" w:hAnsi="Gotham"/>
                <w:lang w:val="en-US"/>
              </w:rPr>
              <w:t>Vers</w:t>
            </w:r>
            <w:proofErr w:type="spellEnd"/>
            <w:r w:rsidRPr="008F643F">
              <w:rPr>
                <w:rFonts w:ascii="Gotham" w:hAnsi="Gotham"/>
                <w:lang w:val="en-US"/>
              </w:rPr>
              <w:t xml:space="preserve">. </w:t>
            </w:r>
          </w:p>
          <w:p w14:paraId="6B240685" w14:textId="77777777" w:rsidR="00096DC7" w:rsidRPr="008F643F" w:rsidRDefault="00096DC7" w:rsidP="00096DC7">
            <w:pPr>
              <w:pStyle w:val="Testotabella"/>
              <w:rPr>
                <w:rFonts w:ascii="Gotham" w:hAnsi="Gotham"/>
                <w:lang w:val="en-US"/>
              </w:rPr>
            </w:pPr>
          </w:p>
        </w:tc>
        <w:tc>
          <w:tcPr>
            <w:tcW w:w="3029" w:type="dxa"/>
            <w:gridSpan w:val="6"/>
            <w:tcBorders>
              <w:left w:val="single" w:sz="6" w:space="0" w:color="auto"/>
              <w:bottom w:val="single" w:sz="6" w:space="0" w:color="auto"/>
              <w:right w:val="double" w:sz="6" w:space="0" w:color="auto"/>
            </w:tcBorders>
          </w:tcPr>
          <w:p w14:paraId="601B1BEB" w14:textId="77777777" w:rsidR="00096DC7" w:rsidRPr="008F643F" w:rsidRDefault="00096DC7" w:rsidP="00096DC7">
            <w:pPr>
              <w:pStyle w:val="Testotabella"/>
              <w:rPr>
                <w:rFonts w:ascii="Gotham" w:hAnsi="Gotham"/>
                <w:sz w:val="18"/>
              </w:rPr>
            </w:pPr>
            <w:r w:rsidRPr="008F643F">
              <w:rPr>
                <w:rFonts w:ascii="Gotham" w:hAnsi="Gotham"/>
                <w:sz w:val="18"/>
              </w:rPr>
              <w:t>Page</w:t>
            </w:r>
            <w:r w:rsidRPr="008F643F">
              <w:rPr>
                <w:rFonts w:ascii="Gotham" w:hAnsi="Gotham"/>
                <w:sz w:val="18"/>
              </w:rPr>
              <w:tab/>
              <w:t>of</w:t>
            </w:r>
          </w:p>
        </w:tc>
      </w:tr>
      <w:tr w:rsidR="00096DC7" w:rsidRPr="001D5140" w14:paraId="1855AF89" w14:textId="77777777" w:rsidTr="000A404A">
        <w:trPr>
          <w:cantSplit/>
          <w:trHeight w:val="468"/>
        </w:trPr>
        <w:tc>
          <w:tcPr>
            <w:tcW w:w="778" w:type="dxa"/>
            <w:gridSpan w:val="4"/>
            <w:tcBorders>
              <w:top w:val="single" w:sz="6" w:space="0" w:color="auto"/>
              <w:left w:val="double" w:sz="6" w:space="0" w:color="auto"/>
              <w:right w:val="double" w:sz="6" w:space="0" w:color="auto"/>
            </w:tcBorders>
          </w:tcPr>
          <w:p w14:paraId="3D36B30C" w14:textId="77777777" w:rsidR="00096DC7" w:rsidRPr="008F643F" w:rsidRDefault="00096DC7" w:rsidP="00096DC7">
            <w:pPr>
              <w:pStyle w:val="Testotabella"/>
              <w:rPr>
                <w:rFonts w:ascii="Gotham" w:hAnsi="Gotham" w:cs="Tahoma"/>
              </w:rPr>
            </w:pPr>
            <w:r w:rsidRPr="008F643F">
              <w:rPr>
                <w:rFonts w:ascii="Gotham" w:hAnsi="Gotham" w:cs="Tahoma"/>
              </w:rPr>
              <w:t>7. N°</w:t>
            </w:r>
          </w:p>
        </w:tc>
        <w:tc>
          <w:tcPr>
            <w:tcW w:w="14036" w:type="dxa"/>
            <w:gridSpan w:val="43"/>
            <w:tcBorders>
              <w:top w:val="single" w:sz="6" w:space="0" w:color="auto"/>
              <w:left w:val="double" w:sz="6" w:space="0" w:color="auto"/>
              <w:right w:val="double" w:sz="6" w:space="0" w:color="auto"/>
            </w:tcBorders>
          </w:tcPr>
          <w:p w14:paraId="767F9A77" w14:textId="77777777" w:rsidR="00096DC7" w:rsidRPr="008F643F" w:rsidRDefault="00096DC7" w:rsidP="00096DC7">
            <w:pPr>
              <w:pStyle w:val="Testotabella"/>
              <w:rPr>
                <w:rFonts w:ascii="Gotham" w:hAnsi="Gotham" w:cs="Tahoma"/>
              </w:rPr>
            </w:pPr>
            <w:r w:rsidRPr="008F643F">
              <w:rPr>
                <w:rFonts w:ascii="Gotham" w:hAnsi="Gotham" w:cs="Tahoma"/>
              </w:rPr>
              <w:t xml:space="preserve">8. </w:t>
            </w:r>
            <w:proofErr w:type="spellStart"/>
            <w:r w:rsidRPr="008F643F">
              <w:rPr>
                <w:rFonts w:ascii="Gotham" w:hAnsi="Gotham" w:cs="Tahoma"/>
              </w:rPr>
              <w:t>Description</w:t>
            </w:r>
            <w:proofErr w:type="spellEnd"/>
          </w:p>
        </w:tc>
      </w:tr>
      <w:tr w:rsidR="00096DC7" w14:paraId="4C0DE816" w14:textId="77777777" w:rsidTr="000A404A">
        <w:trPr>
          <w:cantSplit/>
          <w:trHeight w:val="256"/>
        </w:trPr>
        <w:tc>
          <w:tcPr>
            <w:tcW w:w="778" w:type="dxa"/>
            <w:gridSpan w:val="4"/>
            <w:tcBorders>
              <w:top w:val="single" w:sz="6" w:space="0" w:color="auto"/>
              <w:left w:val="double" w:sz="6" w:space="0" w:color="auto"/>
              <w:right w:val="double" w:sz="6" w:space="0" w:color="auto"/>
            </w:tcBorders>
          </w:tcPr>
          <w:p w14:paraId="2A3BC841" w14:textId="77777777" w:rsidR="00096DC7" w:rsidRPr="008F643F" w:rsidRDefault="00096DC7" w:rsidP="00096DC7">
            <w:pPr>
              <w:pStyle w:val="Testotabella"/>
              <w:rPr>
                <w:rFonts w:ascii="Gotham" w:hAnsi="Gotham"/>
                <w:sz w:val="16"/>
              </w:rPr>
            </w:pPr>
          </w:p>
        </w:tc>
        <w:tc>
          <w:tcPr>
            <w:tcW w:w="14036" w:type="dxa"/>
            <w:gridSpan w:val="43"/>
            <w:tcBorders>
              <w:top w:val="single" w:sz="6" w:space="0" w:color="auto"/>
              <w:left w:val="double" w:sz="6" w:space="0" w:color="auto"/>
              <w:right w:val="double" w:sz="6" w:space="0" w:color="auto"/>
            </w:tcBorders>
          </w:tcPr>
          <w:p w14:paraId="527E22E7" w14:textId="77777777" w:rsidR="00096DC7" w:rsidRPr="008F643F" w:rsidRDefault="00096DC7" w:rsidP="00096DC7">
            <w:pPr>
              <w:pStyle w:val="Testotabella"/>
              <w:rPr>
                <w:rFonts w:ascii="Gotham" w:hAnsi="Gotham"/>
                <w:sz w:val="16"/>
              </w:rPr>
            </w:pPr>
          </w:p>
        </w:tc>
      </w:tr>
      <w:tr w:rsidR="00096DC7" w14:paraId="700D40D0" w14:textId="77777777" w:rsidTr="000A404A">
        <w:trPr>
          <w:cantSplit/>
          <w:trHeight w:val="256"/>
        </w:trPr>
        <w:tc>
          <w:tcPr>
            <w:tcW w:w="778" w:type="dxa"/>
            <w:gridSpan w:val="4"/>
            <w:tcBorders>
              <w:top w:val="single" w:sz="6" w:space="0" w:color="auto"/>
              <w:left w:val="double" w:sz="6" w:space="0" w:color="auto"/>
              <w:right w:val="double" w:sz="6" w:space="0" w:color="auto"/>
            </w:tcBorders>
          </w:tcPr>
          <w:p w14:paraId="4C8D6A9C" w14:textId="77777777" w:rsidR="00096DC7" w:rsidRPr="008F643F" w:rsidRDefault="00096DC7" w:rsidP="00096DC7">
            <w:pPr>
              <w:pStyle w:val="Testotabella"/>
              <w:rPr>
                <w:rFonts w:ascii="Gotham" w:hAnsi="Gotham"/>
                <w:sz w:val="16"/>
              </w:rPr>
            </w:pPr>
          </w:p>
        </w:tc>
        <w:tc>
          <w:tcPr>
            <w:tcW w:w="14036" w:type="dxa"/>
            <w:gridSpan w:val="43"/>
            <w:tcBorders>
              <w:top w:val="single" w:sz="6" w:space="0" w:color="auto"/>
              <w:left w:val="double" w:sz="6" w:space="0" w:color="auto"/>
              <w:right w:val="double" w:sz="6" w:space="0" w:color="auto"/>
            </w:tcBorders>
          </w:tcPr>
          <w:p w14:paraId="683FBB9C" w14:textId="77777777" w:rsidR="00096DC7" w:rsidRPr="008F643F" w:rsidRDefault="00096DC7" w:rsidP="00096DC7">
            <w:pPr>
              <w:pStyle w:val="Testotabella"/>
              <w:rPr>
                <w:rFonts w:ascii="Gotham" w:hAnsi="Gotham"/>
                <w:sz w:val="16"/>
              </w:rPr>
            </w:pPr>
          </w:p>
        </w:tc>
      </w:tr>
      <w:tr w:rsidR="00096DC7" w14:paraId="2B8EB217" w14:textId="77777777" w:rsidTr="000A404A">
        <w:trPr>
          <w:cantSplit/>
          <w:trHeight w:val="256"/>
        </w:trPr>
        <w:tc>
          <w:tcPr>
            <w:tcW w:w="778" w:type="dxa"/>
            <w:gridSpan w:val="4"/>
            <w:tcBorders>
              <w:top w:val="single" w:sz="6" w:space="0" w:color="auto"/>
              <w:left w:val="double" w:sz="6" w:space="0" w:color="auto"/>
              <w:right w:val="double" w:sz="6" w:space="0" w:color="auto"/>
            </w:tcBorders>
          </w:tcPr>
          <w:p w14:paraId="477C500B" w14:textId="77777777" w:rsidR="00096DC7" w:rsidRPr="008F643F" w:rsidRDefault="00096DC7" w:rsidP="00096DC7">
            <w:pPr>
              <w:pStyle w:val="Testotabella"/>
              <w:rPr>
                <w:rFonts w:ascii="Gotham" w:hAnsi="Gotham"/>
                <w:sz w:val="16"/>
              </w:rPr>
            </w:pPr>
          </w:p>
        </w:tc>
        <w:tc>
          <w:tcPr>
            <w:tcW w:w="14036" w:type="dxa"/>
            <w:gridSpan w:val="43"/>
            <w:tcBorders>
              <w:top w:val="single" w:sz="6" w:space="0" w:color="auto"/>
              <w:left w:val="double" w:sz="6" w:space="0" w:color="auto"/>
              <w:right w:val="double" w:sz="6" w:space="0" w:color="auto"/>
            </w:tcBorders>
          </w:tcPr>
          <w:p w14:paraId="07177FCE" w14:textId="77777777" w:rsidR="00096DC7" w:rsidRPr="008F643F" w:rsidRDefault="00096DC7" w:rsidP="00096DC7">
            <w:pPr>
              <w:pStyle w:val="Testotabella"/>
              <w:rPr>
                <w:rFonts w:ascii="Gotham" w:hAnsi="Gotham"/>
                <w:sz w:val="16"/>
              </w:rPr>
            </w:pPr>
          </w:p>
        </w:tc>
      </w:tr>
      <w:tr w:rsidR="00096DC7" w14:paraId="50BBCD71" w14:textId="77777777" w:rsidTr="000A404A">
        <w:trPr>
          <w:cantSplit/>
          <w:trHeight w:val="256"/>
        </w:trPr>
        <w:tc>
          <w:tcPr>
            <w:tcW w:w="778" w:type="dxa"/>
            <w:gridSpan w:val="4"/>
            <w:tcBorders>
              <w:top w:val="single" w:sz="6" w:space="0" w:color="auto"/>
              <w:left w:val="double" w:sz="6" w:space="0" w:color="auto"/>
              <w:right w:val="double" w:sz="6" w:space="0" w:color="auto"/>
            </w:tcBorders>
          </w:tcPr>
          <w:p w14:paraId="1C52F54C" w14:textId="77777777" w:rsidR="00096DC7" w:rsidRPr="008F643F" w:rsidRDefault="00096DC7" w:rsidP="00096DC7">
            <w:pPr>
              <w:pStyle w:val="Testotabella"/>
              <w:rPr>
                <w:rFonts w:ascii="Gotham" w:hAnsi="Gotham"/>
                <w:sz w:val="16"/>
              </w:rPr>
            </w:pPr>
          </w:p>
        </w:tc>
        <w:tc>
          <w:tcPr>
            <w:tcW w:w="14036" w:type="dxa"/>
            <w:gridSpan w:val="43"/>
            <w:tcBorders>
              <w:top w:val="single" w:sz="6" w:space="0" w:color="auto"/>
              <w:left w:val="double" w:sz="6" w:space="0" w:color="auto"/>
              <w:right w:val="double" w:sz="6" w:space="0" w:color="auto"/>
            </w:tcBorders>
          </w:tcPr>
          <w:p w14:paraId="35992F64" w14:textId="77777777" w:rsidR="00096DC7" w:rsidRPr="008F643F" w:rsidRDefault="00096DC7" w:rsidP="00096DC7">
            <w:pPr>
              <w:pStyle w:val="Testotabella"/>
              <w:rPr>
                <w:rFonts w:ascii="Gotham" w:hAnsi="Gotham"/>
                <w:sz w:val="16"/>
              </w:rPr>
            </w:pPr>
          </w:p>
        </w:tc>
      </w:tr>
      <w:tr w:rsidR="00096DC7" w14:paraId="2627766B" w14:textId="77777777" w:rsidTr="000A404A">
        <w:trPr>
          <w:cantSplit/>
          <w:trHeight w:val="256"/>
        </w:trPr>
        <w:tc>
          <w:tcPr>
            <w:tcW w:w="778" w:type="dxa"/>
            <w:gridSpan w:val="4"/>
            <w:tcBorders>
              <w:top w:val="single" w:sz="6" w:space="0" w:color="auto"/>
              <w:left w:val="double" w:sz="6" w:space="0" w:color="auto"/>
              <w:right w:val="double" w:sz="6" w:space="0" w:color="auto"/>
            </w:tcBorders>
          </w:tcPr>
          <w:p w14:paraId="4FC55825" w14:textId="77777777" w:rsidR="00096DC7" w:rsidRPr="008F643F" w:rsidRDefault="00096DC7" w:rsidP="00096DC7">
            <w:pPr>
              <w:pStyle w:val="Testotabella"/>
              <w:rPr>
                <w:rFonts w:ascii="Gotham" w:hAnsi="Gotham"/>
                <w:sz w:val="16"/>
              </w:rPr>
            </w:pPr>
          </w:p>
        </w:tc>
        <w:tc>
          <w:tcPr>
            <w:tcW w:w="14036" w:type="dxa"/>
            <w:gridSpan w:val="43"/>
            <w:tcBorders>
              <w:top w:val="single" w:sz="6" w:space="0" w:color="auto"/>
              <w:left w:val="double" w:sz="6" w:space="0" w:color="auto"/>
              <w:right w:val="double" w:sz="6" w:space="0" w:color="auto"/>
            </w:tcBorders>
          </w:tcPr>
          <w:p w14:paraId="60D35317" w14:textId="77777777" w:rsidR="00096DC7" w:rsidRPr="008F643F" w:rsidRDefault="00096DC7" w:rsidP="00096DC7">
            <w:pPr>
              <w:pStyle w:val="Testotabella"/>
              <w:rPr>
                <w:rFonts w:ascii="Gotham" w:hAnsi="Gotham"/>
                <w:sz w:val="16"/>
              </w:rPr>
            </w:pPr>
          </w:p>
        </w:tc>
      </w:tr>
      <w:tr w:rsidR="00096DC7" w14:paraId="3EF9044C" w14:textId="77777777" w:rsidTr="000A404A">
        <w:trPr>
          <w:cantSplit/>
          <w:trHeight w:val="256"/>
        </w:trPr>
        <w:tc>
          <w:tcPr>
            <w:tcW w:w="778" w:type="dxa"/>
            <w:gridSpan w:val="4"/>
            <w:tcBorders>
              <w:top w:val="single" w:sz="6" w:space="0" w:color="auto"/>
              <w:left w:val="double" w:sz="6" w:space="0" w:color="auto"/>
              <w:right w:val="double" w:sz="6" w:space="0" w:color="auto"/>
            </w:tcBorders>
          </w:tcPr>
          <w:p w14:paraId="52F6B146" w14:textId="77777777" w:rsidR="00096DC7" w:rsidRPr="008F643F" w:rsidRDefault="00096DC7" w:rsidP="00096DC7">
            <w:pPr>
              <w:pStyle w:val="Testotabella"/>
              <w:rPr>
                <w:rFonts w:ascii="Gotham" w:hAnsi="Gotham"/>
                <w:sz w:val="16"/>
              </w:rPr>
            </w:pPr>
          </w:p>
        </w:tc>
        <w:tc>
          <w:tcPr>
            <w:tcW w:w="14036" w:type="dxa"/>
            <w:gridSpan w:val="43"/>
            <w:tcBorders>
              <w:top w:val="single" w:sz="6" w:space="0" w:color="auto"/>
              <w:left w:val="double" w:sz="6" w:space="0" w:color="auto"/>
              <w:right w:val="double" w:sz="6" w:space="0" w:color="auto"/>
            </w:tcBorders>
          </w:tcPr>
          <w:p w14:paraId="5CFBB26E" w14:textId="77777777" w:rsidR="00096DC7" w:rsidRPr="008F643F" w:rsidRDefault="00096DC7" w:rsidP="00096DC7">
            <w:pPr>
              <w:pStyle w:val="Testotabella"/>
              <w:rPr>
                <w:rFonts w:ascii="Gotham" w:hAnsi="Gotham"/>
                <w:sz w:val="16"/>
              </w:rPr>
            </w:pPr>
          </w:p>
        </w:tc>
      </w:tr>
      <w:tr w:rsidR="00096DC7" w14:paraId="50BC2ED8" w14:textId="77777777" w:rsidTr="000A404A">
        <w:trPr>
          <w:cantSplit/>
          <w:trHeight w:val="256"/>
        </w:trPr>
        <w:tc>
          <w:tcPr>
            <w:tcW w:w="778" w:type="dxa"/>
            <w:gridSpan w:val="4"/>
            <w:tcBorders>
              <w:top w:val="single" w:sz="6" w:space="0" w:color="auto"/>
              <w:left w:val="double" w:sz="6" w:space="0" w:color="auto"/>
              <w:right w:val="double" w:sz="6" w:space="0" w:color="auto"/>
            </w:tcBorders>
          </w:tcPr>
          <w:p w14:paraId="7226A562" w14:textId="77777777" w:rsidR="00096DC7" w:rsidRPr="008F643F" w:rsidRDefault="00096DC7" w:rsidP="00096DC7">
            <w:pPr>
              <w:pStyle w:val="Testotabella"/>
              <w:rPr>
                <w:rFonts w:ascii="Gotham" w:hAnsi="Gotham"/>
                <w:sz w:val="16"/>
              </w:rPr>
            </w:pPr>
          </w:p>
        </w:tc>
        <w:tc>
          <w:tcPr>
            <w:tcW w:w="14036" w:type="dxa"/>
            <w:gridSpan w:val="43"/>
            <w:tcBorders>
              <w:top w:val="single" w:sz="6" w:space="0" w:color="auto"/>
              <w:left w:val="double" w:sz="6" w:space="0" w:color="auto"/>
              <w:right w:val="double" w:sz="6" w:space="0" w:color="auto"/>
            </w:tcBorders>
          </w:tcPr>
          <w:p w14:paraId="4FA38F45" w14:textId="77777777" w:rsidR="00096DC7" w:rsidRPr="008F643F" w:rsidRDefault="00096DC7" w:rsidP="00096DC7">
            <w:pPr>
              <w:pStyle w:val="Testotabella"/>
              <w:rPr>
                <w:rFonts w:ascii="Gotham" w:hAnsi="Gotham"/>
                <w:sz w:val="16"/>
              </w:rPr>
            </w:pPr>
          </w:p>
        </w:tc>
      </w:tr>
      <w:tr w:rsidR="00096DC7" w14:paraId="3FA4ECBC" w14:textId="77777777" w:rsidTr="000A404A">
        <w:trPr>
          <w:cantSplit/>
          <w:trHeight w:val="256"/>
        </w:trPr>
        <w:tc>
          <w:tcPr>
            <w:tcW w:w="778" w:type="dxa"/>
            <w:gridSpan w:val="4"/>
            <w:tcBorders>
              <w:top w:val="single" w:sz="6" w:space="0" w:color="auto"/>
              <w:left w:val="double" w:sz="6" w:space="0" w:color="auto"/>
              <w:right w:val="double" w:sz="6" w:space="0" w:color="auto"/>
            </w:tcBorders>
          </w:tcPr>
          <w:p w14:paraId="5E5DFA12" w14:textId="77777777" w:rsidR="00096DC7" w:rsidRPr="008F643F" w:rsidRDefault="00096DC7" w:rsidP="00096DC7">
            <w:pPr>
              <w:pStyle w:val="Testotabella"/>
              <w:rPr>
                <w:rFonts w:ascii="Gotham" w:hAnsi="Gotham"/>
                <w:sz w:val="16"/>
              </w:rPr>
            </w:pPr>
          </w:p>
        </w:tc>
        <w:tc>
          <w:tcPr>
            <w:tcW w:w="14036" w:type="dxa"/>
            <w:gridSpan w:val="43"/>
            <w:tcBorders>
              <w:top w:val="single" w:sz="6" w:space="0" w:color="auto"/>
              <w:left w:val="double" w:sz="6" w:space="0" w:color="auto"/>
              <w:right w:val="double" w:sz="6" w:space="0" w:color="auto"/>
            </w:tcBorders>
          </w:tcPr>
          <w:p w14:paraId="564F6A11" w14:textId="77777777" w:rsidR="00096DC7" w:rsidRPr="008F643F" w:rsidRDefault="00096DC7" w:rsidP="00096DC7">
            <w:pPr>
              <w:pStyle w:val="Testotabella"/>
              <w:rPr>
                <w:rFonts w:ascii="Gotham" w:hAnsi="Gotham"/>
                <w:sz w:val="16"/>
              </w:rPr>
            </w:pPr>
          </w:p>
        </w:tc>
      </w:tr>
      <w:tr w:rsidR="00096DC7" w14:paraId="24BCA074" w14:textId="77777777" w:rsidTr="000A404A">
        <w:trPr>
          <w:cantSplit/>
          <w:trHeight w:val="256"/>
        </w:trPr>
        <w:tc>
          <w:tcPr>
            <w:tcW w:w="778" w:type="dxa"/>
            <w:gridSpan w:val="4"/>
            <w:tcBorders>
              <w:top w:val="single" w:sz="6" w:space="0" w:color="auto"/>
              <w:left w:val="double" w:sz="6" w:space="0" w:color="auto"/>
              <w:right w:val="double" w:sz="6" w:space="0" w:color="auto"/>
            </w:tcBorders>
          </w:tcPr>
          <w:p w14:paraId="351ACAFA" w14:textId="77777777" w:rsidR="00096DC7" w:rsidRPr="008F643F" w:rsidRDefault="00096DC7" w:rsidP="00096DC7">
            <w:pPr>
              <w:pStyle w:val="Testotabella"/>
              <w:rPr>
                <w:rFonts w:ascii="Gotham" w:hAnsi="Gotham"/>
                <w:sz w:val="16"/>
              </w:rPr>
            </w:pPr>
          </w:p>
        </w:tc>
        <w:tc>
          <w:tcPr>
            <w:tcW w:w="14036" w:type="dxa"/>
            <w:gridSpan w:val="43"/>
            <w:tcBorders>
              <w:top w:val="single" w:sz="6" w:space="0" w:color="auto"/>
              <w:left w:val="double" w:sz="6" w:space="0" w:color="auto"/>
              <w:right w:val="double" w:sz="6" w:space="0" w:color="auto"/>
            </w:tcBorders>
          </w:tcPr>
          <w:p w14:paraId="5FE9BB20" w14:textId="77777777" w:rsidR="00096DC7" w:rsidRPr="008F643F" w:rsidRDefault="00096DC7" w:rsidP="00096DC7">
            <w:pPr>
              <w:pStyle w:val="Testotabella"/>
              <w:rPr>
                <w:rFonts w:ascii="Gotham" w:hAnsi="Gotham"/>
                <w:sz w:val="16"/>
              </w:rPr>
            </w:pPr>
          </w:p>
        </w:tc>
      </w:tr>
      <w:tr w:rsidR="00096DC7" w14:paraId="63A03A71" w14:textId="77777777" w:rsidTr="000A404A">
        <w:trPr>
          <w:cantSplit/>
          <w:trHeight w:val="256"/>
        </w:trPr>
        <w:tc>
          <w:tcPr>
            <w:tcW w:w="778" w:type="dxa"/>
            <w:gridSpan w:val="4"/>
            <w:tcBorders>
              <w:top w:val="single" w:sz="6" w:space="0" w:color="auto"/>
              <w:left w:val="double" w:sz="6" w:space="0" w:color="auto"/>
              <w:right w:val="double" w:sz="6" w:space="0" w:color="auto"/>
            </w:tcBorders>
          </w:tcPr>
          <w:p w14:paraId="73645635" w14:textId="77777777" w:rsidR="00096DC7" w:rsidRPr="008F643F" w:rsidRDefault="00096DC7" w:rsidP="00096DC7">
            <w:pPr>
              <w:pStyle w:val="Testotabella"/>
              <w:rPr>
                <w:rFonts w:ascii="Gotham" w:hAnsi="Gotham"/>
                <w:sz w:val="16"/>
              </w:rPr>
            </w:pPr>
          </w:p>
        </w:tc>
        <w:tc>
          <w:tcPr>
            <w:tcW w:w="14036" w:type="dxa"/>
            <w:gridSpan w:val="43"/>
            <w:tcBorders>
              <w:top w:val="single" w:sz="6" w:space="0" w:color="auto"/>
              <w:left w:val="double" w:sz="6" w:space="0" w:color="auto"/>
              <w:right w:val="double" w:sz="6" w:space="0" w:color="auto"/>
            </w:tcBorders>
          </w:tcPr>
          <w:p w14:paraId="6B4C27D0" w14:textId="77777777" w:rsidR="00096DC7" w:rsidRPr="008F643F" w:rsidRDefault="00096DC7" w:rsidP="00096DC7">
            <w:pPr>
              <w:pStyle w:val="Testotabella"/>
              <w:rPr>
                <w:rFonts w:ascii="Gotham" w:hAnsi="Gotham"/>
                <w:sz w:val="16"/>
              </w:rPr>
            </w:pPr>
          </w:p>
        </w:tc>
      </w:tr>
      <w:tr w:rsidR="00096DC7" w14:paraId="4F3C0AAC" w14:textId="77777777" w:rsidTr="000A404A">
        <w:trPr>
          <w:cantSplit/>
          <w:trHeight w:val="256"/>
        </w:trPr>
        <w:tc>
          <w:tcPr>
            <w:tcW w:w="778" w:type="dxa"/>
            <w:gridSpan w:val="4"/>
            <w:tcBorders>
              <w:top w:val="single" w:sz="6" w:space="0" w:color="auto"/>
              <w:left w:val="double" w:sz="6" w:space="0" w:color="auto"/>
              <w:right w:val="double" w:sz="6" w:space="0" w:color="auto"/>
            </w:tcBorders>
          </w:tcPr>
          <w:p w14:paraId="14EEDFD7" w14:textId="77777777" w:rsidR="00096DC7" w:rsidRPr="008F643F" w:rsidRDefault="00096DC7" w:rsidP="00096DC7">
            <w:pPr>
              <w:pStyle w:val="Testotabella"/>
              <w:rPr>
                <w:rFonts w:ascii="Gotham" w:hAnsi="Gotham"/>
                <w:sz w:val="16"/>
              </w:rPr>
            </w:pPr>
          </w:p>
        </w:tc>
        <w:tc>
          <w:tcPr>
            <w:tcW w:w="14036" w:type="dxa"/>
            <w:gridSpan w:val="43"/>
            <w:tcBorders>
              <w:top w:val="single" w:sz="6" w:space="0" w:color="auto"/>
              <w:left w:val="double" w:sz="6" w:space="0" w:color="auto"/>
              <w:right w:val="double" w:sz="6" w:space="0" w:color="auto"/>
            </w:tcBorders>
          </w:tcPr>
          <w:p w14:paraId="2B0DE5F7" w14:textId="77777777" w:rsidR="00096DC7" w:rsidRPr="008F643F" w:rsidRDefault="00096DC7" w:rsidP="00096DC7">
            <w:pPr>
              <w:pStyle w:val="Testotabella"/>
              <w:rPr>
                <w:rFonts w:ascii="Gotham" w:hAnsi="Gotham"/>
                <w:sz w:val="16"/>
              </w:rPr>
            </w:pPr>
          </w:p>
        </w:tc>
      </w:tr>
      <w:tr w:rsidR="00096DC7" w14:paraId="7C9149E8" w14:textId="77777777" w:rsidTr="000A404A">
        <w:trPr>
          <w:cantSplit/>
          <w:trHeight w:val="256"/>
        </w:trPr>
        <w:tc>
          <w:tcPr>
            <w:tcW w:w="778" w:type="dxa"/>
            <w:gridSpan w:val="4"/>
            <w:tcBorders>
              <w:top w:val="single" w:sz="6" w:space="0" w:color="auto"/>
              <w:left w:val="double" w:sz="6" w:space="0" w:color="auto"/>
              <w:right w:val="double" w:sz="6" w:space="0" w:color="auto"/>
            </w:tcBorders>
          </w:tcPr>
          <w:p w14:paraId="4D724F6F" w14:textId="77777777" w:rsidR="00096DC7" w:rsidRPr="008F643F" w:rsidRDefault="00096DC7" w:rsidP="00096DC7">
            <w:pPr>
              <w:pStyle w:val="Testotabella"/>
              <w:rPr>
                <w:rFonts w:ascii="Gotham" w:hAnsi="Gotham"/>
                <w:sz w:val="16"/>
              </w:rPr>
            </w:pPr>
          </w:p>
        </w:tc>
        <w:tc>
          <w:tcPr>
            <w:tcW w:w="14036" w:type="dxa"/>
            <w:gridSpan w:val="43"/>
            <w:tcBorders>
              <w:top w:val="single" w:sz="6" w:space="0" w:color="auto"/>
              <w:left w:val="double" w:sz="6" w:space="0" w:color="auto"/>
              <w:right w:val="double" w:sz="6" w:space="0" w:color="auto"/>
            </w:tcBorders>
          </w:tcPr>
          <w:p w14:paraId="355E4531" w14:textId="77777777" w:rsidR="00096DC7" w:rsidRPr="008F643F" w:rsidRDefault="00096DC7" w:rsidP="00096DC7">
            <w:pPr>
              <w:pStyle w:val="Testotabella"/>
              <w:rPr>
                <w:rFonts w:ascii="Gotham" w:hAnsi="Gotham"/>
                <w:sz w:val="16"/>
              </w:rPr>
            </w:pPr>
          </w:p>
        </w:tc>
      </w:tr>
      <w:tr w:rsidR="00096DC7" w14:paraId="1E2CEC6B" w14:textId="77777777" w:rsidTr="000A404A">
        <w:trPr>
          <w:cantSplit/>
          <w:trHeight w:val="256"/>
        </w:trPr>
        <w:tc>
          <w:tcPr>
            <w:tcW w:w="778" w:type="dxa"/>
            <w:gridSpan w:val="4"/>
            <w:tcBorders>
              <w:top w:val="single" w:sz="6" w:space="0" w:color="auto"/>
              <w:left w:val="double" w:sz="6" w:space="0" w:color="auto"/>
              <w:right w:val="double" w:sz="6" w:space="0" w:color="auto"/>
            </w:tcBorders>
          </w:tcPr>
          <w:p w14:paraId="6CCD32B4" w14:textId="77777777" w:rsidR="00096DC7" w:rsidRPr="008F643F" w:rsidRDefault="00096DC7" w:rsidP="00096DC7">
            <w:pPr>
              <w:pStyle w:val="Testotabella"/>
              <w:rPr>
                <w:rFonts w:ascii="Gotham" w:hAnsi="Gotham"/>
                <w:sz w:val="16"/>
              </w:rPr>
            </w:pPr>
          </w:p>
        </w:tc>
        <w:tc>
          <w:tcPr>
            <w:tcW w:w="14036" w:type="dxa"/>
            <w:gridSpan w:val="43"/>
            <w:tcBorders>
              <w:top w:val="single" w:sz="6" w:space="0" w:color="auto"/>
              <w:left w:val="double" w:sz="6" w:space="0" w:color="auto"/>
              <w:right w:val="double" w:sz="6" w:space="0" w:color="auto"/>
            </w:tcBorders>
          </w:tcPr>
          <w:p w14:paraId="171F131D" w14:textId="77777777" w:rsidR="00096DC7" w:rsidRPr="008F643F" w:rsidRDefault="00096DC7" w:rsidP="00096DC7">
            <w:pPr>
              <w:pStyle w:val="Testotabella"/>
              <w:rPr>
                <w:rFonts w:ascii="Gotham" w:hAnsi="Gotham"/>
                <w:sz w:val="16"/>
              </w:rPr>
            </w:pPr>
          </w:p>
        </w:tc>
      </w:tr>
      <w:tr w:rsidR="00096DC7" w14:paraId="5825C0D0" w14:textId="77777777" w:rsidTr="000A404A">
        <w:trPr>
          <w:cantSplit/>
          <w:trHeight w:val="256"/>
        </w:trPr>
        <w:tc>
          <w:tcPr>
            <w:tcW w:w="778" w:type="dxa"/>
            <w:gridSpan w:val="4"/>
            <w:tcBorders>
              <w:top w:val="single" w:sz="6" w:space="0" w:color="auto"/>
              <w:left w:val="double" w:sz="6" w:space="0" w:color="auto"/>
              <w:right w:val="double" w:sz="6" w:space="0" w:color="auto"/>
            </w:tcBorders>
          </w:tcPr>
          <w:p w14:paraId="3C769725" w14:textId="77777777" w:rsidR="00096DC7" w:rsidRPr="008F643F" w:rsidRDefault="00096DC7" w:rsidP="00096DC7">
            <w:pPr>
              <w:pStyle w:val="Testotabella"/>
              <w:rPr>
                <w:rFonts w:ascii="Gotham" w:hAnsi="Gotham"/>
                <w:sz w:val="16"/>
              </w:rPr>
            </w:pPr>
          </w:p>
        </w:tc>
        <w:tc>
          <w:tcPr>
            <w:tcW w:w="14036" w:type="dxa"/>
            <w:gridSpan w:val="43"/>
            <w:tcBorders>
              <w:top w:val="single" w:sz="6" w:space="0" w:color="auto"/>
              <w:left w:val="double" w:sz="6" w:space="0" w:color="auto"/>
              <w:right w:val="double" w:sz="6" w:space="0" w:color="auto"/>
            </w:tcBorders>
          </w:tcPr>
          <w:p w14:paraId="2C912ADA" w14:textId="77777777" w:rsidR="00096DC7" w:rsidRPr="008F643F" w:rsidRDefault="00096DC7" w:rsidP="00096DC7">
            <w:pPr>
              <w:pStyle w:val="Testotabella"/>
              <w:rPr>
                <w:rFonts w:ascii="Gotham" w:hAnsi="Gotham"/>
                <w:sz w:val="16"/>
              </w:rPr>
            </w:pPr>
          </w:p>
        </w:tc>
      </w:tr>
      <w:tr w:rsidR="00096DC7" w14:paraId="252D7B4E" w14:textId="77777777" w:rsidTr="000A404A">
        <w:trPr>
          <w:cantSplit/>
          <w:trHeight w:val="256"/>
        </w:trPr>
        <w:tc>
          <w:tcPr>
            <w:tcW w:w="778" w:type="dxa"/>
            <w:gridSpan w:val="4"/>
            <w:tcBorders>
              <w:top w:val="single" w:sz="6" w:space="0" w:color="auto"/>
              <w:left w:val="double" w:sz="6" w:space="0" w:color="auto"/>
              <w:right w:val="double" w:sz="6" w:space="0" w:color="auto"/>
            </w:tcBorders>
          </w:tcPr>
          <w:p w14:paraId="61BA986B" w14:textId="77777777" w:rsidR="00096DC7" w:rsidRPr="008F643F" w:rsidRDefault="00096DC7" w:rsidP="00096DC7">
            <w:pPr>
              <w:pStyle w:val="Testotabella"/>
              <w:rPr>
                <w:rFonts w:ascii="Gotham" w:hAnsi="Gotham"/>
                <w:sz w:val="16"/>
              </w:rPr>
            </w:pPr>
          </w:p>
        </w:tc>
        <w:tc>
          <w:tcPr>
            <w:tcW w:w="14036" w:type="dxa"/>
            <w:gridSpan w:val="43"/>
            <w:tcBorders>
              <w:top w:val="single" w:sz="6" w:space="0" w:color="auto"/>
              <w:left w:val="double" w:sz="6" w:space="0" w:color="auto"/>
              <w:right w:val="double" w:sz="6" w:space="0" w:color="auto"/>
            </w:tcBorders>
          </w:tcPr>
          <w:p w14:paraId="4E76231A" w14:textId="77777777" w:rsidR="00096DC7" w:rsidRPr="008F643F" w:rsidRDefault="00096DC7" w:rsidP="00096DC7">
            <w:pPr>
              <w:pStyle w:val="Testotabella"/>
              <w:rPr>
                <w:rFonts w:ascii="Gotham" w:hAnsi="Gotham"/>
                <w:sz w:val="16"/>
              </w:rPr>
            </w:pPr>
          </w:p>
        </w:tc>
      </w:tr>
      <w:tr w:rsidR="00096DC7" w14:paraId="5B9D909C" w14:textId="77777777" w:rsidTr="000A404A">
        <w:trPr>
          <w:cantSplit/>
          <w:trHeight w:val="256"/>
        </w:trPr>
        <w:tc>
          <w:tcPr>
            <w:tcW w:w="778" w:type="dxa"/>
            <w:gridSpan w:val="4"/>
            <w:tcBorders>
              <w:top w:val="single" w:sz="6" w:space="0" w:color="auto"/>
              <w:left w:val="double" w:sz="6" w:space="0" w:color="auto"/>
              <w:right w:val="double" w:sz="6" w:space="0" w:color="auto"/>
            </w:tcBorders>
          </w:tcPr>
          <w:p w14:paraId="5CE03786" w14:textId="77777777" w:rsidR="00096DC7" w:rsidRPr="008F643F" w:rsidRDefault="00096DC7" w:rsidP="00096DC7">
            <w:pPr>
              <w:pStyle w:val="Testotabella"/>
              <w:rPr>
                <w:rFonts w:ascii="Gotham" w:hAnsi="Gotham"/>
                <w:sz w:val="16"/>
              </w:rPr>
            </w:pPr>
          </w:p>
        </w:tc>
        <w:tc>
          <w:tcPr>
            <w:tcW w:w="14036" w:type="dxa"/>
            <w:gridSpan w:val="43"/>
            <w:tcBorders>
              <w:top w:val="single" w:sz="6" w:space="0" w:color="auto"/>
              <w:left w:val="double" w:sz="6" w:space="0" w:color="auto"/>
              <w:right w:val="double" w:sz="6" w:space="0" w:color="auto"/>
            </w:tcBorders>
          </w:tcPr>
          <w:p w14:paraId="20BF07DE" w14:textId="77777777" w:rsidR="00096DC7" w:rsidRPr="008F643F" w:rsidRDefault="00096DC7" w:rsidP="00096DC7">
            <w:pPr>
              <w:pStyle w:val="Testotabella"/>
              <w:rPr>
                <w:rFonts w:ascii="Gotham" w:hAnsi="Gotham"/>
                <w:sz w:val="16"/>
              </w:rPr>
            </w:pPr>
          </w:p>
        </w:tc>
      </w:tr>
      <w:tr w:rsidR="00096DC7" w14:paraId="13BA2FBA" w14:textId="77777777" w:rsidTr="000A404A">
        <w:trPr>
          <w:cantSplit/>
          <w:trHeight w:val="256"/>
        </w:trPr>
        <w:tc>
          <w:tcPr>
            <w:tcW w:w="778" w:type="dxa"/>
            <w:gridSpan w:val="4"/>
            <w:tcBorders>
              <w:top w:val="single" w:sz="6" w:space="0" w:color="auto"/>
              <w:left w:val="double" w:sz="6" w:space="0" w:color="auto"/>
              <w:right w:val="double" w:sz="6" w:space="0" w:color="auto"/>
            </w:tcBorders>
          </w:tcPr>
          <w:p w14:paraId="46C19D05" w14:textId="77777777" w:rsidR="00096DC7" w:rsidRPr="008F643F" w:rsidRDefault="00096DC7" w:rsidP="00096DC7">
            <w:pPr>
              <w:pStyle w:val="Testotabella"/>
              <w:rPr>
                <w:rFonts w:ascii="Gotham" w:hAnsi="Gotham"/>
                <w:sz w:val="16"/>
              </w:rPr>
            </w:pPr>
          </w:p>
        </w:tc>
        <w:tc>
          <w:tcPr>
            <w:tcW w:w="14036" w:type="dxa"/>
            <w:gridSpan w:val="43"/>
            <w:tcBorders>
              <w:top w:val="single" w:sz="6" w:space="0" w:color="auto"/>
              <w:left w:val="double" w:sz="6" w:space="0" w:color="auto"/>
              <w:right w:val="double" w:sz="6" w:space="0" w:color="auto"/>
            </w:tcBorders>
          </w:tcPr>
          <w:p w14:paraId="0CB19552" w14:textId="77777777" w:rsidR="00096DC7" w:rsidRPr="008F643F" w:rsidRDefault="00096DC7" w:rsidP="00096DC7">
            <w:pPr>
              <w:pStyle w:val="Testotabella"/>
              <w:rPr>
                <w:rFonts w:ascii="Gotham" w:hAnsi="Gotham"/>
                <w:sz w:val="16"/>
              </w:rPr>
            </w:pPr>
          </w:p>
        </w:tc>
      </w:tr>
      <w:tr w:rsidR="00096DC7" w:rsidRPr="001D5140" w14:paraId="0A2EE62A" w14:textId="77777777" w:rsidTr="000A404A">
        <w:trPr>
          <w:cantSplit/>
          <w:trHeight w:val="967"/>
        </w:trPr>
        <w:tc>
          <w:tcPr>
            <w:tcW w:w="14814" w:type="dxa"/>
            <w:gridSpan w:val="47"/>
            <w:tcBorders>
              <w:top w:val="single" w:sz="6" w:space="0" w:color="auto"/>
              <w:left w:val="double" w:sz="6" w:space="0" w:color="auto"/>
              <w:bottom w:val="double" w:sz="6" w:space="0" w:color="auto"/>
              <w:right w:val="double" w:sz="6" w:space="0" w:color="auto"/>
            </w:tcBorders>
          </w:tcPr>
          <w:p w14:paraId="68C5AA3D" w14:textId="77777777" w:rsidR="00096DC7" w:rsidRPr="008F643F" w:rsidRDefault="00096DC7" w:rsidP="00096DC7">
            <w:pPr>
              <w:pStyle w:val="Testotabella"/>
              <w:rPr>
                <w:rFonts w:ascii="Gotham" w:hAnsi="Gotham"/>
                <w:lang w:val="en-GB"/>
              </w:rPr>
            </w:pPr>
            <w:r w:rsidRPr="008F643F">
              <w:rPr>
                <w:rFonts w:ascii="Gotham" w:hAnsi="Gotham"/>
                <w:lang w:val="en-GB"/>
              </w:rPr>
              <w:t>9. Inspector Stamp, Signature and Date</w:t>
            </w:r>
          </w:p>
          <w:p w14:paraId="0220E4CB" w14:textId="77777777" w:rsidR="00096DC7" w:rsidRPr="008F643F" w:rsidRDefault="00096DC7" w:rsidP="00096DC7">
            <w:pPr>
              <w:pStyle w:val="Testotabella"/>
              <w:rPr>
                <w:rFonts w:ascii="Gotham" w:hAnsi="Gotham"/>
                <w:lang w:val="en-GB"/>
              </w:rPr>
            </w:pPr>
          </w:p>
          <w:p w14:paraId="42F5F22C" w14:textId="77777777" w:rsidR="00096DC7" w:rsidRPr="008F643F" w:rsidRDefault="00096DC7" w:rsidP="00096DC7">
            <w:pPr>
              <w:pStyle w:val="Testotabella"/>
              <w:rPr>
                <w:rFonts w:ascii="Gotham" w:hAnsi="Gotham"/>
                <w:lang w:val="en-GB"/>
              </w:rPr>
            </w:pPr>
          </w:p>
          <w:p w14:paraId="70586530" w14:textId="77777777" w:rsidR="00096DC7" w:rsidRPr="008F643F" w:rsidRDefault="00096DC7" w:rsidP="00096DC7">
            <w:pPr>
              <w:pStyle w:val="Testotabella"/>
              <w:rPr>
                <w:rFonts w:ascii="Gotham" w:hAnsi="Gotham"/>
                <w:sz w:val="18"/>
                <w:lang w:val="en-GB"/>
              </w:rPr>
            </w:pPr>
          </w:p>
        </w:tc>
      </w:tr>
    </w:tbl>
    <w:p w14:paraId="205B2F72" w14:textId="77777777" w:rsidR="00096DC7" w:rsidRDefault="00096DC7" w:rsidP="00096DC7">
      <w:pPr>
        <w:ind w:left="0"/>
        <w:sectPr w:rsidR="00096DC7" w:rsidSect="00914C85">
          <w:headerReference w:type="default" r:id="rId11"/>
          <w:footerReference w:type="default" r:id="rId12"/>
          <w:pgSz w:w="16840" w:h="11907" w:orient="landscape" w:code="9"/>
          <w:pgMar w:top="1134" w:right="1701" w:bottom="1134" w:left="1134" w:header="720" w:footer="397" w:gutter="0"/>
          <w:cols w:space="864"/>
          <w:docGrid w:linePitch="326"/>
        </w:sectPr>
      </w:pPr>
    </w:p>
    <w:p w14:paraId="38FA4A04" w14:textId="78B28E1C" w:rsidR="00096DC7" w:rsidRPr="008F643F" w:rsidRDefault="00096DC7" w:rsidP="00096DC7">
      <w:pPr>
        <w:ind w:left="0"/>
        <w:jc w:val="center"/>
        <w:rPr>
          <w:rFonts w:ascii="Gotham" w:hAnsi="Gotham"/>
          <w:b/>
        </w:rPr>
      </w:pPr>
      <w:r w:rsidRPr="008F643F">
        <w:rPr>
          <w:rFonts w:ascii="Gotham" w:hAnsi="Gotham"/>
          <w:b/>
        </w:rPr>
        <w:lastRenderedPageBreak/>
        <w:t>M</w:t>
      </w:r>
      <w:r w:rsidR="002F63D7" w:rsidRPr="008F643F">
        <w:rPr>
          <w:rFonts w:ascii="Gotham" w:hAnsi="Gotham"/>
          <w:b/>
        </w:rPr>
        <w:t>.</w:t>
      </w:r>
      <w:r w:rsidRPr="008F643F">
        <w:rPr>
          <w:rFonts w:ascii="Gotham" w:hAnsi="Gotham"/>
          <w:b/>
        </w:rPr>
        <w:t>I</w:t>
      </w:r>
      <w:r w:rsidR="002F63D7" w:rsidRPr="008F643F">
        <w:rPr>
          <w:rFonts w:ascii="Gotham" w:hAnsi="Gotham"/>
          <w:b/>
        </w:rPr>
        <w:t>.</w:t>
      </w:r>
      <w:r w:rsidRPr="008F643F">
        <w:rPr>
          <w:rFonts w:ascii="Gotham" w:hAnsi="Gotham"/>
          <w:b/>
        </w:rPr>
        <w:t>R FILLING INSTRUCTIONS</w:t>
      </w:r>
    </w:p>
    <w:p w14:paraId="74F64E65" w14:textId="77777777" w:rsidR="00096DC7" w:rsidRPr="008F643F" w:rsidRDefault="00096DC7" w:rsidP="00096DC7">
      <w:pPr>
        <w:ind w:left="142"/>
        <w:jc w:val="center"/>
        <w:rPr>
          <w:rFonts w:ascii="Gotham" w:hAnsi="Gotham"/>
        </w:rPr>
      </w:pPr>
    </w:p>
    <w:p w14:paraId="282A7BD1" w14:textId="625563C5" w:rsidR="00096DC7" w:rsidRPr="008F643F" w:rsidRDefault="00096DC7" w:rsidP="00096DC7">
      <w:pPr>
        <w:ind w:left="567"/>
        <w:rPr>
          <w:rFonts w:ascii="Gotham" w:hAnsi="Gotham"/>
          <w:b/>
        </w:rPr>
      </w:pPr>
      <w:r w:rsidRPr="008F643F">
        <w:rPr>
          <w:rFonts w:ascii="Gotham" w:hAnsi="Gotham"/>
          <w:b/>
        </w:rPr>
        <w:t>Chapter 0 – Index</w:t>
      </w:r>
    </w:p>
    <w:p w14:paraId="00DCD5D3" w14:textId="7EBE371E" w:rsidR="00096DC7" w:rsidRPr="008F643F" w:rsidRDefault="00096DC7" w:rsidP="00096DC7">
      <w:pPr>
        <w:ind w:left="567"/>
        <w:rPr>
          <w:rFonts w:ascii="Gotham" w:hAnsi="Gotham"/>
        </w:rPr>
      </w:pPr>
    </w:p>
    <w:p w14:paraId="3303AB69" w14:textId="77777777" w:rsidR="00096DC7" w:rsidRPr="008F643F" w:rsidRDefault="00096DC7" w:rsidP="008F643F">
      <w:pPr>
        <w:numPr>
          <w:ilvl w:val="0"/>
          <w:numId w:val="22"/>
        </w:numPr>
        <w:tabs>
          <w:tab w:val="num" w:pos="1211"/>
        </w:tabs>
        <w:ind w:left="1134" w:hanging="567"/>
        <w:rPr>
          <w:rFonts w:ascii="Gotham" w:hAnsi="Gotham"/>
          <w:lang w:val="en-US"/>
        </w:rPr>
      </w:pPr>
      <w:r w:rsidRPr="008F643F">
        <w:rPr>
          <w:rFonts w:ascii="Gotham" w:hAnsi="Gotham"/>
        </w:rPr>
        <w:t>Indicate the Supplier name and address responsible for MIR issue</w:t>
      </w:r>
    </w:p>
    <w:p w14:paraId="2ED3B7FC" w14:textId="77777777" w:rsidR="00096DC7" w:rsidRPr="008F643F" w:rsidRDefault="00096DC7" w:rsidP="008F643F">
      <w:pPr>
        <w:numPr>
          <w:ilvl w:val="0"/>
          <w:numId w:val="22"/>
        </w:numPr>
        <w:tabs>
          <w:tab w:val="num" w:pos="1211"/>
        </w:tabs>
        <w:spacing w:before="80"/>
        <w:ind w:left="1134" w:hanging="567"/>
        <w:rPr>
          <w:rFonts w:ascii="Gotham" w:hAnsi="Gotham"/>
          <w:lang w:val="en-US"/>
        </w:rPr>
      </w:pPr>
      <w:r w:rsidRPr="008F643F">
        <w:rPr>
          <w:rFonts w:ascii="Gotham" w:hAnsi="Gotham"/>
          <w:lang w:val="en-US"/>
        </w:rPr>
        <w:t>Indicate the P/N of the assembly subject of MIR, as identified by TSD</w:t>
      </w:r>
    </w:p>
    <w:p w14:paraId="0B45FF8D" w14:textId="77777777" w:rsidR="00096DC7" w:rsidRPr="008F643F" w:rsidRDefault="00096DC7" w:rsidP="008F643F">
      <w:pPr>
        <w:numPr>
          <w:ilvl w:val="0"/>
          <w:numId w:val="22"/>
        </w:numPr>
        <w:tabs>
          <w:tab w:val="num" w:pos="1211"/>
        </w:tabs>
        <w:spacing w:before="80"/>
        <w:ind w:left="1134" w:hanging="567"/>
        <w:rPr>
          <w:rFonts w:ascii="Gotham" w:hAnsi="Gotham"/>
          <w:lang w:val="en-US"/>
        </w:rPr>
      </w:pPr>
      <w:r w:rsidRPr="008F643F">
        <w:rPr>
          <w:rFonts w:ascii="Gotham" w:hAnsi="Gotham"/>
          <w:lang w:val="en-US"/>
        </w:rPr>
        <w:t>Indicate the drawing issue of the assembly subject of MIR, as identified by TSD</w:t>
      </w:r>
    </w:p>
    <w:p w14:paraId="17697A83" w14:textId="77777777" w:rsidR="00096DC7" w:rsidRPr="008F643F" w:rsidRDefault="00096DC7" w:rsidP="008F643F">
      <w:pPr>
        <w:numPr>
          <w:ilvl w:val="0"/>
          <w:numId w:val="22"/>
        </w:numPr>
        <w:tabs>
          <w:tab w:val="num" w:pos="1211"/>
        </w:tabs>
        <w:spacing w:before="80"/>
        <w:ind w:left="1134" w:hanging="567"/>
        <w:rPr>
          <w:rFonts w:ascii="Gotham" w:hAnsi="Gotham"/>
          <w:lang w:val="en-US"/>
        </w:rPr>
      </w:pPr>
      <w:r w:rsidRPr="008F643F">
        <w:rPr>
          <w:rFonts w:ascii="Gotham" w:hAnsi="Gotham"/>
          <w:lang w:val="en-US"/>
        </w:rPr>
        <w:t>Indicate the S/N (if applicable) relating the P/N identified in box 2</w:t>
      </w:r>
    </w:p>
    <w:p w14:paraId="448DAAD9" w14:textId="77777777" w:rsidR="00096DC7" w:rsidRPr="008F643F" w:rsidRDefault="00096DC7" w:rsidP="008F643F">
      <w:pPr>
        <w:numPr>
          <w:ilvl w:val="0"/>
          <w:numId w:val="22"/>
        </w:numPr>
        <w:tabs>
          <w:tab w:val="num" w:pos="1211"/>
        </w:tabs>
        <w:spacing w:before="80"/>
        <w:ind w:left="1134" w:hanging="567"/>
        <w:rPr>
          <w:rFonts w:ascii="Gotham" w:hAnsi="Gotham"/>
          <w:lang w:val="en-US"/>
        </w:rPr>
      </w:pPr>
      <w:r w:rsidRPr="008F643F">
        <w:rPr>
          <w:rFonts w:ascii="Gotham" w:hAnsi="Gotham"/>
          <w:lang w:val="en-US"/>
        </w:rPr>
        <w:t>Indicate MIR id and issue and the number of paged of the Chapter</w:t>
      </w:r>
    </w:p>
    <w:p w14:paraId="09E03252" w14:textId="77777777" w:rsidR="00096DC7" w:rsidRPr="008F643F" w:rsidRDefault="00096DC7" w:rsidP="008F643F">
      <w:pPr>
        <w:numPr>
          <w:ilvl w:val="0"/>
          <w:numId w:val="22"/>
        </w:numPr>
        <w:tabs>
          <w:tab w:val="num" w:pos="1211"/>
        </w:tabs>
        <w:spacing w:before="80"/>
        <w:ind w:left="1134" w:hanging="567"/>
        <w:rPr>
          <w:rFonts w:ascii="Gotham" w:hAnsi="Gotham"/>
          <w:lang w:val="en-US"/>
        </w:rPr>
      </w:pPr>
      <w:r w:rsidRPr="008F643F">
        <w:rPr>
          <w:rFonts w:ascii="Gotham" w:hAnsi="Gotham"/>
        </w:rPr>
        <w:t>Indicate the Model or the Version of the helicopter</w:t>
      </w:r>
    </w:p>
    <w:p w14:paraId="78F729BC" w14:textId="77777777" w:rsidR="00096DC7" w:rsidRPr="008F643F" w:rsidRDefault="00096DC7" w:rsidP="008F643F">
      <w:pPr>
        <w:numPr>
          <w:ilvl w:val="0"/>
          <w:numId w:val="22"/>
        </w:numPr>
        <w:tabs>
          <w:tab w:val="num" w:pos="1211"/>
        </w:tabs>
        <w:spacing w:before="80"/>
        <w:ind w:left="1134" w:hanging="567"/>
        <w:rPr>
          <w:rFonts w:ascii="Gotham" w:hAnsi="Gotham"/>
        </w:rPr>
      </w:pPr>
      <w:r w:rsidRPr="008F643F">
        <w:rPr>
          <w:rFonts w:ascii="Gotham" w:hAnsi="Gotham"/>
          <w:lang w:val="en-US"/>
        </w:rPr>
        <w:t>Indicate the description of the P/N in box 2</w:t>
      </w:r>
    </w:p>
    <w:p w14:paraId="3D09091C" w14:textId="77777777" w:rsidR="00096DC7" w:rsidRPr="008F643F" w:rsidRDefault="00096DC7" w:rsidP="008F643F">
      <w:pPr>
        <w:numPr>
          <w:ilvl w:val="0"/>
          <w:numId w:val="22"/>
        </w:numPr>
        <w:tabs>
          <w:tab w:val="num" w:pos="1211"/>
        </w:tabs>
        <w:spacing w:before="80"/>
        <w:ind w:left="1134" w:hanging="567"/>
        <w:rPr>
          <w:rFonts w:ascii="Gotham" w:hAnsi="Gotham"/>
          <w:lang w:val="en-US"/>
        </w:rPr>
      </w:pPr>
      <w:r w:rsidRPr="008F643F">
        <w:rPr>
          <w:rFonts w:ascii="Gotham" w:hAnsi="Gotham"/>
        </w:rPr>
        <w:t>Indicate the applicable TSD</w:t>
      </w:r>
    </w:p>
    <w:p w14:paraId="1EAF3BBC" w14:textId="77777777" w:rsidR="00096DC7" w:rsidRPr="008F643F" w:rsidRDefault="00096DC7" w:rsidP="008F643F">
      <w:pPr>
        <w:numPr>
          <w:ilvl w:val="0"/>
          <w:numId w:val="22"/>
        </w:numPr>
        <w:tabs>
          <w:tab w:val="num" w:pos="1211"/>
        </w:tabs>
        <w:spacing w:before="80"/>
        <w:ind w:left="1134" w:hanging="567"/>
        <w:rPr>
          <w:rFonts w:ascii="Gotham" w:hAnsi="Gotham"/>
          <w:lang w:val="en-US"/>
        </w:rPr>
      </w:pPr>
      <w:r w:rsidRPr="008F643F">
        <w:rPr>
          <w:rFonts w:ascii="Gotham" w:hAnsi="Gotham"/>
          <w:lang w:val="en-US"/>
        </w:rPr>
        <w:t>Indicate the issue of TSD</w:t>
      </w:r>
    </w:p>
    <w:p w14:paraId="4393567E" w14:textId="4CA6A321" w:rsidR="00096DC7" w:rsidRPr="008F643F" w:rsidRDefault="00096DC7" w:rsidP="008F643F">
      <w:pPr>
        <w:numPr>
          <w:ilvl w:val="0"/>
          <w:numId w:val="22"/>
        </w:numPr>
        <w:tabs>
          <w:tab w:val="num" w:pos="1211"/>
        </w:tabs>
        <w:spacing w:before="80"/>
        <w:ind w:left="1134" w:hanging="567"/>
        <w:jc w:val="left"/>
        <w:rPr>
          <w:rFonts w:ascii="Gotham" w:hAnsi="Gotham"/>
          <w:lang w:val="en-US"/>
        </w:rPr>
      </w:pPr>
      <w:r w:rsidRPr="008F643F">
        <w:rPr>
          <w:rFonts w:ascii="Gotham" w:hAnsi="Gotham"/>
          <w:lang w:val="en-US"/>
        </w:rPr>
        <w:t xml:space="preserve">Indicate the applicability (Yes/No) and the number of pages of each chapter. </w:t>
      </w:r>
      <w:r w:rsidRPr="008F643F">
        <w:rPr>
          <w:rFonts w:ascii="Gotham" w:hAnsi="Gotham"/>
          <w:u w:val="single"/>
          <w:lang w:val="en-US"/>
        </w:rPr>
        <w:t>See Note (*)</w:t>
      </w:r>
    </w:p>
    <w:p w14:paraId="0669E649" w14:textId="77777777" w:rsidR="00096DC7" w:rsidRPr="008F643F" w:rsidRDefault="00096DC7" w:rsidP="008F643F">
      <w:pPr>
        <w:numPr>
          <w:ilvl w:val="0"/>
          <w:numId w:val="22"/>
        </w:numPr>
        <w:tabs>
          <w:tab w:val="num" w:pos="1211"/>
        </w:tabs>
        <w:spacing w:before="80"/>
        <w:ind w:left="1134" w:hanging="567"/>
        <w:rPr>
          <w:rFonts w:ascii="Gotham" w:hAnsi="Gotham"/>
          <w:lang w:val="en-US"/>
        </w:rPr>
      </w:pPr>
      <w:r w:rsidRPr="008F643F">
        <w:rPr>
          <w:rFonts w:ascii="Gotham" w:hAnsi="Gotham"/>
          <w:lang w:val="en-US"/>
        </w:rPr>
        <w:t>Signature and Date by the Manufacturing Engineer of the Supplier</w:t>
      </w:r>
    </w:p>
    <w:p w14:paraId="27B42F13" w14:textId="77777777" w:rsidR="00096DC7" w:rsidRPr="008F643F" w:rsidRDefault="00096DC7" w:rsidP="008F643F">
      <w:pPr>
        <w:numPr>
          <w:ilvl w:val="0"/>
          <w:numId w:val="22"/>
        </w:numPr>
        <w:tabs>
          <w:tab w:val="clear" w:pos="1260"/>
        </w:tabs>
        <w:spacing w:before="80"/>
        <w:ind w:left="1134" w:hanging="567"/>
        <w:rPr>
          <w:rFonts w:ascii="Gotham" w:hAnsi="Gotham"/>
          <w:lang w:val="en-US"/>
        </w:rPr>
      </w:pPr>
      <w:r w:rsidRPr="008F643F">
        <w:rPr>
          <w:rFonts w:ascii="Gotham" w:hAnsi="Gotham"/>
          <w:lang w:val="en-US"/>
        </w:rPr>
        <w:t>Stamp, Signature and Date by the authorized Inspector. This certifies that each page of MIR has been completed and signed by authorized personnel and that the information of Chapter 0 is correct</w:t>
      </w:r>
    </w:p>
    <w:p w14:paraId="467EBA5A" w14:textId="77777777" w:rsidR="00096DC7" w:rsidRPr="008F643F" w:rsidRDefault="00096DC7" w:rsidP="00096DC7">
      <w:pPr>
        <w:pStyle w:val="Rientrocorpodeltesto3"/>
        <w:tabs>
          <w:tab w:val="left" w:pos="1213"/>
        </w:tabs>
        <w:ind w:firstLine="0"/>
        <w:rPr>
          <w:rFonts w:ascii="Gotham" w:hAnsi="Gotham"/>
          <w:sz w:val="24"/>
          <w:szCs w:val="24"/>
        </w:rPr>
      </w:pPr>
    </w:p>
    <w:p w14:paraId="06BFEF5B" w14:textId="77777777" w:rsidR="00096DC7" w:rsidRPr="008F643F" w:rsidRDefault="00096DC7" w:rsidP="00096DC7">
      <w:pPr>
        <w:pStyle w:val="Rientrocorpodeltesto3"/>
        <w:tabs>
          <w:tab w:val="left" w:pos="1213"/>
        </w:tabs>
        <w:ind w:firstLine="0"/>
        <w:rPr>
          <w:rFonts w:ascii="Gotham" w:hAnsi="Gotham"/>
          <w:sz w:val="24"/>
          <w:szCs w:val="24"/>
        </w:rPr>
      </w:pPr>
      <w:r w:rsidRPr="008F643F">
        <w:rPr>
          <w:rFonts w:ascii="Gotham" w:hAnsi="Gotham"/>
          <w:b/>
          <w:sz w:val="24"/>
          <w:szCs w:val="24"/>
        </w:rPr>
        <w:t xml:space="preserve">Note (*) </w:t>
      </w:r>
      <w:r w:rsidRPr="008F643F">
        <w:rPr>
          <w:rFonts w:ascii="Gotham" w:hAnsi="Gotham"/>
          <w:sz w:val="24"/>
          <w:szCs w:val="24"/>
        </w:rPr>
        <w:t xml:space="preserve">Box 9 shall </w:t>
      </w:r>
      <w:proofErr w:type="gramStart"/>
      <w:r w:rsidRPr="008F643F">
        <w:rPr>
          <w:rFonts w:ascii="Gotham" w:hAnsi="Gotham"/>
          <w:sz w:val="24"/>
          <w:szCs w:val="24"/>
        </w:rPr>
        <w:t>make reference</w:t>
      </w:r>
      <w:proofErr w:type="gramEnd"/>
      <w:r w:rsidRPr="008F643F">
        <w:rPr>
          <w:rFonts w:ascii="Gotham" w:hAnsi="Gotham"/>
          <w:sz w:val="24"/>
          <w:szCs w:val="24"/>
        </w:rPr>
        <w:t xml:space="preserve"> also to the Technical P/N (and related issue) of the drawing to which the P/N (typically Manufacturing P/N) in box 2 is referred.</w:t>
      </w:r>
    </w:p>
    <w:p w14:paraId="0C4E35AD" w14:textId="77777777" w:rsidR="00096DC7" w:rsidRPr="008F643F" w:rsidRDefault="00096DC7" w:rsidP="00096DC7">
      <w:pPr>
        <w:pStyle w:val="Testotabella"/>
        <w:ind w:left="567"/>
        <w:rPr>
          <w:rFonts w:ascii="Gotham" w:hAnsi="Gotham"/>
          <w:sz w:val="24"/>
          <w:szCs w:val="24"/>
          <w:lang w:val="en-US"/>
        </w:rPr>
      </w:pPr>
      <w:r w:rsidRPr="008F643F">
        <w:rPr>
          <w:rFonts w:ascii="Gotham" w:hAnsi="Gotham"/>
          <w:sz w:val="24"/>
          <w:szCs w:val="24"/>
          <w:lang w:val="en-US"/>
        </w:rPr>
        <w:br w:type="page"/>
      </w:r>
    </w:p>
    <w:p w14:paraId="2F6DE97E" w14:textId="638839BD" w:rsidR="00096DC7" w:rsidRPr="008F643F" w:rsidRDefault="00096DC7" w:rsidP="00096DC7">
      <w:pPr>
        <w:pStyle w:val="Testotabella"/>
        <w:ind w:left="1134" w:hanging="567"/>
        <w:rPr>
          <w:rFonts w:ascii="Gotham" w:hAnsi="Gotham"/>
          <w:b/>
          <w:sz w:val="24"/>
          <w:szCs w:val="24"/>
          <w:lang w:val="en-US"/>
        </w:rPr>
      </w:pPr>
      <w:r w:rsidRPr="008F643F">
        <w:rPr>
          <w:rFonts w:ascii="Gotham" w:hAnsi="Gotham"/>
          <w:b/>
          <w:sz w:val="24"/>
          <w:szCs w:val="24"/>
          <w:lang w:val="en-US"/>
        </w:rPr>
        <w:lastRenderedPageBreak/>
        <w:t>Chapter 1 – List of vital / serialized parts and related FAI status</w:t>
      </w:r>
    </w:p>
    <w:p w14:paraId="26A350BB" w14:textId="00E16FBC" w:rsidR="00096DC7" w:rsidRPr="008F643F" w:rsidRDefault="00096DC7" w:rsidP="00096DC7">
      <w:pPr>
        <w:pStyle w:val="Pidipagina"/>
        <w:ind w:left="1134" w:hanging="567"/>
        <w:rPr>
          <w:rFonts w:ascii="Gotham" w:hAnsi="Gotham"/>
          <w:sz w:val="24"/>
          <w:szCs w:val="24"/>
          <w:lang w:val="en-US"/>
        </w:rPr>
      </w:pPr>
    </w:p>
    <w:p w14:paraId="625CD41F" w14:textId="77777777" w:rsidR="00096DC7" w:rsidRPr="008F643F" w:rsidRDefault="00096DC7" w:rsidP="00096DC7">
      <w:pPr>
        <w:numPr>
          <w:ilvl w:val="0"/>
          <w:numId w:val="25"/>
        </w:numPr>
        <w:tabs>
          <w:tab w:val="num" w:pos="1211"/>
        </w:tabs>
        <w:spacing w:line="288" w:lineRule="auto"/>
        <w:ind w:left="1134" w:hanging="567"/>
        <w:rPr>
          <w:rFonts w:ascii="Gotham" w:hAnsi="Gotham"/>
        </w:rPr>
      </w:pPr>
      <w:r w:rsidRPr="008F643F">
        <w:rPr>
          <w:rFonts w:ascii="Gotham" w:hAnsi="Gotham"/>
        </w:rPr>
        <w:t>Indicate the Supplier name and address responsible for MIR issue</w:t>
      </w:r>
    </w:p>
    <w:p w14:paraId="1E42A053" w14:textId="77777777" w:rsidR="00096DC7" w:rsidRPr="008F643F" w:rsidRDefault="00096DC7" w:rsidP="008F643F">
      <w:pPr>
        <w:numPr>
          <w:ilvl w:val="0"/>
          <w:numId w:val="25"/>
        </w:numPr>
        <w:tabs>
          <w:tab w:val="num" w:pos="1211"/>
        </w:tabs>
        <w:spacing w:before="80"/>
        <w:ind w:left="1134" w:hanging="567"/>
        <w:rPr>
          <w:rFonts w:ascii="Gotham" w:hAnsi="Gotham"/>
        </w:rPr>
      </w:pPr>
      <w:r w:rsidRPr="008F643F">
        <w:rPr>
          <w:rFonts w:ascii="Gotham" w:hAnsi="Gotham"/>
        </w:rPr>
        <w:t>Indicate the P/N of the assembly subject of MIR, as identified by TSD</w:t>
      </w:r>
    </w:p>
    <w:p w14:paraId="7D0D5BAD" w14:textId="77777777" w:rsidR="00096DC7" w:rsidRPr="008F643F" w:rsidRDefault="00096DC7" w:rsidP="008F643F">
      <w:pPr>
        <w:numPr>
          <w:ilvl w:val="0"/>
          <w:numId w:val="25"/>
        </w:numPr>
        <w:tabs>
          <w:tab w:val="num" w:pos="1211"/>
        </w:tabs>
        <w:spacing w:before="80"/>
        <w:ind w:left="1134" w:hanging="567"/>
        <w:rPr>
          <w:rFonts w:ascii="Gotham" w:hAnsi="Gotham"/>
        </w:rPr>
      </w:pPr>
      <w:r w:rsidRPr="008F643F">
        <w:rPr>
          <w:rFonts w:ascii="Gotham" w:hAnsi="Gotham"/>
        </w:rPr>
        <w:t>Indicate the drawing issue of the assembly subject of MIR, as identified by TSD</w:t>
      </w:r>
    </w:p>
    <w:p w14:paraId="0482FFA7" w14:textId="77777777" w:rsidR="00096DC7" w:rsidRPr="008F643F" w:rsidRDefault="00096DC7" w:rsidP="008F643F">
      <w:pPr>
        <w:numPr>
          <w:ilvl w:val="0"/>
          <w:numId w:val="25"/>
        </w:numPr>
        <w:tabs>
          <w:tab w:val="num" w:pos="1211"/>
        </w:tabs>
        <w:spacing w:before="80"/>
        <w:ind w:left="1134" w:hanging="567"/>
        <w:rPr>
          <w:rFonts w:ascii="Gotham" w:hAnsi="Gotham"/>
        </w:rPr>
      </w:pPr>
      <w:r w:rsidRPr="008F643F">
        <w:rPr>
          <w:rFonts w:ascii="Gotham" w:hAnsi="Gotham"/>
        </w:rPr>
        <w:t>Indicate the S/N (if applicable) relating the P/N identified in box 2</w:t>
      </w:r>
    </w:p>
    <w:p w14:paraId="30964A43" w14:textId="77777777" w:rsidR="00096DC7" w:rsidRPr="008F643F" w:rsidRDefault="00096DC7" w:rsidP="008F643F">
      <w:pPr>
        <w:numPr>
          <w:ilvl w:val="0"/>
          <w:numId w:val="25"/>
        </w:numPr>
        <w:tabs>
          <w:tab w:val="num" w:pos="1211"/>
        </w:tabs>
        <w:spacing w:before="80"/>
        <w:ind w:left="1134" w:hanging="567"/>
        <w:rPr>
          <w:rFonts w:ascii="Gotham" w:hAnsi="Gotham"/>
        </w:rPr>
      </w:pPr>
      <w:r w:rsidRPr="008F643F">
        <w:rPr>
          <w:rFonts w:ascii="Gotham" w:hAnsi="Gotham"/>
        </w:rPr>
        <w:t>Indicate the Model or the Version of the helicopter</w:t>
      </w:r>
    </w:p>
    <w:p w14:paraId="10ABC6B5" w14:textId="77777777" w:rsidR="00096DC7" w:rsidRPr="008F643F" w:rsidRDefault="00096DC7" w:rsidP="008F643F">
      <w:pPr>
        <w:numPr>
          <w:ilvl w:val="0"/>
          <w:numId w:val="25"/>
        </w:numPr>
        <w:tabs>
          <w:tab w:val="num" w:pos="1211"/>
        </w:tabs>
        <w:spacing w:before="80"/>
        <w:ind w:left="1134" w:hanging="567"/>
        <w:rPr>
          <w:rFonts w:ascii="Gotham" w:hAnsi="Gotham"/>
        </w:rPr>
      </w:pPr>
      <w:r w:rsidRPr="008F643F">
        <w:rPr>
          <w:rFonts w:ascii="Gotham" w:hAnsi="Gotham"/>
        </w:rPr>
        <w:t>Indicate MIR id and issue and the number of paged of the Chapter</w:t>
      </w:r>
    </w:p>
    <w:p w14:paraId="28F2C37B" w14:textId="77777777" w:rsidR="00096DC7" w:rsidRPr="008F643F" w:rsidRDefault="00096DC7" w:rsidP="008F643F">
      <w:pPr>
        <w:numPr>
          <w:ilvl w:val="0"/>
          <w:numId w:val="25"/>
        </w:numPr>
        <w:tabs>
          <w:tab w:val="num" w:pos="1211"/>
        </w:tabs>
        <w:spacing w:before="80"/>
        <w:ind w:left="1134" w:hanging="567"/>
        <w:rPr>
          <w:rFonts w:ascii="Gotham" w:hAnsi="Gotham"/>
        </w:rPr>
      </w:pPr>
      <w:r w:rsidRPr="008F643F">
        <w:rPr>
          <w:rFonts w:ascii="Gotham" w:hAnsi="Gotham"/>
        </w:rPr>
        <w:t>Indicate the description of the serialized and/or vital part</w:t>
      </w:r>
    </w:p>
    <w:p w14:paraId="0442023B" w14:textId="77777777" w:rsidR="00096DC7" w:rsidRPr="008F643F" w:rsidRDefault="00096DC7" w:rsidP="008F643F">
      <w:pPr>
        <w:numPr>
          <w:ilvl w:val="0"/>
          <w:numId w:val="25"/>
        </w:numPr>
        <w:tabs>
          <w:tab w:val="num" w:pos="1211"/>
        </w:tabs>
        <w:spacing w:before="80"/>
        <w:ind w:left="1134" w:hanging="567"/>
        <w:rPr>
          <w:rFonts w:ascii="Gotham" w:hAnsi="Gotham"/>
        </w:rPr>
      </w:pPr>
      <w:r w:rsidRPr="008F643F">
        <w:rPr>
          <w:rFonts w:ascii="Gotham" w:hAnsi="Gotham"/>
        </w:rPr>
        <w:t>Indicate the P/N of the serialized and/or vital part</w:t>
      </w:r>
    </w:p>
    <w:p w14:paraId="735C3BEA" w14:textId="77777777" w:rsidR="00096DC7" w:rsidRPr="008F643F" w:rsidRDefault="00096DC7" w:rsidP="008F643F">
      <w:pPr>
        <w:numPr>
          <w:ilvl w:val="0"/>
          <w:numId w:val="25"/>
        </w:numPr>
        <w:tabs>
          <w:tab w:val="num" w:pos="1211"/>
        </w:tabs>
        <w:spacing w:before="80"/>
        <w:ind w:left="1134" w:hanging="567"/>
        <w:rPr>
          <w:rFonts w:ascii="Gotham" w:hAnsi="Gotham"/>
        </w:rPr>
      </w:pPr>
      <w:r w:rsidRPr="008F643F">
        <w:rPr>
          <w:rFonts w:ascii="Gotham" w:hAnsi="Gotham"/>
        </w:rPr>
        <w:t>Indicate the critical class as per the drawing</w:t>
      </w:r>
    </w:p>
    <w:p w14:paraId="34737FD6" w14:textId="77777777" w:rsidR="00096DC7" w:rsidRPr="008F643F" w:rsidRDefault="00096DC7" w:rsidP="008F643F">
      <w:pPr>
        <w:numPr>
          <w:ilvl w:val="0"/>
          <w:numId w:val="25"/>
        </w:numPr>
        <w:tabs>
          <w:tab w:val="num" w:pos="1211"/>
        </w:tabs>
        <w:spacing w:before="80"/>
        <w:ind w:left="1134" w:hanging="567"/>
        <w:rPr>
          <w:rFonts w:ascii="Gotham" w:hAnsi="Gotham"/>
        </w:rPr>
      </w:pPr>
      <w:r w:rsidRPr="008F643F">
        <w:rPr>
          <w:rFonts w:ascii="Gotham" w:hAnsi="Gotham"/>
        </w:rPr>
        <w:t>Indicate the S/N of the serialized and/or vital part</w:t>
      </w:r>
    </w:p>
    <w:p w14:paraId="4DFC09EF" w14:textId="77777777" w:rsidR="00096DC7" w:rsidRPr="008F643F" w:rsidRDefault="00096DC7" w:rsidP="008F643F">
      <w:pPr>
        <w:numPr>
          <w:ilvl w:val="0"/>
          <w:numId w:val="25"/>
        </w:numPr>
        <w:tabs>
          <w:tab w:val="num" w:pos="1211"/>
        </w:tabs>
        <w:spacing w:before="80"/>
        <w:ind w:left="1134" w:hanging="567"/>
        <w:rPr>
          <w:rFonts w:ascii="Gotham" w:hAnsi="Gotham"/>
        </w:rPr>
      </w:pPr>
      <w:r w:rsidRPr="008F643F">
        <w:rPr>
          <w:rFonts w:ascii="Gotham" w:hAnsi="Gotham"/>
        </w:rPr>
        <w:t>Indicate the FAI status:</w:t>
      </w:r>
    </w:p>
    <w:p w14:paraId="591603D1" w14:textId="77777777" w:rsidR="00096DC7" w:rsidRPr="008F643F" w:rsidRDefault="00096DC7" w:rsidP="008F643F">
      <w:pPr>
        <w:spacing w:before="80"/>
        <w:ind w:left="1701" w:hanging="567"/>
        <w:jc w:val="left"/>
        <w:rPr>
          <w:rFonts w:ascii="Gotham" w:hAnsi="Gotham"/>
        </w:rPr>
      </w:pPr>
      <w:r w:rsidRPr="008F643F">
        <w:rPr>
          <w:rFonts w:ascii="Gotham" w:hAnsi="Gotham"/>
        </w:rPr>
        <w:t>FAI not required</w:t>
      </w:r>
    </w:p>
    <w:p w14:paraId="3C9D5BA4" w14:textId="77777777" w:rsidR="00096DC7" w:rsidRPr="008F643F" w:rsidRDefault="00096DC7" w:rsidP="008F643F">
      <w:pPr>
        <w:spacing w:before="80"/>
        <w:ind w:left="1701" w:hanging="567"/>
        <w:jc w:val="left"/>
        <w:rPr>
          <w:rFonts w:ascii="Gotham" w:hAnsi="Gotham"/>
        </w:rPr>
      </w:pPr>
      <w:r w:rsidRPr="008F643F">
        <w:rPr>
          <w:rFonts w:ascii="Gotham" w:hAnsi="Gotham"/>
        </w:rPr>
        <w:t>FAI open</w:t>
      </w:r>
    </w:p>
    <w:p w14:paraId="7BD17FEF" w14:textId="77777777" w:rsidR="00096DC7" w:rsidRPr="008F643F" w:rsidRDefault="00096DC7" w:rsidP="008F643F">
      <w:pPr>
        <w:spacing w:before="80"/>
        <w:ind w:left="1701" w:hanging="567"/>
        <w:jc w:val="left"/>
        <w:rPr>
          <w:rFonts w:ascii="Gotham" w:hAnsi="Gotham"/>
        </w:rPr>
      </w:pPr>
      <w:r w:rsidRPr="008F643F">
        <w:rPr>
          <w:rFonts w:ascii="Gotham" w:hAnsi="Gotham"/>
        </w:rPr>
        <w:t>FAI positively completed</w:t>
      </w:r>
    </w:p>
    <w:p w14:paraId="2F260077" w14:textId="77777777" w:rsidR="00096DC7" w:rsidRPr="008F643F" w:rsidRDefault="00096DC7" w:rsidP="008F643F">
      <w:pPr>
        <w:spacing w:before="80"/>
        <w:ind w:left="1701" w:hanging="567"/>
        <w:jc w:val="left"/>
        <w:rPr>
          <w:rFonts w:ascii="Gotham" w:hAnsi="Gotham"/>
          <w:lang w:val="en-US"/>
        </w:rPr>
      </w:pPr>
      <w:r w:rsidRPr="008F643F">
        <w:rPr>
          <w:rFonts w:ascii="Gotham" w:hAnsi="Gotham"/>
          <w:lang w:val="en-US"/>
        </w:rPr>
        <w:t>FAI to be Repeated</w:t>
      </w:r>
    </w:p>
    <w:p w14:paraId="5FECACD2" w14:textId="77777777" w:rsidR="00096DC7" w:rsidRPr="008F643F" w:rsidRDefault="00096DC7" w:rsidP="008F643F">
      <w:pPr>
        <w:numPr>
          <w:ilvl w:val="0"/>
          <w:numId w:val="25"/>
        </w:numPr>
        <w:tabs>
          <w:tab w:val="num" w:pos="1211"/>
        </w:tabs>
        <w:spacing w:before="80"/>
        <w:ind w:left="1134" w:hanging="567"/>
        <w:rPr>
          <w:rFonts w:ascii="Gotham" w:hAnsi="Gotham"/>
        </w:rPr>
      </w:pPr>
      <w:r w:rsidRPr="008F643F">
        <w:rPr>
          <w:rFonts w:ascii="Gotham" w:hAnsi="Gotham"/>
        </w:rPr>
        <w:t>Signature and Date by the Supplier Manufacturing Engineer</w:t>
      </w:r>
    </w:p>
    <w:p w14:paraId="15AEDB18" w14:textId="77777777" w:rsidR="00096DC7" w:rsidRPr="008F643F" w:rsidRDefault="00096DC7" w:rsidP="008F643F">
      <w:pPr>
        <w:numPr>
          <w:ilvl w:val="0"/>
          <w:numId w:val="25"/>
        </w:numPr>
        <w:tabs>
          <w:tab w:val="num" w:pos="1211"/>
        </w:tabs>
        <w:spacing w:before="80"/>
        <w:ind w:left="1134" w:hanging="567"/>
        <w:rPr>
          <w:rFonts w:ascii="Gotham" w:hAnsi="Gotham"/>
        </w:rPr>
      </w:pPr>
      <w:r w:rsidRPr="008F643F">
        <w:rPr>
          <w:rFonts w:ascii="Gotham" w:hAnsi="Gotham"/>
        </w:rPr>
        <w:t>Stamp, Signature and Date by the authorized Inspector. This certifies that the information of Chapter 1 is correct</w:t>
      </w:r>
    </w:p>
    <w:p w14:paraId="7017E349" w14:textId="77777777" w:rsidR="00096DC7" w:rsidRPr="008F643F" w:rsidRDefault="00096DC7" w:rsidP="00096DC7">
      <w:pPr>
        <w:ind w:left="1134" w:hanging="567"/>
        <w:rPr>
          <w:rFonts w:ascii="Gotham" w:hAnsi="Gotham"/>
          <w:lang w:val="en-US"/>
        </w:rPr>
      </w:pPr>
    </w:p>
    <w:p w14:paraId="5F7750DE" w14:textId="77777777" w:rsidR="00096DC7" w:rsidRPr="008F643F" w:rsidRDefault="00096DC7" w:rsidP="00096DC7">
      <w:pPr>
        <w:ind w:left="284"/>
        <w:rPr>
          <w:rFonts w:ascii="Gotham" w:hAnsi="Gotham"/>
          <w:lang w:val="en-US"/>
        </w:rPr>
      </w:pPr>
    </w:p>
    <w:p w14:paraId="7F663D52" w14:textId="77777777" w:rsidR="00096DC7" w:rsidRPr="008F643F" w:rsidRDefault="00096DC7" w:rsidP="00096DC7">
      <w:pPr>
        <w:rPr>
          <w:rFonts w:ascii="Gotham" w:hAnsi="Gotham"/>
          <w:lang w:val="en-US"/>
        </w:rPr>
      </w:pPr>
      <w:r w:rsidRPr="008F643F">
        <w:rPr>
          <w:rFonts w:ascii="Gotham" w:hAnsi="Gotham"/>
          <w:lang w:val="en-US"/>
        </w:rPr>
        <w:br w:type="page"/>
      </w:r>
    </w:p>
    <w:p w14:paraId="104B697B" w14:textId="588F1BA1" w:rsidR="00096DC7" w:rsidRPr="008F643F" w:rsidRDefault="00096DC7" w:rsidP="00096DC7">
      <w:pPr>
        <w:ind w:left="1134" w:hanging="567"/>
        <w:rPr>
          <w:rFonts w:ascii="Gotham" w:hAnsi="Gotham"/>
          <w:b/>
          <w:lang w:val="en-US"/>
        </w:rPr>
      </w:pPr>
      <w:r w:rsidRPr="008F643F">
        <w:rPr>
          <w:rFonts w:ascii="Gotham" w:hAnsi="Gotham"/>
          <w:b/>
          <w:lang w:val="en-US"/>
        </w:rPr>
        <w:lastRenderedPageBreak/>
        <w:t>Chapter 2 – List of plus and/or minus modifications against TSD</w:t>
      </w:r>
    </w:p>
    <w:p w14:paraId="381A3C5F" w14:textId="77777777" w:rsidR="00096DC7" w:rsidRPr="008F643F" w:rsidRDefault="00096DC7" w:rsidP="00096DC7">
      <w:pPr>
        <w:ind w:left="1134" w:hanging="567"/>
        <w:rPr>
          <w:rFonts w:ascii="Gotham" w:hAnsi="Gotham"/>
          <w:lang w:val="en-US"/>
        </w:rPr>
      </w:pPr>
    </w:p>
    <w:p w14:paraId="618AD430" w14:textId="77777777" w:rsidR="00096DC7" w:rsidRPr="008F643F" w:rsidRDefault="00096DC7" w:rsidP="008F643F">
      <w:pPr>
        <w:numPr>
          <w:ilvl w:val="0"/>
          <w:numId w:val="26"/>
        </w:numPr>
        <w:tabs>
          <w:tab w:val="num" w:pos="1211"/>
        </w:tabs>
        <w:ind w:left="1134" w:hanging="567"/>
        <w:rPr>
          <w:rFonts w:ascii="Gotham" w:hAnsi="Gotham"/>
        </w:rPr>
      </w:pPr>
      <w:r w:rsidRPr="008F643F">
        <w:rPr>
          <w:rFonts w:ascii="Gotham" w:hAnsi="Gotham"/>
        </w:rPr>
        <w:t>Indicate the Supplier name and address responsible for MIR issue</w:t>
      </w:r>
    </w:p>
    <w:p w14:paraId="25FB20D0" w14:textId="77777777" w:rsidR="00096DC7" w:rsidRPr="008F643F" w:rsidRDefault="00096DC7" w:rsidP="008F643F">
      <w:pPr>
        <w:numPr>
          <w:ilvl w:val="0"/>
          <w:numId w:val="26"/>
        </w:numPr>
        <w:tabs>
          <w:tab w:val="num" w:pos="1211"/>
        </w:tabs>
        <w:spacing w:before="80"/>
        <w:ind w:left="1134" w:hanging="567"/>
        <w:rPr>
          <w:rFonts w:ascii="Gotham" w:hAnsi="Gotham"/>
        </w:rPr>
      </w:pPr>
      <w:r w:rsidRPr="008F643F">
        <w:rPr>
          <w:rFonts w:ascii="Gotham" w:hAnsi="Gotham"/>
        </w:rPr>
        <w:t>Indicate the P/N of the assembly subject of MIR, as identified by TSD</w:t>
      </w:r>
    </w:p>
    <w:p w14:paraId="2E268A34" w14:textId="77777777" w:rsidR="00096DC7" w:rsidRPr="008F643F" w:rsidRDefault="00096DC7" w:rsidP="008F643F">
      <w:pPr>
        <w:numPr>
          <w:ilvl w:val="0"/>
          <w:numId w:val="26"/>
        </w:numPr>
        <w:tabs>
          <w:tab w:val="num" w:pos="1211"/>
        </w:tabs>
        <w:spacing w:before="80"/>
        <w:ind w:left="1134" w:hanging="567"/>
        <w:rPr>
          <w:rFonts w:ascii="Gotham" w:hAnsi="Gotham"/>
        </w:rPr>
      </w:pPr>
      <w:r w:rsidRPr="008F643F">
        <w:rPr>
          <w:rFonts w:ascii="Gotham" w:hAnsi="Gotham"/>
        </w:rPr>
        <w:t>Indicate the drawing issue of the assembly subject of MIR, as identified by TSD</w:t>
      </w:r>
    </w:p>
    <w:p w14:paraId="1790C10A" w14:textId="77777777" w:rsidR="00096DC7" w:rsidRPr="008F643F" w:rsidRDefault="00096DC7" w:rsidP="008F643F">
      <w:pPr>
        <w:numPr>
          <w:ilvl w:val="0"/>
          <w:numId w:val="26"/>
        </w:numPr>
        <w:tabs>
          <w:tab w:val="num" w:pos="1211"/>
        </w:tabs>
        <w:spacing w:before="80"/>
        <w:ind w:left="1134" w:hanging="567"/>
        <w:rPr>
          <w:rFonts w:ascii="Gotham" w:hAnsi="Gotham"/>
        </w:rPr>
      </w:pPr>
      <w:r w:rsidRPr="008F643F">
        <w:rPr>
          <w:rFonts w:ascii="Gotham" w:hAnsi="Gotham"/>
        </w:rPr>
        <w:t>Indicate the S/N (if applicable) relating the P/N identified in box 2</w:t>
      </w:r>
    </w:p>
    <w:p w14:paraId="274A4F70" w14:textId="77777777" w:rsidR="00096DC7" w:rsidRPr="008F643F" w:rsidRDefault="00096DC7" w:rsidP="008F643F">
      <w:pPr>
        <w:numPr>
          <w:ilvl w:val="0"/>
          <w:numId w:val="26"/>
        </w:numPr>
        <w:tabs>
          <w:tab w:val="num" w:pos="1211"/>
        </w:tabs>
        <w:spacing w:before="80"/>
        <w:ind w:left="1134" w:hanging="567"/>
        <w:rPr>
          <w:rFonts w:ascii="Gotham" w:hAnsi="Gotham"/>
        </w:rPr>
      </w:pPr>
      <w:r w:rsidRPr="008F643F">
        <w:rPr>
          <w:rFonts w:ascii="Gotham" w:hAnsi="Gotham"/>
        </w:rPr>
        <w:t>Indicate the Model or the Version of the helicopter</w:t>
      </w:r>
    </w:p>
    <w:p w14:paraId="68D63501" w14:textId="77777777" w:rsidR="00096DC7" w:rsidRPr="008F643F" w:rsidRDefault="00096DC7" w:rsidP="008F643F">
      <w:pPr>
        <w:numPr>
          <w:ilvl w:val="0"/>
          <w:numId w:val="26"/>
        </w:numPr>
        <w:tabs>
          <w:tab w:val="num" w:pos="1211"/>
        </w:tabs>
        <w:spacing w:before="80"/>
        <w:ind w:left="1134" w:hanging="567"/>
        <w:rPr>
          <w:rFonts w:ascii="Gotham" w:hAnsi="Gotham"/>
          <w:lang w:val="en-US"/>
        </w:rPr>
      </w:pPr>
      <w:r w:rsidRPr="008F643F">
        <w:rPr>
          <w:rFonts w:ascii="Gotham" w:hAnsi="Gotham"/>
        </w:rPr>
        <w:t>Indicate MIR id and issue and the number of paged of the Chapter</w:t>
      </w:r>
    </w:p>
    <w:p w14:paraId="7CBC65D7" w14:textId="77777777" w:rsidR="00096DC7" w:rsidRPr="008F643F" w:rsidRDefault="00096DC7" w:rsidP="008F643F">
      <w:pPr>
        <w:numPr>
          <w:ilvl w:val="0"/>
          <w:numId w:val="26"/>
        </w:numPr>
        <w:tabs>
          <w:tab w:val="num" w:pos="1211"/>
        </w:tabs>
        <w:spacing w:before="80"/>
        <w:ind w:left="1134" w:hanging="567"/>
        <w:rPr>
          <w:rFonts w:ascii="Gotham" w:hAnsi="Gotham"/>
          <w:lang w:val="en-US"/>
        </w:rPr>
      </w:pPr>
      <w:r w:rsidRPr="008F643F">
        <w:rPr>
          <w:rFonts w:ascii="Gotham" w:hAnsi="Gotham"/>
          <w:lang w:val="en-US"/>
        </w:rPr>
        <w:t>Indicate the sequential number assigned to the item</w:t>
      </w:r>
    </w:p>
    <w:p w14:paraId="629BDA52" w14:textId="77777777" w:rsidR="00096DC7" w:rsidRPr="008F643F" w:rsidRDefault="00096DC7" w:rsidP="008F643F">
      <w:pPr>
        <w:numPr>
          <w:ilvl w:val="0"/>
          <w:numId w:val="26"/>
        </w:numPr>
        <w:tabs>
          <w:tab w:val="num" w:pos="1211"/>
        </w:tabs>
        <w:spacing w:before="80"/>
        <w:ind w:left="1134" w:hanging="567"/>
        <w:rPr>
          <w:rFonts w:ascii="Gotham" w:hAnsi="Gotham"/>
        </w:rPr>
      </w:pPr>
      <w:r w:rsidRPr="008F643F">
        <w:rPr>
          <w:rFonts w:ascii="Gotham" w:hAnsi="Gotham"/>
        </w:rPr>
        <w:t xml:space="preserve">Indicate modification not incorporated or variations against TSD. In case the delivery </w:t>
      </w:r>
      <w:proofErr w:type="gramStart"/>
      <w:r w:rsidRPr="008F643F">
        <w:rPr>
          <w:rFonts w:ascii="Gotham" w:hAnsi="Gotham"/>
        </w:rPr>
        <w:t>is in compliance with</w:t>
      </w:r>
      <w:proofErr w:type="gramEnd"/>
      <w:r w:rsidRPr="008F643F">
        <w:rPr>
          <w:rFonts w:ascii="Gotham" w:hAnsi="Gotham"/>
        </w:rPr>
        <w:t xml:space="preserve"> TSD configuration requirements, indicate “None”. See Note (*) </w:t>
      </w:r>
    </w:p>
    <w:p w14:paraId="10136750" w14:textId="77777777" w:rsidR="00096DC7" w:rsidRPr="008F643F" w:rsidRDefault="00096DC7" w:rsidP="008F643F">
      <w:pPr>
        <w:numPr>
          <w:ilvl w:val="0"/>
          <w:numId w:val="26"/>
        </w:numPr>
        <w:tabs>
          <w:tab w:val="num" w:pos="1211"/>
        </w:tabs>
        <w:spacing w:before="80"/>
        <w:ind w:left="1134" w:hanging="567"/>
        <w:rPr>
          <w:rFonts w:ascii="Gotham" w:hAnsi="Gotham"/>
        </w:rPr>
      </w:pPr>
      <w:r w:rsidRPr="008F643F">
        <w:rPr>
          <w:rFonts w:ascii="Gotham" w:hAnsi="Gotham"/>
        </w:rPr>
        <w:t xml:space="preserve">Identify with </w:t>
      </w:r>
      <w:proofErr w:type="gramStart"/>
      <w:r w:rsidRPr="008F643F">
        <w:rPr>
          <w:rFonts w:ascii="Gotham" w:hAnsi="Gotham"/>
        </w:rPr>
        <w:t>( +</w:t>
      </w:r>
      <w:proofErr w:type="gramEnd"/>
      <w:r w:rsidRPr="008F643F">
        <w:rPr>
          <w:rFonts w:ascii="Gotham" w:hAnsi="Gotham"/>
        </w:rPr>
        <w:t xml:space="preserve"> ) or ( - ) the variations against </w:t>
      </w:r>
    </w:p>
    <w:p w14:paraId="536F34A3" w14:textId="77777777" w:rsidR="00096DC7" w:rsidRPr="008F643F" w:rsidRDefault="00096DC7" w:rsidP="008F643F">
      <w:pPr>
        <w:numPr>
          <w:ilvl w:val="0"/>
          <w:numId w:val="26"/>
        </w:numPr>
        <w:tabs>
          <w:tab w:val="num" w:pos="1211"/>
        </w:tabs>
        <w:spacing w:before="80"/>
        <w:ind w:left="1134" w:hanging="567"/>
        <w:rPr>
          <w:rFonts w:ascii="Gotham" w:hAnsi="Gotham"/>
        </w:rPr>
      </w:pPr>
      <w:r w:rsidRPr="008F643F">
        <w:rPr>
          <w:rFonts w:ascii="Gotham" w:hAnsi="Gotham"/>
        </w:rPr>
        <w:t xml:space="preserve">For those variations identified with </w:t>
      </w:r>
      <w:proofErr w:type="gramStart"/>
      <w:r w:rsidRPr="008F643F">
        <w:rPr>
          <w:rFonts w:ascii="Gotham" w:hAnsi="Gotham"/>
        </w:rPr>
        <w:t>( +</w:t>
      </w:r>
      <w:proofErr w:type="gramEnd"/>
      <w:r w:rsidRPr="008F643F">
        <w:rPr>
          <w:rFonts w:ascii="Gotham" w:hAnsi="Gotham"/>
        </w:rPr>
        <w:t xml:space="preserve"> ), indicate their approval status:</w:t>
      </w:r>
    </w:p>
    <w:p w14:paraId="6C43437A" w14:textId="77777777" w:rsidR="00096DC7" w:rsidRPr="008F643F" w:rsidRDefault="00096DC7" w:rsidP="008F643F">
      <w:pPr>
        <w:ind w:left="1701" w:hanging="567"/>
        <w:rPr>
          <w:rFonts w:ascii="Gotham" w:hAnsi="Gotham"/>
          <w:lang w:val="en-US"/>
        </w:rPr>
      </w:pPr>
      <w:r w:rsidRPr="008F643F">
        <w:rPr>
          <w:rFonts w:ascii="Gotham" w:hAnsi="Gotham"/>
          <w:lang w:val="en-US"/>
        </w:rPr>
        <w:t xml:space="preserve">A = Approved </w:t>
      </w:r>
    </w:p>
    <w:p w14:paraId="6B809F98" w14:textId="77777777" w:rsidR="00096DC7" w:rsidRPr="008F643F" w:rsidRDefault="00096DC7" w:rsidP="008F643F">
      <w:pPr>
        <w:ind w:left="1701" w:hanging="567"/>
        <w:rPr>
          <w:rFonts w:ascii="Gotham" w:hAnsi="Gotham"/>
          <w:lang w:val="en-US"/>
        </w:rPr>
      </w:pPr>
      <w:r w:rsidRPr="008F643F">
        <w:rPr>
          <w:rFonts w:ascii="Gotham" w:hAnsi="Gotham"/>
          <w:lang w:val="en-US"/>
        </w:rPr>
        <w:t>B = Applicable</w:t>
      </w:r>
    </w:p>
    <w:p w14:paraId="40778939" w14:textId="77777777" w:rsidR="00096DC7" w:rsidRPr="008F643F" w:rsidRDefault="00096DC7" w:rsidP="008F643F">
      <w:pPr>
        <w:ind w:left="1701" w:hanging="567"/>
        <w:rPr>
          <w:rFonts w:ascii="Gotham" w:hAnsi="Gotham"/>
          <w:lang w:val="en-US"/>
        </w:rPr>
      </w:pPr>
      <w:r w:rsidRPr="008F643F">
        <w:rPr>
          <w:rFonts w:ascii="Gotham" w:hAnsi="Gotham"/>
          <w:lang w:val="en-US"/>
        </w:rPr>
        <w:t>P = Preliminary</w:t>
      </w:r>
    </w:p>
    <w:p w14:paraId="44D8250D" w14:textId="77777777" w:rsidR="00096DC7" w:rsidRPr="008F643F" w:rsidRDefault="00096DC7" w:rsidP="008F643F">
      <w:pPr>
        <w:numPr>
          <w:ilvl w:val="0"/>
          <w:numId w:val="26"/>
        </w:numPr>
        <w:tabs>
          <w:tab w:val="num" w:pos="1211"/>
        </w:tabs>
        <w:spacing w:before="80"/>
        <w:ind w:left="1134" w:hanging="567"/>
        <w:rPr>
          <w:rFonts w:ascii="Gotham" w:hAnsi="Gotham"/>
        </w:rPr>
      </w:pPr>
      <w:r w:rsidRPr="008F643F">
        <w:rPr>
          <w:rFonts w:ascii="Gotham" w:hAnsi="Gotham"/>
        </w:rPr>
        <w:t>Indicate notes, if any</w:t>
      </w:r>
    </w:p>
    <w:p w14:paraId="3312394B" w14:textId="77777777" w:rsidR="00096DC7" w:rsidRPr="008F643F" w:rsidRDefault="00096DC7" w:rsidP="008F643F">
      <w:pPr>
        <w:numPr>
          <w:ilvl w:val="0"/>
          <w:numId w:val="26"/>
        </w:numPr>
        <w:tabs>
          <w:tab w:val="num" w:pos="1211"/>
        </w:tabs>
        <w:spacing w:before="80"/>
        <w:ind w:left="1134" w:hanging="567"/>
        <w:rPr>
          <w:rFonts w:ascii="Gotham" w:hAnsi="Gotham"/>
        </w:rPr>
      </w:pPr>
      <w:r w:rsidRPr="008F643F">
        <w:rPr>
          <w:rFonts w:ascii="Gotham" w:hAnsi="Gotham"/>
        </w:rPr>
        <w:t>Signature and Date by the Manufacturing Engineer</w:t>
      </w:r>
    </w:p>
    <w:p w14:paraId="5D2CB65B" w14:textId="77777777" w:rsidR="00096DC7" w:rsidRPr="008F643F" w:rsidRDefault="00096DC7" w:rsidP="008F643F">
      <w:pPr>
        <w:numPr>
          <w:ilvl w:val="0"/>
          <w:numId w:val="26"/>
        </w:numPr>
        <w:tabs>
          <w:tab w:val="num" w:pos="1211"/>
        </w:tabs>
        <w:spacing w:before="80"/>
        <w:ind w:left="1134" w:hanging="567"/>
        <w:rPr>
          <w:rFonts w:ascii="Gotham" w:hAnsi="Gotham"/>
          <w:lang w:val="en-US"/>
        </w:rPr>
      </w:pPr>
      <w:r w:rsidRPr="008F643F">
        <w:rPr>
          <w:rFonts w:ascii="Gotham" w:hAnsi="Gotham"/>
        </w:rPr>
        <w:t>Stamp, Signature and Date by the authorized Inspector. This certifies that the</w:t>
      </w:r>
      <w:r w:rsidRPr="008F643F">
        <w:rPr>
          <w:rFonts w:ascii="Gotham" w:hAnsi="Gotham"/>
          <w:lang w:val="en-US"/>
        </w:rPr>
        <w:t xml:space="preserve"> information of Chapter 2 is correct</w:t>
      </w:r>
    </w:p>
    <w:p w14:paraId="175C9F2C" w14:textId="77777777" w:rsidR="00096DC7" w:rsidRPr="008F643F" w:rsidRDefault="00096DC7" w:rsidP="00096DC7">
      <w:pPr>
        <w:ind w:left="1134" w:hanging="567"/>
        <w:rPr>
          <w:rFonts w:ascii="Gotham" w:hAnsi="Gotham"/>
          <w:lang w:val="en-US"/>
        </w:rPr>
      </w:pPr>
    </w:p>
    <w:p w14:paraId="575313DB" w14:textId="77777777" w:rsidR="00096DC7" w:rsidRPr="008F643F" w:rsidRDefault="00096DC7" w:rsidP="00096DC7">
      <w:pPr>
        <w:pStyle w:val="Rientrocorpodeltesto3"/>
        <w:tabs>
          <w:tab w:val="left" w:pos="709"/>
        </w:tabs>
        <w:ind w:left="1134" w:hanging="567"/>
        <w:jc w:val="left"/>
        <w:rPr>
          <w:rFonts w:ascii="Gotham" w:hAnsi="Gotham"/>
          <w:sz w:val="24"/>
          <w:szCs w:val="24"/>
        </w:rPr>
      </w:pPr>
      <w:r w:rsidRPr="008F643F">
        <w:rPr>
          <w:rFonts w:ascii="Gotham" w:hAnsi="Gotham"/>
          <w:b/>
          <w:sz w:val="24"/>
          <w:szCs w:val="24"/>
        </w:rPr>
        <w:t>Note (*)</w:t>
      </w:r>
      <w:r w:rsidRPr="008F643F">
        <w:rPr>
          <w:rFonts w:ascii="Gotham" w:hAnsi="Gotham"/>
          <w:sz w:val="24"/>
          <w:szCs w:val="24"/>
        </w:rPr>
        <w:tab/>
        <w:t>This chapter shall identify also all the ECR applied</w:t>
      </w:r>
    </w:p>
    <w:p w14:paraId="292D8D3B" w14:textId="77777777" w:rsidR="00096DC7" w:rsidRPr="008F643F" w:rsidRDefault="00096DC7" w:rsidP="00096DC7">
      <w:pPr>
        <w:ind w:left="284"/>
        <w:rPr>
          <w:rFonts w:ascii="Gotham" w:hAnsi="Gotham"/>
          <w:lang w:val="en-US"/>
        </w:rPr>
      </w:pPr>
    </w:p>
    <w:p w14:paraId="538FCDA6" w14:textId="77777777" w:rsidR="00096DC7" w:rsidRPr="008F643F" w:rsidRDefault="00096DC7" w:rsidP="00096DC7">
      <w:pPr>
        <w:ind w:left="426"/>
        <w:rPr>
          <w:rFonts w:ascii="Gotham" w:hAnsi="Gotham"/>
          <w:lang w:val="en-US"/>
        </w:rPr>
      </w:pPr>
      <w:r w:rsidRPr="008F643F">
        <w:rPr>
          <w:rFonts w:ascii="Gotham" w:hAnsi="Gotham"/>
          <w:lang w:val="en-US"/>
        </w:rPr>
        <w:br w:type="page"/>
      </w:r>
    </w:p>
    <w:p w14:paraId="4ED14281" w14:textId="4B39D2CE" w:rsidR="00096DC7" w:rsidRPr="008F643F" w:rsidRDefault="00096DC7" w:rsidP="00E0390A">
      <w:pPr>
        <w:ind w:left="1134" w:hanging="567"/>
        <w:rPr>
          <w:rFonts w:ascii="Gotham" w:hAnsi="Gotham"/>
          <w:lang w:val="en-US"/>
        </w:rPr>
      </w:pPr>
      <w:r w:rsidRPr="008F643F">
        <w:rPr>
          <w:rFonts w:ascii="Gotham" w:hAnsi="Gotham"/>
          <w:b/>
          <w:lang w:val="en-US"/>
        </w:rPr>
        <w:lastRenderedPageBreak/>
        <w:t>Chapter 3 – List of issued Concessions / Deviation Permits (open / closed)</w:t>
      </w:r>
    </w:p>
    <w:p w14:paraId="4CF1299A" w14:textId="77777777" w:rsidR="00096DC7" w:rsidRPr="008F643F" w:rsidRDefault="00096DC7" w:rsidP="00E0390A">
      <w:pPr>
        <w:ind w:left="1134" w:hanging="567"/>
        <w:rPr>
          <w:rFonts w:ascii="Gotham" w:hAnsi="Gotham"/>
        </w:rPr>
      </w:pPr>
    </w:p>
    <w:p w14:paraId="5AD5D182" w14:textId="77777777" w:rsidR="00096DC7" w:rsidRPr="008F643F" w:rsidRDefault="00096DC7" w:rsidP="008F643F">
      <w:pPr>
        <w:numPr>
          <w:ilvl w:val="0"/>
          <w:numId w:val="27"/>
        </w:numPr>
        <w:tabs>
          <w:tab w:val="num" w:pos="1211"/>
        </w:tabs>
        <w:ind w:left="1134" w:hanging="567"/>
        <w:rPr>
          <w:rFonts w:ascii="Gotham" w:hAnsi="Gotham"/>
        </w:rPr>
      </w:pPr>
      <w:r w:rsidRPr="008F643F">
        <w:rPr>
          <w:rFonts w:ascii="Gotham" w:hAnsi="Gotham"/>
        </w:rPr>
        <w:t>Indicate the Supplier name and address responsible for MIR issue</w:t>
      </w:r>
    </w:p>
    <w:p w14:paraId="57D35CE4" w14:textId="77777777" w:rsidR="00096DC7" w:rsidRPr="008F643F" w:rsidRDefault="00096DC7" w:rsidP="008F643F">
      <w:pPr>
        <w:numPr>
          <w:ilvl w:val="0"/>
          <w:numId w:val="27"/>
        </w:numPr>
        <w:tabs>
          <w:tab w:val="num" w:pos="1211"/>
        </w:tabs>
        <w:spacing w:before="80"/>
        <w:ind w:left="1134" w:hanging="567"/>
        <w:rPr>
          <w:rFonts w:ascii="Gotham" w:hAnsi="Gotham"/>
        </w:rPr>
      </w:pPr>
      <w:r w:rsidRPr="008F643F">
        <w:rPr>
          <w:rFonts w:ascii="Gotham" w:hAnsi="Gotham"/>
        </w:rPr>
        <w:t>Indicate the P/N of the assembly subject of MIR, as identified by TSD</w:t>
      </w:r>
    </w:p>
    <w:p w14:paraId="629F698C" w14:textId="77777777" w:rsidR="00096DC7" w:rsidRPr="008F643F" w:rsidRDefault="00096DC7" w:rsidP="008F643F">
      <w:pPr>
        <w:numPr>
          <w:ilvl w:val="0"/>
          <w:numId w:val="27"/>
        </w:numPr>
        <w:tabs>
          <w:tab w:val="num" w:pos="1211"/>
        </w:tabs>
        <w:spacing w:before="80"/>
        <w:ind w:left="1134" w:hanging="567"/>
        <w:rPr>
          <w:rFonts w:ascii="Gotham" w:hAnsi="Gotham"/>
        </w:rPr>
      </w:pPr>
      <w:r w:rsidRPr="008F643F">
        <w:rPr>
          <w:rFonts w:ascii="Gotham" w:hAnsi="Gotham"/>
        </w:rPr>
        <w:t>Indicate the drawing issue of the assembly subject of MIR, as identified by TSD</w:t>
      </w:r>
    </w:p>
    <w:p w14:paraId="18A10E15" w14:textId="77777777" w:rsidR="00096DC7" w:rsidRPr="008F643F" w:rsidRDefault="00096DC7" w:rsidP="008F643F">
      <w:pPr>
        <w:numPr>
          <w:ilvl w:val="0"/>
          <w:numId w:val="27"/>
        </w:numPr>
        <w:tabs>
          <w:tab w:val="num" w:pos="1211"/>
        </w:tabs>
        <w:spacing w:before="80"/>
        <w:ind w:left="1134" w:hanging="567"/>
        <w:rPr>
          <w:rFonts w:ascii="Gotham" w:hAnsi="Gotham"/>
        </w:rPr>
      </w:pPr>
      <w:r w:rsidRPr="008F643F">
        <w:rPr>
          <w:rFonts w:ascii="Gotham" w:hAnsi="Gotham"/>
        </w:rPr>
        <w:t>Indicate the S/N (if applicable) relating the P/N identified in box 2</w:t>
      </w:r>
    </w:p>
    <w:p w14:paraId="75A5F685" w14:textId="77777777" w:rsidR="00096DC7" w:rsidRPr="008F643F" w:rsidRDefault="00096DC7" w:rsidP="008F643F">
      <w:pPr>
        <w:numPr>
          <w:ilvl w:val="0"/>
          <w:numId w:val="27"/>
        </w:numPr>
        <w:tabs>
          <w:tab w:val="num" w:pos="1211"/>
        </w:tabs>
        <w:spacing w:before="80"/>
        <w:ind w:left="1134" w:hanging="567"/>
        <w:rPr>
          <w:rFonts w:ascii="Gotham" w:hAnsi="Gotham"/>
        </w:rPr>
      </w:pPr>
      <w:r w:rsidRPr="008F643F">
        <w:rPr>
          <w:rFonts w:ascii="Gotham" w:hAnsi="Gotham"/>
        </w:rPr>
        <w:t>Indicate the Model or the Version of the helicopter</w:t>
      </w:r>
    </w:p>
    <w:p w14:paraId="7AEF43AD" w14:textId="77777777" w:rsidR="00096DC7" w:rsidRPr="008F643F" w:rsidRDefault="00096DC7" w:rsidP="008F643F">
      <w:pPr>
        <w:numPr>
          <w:ilvl w:val="0"/>
          <w:numId w:val="27"/>
        </w:numPr>
        <w:tabs>
          <w:tab w:val="num" w:pos="1211"/>
        </w:tabs>
        <w:spacing w:before="80"/>
        <w:ind w:left="1134" w:hanging="567"/>
        <w:rPr>
          <w:rFonts w:ascii="Gotham" w:hAnsi="Gotham"/>
        </w:rPr>
      </w:pPr>
      <w:r w:rsidRPr="008F643F">
        <w:rPr>
          <w:rFonts w:ascii="Gotham" w:hAnsi="Gotham"/>
        </w:rPr>
        <w:t>Indicate MIR id and issue and the number of paged of the Chapter</w:t>
      </w:r>
    </w:p>
    <w:p w14:paraId="48042B53" w14:textId="77777777" w:rsidR="00096DC7" w:rsidRPr="008F643F" w:rsidRDefault="00096DC7" w:rsidP="008F643F">
      <w:pPr>
        <w:numPr>
          <w:ilvl w:val="0"/>
          <w:numId w:val="27"/>
        </w:numPr>
        <w:tabs>
          <w:tab w:val="num" w:pos="1211"/>
        </w:tabs>
        <w:spacing w:before="80"/>
        <w:ind w:left="1134" w:hanging="567"/>
        <w:rPr>
          <w:rFonts w:ascii="Gotham" w:hAnsi="Gotham"/>
        </w:rPr>
      </w:pPr>
      <w:r w:rsidRPr="008F643F">
        <w:rPr>
          <w:rFonts w:ascii="Gotham" w:hAnsi="Gotham"/>
        </w:rPr>
        <w:t>Indicate the identification number of each applicable Concession, identifying the approved (closed) ones or, exceptionally, the ones not yet approved (open), in the relevant box (Minor -Minor Recordable -Major).</w:t>
      </w:r>
    </w:p>
    <w:p w14:paraId="62FEE325" w14:textId="77777777" w:rsidR="00096DC7" w:rsidRPr="008F643F" w:rsidRDefault="00096DC7" w:rsidP="008F643F">
      <w:pPr>
        <w:ind w:left="1134"/>
        <w:rPr>
          <w:rFonts w:ascii="Gotham" w:hAnsi="Gotham"/>
        </w:rPr>
      </w:pPr>
      <w:r w:rsidRPr="008F643F">
        <w:rPr>
          <w:rFonts w:ascii="Gotham" w:hAnsi="Gotham"/>
        </w:rPr>
        <w:t>Minor “not recordable” Concessions shall not be indicated.</w:t>
      </w:r>
    </w:p>
    <w:p w14:paraId="675CF408" w14:textId="77777777" w:rsidR="00096DC7" w:rsidRPr="008F643F" w:rsidRDefault="00096DC7" w:rsidP="008F643F">
      <w:pPr>
        <w:numPr>
          <w:ilvl w:val="0"/>
          <w:numId w:val="27"/>
        </w:numPr>
        <w:tabs>
          <w:tab w:val="num" w:pos="1211"/>
        </w:tabs>
        <w:spacing w:before="80"/>
        <w:ind w:left="1134" w:hanging="567"/>
        <w:rPr>
          <w:rFonts w:ascii="Gotham" w:hAnsi="Gotham"/>
        </w:rPr>
      </w:pPr>
      <w:r w:rsidRPr="008F643F">
        <w:rPr>
          <w:rFonts w:ascii="Gotham" w:hAnsi="Gotham"/>
        </w:rPr>
        <w:t xml:space="preserve">Indicate the identification number of the Deviation Permits (DP) and/or any explanatory note </w:t>
      </w:r>
    </w:p>
    <w:p w14:paraId="740ABED4" w14:textId="77777777" w:rsidR="00096DC7" w:rsidRPr="008F643F" w:rsidRDefault="00096DC7" w:rsidP="008F643F">
      <w:pPr>
        <w:numPr>
          <w:ilvl w:val="0"/>
          <w:numId w:val="27"/>
        </w:numPr>
        <w:tabs>
          <w:tab w:val="num" w:pos="1211"/>
        </w:tabs>
        <w:spacing w:before="80"/>
        <w:ind w:left="1134" w:hanging="567"/>
        <w:rPr>
          <w:rFonts w:ascii="Gotham" w:hAnsi="Gotham"/>
          <w:lang w:val="en-US"/>
        </w:rPr>
      </w:pPr>
      <w:r w:rsidRPr="008F643F">
        <w:rPr>
          <w:rFonts w:ascii="Gotham" w:hAnsi="Gotham"/>
        </w:rPr>
        <w:t>Stamp, Signature and Date by the authorized Inspector. This certifies that the</w:t>
      </w:r>
      <w:r w:rsidRPr="008F643F">
        <w:rPr>
          <w:rFonts w:ascii="Gotham" w:hAnsi="Gotham"/>
          <w:lang w:val="en-US"/>
        </w:rPr>
        <w:t xml:space="preserve"> information of Chapter 3 is correct</w:t>
      </w:r>
    </w:p>
    <w:p w14:paraId="5B47C8BE" w14:textId="77777777" w:rsidR="00096DC7" w:rsidRPr="008F643F" w:rsidRDefault="00096DC7" w:rsidP="008F643F">
      <w:pPr>
        <w:ind w:left="1134" w:hanging="567"/>
        <w:rPr>
          <w:rFonts w:ascii="Gotham" w:hAnsi="Gotham"/>
          <w:lang w:val="en-US"/>
        </w:rPr>
      </w:pPr>
    </w:p>
    <w:p w14:paraId="6BED1948" w14:textId="77777777" w:rsidR="00096DC7" w:rsidRPr="008F643F" w:rsidRDefault="00096DC7" w:rsidP="008F643F">
      <w:pPr>
        <w:pStyle w:val="Rientrocorpodeltesto3"/>
        <w:tabs>
          <w:tab w:val="left" w:pos="1213"/>
        </w:tabs>
        <w:ind w:left="1134" w:hanging="567"/>
        <w:rPr>
          <w:rFonts w:ascii="Gotham" w:hAnsi="Gotham"/>
          <w:sz w:val="24"/>
          <w:szCs w:val="24"/>
        </w:rPr>
      </w:pPr>
      <w:r w:rsidRPr="008F643F">
        <w:rPr>
          <w:rFonts w:ascii="Gotham" w:hAnsi="Gotham"/>
          <w:b/>
          <w:sz w:val="24"/>
          <w:szCs w:val="24"/>
        </w:rPr>
        <w:t>Note:</w:t>
      </w:r>
      <w:r w:rsidRPr="008F643F">
        <w:rPr>
          <w:rFonts w:ascii="Gotham" w:hAnsi="Gotham"/>
          <w:sz w:val="24"/>
          <w:szCs w:val="24"/>
        </w:rPr>
        <w:tab/>
        <w:t>COs / DPs classified as Major and COs classified as Minor Recordable shall always be attached to the MIR.</w:t>
      </w:r>
    </w:p>
    <w:p w14:paraId="01EFCD74" w14:textId="77777777" w:rsidR="00096DC7" w:rsidRPr="008F643F" w:rsidRDefault="00096DC7" w:rsidP="008F643F">
      <w:pPr>
        <w:pStyle w:val="Rientrocorpodeltesto3"/>
        <w:tabs>
          <w:tab w:val="left" w:pos="1213"/>
        </w:tabs>
        <w:ind w:left="1134" w:hanging="567"/>
        <w:rPr>
          <w:rFonts w:ascii="Gotham" w:hAnsi="Gotham"/>
          <w:sz w:val="24"/>
          <w:szCs w:val="24"/>
        </w:rPr>
      </w:pPr>
      <w:r w:rsidRPr="008F643F">
        <w:rPr>
          <w:rFonts w:ascii="Gotham" w:hAnsi="Gotham"/>
          <w:sz w:val="24"/>
          <w:szCs w:val="24"/>
        </w:rPr>
        <w:tab/>
        <w:t xml:space="preserve">In case of a substantial number of Concessions, it </w:t>
      </w:r>
      <w:proofErr w:type="gramStart"/>
      <w:r w:rsidRPr="008F643F">
        <w:rPr>
          <w:rFonts w:ascii="Gotham" w:hAnsi="Gotham"/>
          <w:sz w:val="24"/>
          <w:szCs w:val="24"/>
        </w:rPr>
        <w:t>is allowed to</w:t>
      </w:r>
      <w:proofErr w:type="gramEnd"/>
      <w:r w:rsidRPr="008F643F">
        <w:rPr>
          <w:rFonts w:ascii="Gotham" w:hAnsi="Gotham"/>
          <w:sz w:val="24"/>
          <w:szCs w:val="24"/>
        </w:rPr>
        <w:t xml:space="preserve"> attach a list, signed by Quality Control</w:t>
      </w:r>
    </w:p>
    <w:p w14:paraId="67A99D00" w14:textId="77777777" w:rsidR="00096DC7" w:rsidRPr="008F643F" w:rsidRDefault="00096DC7" w:rsidP="008F643F">
      <w:pPr>
        <w:ind w:left="1134" w:hanging="567"/>
        <w:rPr>
          <w:rFonts w:ascii="Gotham" w:hAnsi="Gotham"/>
          <w:lang w:val="en-US"/>
        </w:rPr>
      </w:pPr>
    </w:p>
    <w:p w14:paraId="70F8FC3D" w14:textId="77777777" w:rsidR="00096DC7" w:rsidRPr="008F643F" w:rsidRDefault="00096DC7" w:rsidP="00E0390A">
      <w:pPr>
        <w:ind w:left="1134" w:hanging="567"/>
        <w:rPr>
          <w:rFonts w:ascii="Gotham" w:hAnsi="Gotham"/>
          <w:lang w:val="en-US"/>
        </w:rPr>
      </w:pPr>
      <w:r w:rsidRPr="008F643F">
        <w:rPr>
          <w:rFonts w:ascii="Gotham" w:hAnsi="Gotham"/>
          <w:lang w:val="en-US"/>
        </w:rPr>
        <w:br w:type="page"/>
      </w:r>
    </w:p>
    <w:p w14:paraId="1AF1AEF1" w14:textId="6635B39A" w:rsidR="00096DC7" w:rsidRPr="008F643F" w:rsidRDefault="00096DC7" w:rsidP="00E0390A">
      <w:pPr>
        <w:ind w:left="1134" w:hanging="567"/>
        <w:jc w:val="left"/>
        <w:rPr>
          <w:rFonts w:ascii="Gotham" w:hAnsi="Gotham"/>
          <w:b/>
          <w:lang w:val="en-US"/>
        </w:rPr>
      </w:pPr>
      <w:r w:rsidRPr="008F643F">
        <w:rPr>
          <w:rFonts w:ascii="Gotham" w:hAnsi="Gotham"/>
          <w:b/>
          <w:lang w:val="en-US"/>
        </w:rPr>
        <w:lastRenderedPageBreak/>
        <w:t>Chapter 4 – List of Outstanding Works</w:t>
      </w:r>
    </w:p>
    <w:p w14:paraId="44D113EA" w14:textId="77777777" w:rsidR="00096DC7" w:rsidRPr="008F643F" w:rsidRDefault="00096DC7" w:rsidP="00E0390A">
      <w:pPr>
        <w:ind w:left="1134" w:hanging="567"/>
        <w:rPr>
          <w:rFonts w:ascii="Gotham" w:hAnsi="Gotham"/>
          <w:lang w:val="en-US"/>
        </w:rPr>
      </w:pPr>
    </w:p>
    <w:p w14:paraId="23F5D2F9" w14:textId="77777777" w:rsidR="00096DC7" w:rsidRPr="008F643F" w:rsidRDefault="00096DC7" w:rsidP="008F643F">
      <w:pPr>
        <w:numPr>
          <w:ilvl w:val="0"/>
          <w:numId w:val="28"/>
        </w:numPr>
        <w:ind w:left="1134" w:hanging="567"/>
        <w:rPr>
          <w:rFonts w:ascii="Gotham" w:hAnsi="Gotham"/>
        </w:rPr>
      </w:pPr>
      <w:r w:rsidRPr="008F643F">
        <w:rPr>
          <w:rFonts w:ascii="Gotham" w:hAnsi="Gotham"/>
        </w:rPr>
        <w:t>Indicate the Supplier name and address responsible for MIR issue</w:t>
      </w:r>
    </w:p>
    <w:p w14:paraId="28AB6191" w14:textId="77777777" w:rsidR="00096DC7" w:rsidRPr="008F643F" w:rsidRDefault="00096DC7" w:rsidP="008F643F">
      <w:pPr>
        <w:numPr>
          <w:ilvl w:val="0"/>
          <w:numId w:val="28"/>
        </w:numPr>
        <w:spacing w:before="80"/>
        <w:ind w:left="1134" w:hanging="567"/>
        <w:rPr>
          <w:rFonts w:ascii="Gotham" w:hAnsi="Gotham"/>
        </w:rPr>
      </w:pPr>
      <w:r w:rsidRPr="008F643F">
        <w:rPr>
          <w:rFonts w:ascii="Gotham" w:hAnsi="Gotham"/>
        </w:rPr>
        <w:t>Indicate the P/N of the assembly subject of MIR, as identified by TSD</w:t>
      </w:r>
    </w:p>
    <w:p w14:paraId="51CAB99D" w14:textId="77777777" w:rsidR="00096DC7" w:rsidRPr="008F643F" w:rsidRDefault="00096DC7" w:rsidP="008F643F">
      <w:pPr>
        <w:numPr>
          <w:ilvl w:val="0"/>
          <w:numId w:val="28"/>
        </w:numPr>
        <w:spacing w:before="80"/>
        <w:ind w:left="1134" w:hanging="567"/>
        <w:rPr>
          <w:rFonts w:ascii="Gotham" w:hAnsi="Gotham"/>
        </w:rPr>
      </w:pPr>
      <w:r w:rsidRPr="008F643F">
        <w:rPr>
          <w:rFonts w:ascii="Gotham" w:hAnsi="Gotham"/>
        </w:rPr>
        <w:t>Indicate the drawing issue of the assembly subject of MIR, as identified by TSD</w:t>
      </w:r>
    </w:p>
    <w:p w14:paraId="693F8FE1" w14:textId="77777777" w:rsidR="00096DC7" w:rsidRPr="008F643F" w:rsidRDefault="00096DC7" w:rsidP="008F643F">
      <w:pPr>
        <w:numPr>
          <w:ilvl w:val="0"/>
          <w:numId w:val="28"/>
        </w:numPr>
        <w:spacing w:before="80"/>
        <w:ind w:left="1134" w:hanging="567"/>
        <w:rPr>
          <w:rFonts w:ascii="Gotham" w:hAnsi="Gotham"/>
        </w:rPr>
      </w:pPr>
      <w:r w:rsidRPr="008F643F">
        <w:rPr>
          <w:rFonts w:ascii="Gotham" w:hAnsi="Gotham"/>
        </w:rPr>
        <w:t>Indicate the S/N (if applicable) relating the P/N identified in box 2</w:t>
      </w:r>
    </w:p>
    <w:p w14:paraId="467F8E65" w14:textId="77777777" w:rsidR="00096DC7" w:rsidRPr="008F643F" w:rsidRDefault="00096DC7" w:rsidP="008F643F">
      <w:pPr>
        <w:numPr>
          <w:ilvl w:val="0"/>
          <w:numId w:val="28"/>
        </w:numPr>
        <w:spacing w:before="80"/>
        <w:ind w:left="1134" w:hanging="567"/>
        <w:rPr>
          <w:rFonts w:ascii="Gotham" w:hAnsi="Gotham"/>
        </w:rPr>
      </w:pPr>
      <w:r w:rsidRPr="008F643F">
        <w:rPr>
          <w:rFonts w:ascii="Gotham" w:hAnsi="Gotham"/>
        </w:rPr>
        <w:t>Indicate the Model or the Version of the helicopter</w:t>
      </w:r>
    </w:p>
    <w:p w14:paraId="2686827F" w14:textId="77777777" w:rsidR="00096DC7" w:rsidRPr="008F643F" w:rsidRDefault="00096DC7" w:rsidP="008F643F">
      <w:pPr>
        <w:numPr>
          <w:ilvl w:val="0"/>
          <w:numId w:val="28"/>
        </w:numPr>
        <w:spacing w:before="80"/>
        <w:ind w:left="1134" w:hanging="567"/>
        <w:rPr>
          <w:rFonts w:ascii="Gotham" w:hAnsi="Gotham"/>
        </w:rPr>
      </w:pPr>
      <w:r w:rsidRPr="008F643F">
        <w:rPr>
          <w:rFonts w:ascii="Gotham" w:hAnsi="Gotham"/>
        </w:rPr>
        <w:t>Indicate MIR id and issue and the number of paged of the Chapter</w:t>
      </w:r>
    </w:p>
    <w:p w14:paraId="114918C2" w14:textId="77777777" w:rsidR="00096DC7" w:rsidRPr="008F643F" w:rsidRDefault="00096DC7" w:rsidP="008F643F">
      <w:pPr>
        <w:numPr>
          <w:ilvl w:val="0"/>
          <w:numId w:val="28"/>
        </w:numPr>
        <w:spacing w:before="80"/>
        <w:ind w:left="1134" w:hanging="567"/>
        <w:rPr>
          <w:rFonts w:ascii="Gotham" w:hAnsi="Gotham"/>
        </w:rPr>
      </w:pPr>
      <w:r w:rsidRPr="008F643F">
        <w:rPr>
          <w:rFonts w:ascii="Gotham" w:hAnsi="Gotham"/>
        </w:rPr>
        <w:t>Indicate the sequential number assigned to the item</w:t>
      </w:r>
    </w:p>
    <w:p w14:paraId="3C477D0E" w14:textId="77777777" w:rsidR="00096DC7" w:rsidRPr="008F643F" w:rsidRDefault="00096DC7" w:rsidP="008F643F">
      <w:pPr>
        <w:numPr>
          <w:ilvl w:val="0"/>
          <w:numId w:val="28"/>
        </w:numPr>
        <w:spacing w:before="80"/>
        <w:ind w:left="1134" w:hanging="567"/>
        <w:jc w:val="left"/>
        <w:rPr>
          <w:rFonts w:ascii="Gotham" w:hAnsi="Gotham"/>
        </w:rPr>
      </w:pPr>
      <w:r w:rsidRPr="008F643F">
        <w:rPr>
          <w:rFonts w:ascii="Gotham" w:hAnsi="Gotham"/>
        </w:rPr>
        <w:t>Description of the outstanding works; indicate affected P/N, if applicable</w:t>
      </w:r>
    </w:p>
    <w:p w14:paraId="1D954CDE" w14:textId="77777777" w:rsidR="00096DC7" w:rsidRPr="008F643F" w:rsidRDefault="00096DC7" w:rsidP="008F643F">
      <w:pPr>
        <w:numPr>
          <w:ilvl w:val="0"/>
          <w:numId w:val="28"/>
        </w:numPr>
        <w:spacing w:before="80"/>
        <w:ind w:left="1134" w:hanging="567"/>
        <w:rPr>
          <w:rFonts w:ascii="Gotham" w:hAnsi="Gotham"/>
        </w:rPr>
      </w:pPr>
      <w:r w:rsidRPr="008F643F">
        <w:rPr>
          <w:rFonts w:ascii="Gotham" w:hAnsi="Gotham"/>
        </w:rPr>
        <w:t>Indicate the reason for the outstanding work</w:t>
      </w:r>
    </w:p>
    <w:p w14:paraId="03B29EC5" w14:textId="77777777" w:rsidR="00096DC7" w:rsidRPr="008F643F" w:rsidRDefault="00096DC7" w:rsidP="008F643F">
      <w:pPr>
        <w:numPr>
          <w:ilvl w:val="0"/>
          <w:numId w:val="28"/>
        </w:numPr>
        <w:spacing w:before="80"/>
        <w:ind w:left="1134" w:hanging="567"/>
        <w:rPr>
          <w:rFonts w:ascii="Gotham" w:hAnsi="Gotham"/>
        </w:rPr>
      </w:pPr>
      <w:r w:rsidRPr="008F643F">
        <w:rPr>
          <w:rFonts w:ascii="Gotham" w:hAnsi="Gotham"/>
        </w:rPr>
        <w:t>Indicate notes, if any.</w:t>
      </w:r>
    </w:p>
    <w:p w14:paraId="76818EEE" w14:textId="77777777" w:rsidR="00096DC7" w:rsidRPr="008F643F" w:rsidRDefault="00096DC7" w:rsidP="008F643F">
      <w:pPr>
        <w:ind w:left="1134"/>
        <w:rPr>
          <w:rFonts w:ascii="Gotham" w:hAnsi="Gotham"/>
          <w:lang w:val="en-US"/>
        </w:rPr>
      </w:pPr>
      <w:r w:rsidRPr="008F643F">
        <w:rPr>
          <w:rFonts w:ascii="Gotham" w:hAnsi="Gotham"/>
          <w:lang w:val="en-US"/>
        </w:rPr>
        <w:t xml:space="preserve">In this box </w:t>
      </w:r>
      <w:proofErr w:type="gramStart"/>
      <w:r w:rsidRPr="008F643F">
        <w:rPr>
          <w:rFonts w:ascii="Gotham" w:hAnsi="Gotham"/>
          <w:lang w:val="en-US"/>
        </w:rPr>
        <w:t>also</w:t>
      </w:r>
      <w:proofErr w:type="gramEnd"/>
      <w:r w:rsidRPr="008F643F">
        <w:rPr>
          <w:rFonts w:ascii="Gotham" w:hAnsi="Gotham"/>
          <w:lang w:val="en-US"/>
        </w:rPr>
        <w:t xml:space="preserve"> the completion Work Instructions / Job Cards for the relevant outstanding works shall be indicated)</w:t>
      </w:r>
    </w:p>
    <w:p w14:paraId="63553679" w14:textId="77777777" w:rsidR="00096DC7" w:rsidRPr="008F643F" w:rsidRDefault="00096DC7" w:rsidP="008F643F">
      <w:pPr>
        <w:numPr>
          <w:ilvl w:val="0"/>
          <w:numId w:val="28"/>
        </w:numPr>
        <w:spacing w:before="80"/>
        <w:ind w:left="1134" w:hanging="567"/>
        <w:rPr>
          <w:rFonts w:ascii="Gotham" w:hAnsi="Gotham"/>
        </w:rPr>
      </w:pPr>
      <w:r w:rsidRPr="008F643F">
        <w:rPr>
          <w:rFonts w:ascii="Gotham" w:hAnsi="Gotham"/>
        </w:rPr>
        <w:t>Stamp, Signature and Date by the authorized Inspector. This certifies that the information of Chapter 4 is correct</w:t>
      </w:r>
    </w:p>
    <w:p w14:paraId="57179D18" w14:textId="77777777" w:rsidR="00096DC7" w:rsidRPr="008F643F" w:rsidRDefault="00096DC7" w:rsidP="00096DC7">
      <w:pPr>
        <w:ind w:left="142"/>
        <w:rPr>
          <w:rFonts w:ascii="Gotham" w:hAnsi="Gotham"/>
          <w:b/>
        </w:rPr>
      </w:pPr>
      <w:r w:rsidRPr="008F643F">
        <w:rPr>
          <w:rFonts w:ascii="Gotham" w:hAnsi="Gotham"/>
        </w:rPr>
        <w:br w:type="page"/>
      </w:r>
    </w:p>
    <w:p w14:paraId="3FF27317" w14:textId="43EC58AF" w:rsidR="00096DC7" w:rsidRPr="008F643F" w:rsidRDefault="00096DC7" w:rsidP="00E0390A">
      <w:pPr>
        <w:ind w:left="1134" w:hanging="567"/>
        <w:rPr>
          <w:rFonts w:ascii="Gotham" w:hAnsi="Gotham"/>
          <w:b/>
          <w:lang w:val="en-US"/>
        </w:rPr>
      </w:pPr>
      <w:r w:rsidRPr="008F643F">
        <w:rPr>
          <w:rFonts w:ascii="Gotham" w:hAnsi="Gotham"/>
          <w:b/>
          <w:lang w:val="en-US"/>
        </w:rPr>
        <w:lastRenderedPageBreak/>
        <w:t>Chapter 5 – List of missing and/or loose parts</w:t>
      </w:r>
    </w:p>
    <w:p w14:paraId="53361D3C" w14:textId="77777777" w:rsidR="00096DC7" w:rsidRPr="008F643F" w:rsidRDefault="00096DC7" w:rsidP="00E0390A">
      <w:pPr>
        <w:ind w:left="1134" w:hanging="567"/>
        <w:jc w:val="left"/>
        <w:rPr>
          <w:rFonts w:ascii="Gotham" w:hAnsi="Gotham"/>
          <w:b/>
          <w:lang w:val="en-US"/>
        </w:rPr>
      </w:pPr>
    </w:p>
    <w:p w14:paraId="5E0C6581" w14:textId="77777777" w:rsidR="00096DC7" w:rsidRPr="008F643F" w:rsidRDefault="00096DC7" w:rsidP="008F643F">
      <w:pPr>
        <w:numPr>
          <w:ilvl w:val="0"/>
          <w:numId w:val="23"/>
        </w:numPr>
        <w:tabs>
          <w:tab w:val="clear" w:pos="1260"/>
          <w:tab w:val="num" w:pos="142"/>
        </w:tabs>
        <w:ind w:left="1134" w:hanging="567"/>
        <w:rPr>
          <w:rFonts w:ascii="Gotham" w:hAnsi="Gotham"/>
        </w:rPr>
      </w:pPr>
      <w:r w:rsidRPr="008F643F">
        <w:rPr>
          <w:rFonts w:ascii="Gotham" w:hAnsi="Gotham"/>
        </w:rPr>
        <w:t>Indicate the Supplier name and address responsible for MIR issue</w:t>
      </w:r>
    </w:p>
    <w:p w14:paraId="1C9EF67C" w14:textId="77777777" w:rsidR="00096DC7" w:rsidRPr="008F643F" w:rsidRDefault="00096DC7" w:rsidP="008F643F">
      <w:pPr>
        <w:numPr>
          <w:ilvl w:val="0"/>
          <w:numId w:val="23"/>
        </w:numPr>
        <w:tabs>
          <w:tab w:val="clear" w:pos="1260"/>
          <w:tab w:val="num" w:pos="142"/>
        </w:tabs>
        <w:spacing w:before="80"/>
        <w:ind w:left="1134" w:hanging="567"/>
        <w:rPr>
          <w:rFonts w:ascii="Gotham" w:hAnsi="Gotham"/>
        </w:rPr>
      </w:pPr>
      <w:r w:rsidRPr="008F643F">
        <w:rPr>
          <w:rFonts w:ascii="Gotham" w:hAnsi="Gotham"/>
        </w:rPr>
        <w:t>Indicate the P/N of the assembly subject of MIR, as identified by TSD</w:t>
      </w:r>
    </w:p>
    <w:p w14:paraId="1962A6C0" w14:textId="77777777" w:rsidR="00096DC7" w:rsidRPr="008F643F" w:rsidRDefault="00096DC7" w:rsidP="008F643F">
      <w:pPr>
        <w:numPr>
          <w:ilvl w:val="0"/>
          <w:numId w:val="23"/>
        </w:numPr>
        <w:tabs>
          <w:tab w:val="clear" w:pos="1260"/>
          <w:tab w:val="num" w:pos="142"/>
        </w:tabs>
        <w:spacing w:before="80"/>
        <w:ind w:left="1134" w:hanging="567"/>
        <w:rPr>
          <w:rFonts w:ascii="Gotham" w:hAnsi="Gotham"/>
        </w:rPr>
      </w:pPr>
      <w:r w:rsidRPr="008F643F">
        <w:rPr>
          <w:rFonts w:ascii="Gotham" w:hAnsi="Gotham"/>
        </w:rPr>
        <w:t>Indicate the drawing issue of the assembly subject of MIR, as identified by TSD</w:t>
      </w:r>
    </w:p>
    <w:p w14:paraId="78A3D3F6" w14:textId="77777777" w:rsidR="00096DC7" w:rsidRPr="008F643F" w:rsidRDefault="00096DC7" w:rsidP="008F643F">
      <w:pPr>
        <w:numPr>
          <w:ilvl w:val="0"/>
          <w:numId w:val="23"/>
        </w:numPr>
        <w:tabs>
          <w:tab w:val="clear" w:pos="1260"/>
          <w:tab w:val="num" w:pos="142"/>
        </w:tabs>
        <w:spacing w:before="80"/>
        <w:ind w:left="1134" w:hanging="567"/>
        <w:rPr>
          <w:rFonts w:ascii="Gotham" w:hAnsi="Gotham"/>
        </w:rPr>
      </w:pPr>
      <w:r w:rsidRPr="008F643F">
        <w:rPr>
          <w:rFonts w:ascii="Gotham" w:hAnsi="Gotham"/>
        </w:rPr>
        <w:t>Indicate the S/N (if applicable) relating the P/N identified in box 2</w:t>
      </w:r>
    </w:p>
    <w:p w14:paraId="400777C2" w14:textId="77777777" w:rsidR="00096DC7" w:rsidRPr="008F643F" w:rsidRDefault="00096DC7" w:rsidP="008F643F">
      <w:pPr>
        <w:numPr>
          <w:ilvl w:val="0"/>
          <w:numId w:val="23"/>
        </w:numPr>
        <w:tabs>
          <w:tab w:val="clear" w:pos="1260"/>
          <w:tab w:val="num" w:pos="142"/>
        </w:tabs>
        <w:spacing w:before="80"/>
        <w:ind w:left="1134" w:hanging="567"/>
        <w:rPr>
          <w:rFonts w:ascii="Gotham" w:hAnsi="Gotham"/>
        </w:rPr>
      </w:pPr>
      <w:r w:rsidRPr="008F643F">
        <w:rPr>
          <w:rFonts w:ascii="Gotham" w:hAnsi="Gotham"/>
        </w:rPr>
        <w:t>Indicate the Model or the Version of the helicopter</w:t>
      </w:r>
    </w:p>
    <w:p w14:paraId="798A1CD3" w14:textId="77777777" w:rsidR="00096DC7" w:rsidRPr="008F643F" w:rsidRDefault="00096DC7" w:rsidP="008F643F">
      <w:pPr>
        <w:numPr>
          <w:ilvl w:val="0"/>
          <w:numId w:val="23"/>
        </w:numPr>
        <w:tabs>
          <w:tab w:val="clear" w:pos="1260"/>
          <w:tab w:val="num" w:pos="142"/>
        </w:tabs>
        <w:spacing w:before="80"/>
        <w:ind w:left="1134" w:hanging="567"/>
        <w:rPr>
          <w:rFonts w:ascii="Gotham" w:hAnsi="Gotham"/>
        </w:rPr>
      </w:pPr>
      <w:r w:rsidRPr="008F643F">
        <w:rPr>
          <w:rFonts w:ascii="Gotham" w:hAnsi="Gotham"/>
        </w:rPr>
        <w:t>Indicate MIR id and issue and the number of paged of the Chapter</w:t>
      </w:r>
    </w:p>
    <w:p w14:paraId="4280B234" w14:textId="77777777" w:rsidR="00096DC7" w:rsidRPr="008F643F" w:rsidRDefault="00096DC7" w:rsidP="008F643F">
      <w:pPr>
        <w:numPr>
          <w:ilvl w:val="0"/>
          <w:numId w:val="23"/>
        </w:numPr>
        <w:tabs>
          <w:tab w:val="clear" w:pos="1260"/>
          <w:tab w:val="num" w:pos="142"/>
        </w:tabs>
        <w:spacing w:before="80"/>
        <w:ind w:left="1134" w:hanging="567"/>
        <w:rPr>
          <w:rFonts w:ascii="Gotham" w:hAnsi="Gotham"/>
          <w:lang w:val="en-US"/>
        </w:rPr>
      </w:pPr>
      <w:r w:rsidRPr="008F643F">
        <w:rPr>
          <w:rFonts w:ascii="Gotham" w:hAnsi="Gotham"/>
        </w:rPr>
        <w:t>Indica</w:t>
      </w:r>
      <w:proofErr w:type="spellStart"/>
      <w:r w:rsidRPr="008F643F">
        <w:rPr>
          <w:rFonts w:ascii="Gotham" w:hAnsi="Gotham"/>
          <w:lang w:val="en-US"/>
        </w:rPr>
        <w:t>te</w:t>
      </w:r>
      <w:proofErr w:type="spellEnd"/>
      <w:r w:rsidRPr="008F643F">
        <w:rPr>
          <w:rFonts w:ascii="Gotham" w:hAnsi="Gotham"/>
          <w:lang w:val="en-US"/>
        </w:rPr>
        <w:t xml:space="preserve"> the sequential number assigned to the item</w:t>
      </w:r>
    </w:p>
    <w:p w14:paraId="5E414FC7" w14:textId="77777777" w:rsidR="00096DC7" w:rsidRPr="008F643F" w:rsidRDefault="00096DC7" w:rsidP="008F643F">
      <w:pPr>
        <w:numPr>
          <w:ilvl w:val="0"/>
          <w:numId w:val="23"/>
        </w:numPr>
        <w:tabs>
          <w:tab w:val="clear" w:pos="1260"/>
          <w:tab w:val="num" w:pos="142"/>
        </w:tabs>
        <w:spacing w:before="80"/>
        <w:ind w:left="1134" w:hanging="567"/>
        <w:rPr>
          <w:rFonts w:ascii="Gotham" w:hAnsi="Gotham"/>
          <w:lang w:val="en-US"/>
        </w:rPr>
      </w:pPr>
      <w:r w:rsidRPr="008F643F">
        <w:rPr>
          <w:rFonts w:ascii="Gotham" w:hAnsi="Gotham"/>
        </w:rPr>
        <w:t>Indica</w:t>
      </w:r>
      <w:proofErr w:type="spellStart"/>
      <w:r w:rsidRPr="008F643F">
        <w:rPr>
          <w:rFonts w:ascii="Gotham" w:hAnsi="Gotham"/>
          <w:lang w:val="en-US"/>
        </w:rPr>
        <w:t>te</w:t>
      </w:r>
      <w:proofErr w:type="spellEnd"/>
      <w:r w:rsidRPr="008F643F">
        <w:rPr>
          <w:rFonts w:ascii="Gotham" w:hAnsi="Gotham"/>
          <w:lang w:val="en-US"/>
        </w:rPr>
        <w:t xml:space="preserve"> the P/N of the missing (“</w:t>
      </w:r>
      <w:proofErr w:type="gramStart"/>
      <w:r w:rsidRPr="008F643F">
        <w:rPr>
          <w:rFonts w:ascii="Gotham" w:hAnsi="Gotham"/>
          <w:lang w:val="en-US"/>
        </w:rPr>
        <w:t>-“</w:t>
      </w:r>
      <w:proofErr w:type="gramEnd"/>
      <w:r w:rsidRPr="008F643F">
        <w:rPr>
          <w:rFonts w:ascii="Gotham" w:hAnsi="Gotham"/>
          <w:lang w:val="en-US"/>
        </w:rPr>
        <w:t>) or loose (“+”) item</w:t>
      </w:r>
    </w:p>
    <w:p w14:paraId="0A9E6BCC" w14:textId="77777777" w:rsidR="00096DC7" w:rsidRPr="008F643F" w:rsidRDefault="00096DC7" w:rsidP="008F643F">
      <w:pPr>
        <w:numPr>
          <w:ilvl w:val="0"/>
          <w:numId w:val="23"/>
        </w:numPr>
        <w:tabs>
          <w:tab w:val="clear" w:pos="1260"/>
          <w:tab w:val="num" w:pos="142"/>
        </w:tabs>
        <w:spacing w:before="80"/>
        <w:ind w:left="1134" w:hanging="567"/>
        <w:rPr>
          <w:rFonts w:ascii="Gotham" w:hAnsi="Gotham"/>
        </w:rPr>
      </w:pPr>
      <w:r w:rsidRPr="008F643F">
        <w:rPr>
          <w:rFonts w:ascii="Gotham" w:hAnsi="Gotham"/>
        </w:rPr>
        <w:t>Description of the item</w:t>
      </w:r>
    </w:p>
    <w:p w14:paraId="7A9A372A" w14:textId="77777777" w:rsidR="00096DC7" w:rsidRPr="008F643F" w:rsidRDefault="00096DC7" w:rsidP="008F643F">
      <w:pPr>
        <w:numPr>
          <w:ilvl w:val="0"/>
          <w:numId w:val="23"/>
        </w:numPr>
        <w:tabs>
          <w:tab w:val="clear" w:pos="1260"/>
          <w:tab w:val="num" w:pos="142"/>
        </w:tabs>
        <w:spacing w:before="80"/>
        <w:ind w:left="1134" w:hanging="567"/>
        <w:rPr>
          <w:rFonts w:ascii="Gotham" w:hAnsi="Gotham"/>
          <w:lang w:val="en-US"/>
        </w:rPr>
      </w:pPr>
      <w:r w:rsidRPr="008F643F">
        <w:rPr>
          <w:rFonts w:ascii="Gotham" w:hAnsi="Gotham"/>
        </w:rPr>
        <w:t>Indica</w:t>
      </w:r>
      <w:proofErr w:type="spellStart"/>
      <w:r w:rsidRPr="008F643F">
        <w:rPr>
          <w:rFonts w:ascii="Gotham" w:hAnsi="Gotham"/>
          <w:lang w:val="en-US"/>
        </w:rPr>
        <w:t>te</w:t>
      </w:r>
      <w:proofErr w:type="spellEnd"/>
      <w:r w:rsidRPr="008F643F">
        <w:rPr>
          <w:rFonts w:ascii="Gotham" w:hAnsi="Gotham"/>
          <w:lang w:val="en-US"/>
        </w:rPr>
        <w:t xml:space="preserve"> the quantity of each item</w:t>
      </w:r>
    </w:p>
    <w:p w14:paraId="09434018" w14:textId="77777777" w:rsidR="00096DC7" w:rsidRPr="008F643F" w:rsidRDefault="00096DC7" w:rsidP="008F643F">
      <w:pPr>
        <w:numPr>
          <w:ilvl w:val="0"/>
          <w:numId w:val="23"/>
        </w:numPr>
        <w:tabs>
          <w:tab w:val="clear" w:pos="1260"/>
          <w:tab w:val="num" w:pos="142"/>
        </w:tabs>
        <w:spacing w:before="80"/>
        <w:ind w:left="1134" w:hanging="567"/>
        <w:rPr>
          <w:rFonts w:ascii="Gotham" w:hAnsi="Gotham"/>
        </w:rPr>
      </w:pPr>
      <w:r w:rsidRPr="008F643F">
        <w:rPr>
          <w:rFonts w:ascii="Gotham" w:hAnsi="Gotham"/>
        </w:rPr>
        <w:t>Indicate notes, if any</w:t>
      </w:r>
    </w:p>
    <w:p w14:paraId="73FE9987" w14:textId="77777777" w:rsidR="00096DC7" w:rsidRPr="008F643F" w:rsidRDefault="00096DC7" w:rsidP="008F643F">
      <w:pPr>
        <w:numPr>
          <w:ilvl w:val="0"/>
          <w:numId w:val="23"/>
        </w:numPr>
        <w:spacing w:before="80"/>
        <w:ind w:left="1134" w:hanging="567"/>
        <w:rPr>
          <w:rFonts w:ascii="Gotham" w:hAnsi="Gotham"/>
          <w:lang w:val="en-US"/>
        </w:rPr>
      </w:pPr>
      <w:r w:rsidRPr="008F643F">
        <w:rPr>
          <w:rFonts w:ascii="Gotham" w:hAnsi="Gotham"/>
          <w:lang w:val="en-US"/>
        </w:rPr>
        <w:t>Stamp, Signature and Date by the authorized Inspector. This certifies that the information of Chapter 5 is correct</w:t>
      </w:r>
      <w:r w:rsidRPr="008F643F">
        <w:rPr>
          <w:rFonts w:ascii="Gotham" w:hAnsi="Gotham"/>
          <w:lang w:val="en-US"/>
        </w:rPr>
        <w:br w:type="page"/>
      </w:r>
    </w:p>
    <w:p w14:paraId="0954D4D2" w14:textId="3F7E699C" w:rsidR="00096DC7" w:rsidRPr="008F643F" w:rsidRDefault="00096DC7" w:rsidP="00E0390A">
      <w:pPr>
        <w:ind w:left="1134" w:hanging="567"/>
        <w:rPr>
          <w:rFonts w:ascii="Gotham" w:hAnsi="Gotham"/>
          <w:b/>
          <w:lang w:val="en-US"/>
        </w:rPr>
      </w:pPr>
      <w:r w:rsidRPr="008F643F">
        <w:rPr>
          <w:rFonts w:ascii="Gotham" w:hAnsi="Gotham"/>
          <w:b/>
          <w:lang w:val="en-US"/>
        </w:rPr>
        <w:lastRenderedPageBreak/>
        <w:t>Chapter 6 – P/Ns weight data requested by TSD</w:t>
      </w:r>
    </w:p>
    <w:p w14:paraId="16752AAC" w14:textId="77777777" w:rsidR="00096DC7" w:rsidRPr="008F643F" w:rsidRDefault="00096DC7" w:rsidP="00E0390A">
      <w:pPr>
        <w:ind w:left="1134" w:hanging="567"/>
        <w:jc w:val="center"/>
        <w:rPr>
          <w:rFonts w:ascii="Gotham" w:hAnsi="Gotham"/>
          <w:b/>
          <w:lang w:val="en-US"/>
        </w:rPr>
      </w:pPr>
    </w:p>
    <w:p w14:paraId="27F2CCAC" w14:textId="77777777" w:rsidR="00096DC7" w:rsidRPr="008F643F" w:rsidRDefault="00096DC7" w:rsidP="00E0390A">
      <w:pPr>
        <w:numPr>
          <w:ilvl w:val="0"/>
          <w:numId w:val="24"/>
        </w:numPr>
        <w:tabs>
          <w:tab w:val="clear" w:pos="1260"/>
          <w:tab w:val="num" w:pos="142"/>
          <w:tab w:val="num" w:pos="284"/>
        </w:tabs>
        <w:spacing w:line="288" w:lineRule="auto"/>
        <w:ind w:left="1134" w:hanging="567"/>
        <w:rPr>
          <w:rFonts w:ascii="Gotham" w:hAnsi="Gotham"/>
        </w:rPr>
      </w:pPr>
      <w:r w:rsidRPr="008F643F">
        <w:rPr>
          <w:rFonts w:ascii="Gotham" w:hAnsi="Gotham"/>
        </w:rPr>
        <w:t>Indicate the Supplier name and address responsible for MIR issue</w:t>
      </w:r>
    </w:p>
    <w:p w14:paraId="28A2A133" w14:textId="77777777" w:rsidR="00096DC7" w:rsidRPr="008F643F" w:rsidRDefault="00096DC7" w:rsidP="008F643F">
      <w:pPr>
        <w:numPr>
          <w:ilvl w:val="0"/>
          <w:numId w:val="24"/>
        </w:numPr>
        <w:tabs>
          <w:tab w:val="clear" w:pos="1260"/>
          <w:tab w:val="num" w:pos="142"/>
          <w:tab w:val="num" w:pos="284"/>
        </w:tabs>
        <w:spacing w:before="80"/>
        <w:ind w:left="1134" w:hanging="567"/>
        <w:rPr>
          <w:rFonts w:ascii="Gotham" w:hAnsi="Gotham"/>
        </w:rPr>
      </w:pPr>
      <w:r w:rsidRPr="008F643F">
        <w:rPr>
          <w:rFonts w:ascii="Gotham" w:hAnsi="Gotham"/>
        </w:rPr>
        <w:t>Indicate the P/N of the assembly subject of MIR, as identified by TSD</w:t>
      </w:r>
    </w:p>
    <w:p w14:paraId="020EFCA5" w14:textId="77777777" w:rsidR="00096DC7" w:rsidRPr="008F643F" w:rsidRDefault="00096DC7" w:rsidP="008F643F">
      <w:pPr>
        <w:numPr>
          <w:ilvl w:val="0"/>
          <w:numId w:val="24"/>
        </w:numPr>
        <w:tabs>
          <w:tab w:val="clear" w:pos="1260"/>
          <w:tab w:val="num" w:pos="142"/>
          <w:tab w:val="num" w:pos="284"/>
        </w:tabs>
        <w:spacing w:before="80"/>
        <w:ind w:left="1134" w:hanging="567"/>
        <w:rPr>
          <w:rFonts w:ascii="Gotham" w:hAnsi="Gotham"/>
        </w:rPr>
      </w:pPr>
      <w:r w:rsidRPr="008F643F">
        <w:rPr>
          <w:rFonts w:ascii="Gotham" w:hAnsi="Gotham"/>
        </w:rPr>
        <w:t>Indicate the drawing issue of the assembly subject of MIR, as identified by TSD</w:t>
      </w:r>
    </w:p>
    <w:p w14:paraId="13FEF4A0" w14:textId="77777777" w:rsidR="00096DC7" w:rsidRPr="008F643F" w:rsidRDefault="00096DC7" w:rsidP="008F643F">
      <w:pPr>
        <w:numPr>
          <w:ilvl w:val="0"/>
          <w:numId w:val="24"/>
        </w:numPr>
        <w:tabs>
          <w:tab w:val="clear" w:pos="1260"/>
          <w:tab w:val="num" w:pos="142"/>
          <w:tab w:val="num" w:pos="284"/>
        </w:tabs>
        <w:spacing w:before="80"/>
        <w:ind w:left="1134" w:hanging="567"/>
        <w:rPr>
          <w:rFonts w:ascii="Gotham" w:hAnsi="Gotham"/>
        </w:rPr>
      </w:pPr>
      <w:r w:rsidRPr="008F643F">
        <w:rPr>
          <w:rFonts w:ascii="Gotham" w:hAnsi="Gotham"/>
        </w:rPr>
        <w:t>Indicate the S/N (if applicable) relating the P/N identified in box 2</w:t>
      </w:r>
    </w:p>
    <w:p w14:paraId="36FB57D3" w14:textId="77777777" w:rsidR="00096DC7" w:rsidRPr="008F643F" w:rsidRDefault="00096DC7" w:rsidP="008F643F">
      <w:pPr>
        <w:numPr>
          <w:ilvl w:val="0"/>
          <w:numId w:val="24"/>
        </w:numPr>
        <w:tabs>
          <w:tab w:val="clear" w:pos="1260"/>
          <w:tab w:val="num" w:pos="142"/>
          <w:tab w:val="num" w:pos="284"/>
        </w:tabs>
        <w:spacing w:before="80"/>
        <w:ind w:left="1134" w:hanging="567"/>
        <w:rPr>
          <w:rFonts w:ascii="Gotham" w:hAnsi="Gotham"/>
        </w:rPr>
      </w:pPr>
      <w:r w:rsidRPr="008F643F">
        <w:rPr>
          <w:rFonts w:ascii="Gotham" w:hAnsi="Gotham"/>
        </w:rPr>
        <w:t>Indicate the Model or the Version of the helicopter</w:t>
      </w:r>
    </w:p>
    <w:p w14:paraId="6364FEE2" w14:textId="77777777" w:rsidR="00096DC7" w:rsidRPr="008F643F" w:rsidRDefault="00096DC7" w:rsidP="008F643F">
      <w:pPr>
        <w:numPr>
          <w:ilvl w:val="0"/>
          <w:numId w:val="24"/>
        </w:numPr>
        <w:tabs>
          <w:tab w:val="clear" w:pos="1260"/>
          <w:tab w:val="num" w:pos="142"/>
          <w:tab w:val="num" w:pos="284"/>
        </w:tabs>
        <w:spacing w:before="80"/>
        <w:ind w:left="1134" w:hanging="567"/>
        <w:rPr>
          <w:rFonts w:ascii="Gotham" w:hAnsi="Gotham"/>
        </w:rPr>
      </w:pPr>
      <w:r w:rsidRPr="008F643F">
        <w:rPr>
          <w:rFonts w:ascii="Gotham" w:hAnsi="Gotham"/>
        </w:rPr>
        <w:t>Indicate MIR id and issue and the number of paged of the Chapter</w:t>
      </w:r>
    </w:p>
    <w:p w14:paraId="34931E03" w14:textId="77777777" w:rsidR="00096DC7" w:rsidRPr="008F643F" w:rsidRDefault="00096DC7" w:rsidP="008F643F">
      <w:pPr>
        <w:numPr>
          <w:ilvl w:val="0"/>
          <w:numId w:val="24"/>
        </w:numPr>
        <w:tabs>
          <w:tab w:val="clear" w:pos="1260"/>
          <w:tab w:val="num" w:pos="142"/>
        </w:tabs>
        <w:spacing w:before="80"/>
        <w:ind w:left="1134" w:hanging="567"/>
        <w:rPr>
          <w:rFonts w:ascii="Gotham" w:hAnsi="Gotham"/>
          <w:lang w:val="en-US"/>
        </w:rPr>
      </w:pPr>
      <w:r w:rsidRPr="008F643F">
        <w:rPr>
          <w:rFonts w:ascii="Gotham" w:hAnsi="Gotham"/>
        </w:rPr>
        <w:t>Indica</w:t>
      </w:r>
      <w:proofErr w:type="spellStart"/>
      <w:r w:rsidRPr="008F643F">
        <w:rPr>
          <w:rFonts w:ascii="Gotham" w:hAnsi="Gotham"/>
          <w:lang w:val="en-US"/>
        </w:rPr>
        <w:t>te</w:t>
      </w:r>
      <w:proofErr w:type="spellEnd"/>
      <w:r w:rsidRPr="008F643F">
        <w:rPr>
          <w:rFonts w:ascii="Gotham" w:hAnsi="Gotham"/>
          <w:lang w:val="en-US"/>
        </w:rPr>
        <w:t xml:space="preserve"> the sequential number assigned to the item</w:t>
      </w:r>
    </w:p>
    <w:p w14:paraId="0AF320E0" w14:textId="77777777" w:rsidR="00096DC7" w:rsidRPr="008F643F" w:rsidRDefault="00096DC7" w:rsidP="008F643F">
      <w:pPr>
        <w:numPr>
          <w:ilvl w:val="0"/>
          <w:numId w:val="24"/>
        </w:numPr>
        <w:tabs>
          <w:tab w:val="clear" w:pos="1260"/>
          <w:tab w:val="num" w:pos="142"/>
          <w:tab w:val="num" w:pos="284"/>
        </w:tabs>
        <w:spacing w:before="80"/>
        <w:ind w:left="1134" w:hanging="567"/>
        <w:rPr>
          <w:rFonts w:ascii="Gotham" w:hAnsi="Gotham"/>
          <w:lang w:val="en-US"/>
        </w:rPr>
      </w:pPr>
      <w:proofErr w:type="spellStart"/>
      <w:r w:rsidRPr="008F643F">
        <w:rPr>
          <w:rFonts w:ascii="Gotham" w:hAnsi="Gotham"/>
        </w:rPr>
        <w:t>Identifica</w:t>
      </w:r>
      <w:r w:rsidRPr="008F643F">
        <w:rPr>
          <w:rFonts w:ascii="Gotham" w:hAnsi="Gotham"/>
          <w:lang w:val="en-US"/>
        </w:rPr>
        <w:t>tion</w:t>
      </w:r>
      <w:proofErr w:type="spellEnd"/>
      <w:r w:rsidRPr="008F643F">
        <w:rPr>
          <w:rFonts w:ascii="Gotham" w:hAnsi="Gotham"/>
          <w:lang w:val="en-US"/>
        </w:rPr>
        <w:t xml:space="preserve"> of the weighted P/N</w:t>
      </w:r>
    </w:p>
    <w:p w14:paraId="2C40E54D" w14:textId="77777777" w:rsidR="00096DC7" w:rsidRPr="008F643F" w:rsidRDefault="00096DC7" w:rsidP="008F643F">
      <w:pPr>
        <w:numPr>
          <w:ilvl w:val="0"/>
          <w:numId w:val="24"/>
        </w:numPr>
        <w:tabs>
          <w:tab w:val="clear" w:pos="1260"/>
          <w:tab w:val="num" w:pos="142"/>
          <w:tab w:val="num" w:pos="284"/>
        </w:tabs>
        <w:spacing w:before="80"/>
        <w:ind w:left="1134" w:hanging="567"/>
        <w:rPr>
          <w:rFonts w:ascii="Gotham" w:hAnsi="Gotham"/>
          <w:lang w:val="en-US"/>
        </w:rPr>
      </w:pPr>
      <w:r w:rsidRPr="008F643F">
        <w:rPr>
          <w:rFonts w:ascii="Gotham" w:hAnsi="Gotham"/>
        </w:rPr>
        <w:t>De</w:t>
      </w:r>
      <w:proofErr w:type="spellStart"/>
      <w:r w:rsidRPr="008F643F">
        <w:rPr>
          <w:rFonts w:ascii="Gotham" w:hAnsi="Gotham"/>
          <w:lang w:val="en-US"/>
        </w:rPr>
        <w:t>scription</w:t>
      </w:r>
      <w:proofErr w:type="spellEnd"/>
      <w:r w:rsidRPr="008F643F">
        <w:rPr>
          <w:rFonts w:ascii="Gotham" w:hAnsi="Gotham"/>
          <w:lang w:val="en-US"/>
        </w:rPr>
        <w:t xml:space="preserve"> of the P/N</w:t>
      </w:r>
    </w:p>
    <w:p w14:paraId="50A99017" w14:textId="77777777" w:rsidR="00096DC7" w:rsidRPr="008F643F" w:rsidRDefault="00096DC7" w:rsidP="008F643F">
      <w:pPr>
        <w:numPr>
          <w:ilvl w:val="0"/>
          <w:numId w:val="24"/>
        </w:numPr>
        <w:tabs>
          <w:tab w:val="clear" w:pos="1260"/>
          <w:tab w:val="num" w:pos="142"/>
          <w:tab w:val="num" w:pos="284"/>
        </w:tabs>
        <w:spacing w:before="80"/>
        <w:ind w:left="1134" w:hanging="567"/>
        <w:rPr>
          <w:rFonts w:ascii="Gotham" w:hAnsi="Gotham"/>
        </w:rPr>
      </w:pPr>
      <w:r w:rsidRPr="008F643F">
        <w:rPr>
          <w:rFonts w:ascii="Gotham" w:hAnsi="Gotham"/>
        </w:rPr>
        <w:t>Weighted quantity</w:t>
      </w:r>
    </w:p>
    <w:p w14:paraId="1409A963" w14:textId="77777777" w:rsidR="00096DC7" w:rsidRPr="008F643F" w:rsidRDefault="00096DC7" w:rsidP="008F643F">
      <w:pPr>
        <w:numPr>
          <w:ilvl w:val="0"/>
          <w:numId w:val="24"/>
        </w:numPr>
        <w:tabs>
          <w:tab w:val="clear" w:pos="1260"/>
          <w:tab w:val="num" w:pos="142"/>
          <w:tab w:val="num" w:pos="284"/>
        </w:tabs>
        <w:spacing w:before="80"/>
        <w:ind w:left="1134" w:hanging="567"/>
        <w:rPr>
          <w:rFonts w:ascii="Gotham" w:hAnsi="Gotham"/>
        </w:rPr>
      </w:pPr>
      <w:r w:rsidRPr="008F643F">
        <w:rPr>
          <w:rFonts w:ascii="Gotham" w:hAnsi="Gotham"/>
        </w:rPr>
        <w:t>Indicate the measured weight in the unit requested</w:t>
      </w:r>
    </w:p>
    <w:p w14:paraId="51B3E513" w14:textId="77777777" w:rsidR="00096DC7" w:rsidRPr="008F643F" w:rsidRDefault="00096DC7" w:rsidP="008F643F">
      <w:pPr>
        <w:numPr>
          <w:ilvl w:val="0"/>
          <w:numId w:val="24"/>
        </w:numPr>
        <w:tabs>
          <w:tab w:val="clear" w:pos="1260"/>
          <w:tab w:val="num" w:pos="142"/>
          <w:tab w:val="num" w:pos="284"/>
        </w:tabs>
        <w:spacing w:before="80"/>
        <w:ind w:left="1134" w:hanging="567"/>
        <w:rPr>
          <w:rFonts w:ascii="Gotham" w:hAnsi="Gotham"/>
        </w:rPr>
      </w:pPr>
      <w:r w:rsidRPr="008F643F">
        <w:rPr>
          <w:rFonts w:ascii="Gotham" w:hAnsi="Gotham"/>
        </w:rPr>
        <w:t>Indicate notes, if any</w:t>
      </w:r>
    </w:p>
    <w:p w14:paraId="7D67E6E3" w14:textId="77777777" w:rsidR="00096DC7" w:rsidRPr="008F643F" w:rsidRDefault="00096DC7" w:rsidP="008F643F">
      <w:pPr>
        <w:numPr>
          <w:ilvl w:val="0"/>
          <w:numId w:val="24"/>
        </w:numPr>
        <w:tabs>
          <w:tab w:val="clear" w:pos="1260"/>
          <w:tab w:val="num" w:pos="142"/>
          <w:tab w:val="num" w:pos="284"/>
        </w:tabs>
        <w:spacing w:before="80"/>
        <w:ind w:left="1134" w:hanging="567"/>
        <w:rPr>
          <w:rFonts w:ascii="Gotham" w:hAnsi="Gotham"/>
          <w:lang w:val="en-US"/>
        </w:rPr>
      </w:pPr>
      <w:r w:rsidRPr="008F643F">
        <w:rPr>
          <w:rFonts w:ascii="Gotham" w:hAnsi="Gotham"/>
        </w:rPr>
        <w:t>Stamp, Signature and Date by the authorized Inspector. This certifies that the</w:t>
      </w:r>
      <w:r w:rsidRPr="008F643F">
        <w:rPr>
          <w:rFonts w:ascii="Gotham" w:hAnsi="Gotham"/>
          <w:lang w:val="en-US"/>
        </w:rPr>
        <w:t xml:space="preserve"> information of Chapter 6 is correct</w:t>
      </w:r>
    </w:p>
    <w:p w14:paraId="16117C44" w14:textId="77777777" w:rsidR="00096DC7" w:rsidRPr="008F643F" w:rsidRDefault="00096DC7" w:rsidP="00E0390A">
      <w:pPr>
        <w:tabs>
          <w:tab w:val="num" w:pos="284"/>
        </w:tabs>
        <w:ind w:left="1134" w:hanging="567"/>
        <w:rPr>
          <w:rFonts w:ascii="Gotham" w:hAnsi="Gotham"/>
          <w:lang w:val="en-US"/>
        </w:rPr>
      </w:pPr>
    </w:p>
    <w:p w14:paraId="37D90276" w14:textId="77777777" w:rsidR="00096DC7" w:rsidRPr="008F643F" w:rsidRDefault="00096DC7" w:rsidP="00E0390A">
      <w:pPr>
        <w:pStyle w:val="Rientrocorpodeltesto3"/>
        <w:ind w:left="1134" w:hanging="567"/>
        <w:rPr>
          <w:rFonts w:ascii="Gotham" w:hAnsi="Gotham"/>
          <w:sz w:val="24"/>
          <w:szCs w:val="24"/>
        </w:rPr>
      </w:pPr>
      <w:r w:rsidRPr="008F643F">
        <w:rPr>
          <w:rFonts w:ascii="Gotham" w:hAnsi="Gotham"/>
          <w:b/>
          <w:sz w:val="24"/>
          <w:szCs w:val="24"/>
        </w:rPr>
        <w:t>Note:</w:t>
      </w:r>
      <w:r w:rsidRPr="008F643F">
        <w:rPr>
          <w:rFonts w:ascii="Gotham" w:hAnsi="Gotham"/>
          <w:sz w:val="24"/>
          <w:szCs w:val="24"/>
        </w:rPr>
        <w:tab/>
        <w:t>The material shall be weighed without packaging and protective covers; in case of missing parts, these shall be identified.</w:t>
      </w:r>
    </w:p>
    <w:p w14:paraId="1B4046D4" w14:textId="77777777" w:rsidR="00096DC7" w:rsidRPr="008F643F" w:rsidRDefault="00096DC7" w:rsidP="00096DC7">
      <w:pPr>
        <w:ind w:left="284"/>
        <w:rPr>
          <w:rFonts w:ascii="Gotham" w:hAnsi="Gotham"/>
          <w:lang w:val="en-US"/>
        </w:rPr>
      </w:pPr>
      <w:r w:rsidRPr="008F643F">
        <w:rPr>
          <w:rFonts w:ascii="Gotham" w:hAnsi="Gotham"/>
          <w:lang w:val="en-US"/>
        </w:rPr>
        <w:br w:type="page"/>
      </w:r>
    </w:p>
    <w:p w14:paraId="0BEA0451" w14:textId="5CE473AC" w:rsidR="00096DC7" w:rsidRPr="008F643F" w:rsidRDefault="00096DC7" w:rsidP="00E0390A">
      <w:pPr>
        <w:ind w:left="1134" w:hanging="567"/>
        <w:rPr>
          <w:rFonts w:ascii="Gotham" w:hAnsi="Gotham"/>
          <w:b/>
          <w:lang w:val="en-US"/>
        </w:rPr>
      </w:pPr>
      <w:r w:rsidRPr="008F643F">
        <w:rPr>
          <w:rFonts w:ascii="Gotham" w:hAnsi="Gotham"/>
          <w:b/>
          <w:lang w:val="en-US"/>
        </w:rPr>
        <w:lastRenderedPageBreak/>
        <w:t>Chapter 7 – Additional information and attached documents</w:t>
      </w:r>
    </w:p>
    <w:p w14:paraId="2BB44DFA" w14:textId="77777777" w:rsidR="00096DC7" w:rsidRPr="008F643F" w:rsidRDefault="00096DC7" w:rsidP="00E0390A">
      <w:pPr>
        <w:ind w:left="1134" w:hanging="567"/>
        <w:jc w:val="center"/>
        <w:rPr>
          <w:rFonts w:ascii="Gotham" w:hAnsi="Gotham"/>
          <w:lang w:val="en-US"/>
        </w:rPr>
      </w:pPr>
    </w:p>
    <w:p w14:paraId="3F202C4A" w14:textId="77777777" w:rsidR="00096DC7" w:rsidRPr="008F643F" w:rsidRDefault="00096DC7" w:rsidP="008F643F">
      <w:pPr>
        <w:numPr>
          <w:ilvl w:val="0"/>
          <w:numId w:val="29"/>
        </w:numPr>
        <w:tabs>
          <w:tab w:val="clear" w:pos="1260"/>
          <w:tab w:val="num" w:pos="142"/>
          <w:tab w:val="num" w:pos="284"/>
        </w:tabs>
        <w:ind w:left="1134" w:hanging="567"/>
        <w:rPr>
          <w:rFonts w:ascii="Gotham" w:hAnsi="Gotham"/>
        </w:rPr>
      </w:pPr>
      <w:r w:rsidRPr="008F643F">
        <w:rPr>
          <w:rFonts w:ascii="Gotham" w:hAnsi="Gotham"/>
        </w:rPr>
        <w:t>Indicate the Supplier name and address responsible for MIR issue</w:t>
      </w:r>
    </w:p>
    <w:p w14:paraId="504FDCC3" w14:textId="77777777" w:rsidR="00096DC7" w:rsidRPr="008F643F" w:rsidRDefault="00096DC7" w:rsidP="008F643F">
      <w:pPr>
        <w:numPr>
          <w:ilvl w:val="0"/>
          <w:numId w:val="29"/>
        </w:numPr>
        <w:tabs>
          <w:tab w:val="clear" w:pos="1260"/>
          <w:tab w:val="num" w:pos="142"/>
          <w:tab w:val="num" w:pos="284"/>
        </w:tabs>
        <w:spacing w:before="80"/>
        <w:ind w:left="1134" w:hanging="567"/>
        <w:rPr>
          <w:rFonts w:ascii="Gotham" w:hAnsi="Gotham"/>
        </w:rPr>
      </w:pPr>
      <w:r w:rsidRPr="008F643F">
        <w:rPr>
          <w:rFonts w:ascii="Gotham" w:hAnsi="Gotham"/>
        </w:rPr>
        <w:t>Indicate the P/N of the assembly subject of MIR, as identified by TSD</w:t>
      </w:r>
    </w:p>
    <w:p w14:paraId="22D5026D" w14:textId="77777777" w:rsidR="00096DC7" w:rsidRPr="008F643F" w:rsidRDefault="00096DC7" w:rsidP="008F643F">
      <w:pPr>
        <w:numPr>
          <w:ilvl w:val="0"/>
          <w:numId w:val="29"/>
        </w:numPr>
        <w:tabs>
          <w:tab w:val="clear" w:pos="1260"/>
          <w:tab w:val="num" w:pos="142"/>
          <w:tab w:val="num" w:pos="284"/>
        </w:tabs>
        <w:spacing w:before="80"/>
        <w:ind w:left="1134" w:hanging="567"/>
        <w:rPr>
          <w:rFonts w:ascii="Gotham" w:hAnsi="Gotham"/>
        </w:rPr>
      </w:pPr>
      <w:r w:rsidRPr="008F643F">
        <w:rPr>
          <w:rFonts w:ascii="Gotham" w:hAnsi="Gotham"/>
        </w:rPr>
        <w:t>Indicate the drawing issue of the assembly subject of MIR, as identified by TSD</w:t>
      </w:r>
    </w:p>
    <w:p w14:paraId="60CAE46A" w14:textId="77777777" w:rsidR="00096DC7" w:rsidRPr="008F643F" w:rsidRDefault="00096DC7" w:rsidP="008F643F">
      <w:pPr>
        <w:numPr>
          <w:ilvl w:val="0"/>
          <w:numId w:val="29"/>
        </w:numPr>
        <w:tabs>
          <w:tab w:val="clear" w:pos="1260"/>
          <w:tab w:val="num" w:pos="142"/>
          <w:tab w:val="num" w:pos="284"/>
        </w:tabs>
        <w:spacing w:before="80"/>
        <w:ind w:left="1134" w:hanging="567"/>
        <w:rPr>
          <w:rFonts w:ascii="Gotham" w:hAnsi="Gotham"/>
        </w:rPr>
      </w:pPr>
      <w:r w:rsidRPr="008F643F">
        <w:rPr>
          <w:rFonts w:ascii="Gotham" w:hAnsi="Gotham"/>
        </w:rPr>
        <w:t>Indicate the S/N (if applicable) relating the P/N identified in box 2</w:t>
      </w:r>
    </w:p>
    <w:p w14:paraId="62A9A806" w14:textId="77777777" w:rsidR="00096DC7" w:rsidRPr="008F643F" w:rsidRDefault="00096DC7" w:rsidP="008F643F">
      <w:pPr>
        <w:numPr>
          <w:ilvl w:val="0"/>
          <w:numId w:val="29"/>
        </w:numPr>
        <w:tabs>
          <w:tab w:val="clear" w:pos="1260"/>
          <w:tab w:val="num" w:pos="142"/>
          <w:tab w:val="num" w:pos="284"/>
        </w:tabs>
        <w:spacing w:before="80"/>
        <w:ind w:left="1134" w:hanging="567"/>
        <w:rPr>
          <w:rFonts w:ascii="Gotham" w:hAnsi="Gotham"/>
        </w:rPr>
      </w:pPr>
      <w:r w:rsidRPr="008F643F">
        <w:rPr>
          <w:rFonts w:ascii="Gotham" w:hAnsi="Gotham"/>
        </w:rPr>
        <w:t>Indicate the Model or the Version of the helicopter</w:t>
      </w:r>
    </w:p>
    <w:p w14:paraId="219FCF24" w14:textId="77777777" w:rsidR="00096DC7" w:rsidRPr="008F643F" w:rsidRDefault="00096DC7" w:rsidP="008F643F">
      <w:pPr>
        <w:numPr>
          <w:ilvl w:val="0"/>
          <w:numId w:val="29"/>
        </w:numPr>
        <w:tabs>
          <w:tab w:val="clear" w:pos="1260"/>
          <w:tab w:val="num" w:pos="142"/>
          <w:tab w:val="num" w:pos="284"/>
        </w:tabs>
        <w:spacing w:before="80"/>
        <w:ind w:left="1134" w:hanging="567"/>
        <w:rPr>
          <w:rFonts w:ascii="Gotham" w:hAnsi="Gotham"/>
        </w:rPr>
      </w:pPr>
      <w:r w:rsidRPr="008F643F">
        <w:rPr>
          <w:rFonts w:ascii="Gotham" w:hAnsi="Gotham"/>
        </w:rPr>
        <w:t>Indicate MIR id and issue and the number of paged of the Chapter</w:t>
      </w:r>
    </w:p>
    <w:p w14:paraId="0ADA4D35" w14:textId="77777777" w:rsidR="00096DC7" w:rsidRPr="008F643F" w:rsidRDefault="00096DC7" w:rsidP="008F643F">
      <w:pPr>
        <w:numPr>
          <w:ilvl w:val="0"/>
          <w:numId w:val="29"/>
        </w:numPr>
        <w:tabs>
          <w:tab w:val="clear" w:pos="1260"/>
          <w:tab w:val="num" w:pos="142"/>
          <w:tab w:val="num" w:pos="284"/>
        </w:tabs>
        <w:spacing w:before="80"/>
        <w:ind w:left="1134" w:hanging="567"/>
        <w:rPr>
          <w:rFonts w:ascii="Gotham" w:hAnsi="Gotham"/>
        </w:rPr>
      </w:pPr>
      <w:r w:rsidRPr="008F643F">
        <w:rPr>
          <w:rFonts w:ascii="Gotham" w:hAnsi="Gotham"/>
        </w:rPr>
        <w:t>Indicate the sequential number assigned to the item</w:t>
      </w:r>
    </w:p>
    <w:p w14:paraId="73D09569" w14:textId="070B4ACC" w:rsidR="00096DC7" w:rsidRPr="008F643F" w:rsidRDefault="00096DC7" w:rsidP="008F643F">
      <w:pPr>
        <w:numPr>
          <w:ilvl w:val="0"/>
          <w:numId w:val="29"/>
        </w:numPr>
        <w:tabs>
          <w:tab w:val="clear" w:pos="1260"/>
          <w:tab w:val="num" w:pos="142"/>
          <w:tab w:val="num" w:pos="284"/>
        </w:tabs>
        <w:spacing w:before="80"/>
        <w:ind w:left="1134" w:hanging="567"/>
        <w:rPr>
          <w:rFonts w:ascii="Gotham" w:hAnsi="Gotham"/>
        </w:rPr>
      </w:pPr>
      <w:r w:rsidRPr="008F643F">
        <w:rPr>
          <w:rFonts w:ascii="Gotham" w:hAnsi="Gotham"/>
        </w:rPr>
        <w:t>Indicate the details of the documentation to be attached (e.g. copy of TSD, list of Concessions/Deviation Permits, ECRs, Discrepancies, Log Cards); such documentation shall contain also the list of the preliminary design data used. Indicate additional information required by TSD, if any (e.g. performed adjustments, plays, results of check of thin walls, duplicate inspections)</w:t>
      </w:r>
    </w:p>
    <w:p w14:paraId="2400CEF6" w14:textId="77777777" w:rsidR="00096DC7" w:rsidRPr="008F643F" w:rsidRDefault="00096DC7" w:rsidP="008F643F">
      <w:pPr>
        <w:numPr>
          <w:ilvl w:val="0"/>
          <w:numId w:val="29"/>
        </w:numPr>
        <w:tabs>
          <w:tab w:val="clear" w:pos="1260"/>
          <w:tab w:val="num" w:pos="142"/>
          <w:tab w:val="num" w:pos="284"/>
        </w:tabs>
        <w:spacing w:before="80"/>
        <w:ind w:left="1134" w:hanging="567"/>
        <w:rPr>
          <w:rFonts w:ascii="Gotham" w:hAnsi="Gotham"/>
        </w:rPr>
      </w:pPr>
      <w:r w:rsidRPr="008F643F">
        <w:rPr>
          <w:rFonts w:ascii="Gotham" w:hAnsi="Gotham"/>
        </w:rPr>
        <w:t>Stamp, Signature and Date by the authorized Inspector. This certifies that the information of Chapter 7 is correct</w:t>
      </w:r>
    </w:p>
    <w:p w14:paraId="177407C9" w14:textId="77777777" w:rsidR="00096DC7" w:rsidRPr="008F643F" w:rsidRDefault="00096DC7" w:rsidP="00E0390A">
      <w:pPr>
        <w:ind w:left="1134" w:hanging="567"/>
        <w:rPr>
          <w:rFonts w:ascii="Gotham" w:hAnsi="Gotham"/>
        </w:rPr>
      </w:pPr>
    </w:p>
    <w:sectPr w:rsidR="00096DC7" w:rsidRPr="008F643F" w:rsidSect="00096DC7">
      <w:headerReference w:type="default" r:id="rId13"/>
      <w:footerReference w:type="default" r:id="rId14"/>
      <w:pgSz w:w="11907" w:h="16840" w:code="9"/>
      <w:pgMar w:top="1701" w:right="1134" w:bottom="1134" w:left="1134" w:header="720" w:footer="397" w:gutter="0"/>
      <w:cols w:space="864"/>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77D8BE" w14:textId="77777777" w:rsidR="00866498" w:rsidRDefault="00866498" w:rsidP="00E03557">
      <w:r>
        <w:separator/>
      </w:r>
    </w:p>
    <w:p w14:paraId="0EC2B00B" w14:textId="77777777" w:rsidR="00866498" w:rsidRDefault="00866498" w:rsidP="00E03557"/>
  </w:endnote>
  <w:endnote w:type="continuationSeparator" w:id="0">
    <w:p w14:paraId="31F5E88A" w14:textId="77777777" w:rsidR="00866498" w:rsidRDefault="00866498" w:rsidP="00E03557">
      <w:r>
        <w:continuationSeparator/>
      </w:r>
    </w:p>
    <w:p w14:paraId="41E6B154" w14:textId="77777777" w:rsidR="00866498" w:rsidRDefault="00866498" w:rsidP="00E035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Book Antiqua">
    <w:altName w:val="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21002A87" w:usb1="00000000" w:usb2="00000000"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E0002EFF" w:usb1="C0007843" w:usb2="00000009" w:usb3="00000000" w:csb0="000001FF" w:csb1="00000000"/>
  </w:font>
  <w:font w:name="Gotham">
    <w:panose1 w:val="02000504050000020004"/>
    <w:charset w:val="00"/>
    <w:family w:val="auto"/>
    <w:pitch w:val="variable"/>
    <w:sig w:usb0="A00000AF" w:usb1="50000048" w:usb2="00000000" w:usb3="00000000" w:csb0="0000011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850"/>
    </w:tblGrid>
    <w:tr w:rsidR="007F479D" w:rsidRPr="0054474D" w14:paraId="616F81D9" w14:textId="77777777" w:rsidTr="002F63D7">
      <w:trPr>
        <w:trHeight w:val="224"/>
      </w:trPr>
      <w:tc>
        <w:tcPr>
          <w:tcW w:w="14850" w:type="dxa"/>
        </w:tcPr>
        <w:p w14:paraId="2F5816CD" w14:textId="68BDA95F" w:rsidR="007F479D" w:rsidRPr="008F643F" w:rsidRDefault="008F643F" w:rsidP="001A08A2">
          <w:pPr>
            <w:spacing w:before="80" w:after="80"/>
            <w:ind w:left="0"/>
            <w:jc w:val="center"/>
            <w:rPr>
              <w:rFonts w:ascii="Gotham" w:hAnsi="Gotham"/>
              <w:snapToGrid w:val="0"/>
              <w:color w:val="000000"/>
              <w:sz w:val="16"/>
              <w:szCs w:val="16"/>
            </w:rPr>
          </w:pPr>
          <w:r>
            <w:rPr>
              <w:noProof/>
            </w:rPr>
            <mc:AlternateContent>
              <mc:Choice Requires="wps">
                <w:drawing>
                  <wp:anchor distT="0" distB="0" distL="114300" distR="114300" simplePos="0" relativeHeight="251657216" behindDoc="0" locked="0" layoutInCell="0" allowOverlap="1" wp14:anchorId="3AEC3090" wp14:editId="1599AAE4">
                    <wp:simplePos x="0" y="0"/>
                    <wp:positionH relativeFrom="page">
                      <wp:posOffset>1558290</wp:posOffset>
                    </wp:positionH>
                    <wp:positionV relativeFrom="page">
                      <wp:posOffset>7077710</wp:posOffset>
                    </wp:positionV>
                    <wp:extent cx="7560945" cy="273685"/>
                    <wp:effectExtent l="0" t="0" r="0" b="12065"/>
                    <wp:wrapNone/>
                    <wp:docPr id="3" name="Casella di testo 3" descr="{&quot;HashCode&quot;:-1217922534,&quot;Height&quot;:842.0,&quot;Width&quot;:595.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945"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5949DD" w14:textId="77777777" w:rsidR="007F479D" w:rsidRPr="008F643F" w:rsidRDefault="007F479D" w:rsidP="00914C85">
                                <w:pPr>
                                  <w:ind w:left="0"/>
                                  <w:jc w:val="center"/>
                                  <w:rPr>
                                    <w:rFonts w:ascii="Gotham" w:hAnsi="Gotham" w:cs="Calibri"/>
                                    <w:color w:val="000000"/>
                                    <w:sz w:val="20"/>
                                  </w:rPr>
                                </w:pPr>
                                <w:r w:rsidRPr="008F643F">
                                  <w:rPr>
                                    <w:rFonts w:ascii="Gotham" w:hAnsi="Gotham" w:cs="Calibri"/>
                                    <w:color w:val="000000"/>
                                    <w:sz w:val="20"/>
                                  </w:rPr>
                                  <w:t>Company General Use</w:t>
                                </w: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3AEC3090" id="_x0000_t202" coordsize="21600,21600" o:spt="202" path="m,l,21600r21600,l21600,xe">
                    <v:stroke joinstyle="miter"/>
                    <v:path gradientshapeok="t" o:connecttype="rect"/>
                  </v:shapetype>
                  <v:shape id="Casella di testo 3" o:spid="_x0000_s1026" type="#_x0000_t202" alt="{&quot;HashCode&quot;:-1217922534,&quot;Height&quot;:842.0,&quot;Width&quot;:595.0,&quot;Placement&quot;:&quot;Footer&quot;,&quot;Index&quot;:&quot;Primary&quot;,&quot;Section&quot;:1,&quot;Top&quot;:0.0,&quot;Left&quot;:0.0}" style="position:absolute;left:0;text-align:left;margin-left:122.7pt;margin-top:557.3pt;width:595.35pt;height:21.5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" o:allowincell="f" filled="f" stroked="f">
                    <v:textbox inset=",0,,0">
                      <w:txbxContent>
                        <w:p w14:paraId="795949DD" w14:textId="77777777" w:rsidR="007F479D" w:rsidRPr="008F643F" w:rsidRDefault="007F479D" w:rsidP="00914C85">
                          <w:pPr>
                            <w:ind w:left="0"/>
                            <w:jc w:val="center"/>
                            <w:rPr>
                              <w:rFonts w:ascii="Gotham" w:hAnsi="Gotham" w:cs="Calibri"/>
                              <w:color w:val="000000"/>
                              <w:sz w:val="20"/>
                            </w:rPr>
                          </w:pPr>
                          <w:r w:rsidRPr="008F643F">
                            <w:rPr>
                              <w:rFonts w:ascii="Gotham" w:hAnsi="Gotham" w:cs="Calibri"/>
                              <w:color w:val="000000"/>
                              <w:sz w:val="20"/>
                            </w:rPr>
                            <w:t>Company General Use</w:t>
                          </w:r>
                        </w:p>
                      </w:txbxContent>
                    </v:textbox>
                    <w10:wrap anchorx="page" anchory="page"/>
                  </v:shape>
                </w:pict>
              </mc:Fallback>
            </mc:AlternateContent>
          </w:r>
          <w:r w:rsidR="007F479D" w:rsidRPr="008F643F">
            <w:rPr>
              <w:rFonts w:ascii="Gotham" w:hAnsi="Gotham"/>
              <w:snapToGrid w:val="0"/>
              <w:color w:val="000000"/>
              <w:sz w:val="16"/>
              <w:szCs w:val="16"/>
            </w:rPr>
            <w:t>Copyright 2018</w:t>
          </w:r>
        </w:p>
      </w:tc>
    </w:tr>
  </w:tbl>
  <w:p w14:paraId="0DD557B3" w14:textId="167A3130" w:rsidR="007F479D" w:rsidRPr="000C5C22" w:rsidRDefault="007F479D" w:rsidP="000C5C2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72"/>
    </w:tblGrid>
    <w:tr w:rsidR="007F479D" w:rsidRPr="0054474D" w14:paraId="7A42566D" w14:textId="77777777" w:rsidTr="00096DC7">
      <w:trPr>
        <w:trHeight w:val="224"/>
      </w:trPr>
      <w:tc>
        <w:tcPr>
          <w:tcW w:w="9072" w:type="dxa"/>
        </w:tcPr>
        <w:p w14:paraId="2B947B13" w14:textId="198EA5EA" w:rsidR="007F479D" w:rsidRPr="00624079" w:rsidRDefault="007F479D" w:rsidP="001A08A2">
          <w:pPr>
            <w:spacing w:before="80" w:after="80"/>
            <w:ind w:left="0"/>
            <w:jc w:val="center"/>
            <w:rPr>
              <w:rFonts w:ascii="Gotham" w:hAnsi="Gotham"/>
              <w:snapToGrid w:val="0"/>
              <w:color w:val="000000"/>
              <w:sz w:val="16"/>
              <w:szCs w:val="16"/>
            </w:rPr>
          </w:pPr>
          <w:r w:rsidRPr="00624079">
            <w:rPr>
              <w:rFonts w:ascii="Gotham" w:hAnsi="Gotham"/>
              <w:snapToGrid w:val="0"/>
              <w:color w:val="000000"/>
              <w:sz w:val="16"/>
              <w:szCs w:val="16"/>
            </w:rPr>
            <w:t>Copyright 201</w:t>
          </w:r>
          <w:r w:rsidR="002748FE" w:rsidRPr="00624079">
            <w:rPr>
              <w:rFonts w:ascii="Gotham" w:hAnsi="Gotham"/>
              <w:snapToGrid w:val="0"/>
              <w:color w:val="000000"/>
              <w:sz w:val="16"/>
              <w:szCs w:val="16"/>
            </w:rPr>
            <w:t>8</w:t>
          </w:r>
        </w:p>
      </w:tc>
    </w:tr>
  </w:tbl>
  <w:p w14:paraId="5DFA7B39" w14:textId="0F46B6E6" w:rsidR="007F479D" w:rsidRPr="000C5C22" w:rsidRDefault="002748FE" w:rsidP="000C5C22">
    <w:pPr>
      <w:pStyle w:val="Pidipagina"/>
    </w:pPr>
    <w:r>
      <w:rPr>
        <w:noProof/>
      </w:rPr>
      <mc:AlternateContent>
        <mc:Choice Requires="wps">
          <w:drawing>
            <wp:anchor distT="0" distB="0" distL="114300" distR="114300" simplePos="0" relativeHeight="251664896" behindDoc="0" locked="0" layoutInCell="0" allowOverlap="1" wp14:anchorId="26E34356" wp14:editId="7CAEF20C">
              <wp:simplePos x="0" y="0"/>
              <wp:positionH relativeFrom="page">
                <wp:posOffset>-222885</wp:posOffset>
              </wp:positionH>
              <wp:positionV relativeFrom="page">
                <wp:posOffset>10172065</wp:posOffset>
              </wp:positionV>
              <wp:extent cx="7560945" cy="273685"/>
              <wp:effectExtent l="0" t="0" r="0" b="12065"/>
              <wp:wrapNone/>
              <wp:docPr id="4" name="Casella di testo 4" descr="{&quot;HashCode&quot;:-1217922534,&quot;Height&quot;:842.0,&quot;Width&quot;:595.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945"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ED1FDA" w14:textId="77777777" w:rsidR="002748FE" w:rsidRPr="00624079" w:rsidRDefault="002748FE" w:rsidP="002748FE">
                          <w:pPr>
                            <w:ind w:left="0"/>
                            <w:jc w:val="center"/>
                            <w:rPr>
                              <w:rFonts w:ascii="Gotham" w:hAnsi="Gotham" w:cs="Calibri"/>
                              <w:color w:val="000000"/>
                              <w:sz w:val="20"/>
                            </w:rPr>
                          </w:pPr>
                          <w:r w:rsidRPr="00624079">
                            <w:rPr>
                              <w:rFonts w:ascii="Gotham" w:hAnsi="Gotham" w:cs="Calibri"/>
                              <w:color w:val="000000"/>
                              <w:sz w:val="20"/>
                            </w:rPr>
                            <w:t>Company General Use</w:t>
                          </w: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6E34356" id="_x0000_t202" coordsize="21600,21600" o:spt="202" path="m,l,21600r21600,l21600,xe">
              <v:stroke joinstyle="miter"/>
              <v:path gradientshapeok="t" o:connecttype="rect"/>
            </v:shapetype>
            <v:shape id="Casella di testo 4" o:spid="_x0000_s1027" type="#_x0000_t202" alt="{&quot;HashCode&quot;:-1217922534,&quot;Height&quot;:842.0,&quot;Width&quot;:595.0,&quot;Placement&quot;:&quot;Footer&quot;,&quot;Index&quot;:&quot;Primary&quot;,&quot;Section&quot;:1,&quot;Top&quot;:0.0,&quot;Left&quot;:0.0}" style="position:absolute;left:0;text-align:left;margin-left:-17.55pt;margin-top:800.95pt;width:595.35pt;height:21.55p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" o:allowincell="f" filled="f" stroked="f">
              <v:textbox inset=",0,,0">
                <w:txbxContent>
                  <w:p w14:paraId="13ED1FDA" w14:textId="77777777" w:rsidR="002748FE" w:rsidRPr="00624079" w:rsidRDefault="002748FE" w:rsidP="002748FE">
                    <w:pPr>
                      <w:ind w:left="0"/>
                      <w:jc w:val="center"/>
                      <w:rPr>
                        <w:rFonts w:ascii="Gotham" w:hAnsi="Gotham" w:cs="Calibri"/>
                        <w:color w:val="000000"/>
                        <w:sz w:val="20"/>
                      </w:rPr>
                    </w:pPr>
                    <w:r w:rsidRPr="00624079">
                      <w:rPr>
                        <w:rFonts w:ascii="Gotham" w:hAnsi="Gotham" w:cs="Calibri"/>
                        <w:color w:val="000000"/>
                        <w:sz w:val="20"/>
                      </w:rPr>
                      <w:t>Company General Use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D56343" w14:textId="77777777" w:rsidR="00866498" w:rsidRDefault="00866498" w:rsidP="00E03557"/>
    <w:p w14:paraId="2D4DFBC6" w14:textId="77777777" w:rsidR="00866498" w:rsidRDefault="00866498" w:rsidP="00E03557">
      <w:r>
        <w:separator/>
      </w:r>
    </w:p>
    <w:p w14:paraId="23C0AD47" w14:textId="77777777" w:rsidR="00866498" w:rsidRDefault="00866498" w:rsidP="00E03557"/>
  </w:footnote>
  <w:footnote w:type="continuationSeparator" w:id="0">
    <w:p w14:paraId="52118F7C" w14:textId="77777777" w:rsidR="00866498" w:rsidRDefault="00866498" w:rsidP="00E03557">
      <w:r>
        <w:continuationSeparator/>
      </w:r>
    </w:p>
    <w:p w14:paraId="06BA572D" w14:textId="77777777" w:rsidR="00866498" w:rsidRDefault="00866498" w:rsidP="00E0355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4884" w:type="dxa"/>
      <w:tblInd w:w="-72" w:type="dxa"/>
      <w:tblBorders>
        <w:bottom w:val="single" w:sz="4" w:space="0" w:color="auto"/>
      </w:tblBorders>
      <w:tblLayout w:type="fixed"/>
      <w:tblCellMar>
        <w:left w:w="70" w:type="dxa"/>
        <w:right w:w="70" w:type="dxa"/>
      </w:tblCellMar>
      <w:tblLook w:val="0000" w:firstRow="0" w:lastRow="0" w:firstColumn="0" w:lastColumn="0" w:noHBand="0" w:noVBand="0"/>
    </w:tblPr>
    <w:tblGrid>
      <w:gridCol w:w="9854"/>
      <w:gridCol w:w="3118"/>
      <w:gridCol w:w="1912"/>
    </w:tblGrid>
    <w:tr w:rsidR="00096DC7" w14:paraId="6A208CBF" w14:textId="77777777" w:rsidTr="000A404A">
      <w:trPr>
        <w:cantSplit/>
        <w:trHeight w:val="300"/>
      </w:trPr>
      <w:tc>
        <w:tcPr>
          <w:tcW w:w="9854" w:type="dxa"/>
          <w:vMerge w:val="restart"/>
          <w:tcBorders>
            <w:top w:val="single" w:sz="4" w:space="0" w:color="auto"/>
            <w:left w:val="single" w:sz="4" w:space="0" w:color="auto"/>
            <w:right w:val="single" w:sz="4" w:space="0" w:color="auto"/>
          </w:tcBorders>
          <w:vAlign w:val="center"/>
        </w:tcPr>
        <w:p w14:paraId="3961C1D0" w14:textId="5A53A2F3" w:rsidR="00096DC7" w:rsidRPr="008F643F" w:rsidRDefault="00096DC7" w:rsidP="00634BF5">
          <w:pPr>
            <w:pStyle w:val="Tabella"/>
            <w:ind w:left="72"/>
            <w:jc w:val="center"/>
            <w:rPr>
              <w:rFonts w:ascii="Gotham" w:hAnsi="Gotham"/>
              <w:szCs w:val="20"/>
              <w:lang w:eastAsia="it-IT"/>
            </w:rPr>
          </w:pPr>
          <w:r w:rsidRPr="008F643F">
            <w:rPr>
              <w:rFonts w:ascii="Gotham" w:hAnsi="Gotham"/>
              <w:snapToGrid w:val="0"/>
              <w:szCs w:val="20"/>
            </w:rPr>
            <w:t>M.I.R.</w:t>
          </w:r>
        </w:p>
      </w:tc>
      <w:tc>
        <w:tcPr>
          <w:tcW w:w="3118" w:type="dxa"/>
          <w:tcBorders>
            <w:top w:val="single" w:sz="4" w:space="0" w:color="auto"/>
            <w:left w:val="single" w:sz="4" w:space="0" w:color="auto"/>
            <w:bottom w:val="single" w:sz="4" w:space="0" w:color="auto"/>
            <w:right w:val="single" w:sz="4" w:space="0" w:color="auto"/>
          </w:tcBorders>
          <w:vAlign w:val="center"/>
        </w:tcPr>
        <w:p w14:paraId="76552BFD" w14:textId="04020349" w:rsidR="00096DC7" w:rsidRPr="008F643F" w:rsidRDefault="00096DC7" w:rsidP="00096DC7">
          <w:pPr>
            <w:pStyle w:val="Tabella"/>
            <w:jc w:val="center"/>
            <w:rPr>
              <w:rFonts w:ascii="Gotham" w:hAnsi="Gotham"/>
              <w:szCs w:val="20"/>
              <w:lang w:eastAsia="it-IT"/>
            </w:rPr>
          </w:pPr>
          <w:r w:rsidRPr="008F643F">
            <w:rPr>
              <w:rFonts w:ascii="Gotham" w:hAnsi="Gotham"/>
              <w:szCs w:val="20"/>
              <w:lang w:eastAsia="it-IT"/>
            </w:rPr>
            <w:t>QRS-0</w:t>
          </w:r>
          <w:r w:rsidR="00914C85" w:rsidRPr="008F643F">
            <w:rPr>
              <w:rFonts w:ascii="Gotham" w:hAnsi="Gotham"/>
              <w:szCs w:val="20"/>
              <w:lang w:eastAsia="it-IT"/>
            </w:rPr>
            <w:t>1_F03</w:t>
          </w:r>
          <w:r w:rsidRPr="008F643F">
            <w:rPr>
              <w:rFonts w:ascii="Gotham" w:hAnsi="Gotham"/>
              <w:szCs w:val="20"/>
              <w:lang w:eastAsia="it-IT"/>
            </w:rPr>
            <w:t xml:space="preserve"> Issue 0</w:t>
          </w:r>
          <w:r w:rsidR="00914C85" w:rsidRPr="008F643F">
            <w:rPr>
              <w:rFonts w:ascii="Gotham" w:hAnsi="Gotham"/>
              <w:szCs w:val="20"/>
              <w:lang w:eastAsia="it-IT"/>
            </w:rPr>
            <w:t>0</w:t>
          </w:r>
        </w:p>
      </w:tc>
      <w:tc>
        <w:tcPr>
          <w:tcW w:w="1912" w:type="dxa"/>
          <w:tcBorders>
            <w:top w:val="single" w:sz="4" w:space="0" w:color="auto"/>
            <w:left w:val="single" w:sz="4" w:space="0" w:color="auto"/>
            <w:bottom w:val="single" w:sz="4" w:space="0" w:color="auto"/>
            <w:right w:val="single" w:sz="4" w:space="0" w:color="auto"/>
          </w:tcBorders>
          <w:vAlign w:val="center"/>
        </w:tcPr>
        <w:p w14:paraId="3C858A89" w14:textId="77777777" w:rsidR="00096DC7" w:rsidRPr="008F643F" w:rsidRDefault="00096DC7" w:rsidP="00634BF5">
          <w:pPr>
            <w:pStyle w:val="Tabella"/>
            <w:ind w:right="72"/>
            <w:jc w:val="center"/>
            <w:rPr>
              <w:rFonts w:ascii="Gotham" w:hAnsi="Gotham"/>
              <w:szCs w:val="20"/>
              <w:lang w:eastAsia="it-IT"/>
            </w:rPr>
          </w:pPr>
          <w:r w:rsidRPr="008F643F">
            <w:rPr>
              <w:rStyle w:val="Numeropagina"/>
              <w:rFonts w:ascii="Gotham" w:hAnsi="Gotham"/>
              <w:snapToGrid w:val="0"/>
              <w:szCs w:val="20"/>
            </w:rPr>
            <w:t xml:space="preserve">Page </w:t>
          </w:r>
          <w:r w:rsidRPr="008F643F">
            <w:rPr>
              <w:rStyle w:val="Numeropagina"/>
              <w:rFonts w:ascii="Gotham" w:hAnsi="Gotham"/>
              <w:snapToGrid w:val="0"/>
              <w:szCs w:val="20"/>
            </w:rPr>
            <w:fldChar w:fldCharType="begin"/>
          </w:r>
          <w:r w:rsidRPr="008F643F">
            <w:rPr>
              <w:rStyle w:val="Numeropagina"/>
              <w:rFonts w:ascii="Gotham" w:hAnsi="Gotham"/>
              <w:snapToGrid w:val="0"/>
              <w:szCs w:val="20"/>
            </w:rPr>
            <w:instrText xml:space="preserve"> PAGE </w:instrText>
          </w:r>
          <w:r w:rsidRPr="008F643F">
            <w:rPr>
              <w:rStyle w:val="Numeropagina"/>
              <w:rFonts w:ascii="Gotham" w:hAnsi="Gotham"/>
              <w:snapToGrid w:val="0"/>
              <w:szCs w:val="20"/>
            </w:rPr>
            <w:fldChar w:fldCharType="separate"/>
          </w:r>
          <w:r w:rsidR="007D7A1D" w:rsidRPr="008F643F">
            <w:rPr>
              <w:rStyle w:val="Numeropagina"/>
              <w:rFonts w:ascii="Gotham" w:hAnsi="Gotham"/>
              <w:noProof/>
              <w:snapToGrid w:val="0"/>
              <w:szCs w:val="20"/>
            </w:rPr>
            <w:t>9</w:t>
          </w:r>
          <w:r w:rsidRPr="008F643F">
            <w:rPr>
              <w:rStyle w:val="Numeropagina"/>
              <w:rFonts w:ascii="Gotham" w:hAnsi="Gotham"/>
              <w:snapToGrid w:val="0"/>
              <w:szCs w:val="20"/>
            </w:rPr>
            <w:fldChar w:fldCharType="end"/>
          </w:r>
          <w:r w:rsidRPr="008F643F">
            <w:rPr>
              <w:rStyle w:val="Numeropagina"/>
              <w:rFonts w:ascii="Gotham" w:hAnsi="Gotham"/>
              <w:snapToGrid w:val="0"/>
              <w:szCs w:val="20"/>
            </w:rPr>
            <w:t>/</w:t>
          </w:r>
          <w:r w:rsidRPr="008F643F">
            <w:rPr>
              <w:rStyle w:val="Numeropagina"/>
              <w:rFonts w:ascii="Gotham" w:hAnsi="Gotham"/>
              <w:snapToGrid w:val="0"/>
              <w:szCs w:val="20"/>
            </w:rPr>
            <w:fldChar w:fldCharType="begin"/>
          </w:r>
          <w:r w:rsidRPr="008F643F">
            <w:rPr>
              <w:rStyle w:val="Numeropagina"/>
              <w:rFonts w:ascii="Gotham" w:hAnsi="Gotham"/>
              <w:snapToGrid w:val="0"/>
              <w:szCs w:val="20"/>
            </w:rPr>
            <w:instrText xml:space="preserve"> NUMPAGES </w:instrText>
          </w:r>
          <w:r w:rsidRPr="008F643F">
            <w:rPr>
              <w:rStyle w:val="Numeropagina"/>
              <w:rFonts w:ascii="Gotham" w:hAnsi="Gotham"/>
              <w:snapToGrid w:val="0"/>
              <w:szCs w:val="20"/>
            </w:rPr>
            <w:fldChar w:fldCharType="separate"/>
          </w:r>
          <w:r w:rsidR="007D7A1D" w:rsidRPr="008F643F">
            <w:rPr>
              <w:rStyle w:val="Numeropagina"/>
              <w:rFonts w:ascii="Gotham" w:hAnsi="Gotham"/>
              <w:noProof/>
              <w:snapToGrid w:val="0"/>
              <w:szCs w:val="20"/>
            </w:rPr>
            <w:t>17</w:t>
          </w:r>
          <w:r w:rsidRPr="008F643F">
            <w:rPr>
              <w:rStyle w:val="Numeropagina"/>
              <w:rFonts w:ascii="Gotham" w:hAnsi="Gotham"/>
              <w:snapToGrid w:val="0"/>
              <w:szCs w:val="20"/>
            </w:rPr>
            <w:fldChar w:fldCharType="end"/>
          </w:r>
        </w:p>
      </w:tc>
    </w:tr>
    <w:tr w:rsidR="00096DC7" w14:paraId="2B93E676" w14:textId="77777777" w:rsidTr="000A404A">
      <w:trPr>
        <w:cantSplit/>
        <w:trHeight w:val="125"/>
      </w:trPr>
      <w:tc>
        <w:tcPr>
          <w:tcW w:w="9854" w:type="dxa"/>
          <w:vMerge/>
          <w:tcBorders>
            <w:left w:val="single" w:sz="4" w:space="0" w:color="auto"/>
            <w:bottom w:val="single" w:sz="4" w:space="0" w:color="auto"/>
            <w:right w:val="single" w:sz="4" w:space="0" w:color="auto"/>
          </w:tcBorders>
          <w:vAlign w:val="center"/>
        </w:tcPr>
        <w:p w14:paraId="7DC47990" w14:textId="77777777" w:rsidR="00096DC7" w:rsidRPr="008F643F" w:rsidRDefault="00096DC7" w:rsidP="00634BF5">
          <w:pPr>
            <w:pStyle w:val="Tabella"/>
            <w:jc w:val="center"/>
            <w:rPr>
              <w:rFonts w:ascii="Gotham" w:hAnsi="Gotham" w:cs="Tahoma"/>
              <w:szCs w:val="20"/>
              <w:lang w:eastAsia="it-IT"/>
            </w:rPr>
          </w:pPr>
        </w:p>
      </w:tc>
      <w:tc>
        <w:tcPr>
          <w:tcW w:w="5030" w:type="dxa"/>
          <w:gridSpan w:val="2"/>
          <w:tcBorders>
            <w:top w:val="nil"/>
            <w:left w:val="single" w:sz="4" w:space="0" w:color="auto"/>
            <w:bottom w:val="single" w:sz="4" w:space="0" w:color="auto"/>
            <w:right w:val="single" w:sz="4" w:space="0" w:color="auto"/>
          </w:tcBorders>
          <w:vAlign w:val="center"/>
        </w:tcPr>
        <w:p w14:paraId="75788504" w14:textId="2ECB588D" w:rsidR="00096DC7" w:rsidRPr="008F643F" w:rsidRDefault="00914C85" w:rsidP="00634BF5">
          <w:pPr>
            <w:pStyle w:val="Tabella"/>
            <w:jc w:val="center"/>
            <w:rPr>
              <w:rFonts w:ascii="Gotham" w:hAnsi="Gotham"/>
              <w:bCs w:val="0"/>
              <w:szCs w:val="20"/>
              <w:lang w:eastAsia="it-IT"/>
            </w:rPr>
          </w:pPr>
          <w:r w:rsidRPr="008F643F">
            <w:rPr>
              <w:rFonts w:ascii="Gotham" w:hAnsi="Gotham"/>
              <w:szCs w:val="20"/>
            </w:rPr>
            <w:t>June</w:t>
          </w:r>
          <w:r w:rsidR="00096DC7" w:rsidRPr="008F643F">
            <w:rPr>
              <w:rFonts w:ascii="Gotham" w:hAnsi="Gotham"/>
              <w:szCs w:val="20"/>
            </w:rPr>
            <w:t xml:space="preserve"> 201</w:t>
          </w:r>
          <w:r w:rsidRPr="008F643F">
            <w:rPr>
              <w:rFonts w:ascii="Gotham" w:hAnsi="Gotham"/>
              <w:szCs w:val="20"/>
            </w:rPr>
            <w:t>8</w:t>
          </w:r>
        </w:p>
      </w:tc>
    </w:tr>
  </w:tbl>
  <w:p w14:paraId="63FD0805" w14:textId="77777777" w:rsidR="00096DC7" w:rsidRDefault="00096DC7" w:rsidP="00D478D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3" w:type="dxa"/>
      <w:tblInd w:w="70" w:type="dxa"/>
      <w:tblBorders>
        <w:bottom w:val="single" w:sz="4" w:space="0" w:color="auto"/>
      </w:tblBorders>
      <w:tblLayout w:type="fixed"/>
      <w:tblCellMar>
        <w:left w:w="70" w:type="dxa"/>
        <w:right w:w="70" w:type="dxa"/>
      </w:tblCellMar>
      <w:tblLook w:val="0000" w:firstRow="0" w:lastRow="0" w:firstColumn="0" w:lastColumn="0" w:noHBand="0" w:noVBand="0"/>
    </w:tblPr>
    <w:tblGrid>
      <w:gridCol w:w="5529"/>
      <w:gridCol w:w="3118"/>
      <w:gridCol w:w="1276"/>
    </w:tblGrid>
    <w:tr w:rsidR="007F479D" w14:paraId="543F14CE" w14:textId="77777777" w:rsidTr="00096DC7">
      <w:trPr>
        <w:cantSplit/>
        <w:trHeight w:val="300"/>
      </w:trPr>
      <w:tc>
        <w:tcPr>
          <w:tcW w:w="5529" w:type="dxa"/>
          <w:vMerge w:val="restart"/>
          <w:tcBorders>
            <w:top w:val="single" w:sz="4" w:space="0" w:color="auto"/>
            <w:left w:val="single" w:sz="4" w:space="0" w:color="auto"/>
            <w:right w:val="single" w:sz="4" w:space="0" w:color="auto"/>
          </w:tcBorders>
          <w:vAlign w:val="center"/>
        </w:tcPr>
        <w:p w14:paraId="5EC7E2CF" w14:textId="77777777" w:rsidR="007F479D" w:rsidRPr="008F643F" w:rsidRDefault="007F479D" w:rsidP="00634BF5">
          <w:pPr>
            <w:pStyle w:val="Tabella"/>
            <w:ind w:left="72"/>
            <w:jc w:val="center"/>
            <w:rPr>
              <w:rFonts w:ascii="Gotham" w:hAnsi="Gotham"/>
              <w:szCs w:val="20"/>
              <w:lang w:eastAsia="it-IT"/>
            </w:rPr>
          </w:pPr>
          <w:r w:rsidRPr="008F643F">
            <w:rPr>
              <w:rFonts w:ascii="Gotham" w:hAnsi="Gotham"/>
              <w:snapToGrid w:val="0"/>
              <w:szCs w:val="20"/>
            </w:rPr>
            <w:t>M.I.R.</w:t>
          </w:r>
        </w:p>
      </w:tc>
      <w:tc>
        <w:tcPr>
          <w:tcW w:w="3118" w:type="dxa"/>
          <w:tcBorders>
            <w:top w:val="single" w:sz="4" w:space="0" w:color="auto"/>
            <w:left w:val="single" w:sz="4" w:space="0" w:color="auto"/>
            <w:bottom w:val="single" w:sz="4" w:space="0" w:color="auto"/>
            <w:right w:val="single" w:sz="4" w:space="0" w:color="auto"/>
          </w:tcBorders>
          <w:vAlign w:val="center"/>
        </w:tcPr>
        <w:p w14:paraId="3554FC69" w14:textId="77777777" w:rsidR="007F479D" w:rsidRPr="008F643F" w:rsidRDefault="007F479D" w:rsidP="00096DC7">
          <w:pPr>
            <w:pStyle w:val="Tabella"/>
            <w:jc w:val="center"/>
            <w:rPr>
              <w:rFonts w:ascii="Gotham" w:hAnsi="Gotham"/>
              <w:szCs w:val="20"/>
              <w:lang w:eastAsia="it-IT"/>
            </w:rPr>
          </w:pPr>
          <w:r w:rsidRPr="008F643F">
            <w:rPr>
              <w:rFonts w:ascii="Gotham" w:hAnsi="Gotham"/>
              <w:szCs w:val="20"/>
              <w:lang w:eastAsia="it-IT"/>
            </w:rPr>
            <w:t>Annex 1 to QRS-106 Issue 01</w:t>
          </w:r>
        </w:p>
      </w:tc>
      <w:tc>
        <w:tcPr>
          <w:tcW w:w="1276" w:type="dxa"/>
          <w:tcBorders>
            <w:top w:val="single" w:sz="4" w:space="0" w:color="auto"/>
            <w:left w:val="single" w:sz="4" w:space="0" w:color="auto"/>
            <w:bottom w:val="single" w:sz="4" w:space="0" w:color="auto"/>
            <w:right w:val="single" w:sz="4" w:space="0" w:color="auto"/>
          </w:tcBorders>
          <w:vAlign w:val="center"/>
        </w:tcPr>
        <w:p w14:paraId="1864207D" w14:textId="77777777" w:rsidR="007F479D" w:rsidRPr="008F643F" w:rsidRDefault="007F479D" w:rsidP="00634BF5">
          <w:pPr>
            <w:pStyle w:val="Tabella"/>
            <w:ind w:right="72"/>
            <w:jc w:val="center"/>
            <w:rPr>
              <w:rFonts w:ascii="Gotham" w:hAnsi="Gotham"/>
              <w:szCs w:val="20"/>
              <w:lang w:eastAsia="it-IT"/>
            </w:rPr>
          </w:pPr>
          <w:r w:rsidRPr="008F643F">
            <w:rPr>
              <w:rStyle w:val="Numeropagina"/>
              <w:rFonts w:ascii="Gotham" w:hAnsi="Gotham"/>
              <w:snapToGrid w:val="0"/>
              <w:szCs w:val="20"/>
            </w:rPr>
            <w:t xml:space="preserve">Page </w:t>
          </w:r>
          <w:r w:rsidRPr="008F643F">
            <w:rPr>
              <w:rStyle w:val="Numeropagina"/>
              <w:rFonts w:ascii="Gotham" w:hAnsi="Gotham"/>
              <w:snapToGrid w:val="0"/>
              <w:szCs w:val="20"/>
            </w:rPr>
            <w:fldChar w:fldCharType="begin"/>
          </w:r>
          <w:r w:rsidRPr="008F643F">
            <w:rPr>
              <w:rStyle w:val="Numeropagina"/>
              <w:rFonts w:ascii="Gotham" w:hAnsi="Gotham"/>
              <w:snapToGrid w:val="0"/>
              <w:szCs w:val="20"/>
            </w:rPr>
            <w:instrText xml:space="preserve"> PAGE </w:instrText>
          </w:r>
          <w:r w:rsidRPr="008F643F">
            <w:rPr>
              <w:rStyle w:val="Numeropagina"/>
              <w:rFonts w:ascii="Gotham" w:hAnsi="Gotham"/>
              <w:snapToGrid w:val="0"/>
              <w:szCs w:val="20"/>
            </w:rPr>
            <w:fldChar w:fldCharType="separate"/>
          </w:r>
          <w:r w:rsidRPr="008F643F">
            <w:rPr>
              <w:rStyle w:val="Numeropagina"/>
              <w:rFonts w:ascii="Gotham" w:hAnsi="Gotham"/>
              <w:noProof/>
              <w:snapToGrid w:val="0"/>
              <w:szCs w:val="20"/>
            </w:rPr>
            <w:t>17</w:t>
          </w:r>
          <w:r w:rsidRPr="008F643F">
            <w:rPr>
              <w:rStyle w:val="Numeropagina"/>
              <w:rFonts w:ascii="Gotham" w:hAnsi="Gotham"/>
              <w:snapToGrid w:val="0"/>
              <w:szCs w:val="20"/>
            </w:rPr>
            <w:fldChar w:fldCharType="end"/>
          </w:r>
          <w:r w:rsidRPr="008F643F">
            <w:rPr>
              <w:rStyle w:val="Numeropagina"/>
              <w:rFonts w:ascii="Gotham" w:hAnsi="Gotham"/>
              <w:snapToGrid w:val="0"/>
              <w:szCs w:val="20"/>
            </w:rPr>
            <w:t>/</w:t>
          </w:r>
          <w:r w:rsidRPr="008F643F">
            <w:rPr>
              <w:rStyle w:val="Numeropagina"/>
              <w:rFonts w:ascii="Gotham" w:hAnsi="Gotham"/>
              <w:snapToGrid w:val="0"/>
              <w:szCs w:val="20"/>
            </w:rPr>
            <w:fldChar w:fldCharType="begin"/>
          </w:r>
          <w:r w:rsidRPr="008F643F">
            <w:rPr>
              <w:rStyle w:val="Numeropagina"/>
              <w:rFonts w:ascii="Gotham" w:hAnsi="Gotham"/>
              <w:snapToGrid w:val="0"/>
              <w:szCs w:val="20"/>
            </w:rPr>
            <w:instrText xml:space="preserve"> NUMPAGES </w:instrText>
          </w:r>
          <w:r w:rsidRPr="008F643F">
            <w:rPr>
              <w:rStyle w:val="Numeropagina"/>
              <w:rFonts w:ascii="Gotham" w:hAnsi="Gotham"/>
              <w:snapToGrid w:val="0"/>
              <w:szCs w:val="20"/>
            </w:rPr>
            <w:fldChar w:fldCharType="separate"/>
          </w:r>
          <w:r w:rsidRPr="008F643F">
            <w:rPr>
              <w:rStyle w:val="Numeropagina"/>
              <w:rFonts w:ascii="Gotham" w:hAnsi="Gotham"/>
              <w:noProof/>
              <w:snapToGrid w:val="0"/>
              <w:szCs w:val="20"/>
            </w:rPr>
            <w:t>17</w:t>
          </w:r>
          <w:r w:rsidRPr="008F643F">
            <w:rPr>
              <w:rStyle w:val="Numeropagina"/>
              <w:rFonts w:ascii="Gotham" w:hAnsi="Gotham"/>
              <w:snapToGrid w:val="0"/>
              <w:szCs w:val="20"/>
            </w:rPr>
            <w:fldChar w:fldCharType="end"/>
          </w:r>
        </w:p>
      </w:tc>
    </w:tr>
    <w:tr w:rsidR="007F479D" w14:paraId="2CAF9E0E" w14:textId="77777777" w:rsidTr="00096DC7">
      <w:trPr>
        <w:cantSplit/>
        <w:trHeight w:val="125"/>
      </w:trPr>
      <w:tc>
        <w:tcPr>
          <w:tcW w:w="5529" w:type="dxa"/>
          <w:vMerge/>
          <w:tcBorders>
            <w:left w:val="single" w:sz="4" w:space="0" w:color="auto"/>
            <w:bottom w:val="single" w:sz="4" w:space="0" w:color="auto"/>
            <w:right w:val="single" w:sz="4" w:space="0" w:color="auto"/>
          </w:tcBorders>
          <w:vAlign w:val="center"/>
        </w:tcPr>
        <w:p w14:paraId="130E01EC" w14:textId="77777777" w:rsidR="007F479D" w:rsidRPr="008F643F" w:rsidRDefault="007F479D" w:rsidP="00634BF5">
          <w:pPr>
            <w:pStyle w:val="Tabella"/>
            <w:jc w:val="center"/>
            <w:rPr>
              <w:rFonts w:ascii="Gotham" w:hAnsi="Gotham" w:cs="Tahoma"/>
              <w:szCs w:val="20"/>
              <w:lang w:eastAsia="it-IT"/>
            </w:rPr>
          </w:pPr>
        </w:p>
      </w:tc>
      <w:tc>
        <w:tcPr>
          <w:tcW w:w="4394" w:type="dxa"/>
          <w:gridSpan w:val="2"/>
          <w:tcBorders>
            <w:top w:val="nil"/>
            <w:left w:val="single" w:sz="4" w:space="0" w:color="auto"/>
            <w:bottom w:val="single" w:sz="4" w:space="0" w:color="auto"/>
            <w:right w:val="single" w:sz="4" w:space="0" w:color="auto"/>
          </w:tcBorders>
          <w:vAlign w:val="center"/>
        </w:tcPr>
        <w:p w14:paraId="1B6C8178" w14:textId="77777777" w:rsidR="007F479D" w:rsidRPr="008F643F" w:rsidRDefault="007F479D" w:rsidP="00634BF5">
          <w:pPr>
            <w:pStyle w:val="Tabella"/>
            <w:jc w:val="center"/>
            <w:rPr>
              <w:rFonts w:ascii="Gotham" w:hAnsi="Gotham"/>
              <w:bCs w:val="0"/>
              <w:szCs w:val="20"/>
              <w:lang w:eastAsia="it-IT"/>
            </w:rPr>
          </w:pPr>
          <w:r w:rsidRPr="008F643F">
            <w:rPr>
              <w:rFonts w:ascii="Gotham" w:hAnsi="Gotham"/>
              <w:szCs w:val="20"/>
            </w:rPr>
            <w:t>April 2016</w:t>
          </w:r>
        </w:p>
      </w:tc>
    </w:tr>
  </w:tbl>
  <w:p w14:paraId="684F412C" w14:textId="77777777" w:rsidR="007F479D" w:rsidRDefault="007F479D" w:rsidP="00D478D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3664FAF0"/>
    <w:lvl w:ilvl="0">
      <w:start w:val="1"/>
      <w:numFmt w:val="decimal"/>
      <w:pStyle w:val="Numeroelenco"/>
      <w:lvlText w:val="%1."/>
      <w:lvlJc w:val="left"/>
      <w:pPr>
        <w:tabs>
          <w:tab w:val="num" w:pos="360"/>
        </w:tabs>
        <w:ind w:left="360" w:hanging="360"/>
      </w:pPr>
    </w:lvl>
  </w:abstractNum>
  <w:abstractNum w:abstractNumId="1" w15:restartNumberingAfterBreak="0">
    <w:nsid w:val="00000002"/>
    <w:multiLevelType w:val="singleLevel"/>
    <w:tmpl w:val="00000000"/>
    <w:lvl w:ilvl="0">
      <w:start w:val="1"/>
      <w:numFmt w:val="lowerLetter"/>
      <w:pStyle w:val="WBS1"/>
      <w:lvlText w:val="%1)"/>
      <w:lvlJc w:val="left"/>
      <w:pPr>
        <w:tabs>
          <w:tab w:val="num" w:pos="1440"/>
        </w:tabs>
      </w:pPr>
      <w:rPr>
        <w:rFonts w:ascii="Times New Roman" w:hAnsi="Times New Roman"/>
        <w:sz w:val="22"/>
      </w:rPr>
    </w:lvl>
  </w:abstractNum>
  <w:abstractNum w:abstractNumId="2" w15:restartNumberingAfterBreak="0">
    <w:nsid w:val="07630A4F"/>
    <w:multiLevelType w:val="hybridMultilevel"/>
    <w:tmpl w:val="A9F254EC"/>
    <w:lvl w:ilvl="0" w:tplc="B632138E">
      <w:numFmt w:val="bullet"/>
      <w:lvlText w:val="-"/>
      <w:lvlJc w:val="left"/>
      <w:pPr>
        <w:ind w:left="720" w:hanging="360"/>
      </w:pPr>
      <w:rPr>
        <w:rFonts w:ascii="Book Antiqua" w:eastAsia="Times New Roman" w:hAnsi="Book Antiqua"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7F501F1"/>
    <w:multiLevelType w:val="hybridMultilevel"/>
    <w:tmpl w:val="3294B414"/>
    <w:lvl w:ilvl="0" w:tplc="0410000B">
      <w:start w:val="1"/>
      <w:numFmt w:val="bullet"/>
      <w:lvlText w:val=""/>
      <w:lvlJc w:val="left"/>
      <w:pPr>
        <w:ind w:left="1287" w:hanging="360"/>
      </w:pPr>
      <w:rPr>
        <w:rFonts w:ascii="Wingdings" w:hAnsi="Wingdings"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4" w15:restartNumberingAfterBreak="0">
    <w:nsid w:val="0EDF447E"/>
    <w:multiLevelType w:val="hybridMultilevel"/>
    <w:tmpl w:val="E086098E"/>
    <w:lvl w:ilvl="0" w:tplc="4A088FAE">
      <w:start w:val="1"/>
      <w:numFmt w:val="bullet"/>
      <w:pStyle w:val="elenco"/>
      <w:lvlText w:val=""/>
      <w:lvlJc w:val="left"/>
      <w:pPr>
        <w:tabs>
          <w:tab w:val="num" w:pos="360"/>
        </w:tabs>
        <w:ind w:left="360" w:hanging="360"/>
      </w:pPr>
      <w:rPr>
        <w:rFonts w:ascii="Symbol" w:hAnsi="Symbol" w:hint="default"/>
        <w:color w:val="auto"/>
      </w:rPr>
    </w:lvl>
    <w:lvl w:ilvl="1" w:tplc="DC788B74">
      <w:start w:val="1"/>
      <w:numFmt w:val="bullet"/>
      <w:lvlText w:val=""/>
      <w:lvlJc w:val="left"/>
      <w:pPr>
        <w:tabs>
          <w:tab w:val="num" w:pos="1080"/>
        </w:tabs>
        <w:ind w:left="1080" w:hanging="360"/>
      </w:pPr>
      <w:rPr>
        <w:rFonts w:ascii="Symbol" w:hAnsi="Symbol" w:hint="default"/>
        <w:sz w:val="20"/>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8040CF4"/>
    <w:multiLevelType w:val="singleLevel"/>
    <w:tmpl w:val="9A9CDDC8"/>
    <w:lvl w:ilvl="0">
      <w:start w:val="1"/>
      <w:numFmt w:val="decimal"/>
      <w:lvlText w:val="%1."/>
      <w:lvlJc w:val="left"/>
      <w:pPr>
        <w:tabs>
          <w:tab w:val="num" w:pos="1260"/>
        </w:tabs>
        <w:ind w:left="1260" w:hanging="360"/>
      </w:pPr>
      <w:rPr>
        <w:lang w:val="en-US"/>
      </w:rPr>
    </w:lvl>
  </w:abstractNum>
  <w:abstractNum w:abstractNumId="6" w15:restartNumberingAfterBreak="0">
    <w:nsid w:val="246A2672"/>
    <w:multiLevelType w:val="hybridMultilevel"/>
    <w:tmpl w:val="235C01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52A084F"/>
    <w:multiLevelType w:val="hybridMultilevel"/>
    <w:tmpl w:val="6AC8103E"/>
    <w:lvl w:ilvl="0" w:tplc="621A0EA6">
      <w:start w:val="1"/>
      <w:numFmt w:val="bullet"/>
      <w:pStyle w:val="elencoconquadri"/>
      <w:lvlText w:val=""/>
      <w:lvlJc w:val="left"/>
      <w:pPr>
        <w:tabs>
          <w:tab w:val="num" w:pos="2062"/>
        </w:tabs>
        <w:ind w:left="2062" w:hanging="360"/>
      </w:pPr>
      <w:rPr>
        <w:rFonts w:ascii="Wingdings" w:hAnsi="Wingdings" w:hint="default"/>
        <w:sz w:val="24"/>
      </w:rPr>
    </w:lvl>
    <w:lvl w:ilvl="1" w:tplc="389077C6">
      <w:start w:val="1"/>
      <w:numFmt w:val="bullet"/>
      <w:lvlText w:val="o"/>
      <w:lvlJc w:val="left"/>
      <w:pPr>
        <w:tabs>
          <w:tab w:val="num" w:pos="2291"/>
        </w:tabs>
        <w:ind w:left="2291" w:hanging="360"/>
      </w:pPr>
      <w:rPr>
        <w:rFonts w:ascii="Courier New" w:hAnsi="Courier New" w:hint="default"/>
      </w:rPr>
    </w:lvl>
    <w:lvl w:ilvl="2" w:tplc="89E0FAE6" w:tentative="1">
      <w:start w:val="1"/>
      <w:numFmt w:val="bullet"/>
      <w:lvlText w:val=""/>
      <w:lvlJc w:val="left"/>
      <w:pPr>
        <w:tabs>
          <w:tab w:val="num" w:pos="3011"/>
        </w:tabs>
        <w:ind w:left="3011" w:hanging="360"/>
      </w:pPr>
      <w:rPr>
        <w:rFonts w:ascii="Wingdings" w:hAnsi="Wingdings" w:hint="default"/>
      </w:rPr>
    </w:lvl>
    <w:lvl w:ilvl="3" w:tplc="0114CAA4" w:tentative="1">
      <w:start w:val="1"/>
      <w:numFmt w:val="bullet"/>
      <w:lvlText w:val=""/>
      <w:lvlJc w:val="left"/>
      <w:pPr>
        <w:tabs>
          <w:tab w:val="num" w:pos="3731"/>
        </w:tabs>
        <w:ind w:left="3731" w:hanging="360"/>
      </w:pPr>
      <w:rPr>
        <w:rFonts w:ascii="Symbol" w:hAnsi="Symbol" w:hint="default"/>
      </w:rPr>
    </w:lvl>
    <w:lvl w:ilvl="4" w:tplc="95D0C640" w:tentative="1">
      <w:start w:val="1"/>
      <w:numFmt w:val="bullet"/>
      <w:lvlText w:val="o"/>
      <w:lvlJc w:val="left"/>
      <w:pPr>
        <w:tabs>
          <w:tab w:val="num" w:pos="4451"/>
        </w:tabs>
        <w:ind w:left="4451" w:hanging="360"/>
      </w:pPr>
      <w:rPr>
        <w:rFonts w:ascii="Courier New" w:hAnsi="Courier New" w:hint="default"/>
      </w:rPr>
    </w:lvl>
    <w:lvl w:ilvl="5" w:tplc="10F4CE7C" w:tentative="1">
      <w:start w:val="1"/>
      <w:numFmt w:val="bullet"/>
      <w:lvlText w:val=""/>
      <w:lvlJc w:val="left"/>
      <w:pPr>
        <w:tabs>
          <w:tab w:val="num" w:pos="5171"/>
        </w:tabs>
        <w:ind w:left="5171" w:hanging="360"/>
      </w:pPr>
      <w:rPr>
        <w:rFonts w:ascii="Wingdings" w:hAnsi="Wingdings" w:hint="default"/>
      </w:rPr>
    </w:lvl>
    <w:lvl w:ilvl="6" w:tplc="0AE09A06" w:tentative="1">
      <w:start w:val="1"/>
      <w:numFmt w:val="bullet"/>
      <w:lvlText w:val=""/>
      <w:lvlJc w:val="left"/>
      <w:pPr>
        <w:tabs>
          <w:tab w:val="num" w:pos="5891"/>
        </w:tabs>
        <w:ind w:left="5891" w:hanging="360"/>
      </w:pPr>
      <w:rPr>
        <w:rFonts w:ascii="Symbol" w:hAnsi="Symbol" w:hint="default"/>
      </w:rPr>
    </w:lvl>
    <w:lvl w:ilvl="7" w:tplc="64AC73D6" w:tentative="1">
      <w:start w:val="1"/>
      <w:numFmt w:val="bullet"/>
      <w:lvlText w:val="o"/>
      <w:lvlJc w:val="left"/>
      <w:pPr>
        <w:tabs>
          <w:tab w:val="num" w:pos="6611"/>
        </w:tabs>
        <w:ind w:left="6611" w:hanging="360"/>
      </w:pPr>
      <w:rPr>
        <w:rFonts w:ascii="Courier New" w:hAnsi="Courier New" w:hint="default"/>
      </w:rPr>
    </w:lvl>
    <w:lvl w:ilvl="8" w:tplc="5C9A066C" w:tentative="1">
      <w:start w:val="1"/>
      <w:numFmt w:val="bullet"/>
      <w:lvlText w:val=""/>
      <w:lvlJc w:val="left"/>
      <w:pPr>
        <w:tabs>
          <w:tab w:val="num" w:pos="7331"/>
        </w:tabs>
        <w:ind w:left="7331" w:hanging="360"/>
      </w:pPr>
      <w:rPr>
        <w:rFonts w:ascii="Wingdings" w:hAnsi="Wingdings" w:hint="default"/>
      </w:rPr>
    </w:lvl>
  </w:abstractNum>
  <w:abstractNum w:abstractNumId="8" w15:restartNumberingAfterBreak="0">
    <w:nsid w:val="28311FD3"/>
    <w:multiLevelType w:val="multilevel"/>
    <w:tmpl w:val="327AC392"/>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b/>
      </w:rPr>
    </w:lvl>
    <w:lvl w:ilvl="2">
      <w:start w:val="1"/>
      <w:numFmt w:val="decimal"/>
      <w:pStyle w:val="Titolo3"/>
      <w:lvlText w:val="%1.%2.%3"/>
      <w:lvlJc w:val="left"/>
      <w:pPr>
        <w:tabs>
          <w:tab w:val="num" w:pos="720"/>
        </w:tabs>
        <w:ind w:left="720" w:hanging="720"/>
      </w:pPr>
      <w:rPr>
        <w:rFonts w:hint="default"/>
        <w:lang w:val="it-IT"/>
      </w:rPr>
    </w:lvl>
    <w:lvl w:ilvl="3">
      <w:start w:val="1"/>
      <w:numFmt w:val="decimal"/>
      <w:pStyle w:val="Title4"/>
      <w:lvlText w:val="%1.%2.%3.%4"/>
      <w:lvlJc w:val="left"/>
      <w:pPr>
        <w:tabs>
          <w:tab w:val="num" w:pos="864"/>
        </w:tabs>
        <w:ind w:left="864" w:hanging="864"/>
      </w:pPr>
      <w:rPr>
        <w:rFonts w:hint="default"/>
      </w:rPr>
    </w:lvl>
    <w:lvl w:ilvl="4">
      <w:start w:val="1"/>
      <w:numFmt w:val="decimal"/>
      <w:pStyle w:val="Titolo5"/>
      <w:lvlText w:val="%1.%2.%3.%4.%5"/>
      <w:lvlJc w:val="left"/>
      <w:pPr>
        <w:tabs>
          <w:tab w:val="num" w:pos="1008"/>
        </w:tabs>
        <w:ind w:left="1008" w:hanging="1008"/>
      </w:pPr>
      <w:rPr>
        <w:rFonts w:hint="default"/>
      </w:rPr>
    </w:lvl>
    <w:lvl w:ilvl="5">
      <w:start w:val="1"/>
      <w:numFmt w:val="decimal"/>
      <w:pStyle w:val="Titolo6"/>
      <w:lvlText w:val="%1.%2.%3.%4.%5.%6"/>
      <w:lvlJc w:val="left"/>
      <w:pPr>
        <w:tabs>
          <w:tab w:val="num" w:pos="1152"/>
        </w:tabs>
        <w:ind w:left="1152" w:hanging="1152"/>
      </w:pPr>
      <w:rPr>
        <w:rFonts w:hint="default"/>
      </w:rPr>
    </w:lvl>
    <w:lvl w:ilvl="6">
      <w:start w:val="1"/>
      <w:numFmt w:val="decimal"/>
      <w:pStyle w:val="Titolo7"/>
      <w:lvlText w:val="%1.%2.%3.%4.%5.%6.%7"/>
      <w:lvlJc w:val="left"/>
      <w:pPr>
        <w:tabs>
          <w:tab w:val="num" w:pos="1296"/>
        </w:tabs>
        <w:ind w:left="1296" w:hanging="1296"/>
      </w:pPr>
      <w:rPr>
        <w:rFonts w:hint="default"/>
      </w:rPr>
    </w:lvl>
    <w:lvl w:ilvl="7">
      <w:start w:val="1"/>
      <w:numFmt w:val="decimal"/>
      <w:pStyle w:val="Titolo8"/>
      <w:lvlText w:val="%1.%2.%3.%4.%5.%6.%7.%8"/>
      <w:lvlJc w:val="left"/>
      <w:pPr>
        <w:tabs>
          <w:tab w:val="num" w:pos="1440"/>
        </w:tabs>
        <w:ind w:left="1440" w:hanging="1440"/>
      </w:pPr>
      <w:rPr>
        <w:rFonts w:hint="default"/>
      </w:rPr>
    </w:lvl>
    <w:lvl w:ilvl="8">
      <w:start w:val="1"/>
      <w:numFmt w:val="decimal"/>
      <w:pStyle w:val="Titolo9"/>
      <w:lvlText w:val="%1.%2.%3.%4.%5.%6.%7.%8.%9"/>
      <w:lvlJc w:val="left"/>
      <w:pPr>
        <w:tabs>
          <w:tab w:val="num" w:pos="1584"/>
        </w:tabs>
        <w:ind w:left="1584" w:hanging="1584"/>
      </w:pPr>
      <w:rPr>
        <w:rFonts w:hint="default"/>
      </w:rPr>
    </w:lvl>
  </w:abstractNum>
  <w:abstractNum w:abstractNumId="9" w15:restartNumberingAfterBreak="0">
    <w:nsid w:val="2F4D5275"/>
    <w:multiLevelType w:val="singleLevel"/>
    <w:tmpl w:val="0410000F"/>
    <w:lvl w:ilvl="0">
      <w:start w:val="1"/>
      <w:numFmt w:val="decimal"/>
      <w:lvlText w:val="%1."/>
      <w:lvlJc w:val="left"/>
      <w:pPr>
        <w:tabs>
          <w:tab w:val="num" w:pos="1260"/>
        </w:tabs>
        <w:ind w:left="1260" w:hanging="360"/>
      </w:pPr>
    </w:lvl>
  </w:abstractNum>
  <w:abstractNum w:abstractNumId="10" w15:restartNumberingAfterBreak="0">
    <w:nsid w:val="30CC3F87"/>
    <w:multiLevelType w:val="hybridMultilevel"/>
    <w:tmpl w:val="87E865D2"/>
    <w:lvl w:ilvl="0" w:tplc="A7587E34">
      <w:start w:val="1"/>
      <w:numFmt w:val="lowerRoman"/>
      <w:pStyle w:val="Bullet4"/>
      <w:lvlText w:val="%1)"/>
      <w:lvlJc w:val="left"/>
      <w:pPr>
        <w:tabs>
          <w:tab w:val="num" w:pos="1701"/>
        </w:tabs>
        <w:ind w:left="1701" w:hanging="567"/>
      </w:pPr>
      <w:rPr>
        <w:rFonts w:ascii="Times New Roman" w:hAnsi="Times New Roman" w:hint="default"/>
        <w:b w:val="0"/>
        <w:i w:val="0"/>
        <w:caps w:val="0"/>
        <w:strike w:val="0"/>
        <w:dstrike w:val="0"/>
        <w:vanish w:val="0"/>
        <w:color w:val="000000"/>
        <w:sz w:val="24"/>
        <w:vertAlign w:val="baseline"/>
        <w:lang w:val="en-GB"/>
      </w:rPr>
    </w:lvl>
    <w:lvl w:ilvl="1" w:tplc="FAC05F38">
      <w:start w:val="1"/>
      <w:numFmt w:val="lowerRoman"/>
      <w:lvlText w:val="%2)"/>
      <w:lvlJc w:val="left"/>
      <w:pPr>
        <w:tabs>
          <w:tab w:val="num" w:pos="1800"/>
        </w:tabs>
        <w:ind w:left="1800" w:hanging="720"/>
      </w:pPr>
      <w:rPr>
        <w:rFonts w:hint="default"/>
      </w:rPr>
    </w:lvl>
    <w:lvl w:ilvl="2" w:tplc="4D4CBE36">
      <w:start w:val="1"/>
      <w:numFmt w:val="upperRoman"/>
      <w:lvlText w:val="%3."/>
      <w:lvlJc w:val="right"/>
      <w:pPr>
        <w:tabs>
          <w:tab w:val="num" w:pos="2160"/>
        </w:tabs>
        <w:ind w:left="2160" w:hanging="180"/>
      </w:pPr>
      <w:rPr>
        <w:rFonts w:hint="default"/>
        <w:b w:val="0"/>
        <w:i w:val="0"/>
        <w:caps w:val="0"/>
        <w:strike w:val="0"/>
        <w:dstrike w:val="0"/>
        <w:vanish w:val="0"/>
        <w:color w:val="000000"/>
        <w:sz w:val="24"/>
        <w:vertAlign w:val="baseline"/>
        <w:lang w:val="en-GB"/>
      </w:rPr>
    </w:lvl>
    <w:lvl w:ilvl="3" w:tplc="C01C71BC">
      <w:start w:val="1"/>
      <w:numFmt w:val="decimal"/>
      <w:lvlText w:val="%4."/>
      <w:lvlJc w:val="left"/>
      <w:pPr>
        <w:tabs>
          <w:tab w:val="num" w:pos="2880"/>
        </w:tabs>
        <w:ind w:left="2880" w:hanging="360"/>
      </w:pPr>
    </w:lvl>
    <w:lvl w:ilvl="4" w:tplc="A9060070" w:tentative="1">
      <w:start w:val="1"/>
      <w:numFmt w:val="lowerLetter"/>
      <w:lvlText w:val="%5."/>
      <w:lvlJc w:val="left"/>
      <w:pPr>
        <w:tabs>
          <w:tab w:val="num" w:pos="3600"/>
        </w:tabs>
        <w:ind w:left="3600" w:hanging="360"/>
      </w:pPr>
    </w:lvl>
    <w:lvl w:ilvl="5" w:tplc="3D00886A" w:tentative="1">
      <w:start w:val="1"/>
      <w:numFmt w:val="lowerRoman"/>
      <w:lvlText w:val="%6."/>
      <w:lvlJc w:val="right"/>
      <w:pPr>
        <w:tabs>
          <w:tab w:val="num" w:pos="4320"/>
        </w:tabs>
        <w:ind w:left="4320" w:hanging="180"/>
      </w:pPr>
    </w:lvl>
    <w:lvl w:ilvl="6" w:tplc="E6D8A386" w:tentative="1">
      <w:start w:val="1"/>
      <w:numFmt w:val="decimal"/>
      <w:lvlText w:val="%7."/>
      <w:lvlJc w:val="left"/>
      <w:pPr>
        <w:tabs>
          <w:tab w:val="num" w:pos="5040"/>
        </w:tabs>
        <w:ind w:left="5040" w:hanging="360"/>
      </w:pPr>
    </w:lvl>
    <w:lvl w:ilvl="7" w:tplc="C2024AB0" w:tentative="1">
      <w:start w:val="1"/>
      <w:numFmt w:val="lowerLetter"/>
      <w:lvlText w:val="%8."/>
      <w:lvlJc w:val="left"/>
      <w:pPr>
        <w:tabs>
          <w:tab w:val="num" w:pos="5760"/>
        </w:tabs>
        <w:ind w:left="5760" w:hanging="360"/>
      </w:pPr>
    </w:lvl>
    <w:lvl w:ilvl="8" w:tplc="9ADA2E3C" w:tentative="1">
      <w:start w:val="1"/>
      <w:numFmt w:val="lowerRoman"/>
      <w:lvlText w:val="%9."/>
      <w:lvlJc w:val="right"/>
      <w:pPr>
        <w:tabs>
          <w:tab w:val="num" w:pos="6480"/>
        </w:tabs>
        <w:ind w:left="6480" w:hanging="180"/>
      </w:pPr>
    </w:lvl>
  </w:abstractNum>
  <w:abstractNum w:abstractNumId="11" w15:restartNumberingAfterBreak="0">
    <w:nsid w:val="31C177C3"/>
    <w:multiLevelType w:val="singleLevel"/>
    <w:tmpl w:val="0410000F"/>
    <w:lvl w:ilvl="0">
      <w:start w:val="1"/>
      <w:numFmt w:val="decimal"/>
      <w:lvlText w:val="%1."/>
      <w:lvlJc w:val="left"/>
      <w:pPr>
        <w:tabs>
          <w:tab w:val="num" w:pos="1260"/>
        </w:tabs>
        <w:ind w:left="1260" w:hanging="360"/>
      </w:pPr>
    </w:lvl>
  </w:abstractNum>
  <w:abstractNum w:abstractNumId="12" w15:restartNumberingAfterBreak="0">
    <w:nsid w:val="3B920BC7"/>
    <w:multiLevelType w:val="singleLevel"/>
    <w:tmpl w:val="71E6125C"/>
    <w:lvl w:ilvl="0">
      <w:start w:val="1"/>
      <w:numFmt w:val="decimal"/>
      <w:lvlText w:val="%1."/>
      <w:lvlJc w:val="left"/>
      <w:pPr>
        <w:tabs>
          <w:tab w:val="num" w:pos="1260"/>
        </w:tabs>
        <w:ind w:left="1260" w:hanging="360"/>
      </w:pPr>
      <w:rPr>
        <w:lang w:val="en-US"/>
      </w:rPr>
    </w:lvl>
  </w:abstractNum>
  <w:abstractNum w:abstractNumId="13" w15:restartNumberingAfterBreak="0">
    <w:nsid w:val="3BC8239C"/>
    <w:multiLevelType w:val="singleLevel"/>
    <w:tmpl w:val="942ABC48"/>
    <w:lvl w:ilvl="0">
      <w:start w:val="1"/>
      <w:numFmt w:val="bullet"/>
      <w:pStyle w:val="bullet1"/>
      <w:lvlText w:val=""/>
      <w:lvlJc w:val="left"/>
      <w:pPr>
        <w:tabs>
          <w:tab w:val="num" w:pos="1701"/>
        </w:tabs>
        <w:ind w:left="1701" w:hanging="567"/>
      </w:pPr>
      <w:rPr>
        <w:rFonts w:ascii="Symbol" w:hAnsi="Symbol" w:cs="Times New Roman" w:hint="default"/>
      </w:rPr>
    </w:lvl>
  </w:abstractNum>
  <w:abstractNum w:abstractNumId="14" w15:restartNumberingAfterBreak="0">
    <w:nsid w:val="4412317F"/>
    <w:multiLevelType w:val="singleLevel"/>
    <w:tmpl w:val="A64E934A"/>
    <w:lvl w:ilvl="0">
      <w:numFmt w:val="bullet"/>
      <w:pStyle w:val="bullet2"/>
      <w:lvlText w:val="-"/>
      <w:lvlJc w:val="left"/>
      <w:pPr>
        <w:tabs>
          <w:tab w:val="num" w:pos="2268"/>
        </w:tabs>
        <w:ind w:left="2268" w:hanging="567"/>
      </w:pPr>
      <w:rPr>
        <w:rFonts w:ascii="Times New Roman" w:hAnsi="Times New Roman" w:cs="Times New Roman" w:hint="default"/>
      </w:rPr>
    </w:lvl>
  </w:abstractNum>
  <w:abstractNum w:abstractNumId="15" w15:restartNumberingAfterBreak="0">
    <w:nsid w:val="453372A4"/>
    <w:multiLevelType w:val="hybridMultilevel"/>
    <w:tmpl w:val="AD565D2A"/>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6FC797F"/>
    <w:multiLevelType w:val="hybridMultilevel"/>
    <w:tmpl w:val="85B4DB22"/>
    <w:lvl w:ilvl="0" w:tplc="3C68C63A">
      <w:start w:val="1"/>
      <w:numFmt w:val="decimal"/>
      <w:lvlText w:val="%1."/>
      <w:lvlJc w:val="left"/>
      <w:pPr>
        <w:ind w:left="360" w:hanging="360"/>
      </w:pPr>
      <w:rPr>
        <w:rFonts w:hint="default"/>
        <w:lang w:val="en-US"/>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15:restartNumberingAfterBreak="0">
    <w:nsid w:val="48D54FC5"/>
    <w:multiLevelType w:val="hybridMultilevel"/>
    <w:tmpl w:val="7182FA28"/>
    <w:lvl w:ilvl="0" w:tplc="0410000B">
      <w:start w:val="1"/>
      <w:numFmt w:val="bullet"/>
      <w:lvlText w:val=""/>
      <w:lvlJc w:val="left"/>
      <w:pPr>
        <w:ind w:left="3276" w:hanging="360"/>
      </w:pPr>
      <w:rPr>
        <w:rFonts w:ascii="Wingdings" w:hAnsi="Wingdings" w:hint="default"/>
      </w:rPr>
    </w:lvl>
    <w:lvl w:ilvl="1" w:tplc="04100003">
      <w:start w:val="1"/>
      <w:numFmt w:val="bullet"/>
      <w:lvlText w:val="o"/>
      <w:lvlJc w:val="left"/>
      <w:pPr>
        <w:ind w:left="3996" w:hanging="360"/>
      </w:pPr>
      <w:rPr>
        <w:rFonts w:ascii="Courier New" w:hAnsi="Courier New" w:cs="Courier New" w:hint="default"/>
      </w:rPr>
    </w:lvl>
    <w:lvl w:ilvl="2" w:tplc="04100005">
      <w:start w:val="1"/>
      <w:numFmt w:val="bullet"/>
      <w:lvlText w:val=""/>
      <w:lvlJc w:val="left"/>
      <w:pPr>
        <w:ind w:left="4716" w:hanging="360"/>
      </w:pPr>
      <w:rPr>
        <w:rFonts w:ascii="Wingdings" w:hAnsi="Wingdings" w:hint="default"/>
      </w:rPr>
    </w:lvl>
    <w:lvl w:ilvl="3" w:tplc="04100001" w:tentative="1">
      <w:start w:val="1"/>
      <w:numFmt w:val="bullet"/>
      <w:lvlText w:val=""/>
      <w:lvlJc w:val="left"/>
      <w:pPr>
        <w:ind w:left="5436" w:hanging="360"/>
      </w:pPr>
      <w:rPr>
        <w:rFonts w:ascii="Symbol" w:hAnsi="Symbol" w:hint="default"/>
      </w:rPr>
    </w:lvl>
    <w:lvl w:ilvl="4" w:tplc="04100003" w:tentative="1">
      <w:start w:val="1"/>
      <w:numFmt w:val="bullet"/>
      <w:lvlText w:val="o"/>
      <w:lvlJc w:val="left"/>
      <w:pPr>
        <w:ind w:left="6156" w:hanging="360"/>
      </w:pPr>
      <w:rPr>
        <w:rFonts w:ascii="Courier New" w:hAnsi="Courier New" w:cs="Courier New" w:hint="default"/>
      </w:rPr>
    </w:lvl>
    <w:lvl w:ilvl="5" w:tplc="04100005" w:tentative="1">
      <w:start w:val="1"/>
      <w:numFmt w:val="bullet"/>
      <w:lvlText w:val=""/>
      <w:lvlJc w:val="left"/>
      <w:pPr>
        <w:ind w:left="6876" w:hanging="360"/>
      </w:pPr>
      <w:rPr>
        <w:rFonts w:ascii="Wingdings" w:hAnsi="Wingdings" w:hint="default"/>
      </w:rPr>
    </w:lvl>
    <w:lvl w:ilvl="6" w:tplc="04100001" w:tentative="1">
      <w:start w:val="1"/>
      <w:numFmt w:val="bullet"/>
      <w:lvlText w:val=""/>
      <w:lvlJc w:val="left"/>
      <w:pPr>
        <w:ind w:left="7596" w:hanging="360"/>
      </w:pPr>
      <w:rPr>
        <w:rFonts w:ascii="Symbol" w:hAnsi="Symbol" w:hint="default"/>
      </w:rPr>
    </w:lvl>
    <w:lvl w:ilvl="7" w:tplc="04100003" w:tentative="1">
      <w:start w:val="1"/>
      <w:numFmt w:val="bullet"/>
      <w:lvlText w:val="o"/>
      <w:lvlJc w:val="left"/>
      <w:pPr>
        <w:ind w:left="8316" w:hanging="360"/>
      </w:pPr>
      <w:rPr>
        <w:rFonts w:ascii="Courier New" w:hAnsi="Courier New" w:cs="Courier New" w:hint="default"/>
      </w:rPr>
    </w:lvl>
    <w:lvl w:ilvl="8" w:tplc="04100005" w:tentative="1">
      <w:start w:val="1"/>
      <w:numFmt w:val="bullet"/>
      <w:lvlText w:val=""/>
      <w:lvlJc w:val="left"/>
      <w:pPr>
        <w:ind w:left="9036" w:hanging="360"/>
      </w:pPr>
      <w:rPr>
        <w:rFonts w:ascii="Wingdings" w:hAnsi="Wingdings" w:hint="default"/>
      </w:rPr>
    </w:lvl>
  </w:abstractNum>
  <w:abstractNum w:abstractNumId="18" w15:restartNumberingAfterBreak="0">
    <w:nsid w:val="48F5236E"/>
    <w:multiLevelType w:val="hybridMultilevel"/>
    <w:tmpl w:val="98822C44"/>
    <w:lvl w:ilvl="0" w:tplc="0410000B">
      <w:start w:val="1"/>
      <w:numFmt w:val="bullet"/>
      <w:lvlText w:val=""/>
      <w:lvlJc w:val="left"/>
      <w:pPr>
        <w:ind w:left="1287" w:hanging="360"/>
      </w:pPr>
      <w:rPr>
        <w:rFonts w:ascii="Wingdings" w:hAnsi="Wingdings" w:hint="default"/>
      </w:rPr>
    </w:lvl>
    <w:lvl w:ilvl="1" w:tplc="04100003">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9" w15:restartNumberingAfterBreak="0">
    <w:nsid w:val="5E1C25DD"/>
    <w:multiLevelType w:val="singleLevel"/>
    <w:tmpl w:val="0809000B"/>
    <w:lvl w:ilvl="0">
      <w:start w:val="1"/>
      <w:numFmt w:val="bullet"/>
      <w:lvlText w:val=""/>
      <w:lvlJc w:val="left"/>
      <w:pPr>
        <w:tabs>
          <w:tab w:val="num" w:pos="360"/>
        </w:tabs>
        <w:ind w:left="360" w:hanging="360"/>
      </w:pPr>
      <w:rPr>
        <w:rFonts w:ascii="Wingdings" w:hAnsi="Wingdings" w:hint="default"/>
      </w:rPr>
    </w:lvl>
  </w:abstractNum>
  <w:abstractNum w:abstractNumId="20" w15:restartNumberingAfterBreak="0">
    <w:nsid w:val="5EC86202"/>
    <w:multiLevelType w:val="singleLevel"/>
    <w:tmpl w:val="0809000B"/>
    <w:lvl w:ilvl="0">
      <w:start w:val="1"/>
      <w:numFmt w:val="bullet"/>
      <w:lvlText w:val=""/>
      <w:lvlJc w:val="left"/>
      <w:pPr>
        <w:ind w:left="720" w:hanging="360"/>
      </w:pPr>
      <w:rPr>
        <w:rFonts w:ascii="Wingdings" w:hAnsi="Wingdings" w:hint="default"/>
      </w:rPr>
    </w:lvl>
  </w:abstractNum>
  <w:abstractNum w:abstractNumId="21" w15:restartNumberingAfterBreak="0">
    <w:nsid w:val="61430206"/>
    <w:multiLevelType w:val="hybridMultilevel"/>
    <w:tmpl w:val="85B4DB22"/>
    <w:lvl w:ilvl="0" w:tplc="3C68C63A">
      <w:start w:val="1"/>
      <w:numFmt w:val="decimal"/>
      <w:lvlText w:val="%1."/>
      <w:lvlJc w:val="left"/>
      <w:pPr>
        <w:ind w:left="360" w:hanging="360"/>
      </w:pPr>
      <w:rPr>
        <w:rFonts w:hint="default"/>
        <w:lang w:val="en-US"/>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2" w15:restartNumberingAfterBreak="0">
    <w:nsid w:val="689868F0"/>
    <w:multiLevelType w:val="hybridMultilevel"/>
    <w:tmpl w:val="0DF83B48"/>
    <w:lvl w:ilvl="0" w:tplc="B7D04CE8">
      <w:start w:val="1"/>
      <w:numFmt w:val="decimal"/>
      <w:lvlText w:val="%1."/>
      <w:lvlJc w:val="left"/>
      <w:pPr>
        <w:ind w:left="1260" w:hanging="360"/>
      </w:pPr>
      <w:rPr>
        <w:rFonts w:hint="default"/>
        <w:lang w:val="en-GB"/>
      </w:rPr>
    </w:lvl>
    <w:lvl w:ilvl="1" w:tplc="04100019" w:tentative="1">
      <w:start w:val="1"/>
      <w:numFmt w:val="lowerLetter"/>
      <w:lvlText w:val="%2."/>
      <w:lvlJc w:val="left"/>
      <w:pPr>
        <w:ind w:left="1980" w:hanging="360"/>
      </w:pPr>
    </w:lvl>
    <w:lvl w:ilvl="2" w:tplc="0410001B" w:tentative="1">
      <w:start w:val="1"/>
      <w:numFmt w:val="lowerRoman"/>
      <w:lvlText w:val="%3."/>
      <w:lvlJc w:val="right"/>
      <w:pPr>
        <w:ind w:left="2700" w:hanging="180"/>
      </w:pPr>
    </w:lvl>
    <w:lvl w:ilvl="3" w:tplc="0410000F" w:tentative="1">
      <w:start w:val="1"/>
      <w:numFmt w:val="decimal"/>
      <w:lvlText w:val="%4."/>
      <w:lvlJc w:val="left"/>
      <w:pPr>
        <w:ind w:left="3420" w:hanging="360"/>
      </w:pPr>
    </w:lvl>
    <w:lvl w:ilvl="4" w:tplc="04100019" w:tentative="1">
      <w:start w:val="1"/>
      <w:numFmt w:val="lowerLetter"/>
      <w:lvlText w:val="%5."/>
      <w:lvlJc w:val="left"/>
      <w:pPr>
        <w:ind w:left="4140" w:hanging="360"/>
      </w:pPr>
    </w:lvl>
    <w:lvl w:ilvl="5" w:tplc="0410001B" w:tentative="1">
      <w:start w:val="1"/>
      <w:numFmt w:val="lowerRoman"/>
      <w:lvlText w:val="%6."/>
      <w:lvlJc w:val="right"/>
      <w:pPr>
        <w:ind w:left="4860" w:hanging="180"/>
      </w:pPr>
    </w:lvl>
    <w:lvl w:ilvl="6" w:tplc="0410000F" w:tentative="1">
      <w:start w:val="1"/>
      <w:numFmt w:val="decimal"/>
      <w:lvlText w:val="%7."/>
      <w:lvlJc w:val="left"/>
      <w:pPr>
        <w:ind w:left="5580" w:hanging="360"/>
      </w:pPr>
    </w:lvl>
    <w:lvl w:ilvl="7" w:tplc="04100019" w:tentative="1">
      <w:start w:val="1"/>
      <w:numFmt w:val="lowerLetter"/>
      <w:lvlText w:val="%8."/>
      <w:lvlJc w:val="left"/>
      <w:pPr>
        <w:ind w:left="6300" w:hanging="360"/>
      </w:pPr>
    </w:lvl>
    <w:lvl w:ilvl="8" w:tplc="0410001B" w:tentative="1">
      <w:start w:val="1"/>
      <w:numFmt w:val="lowerRoman"/>
      <w:lvlText w:val="%9."/>
      <w:lvlJc w:val="right"/>
      <w:pPr>
        <w:ind w:left="7020" w:hanging="180"/>
      </w:pPr>
    </w:lvl>
  </w:abstractNum>
  <w:abstractNum w:abstractNumId="23" w15:restartNumberingAfterBreak="0">
    <w:nsid w:val="6B1C60A6"/>
    <w:multiLevelType w:val="hybridMultilevel"/>
    <w:tmpl w:val="0A92E0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C89074D"/>
    <w:multiLevelType w:val="hybridMultilevel"/>
    <w:tmpl w:val="85B4DB22"/>
    <w:lvl w:ilvl="0" w:tplc="3C68C63A">
      <w:start w:val="1"/>
      <w:numFmt w:val="decimal"/>
      <w:lvlText w:val="%1."/>
      <w:lvlJc w:val="left"/>
      <w:pPr>
        <w:ind w:left="360" w:hanging="360"/>
      </w:pPr>
      <w:rPr>
        <w:rFonts w:hint="default"/>
        <w:lang w:val="en-US"/>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5" w15:restartNumberingAfterBreak="0">
    <w:nsid w:val="6DDD79EC"/>
    <w:multiLevelType w:val="singleLevel"/>
    <w:tmpl w:val="02CEEEE2"/>
    <w:lvl w:ilvl="0">
      <w:start w:val="1"/>
      <w:numFmt w:val="bullet"/>
      <w:pStyle w:val="bullets"/>
      <w:lvlText w:val=""/>
      <w:lvlJc w:val="left"/>
      <w:pPr>
        <w:tabs>
          <w:tab w:val="num" w:pos="1080"/>
        </w:tabs>
        <w:ind w:left="1080" w:hanging="360"/>
      </w:pPr>
      <w:rPr>
        <w:rFonts w:ascii="Symbol" w:hAnsi="Symbol" w:hint="default"/>
      </w:rPr>
    </w:lvl>
  </w:abstractNum>
  <w:abstractNum w:abstractNumId="26" w15:restartNumberingAfterBreak="0">
    <w:nsid w:val="71E52931"/>
    <w:multiLevelType w:val="hybridMultilevel"/>
    <w:tmpl w:val="0750E856"/>
    <w:lvl w:ilvl="0" w:tplc="0410000B">
      <w:start w:val="1"/>
      <w:numFmt w:val="bullet"/>
      <w:lvlText w:val=""/>
      <w:lvlJc w:val="left"/>
      <w:pPr>
        <w:ind w:left="1287" w:hanging="360"/>
      </w:pPr>
      <w:rPr>
        <w:rFonts w:ascii="Wingdings" w:hAnsi="Wingdings" w:hint="default"/>
      </w:rPr>
    </w:lvl>
    <w:lvl w:ilvl="1" w:tplc="04100003">
      <w:start w:val="1"/>
      <w:numFmt w:val="bullet"/>
      <w:lvlText w:val="o"/>
      <w:lvlJc w:val="left"/>
      <w:pPr>
        <w:ind w:left="2007" w:hanging="360"/>
      </w:pPr>
      <w:rPr>
        <w:rFonts w:ascii="Courier New" w:hAnsi="Courier New" w:cs="Courier New" w:hint="default"/>
      </w:rPr>
    </w:lvl>
    <w:lvl w:ilvl="2" w:tplc="04100005">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27" w15:restartNumberingAfterBreak="0">
    <w:nsid w:val="7CFD5176"/>
    <w:multiLevelType w:val="hybridMultilevel"/>
    <w:tmpl w:val="E89074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8"/>
  </w:num>
  <w:num w:numId="2">
    <w:abstractNumId w:val="10"/>
  </w:num>
  <w:num w:numId="3">
    <w:abstractNumId w:val="13"/>
  </w:num>
  <w:num w:numId="4">
    <w:abstractNumId w:val="14"/>
  </w:num>
  <w:num w:numId="5">
    <w:abstractNumId w:val="1"/>
    <w:lvlOverride w:ilvl="0">
      <w:startOverride w:val="2"/>
      <w:lvl w:ilvl="0">
        <w:start w:val="2"/>
        <w:numFmt w:val="decimal"/>
        <w:pStyle w:val="WBS1"/>
        <w:lvlText w:val="%1)"/>
        <w:lvlJc w:val="left"/>
      </w:lvl>
    </w:lvlOverride>
  </w:num>
  <w:num w:numId="6">
    <w:abstractNumId w:val="25"/>
  </w:num>
  <w:num w:numId="7">
    <w:abstractNumId w:val="0"/>
  </w:num>
  <w:num w:numId="8">
    <w:abstractNumId w:val="4"/>
  </w:num>
  <w:num w:numId="9">
    <w:abstractNumId w:val="20"/>
  </w:num>
  <w:num w:numId="10">
    <w:abstractNumId w:val="15"/>
  </w:num>
  <w:num w:numId="11">
    <w:abstractNumId w:val="7"/>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26"/>
  </w:num>
  <w:num w:numId="15">
    <w:abstractNumId w:val="18"/>
  </w:num>
  <w:num w:numId="16">
    <w:abstractNumId w:val="3"/>
  </w:num>
  <w:num w:numId="17">
    <w:abstractNumId w:val="27"/>
  </w:num>
  <w:num w:numId="18">
    <w:abstractNumId w:val="23"/>
  </w:num>
  <w:num w:numId="19">
    <w:abstractNumId w:val="6"/>
  </w:num>
  <w:num w:numId="20">
    <w:abstractNumId w:val="19"/>
  </w:num>
  <w:num w:numId="21">
    <w:abstractNumId w:val="2"/>
  </w:num>
  <w:num w:numId="22">
    <w:abstractNumId w:val="12"/>
  </w:num>
  <w:num w:numId="23">
    <w:abstractNumId w:val="5"/>
  </w:num>
  <w:num w:numId="24">
    <w:abstractNumId w:val="11"/>
  </w:num>
  <w:num w:numId="25">
    <w:abstractNumId w:val="22"/>
  </w:num>
  <w:num w:numId="26">
    <w:abstractNumId w:val="24"/>
  </w:num>
  <w:num w:numId="27">
    <w:abstractNumId w:val="21"/>
  </w:num>
  <w:num w:numId="28">
    <w:abstractNumId w:val="16"/>
  </w:num>
  <w:num w:numId="29">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313CF"/>
    <w:rsid w:val="00000207"/>
    <w:rsid w:val="000006D9"/>
    <w:rsid w:val="00001341"/>
    <w:rsid w:val="00001BA1"/>
    <w:rsid w:val="00001D92"/>
    <w:rsid w:val="00002173"/>
    <w:rsid w:val="000022A8"/>
    <w:rsid w:val="00002545"/>
    <w:rsid w:val="00003014"/>
    <w:rsid w:val="00003258"/>
    <w:rsid w:val="0000355E"/>
    <w:rsid w:val="00003645"/>
    <w:rsid w:val="00003691"/>
    <w:rsid w:val="00003894"/>
    <w:rsid w:val="00003BDE"/>
    <w:rsid w:val="0000402A"/>
    <w:rsid w:val="000041DD"/>
    <w:rsid w:val="00005021"/>
    <w:rsid w:val="0000571C"/>
    <w:rsid w:val="00005B70"/>
    <w:rsid w:val="00005B7D"/>
    <w:rsid w:val="00005EFC"/>
    <w:rsid w:val="000078CA"/>
    <w:rsid w:val="00007CDD"/>
    <w:rsid w:val="00010D32"/>
    <w:rsid w:val="00010E12"/>
    <w:rsid w:val="00012528"/>
    <w:rsid w:val="00012A68"/>
    <w:rsid w:val="00012B37"/>
    <w:rsid w:val="00012E5B"/>
    <w:rsid w:val="00013895"/>
    <w:rsid w:val="00014057"/>
    <w:rsid w:val="000142E3"/>
    <w:rsid w:val="000147E2"/>
    <w:rsid w:val="000149A3"/>
    <w:rsid w:val="00014C26"/>
    <w:rsid w:val="00015058"/>
    <w:rsid w:val="00016173"/>
    <w:rsid w:val="00016566"/>
    <w:rsid w:val="00016A38"/>
    <w:rsid w:val="00016DF3"/>
    <w:rsid w:val="00017F58"/>
    <w:rsid w:val="000205D8"/>
    <w:rsid w:val="000214F8"/>
    <w:rsid w:val="00021879"/>
    <w:rsid w:val="00021D21"/>
    <w:rsid w:val="0002205C"/>
    <w:rsid w:val="00022469"/>
    <w:rsid w:val="00022DF8"/>
    <w:rsid w:val="000235F9"/>
    <w:rsid w:val="00023A30"/>
    <w:rsid w:val="00023DC4"/>
    <w:rsid w:val="0002480E"/>
    <w:rsid w:val="00024AB8"/>
    <w:rsid w:val="00024BEE"/>
    <w:rsid w:val="0002504A"/>
    <w:rsid w:val="00025735"/>
    <w:rsid w:val="00025822"/>
    <w:rsid w:val="00025FA2"/>
    <w:rsid w:val="00026646"/>
    <w:rsid w:val="000269CC"/>
    <w:rsid w:val="00026DC7"/>
    <w:rsid w:val="00026DCD"/>
    <w:rsid w:val="0002716D"/>
    <w:rsid w:val="0002793D"/>
    <w:rsid w:val="00027F59"/>
    <w:rsid w:val="000307DD"/>
    <w:rsid w:val="0003089F"/>
    <w:rsid w:val="00030F2F"/>
    <w:rsid w:val="00030F46"/>
    <w:rsid w:val="0003108D"/>
    <w:rsid w:val="00031AFD"/>
    <w:rsid w:val="00031C5C"/>
    <w:rsid w:val="00031F3F"/>
    <w:rsid w:val="00032300"/>
    <w:rsid w:val="00032917"/>
    <w:rsid w:val="00032B48"/>
    <w:rsid w:val="000339DA"/>
    <w:rsid w:val="00034309"/>
    <w:rsid w:val="000344CD"/>
    <w:rsid w:val="00034B68"/>
    <w:rsid w:val="0003548E"/>
    <w:rsid w:val="00035A7A"/>
    <w:rsid w:val="00035E93"/>
    <w:rsid w:val="00036069"/>
    <w:rsid w:val="00036107"/>
    <w:rsid w:val="000368AB"/>
    <w:rsid w:val="00036C1D"/>
    <w:rsid w:val="00036ECA"/>
    <w:rsid w:val="00037C4D"/>
    <w:rsid w:val="000404C0"/>
    <w:rsid w:val="00041030"/>
    <w:rsid w:val="000415FA"/>
    <w:rsid w:val="0004162C"/>
    <w:rsid w:val="00041E45"/>
    <w:rsid w:val="00041EA6"/>
    <w:rsid w:val="00042313"/>
    <w:rsid w:val="00042377"/>
    <w:rsid w:val="00042687"/>
    <w:rsid w:val="00042DC2"/>
    <w:rsid w:val="00042ECB"/>
    <w:rsid w:val="00043553"/>
    <w:rsid w:val="00043916"/>
    <w:rsid w:val="00044423"/>
    <w:rsid w:val="0004460F"/>
    <w:rsid w:val="00044866"/>
    <w:rsid w:val="00044D2E"/>
    <w:rsid w:val="00044EE5"/>
    <w:rsid w:val="00045604"/>
    <w:rsid w:val="00045EF6"/>
    <w:rsid w:val="00047004"/>
    <w:rsid w:val="00047454"/>
    <w:rsid w:val="00047625"/>
    <w:rsid w:val="00047C27"/>
    <w:rsid w:val="00047CC9"/>
    <w:rsid w:val="000504AF"/>
    <w:rsid w:val="000506D0"/>
    <w:rsid w:val="00050CBE"/>
    <w:rsid w:val="00052176"/>
    <w:rsid w:val="000525EC"/>
    <w:rsid w:val="00053168"/>
    <w:rsid w:val="00053690"/>
    <w:rsid w:val="00053B05"/>
    <w:rsid w:val="00053B52"/>
    <w:rsid w:val="00053BAE"/>
    <w:rsid w:val="0005444D"/>
    <w:rsid w:val="00054885"/>
    <w:rsid w:val="00054CD6"/>
    <w:rsid w:val="00054EC6"/>
    <w:rsid w:val="000552E0"/>
    <w:rsid w:val="00055514"/>
    <w:rsid w:val="000555D7"/>
    <w:rsid w:val="00056182"/>
    <w:rsid w:val="00056436"/>
    <w:rsid w:val="00056A2C"/>
    <w:rsid w:val="00056B0C"/>
    <w:rsid w:val="00056E57"/>
    <w:rsid w:val="00057DE1"/>
    <w:rsid w:val="00057EAB"/>
    <w:rsid w:val="00057F04"/>
    <w:rsid w:val="0006009D"/>
    <w:rsid w:val="000601C9"/>
    <w:rsid w:val="000609D9"/>
    <w:rsid w:val="00060C32"/>
    <w:rsid w:val="00060C96"/>
    <w:rsid w:val="00060F06"/>
    <w:rsid w:val="00061865"/>
    <w:rsid w:val="000618DB"/>
    <w:rsid w:val="00061E8B"/>
    <w:rsid w:val="00062350"/>
    <w:rsid w:val="000623B7"/>
    <w:rsid w:val="00062F31"/>
    <w:rsid w:val="000630DC"/>
    <w:rsid w:val="00063641"/>
    <w:rsid w:val="0006371C"/>
    <w:rsid w:val="00063BE6"/>
    <w:rsid w:val="00063C15"/>
    <w:rsid w:val="00064561"/>
    <w:rsid w:val="0006501E"/>
    <w:rsid w:val="00065617"/>
    <w:rsid w:val="000657B2"/>
    <w:rsid w:val="000669C9"/>
    <w:rsid w:val="00066A80"/>
    <w:rsid w:val="00066AD0"/>
    <w:rsid w:val="00066BAA"/>
    <w:rsid w:val="000677FB"/>
    <w:rsid w:val="000678B8"/>
    <w:rsid w:val="00067BC3"/>
    <w:rsid w:val="00070BDF"/>
    <w:rsid w:val="00070E2E"/>
    <w:rsid w:val="00071760"/>
    <w:rsid w:val="000722A9"/>
    <w:rsid w:val="00072894"/>
    <w:rsid w:val="00073266"/>
    <w:rsid w:val="0007409B"/>
    <w:rsid w:val="0007439A"/>
    <w:rsid w:val="000748D7"/>
    <w:rsid w:val="00074EFE"/>
    <w:rsid w:val="00074F31"/>
    <w:rsid w:val="00075214"/>
    <w:rsid w:val="000762CE"/>
    <w:rsid w:val="000766ED"/>
    <w:rsid w:val="00076777"/>
    <w:rsid w:val="0007678D"/>
    <w:rsid w:val="00077CE3"/>
    <w:rsid w:val="00080682"/>
    <w:rsid w:val="00080E14"/>
    <w:rsid w:val="000813DE"/>
    <w:rsid w:val="000814F8"/>
    <w:rsid w:val="000818B4"/>
    <w:rsid w:val="00082253"/>
    <w:rsid w:val="00082285"/>
    <w:rsid w:val="00082EBF"/>
    <w:rsid w:val="00082FCC"/>
    <w:rsid w:val="000834EE"/>
    <w:rsid w:val="000837F3"/>
    <w:rsid w:val="00083CA4"/>
    <w:rsid w:val="00083FCC"/>
    <w:rsid w:val="00085016"/>
    <w:rsid w:val="00085077"/>
    <w:rsid w:val="00085507"/>
    <w:rsid w:val="000855CB"/>
    <w:rsid w:val="00085A43"/>
    <w:rsid w:val="00085C0C"/>
    <w:rsid w:val="00086461"/>
    <w:rsid w:val="0008686C"/>
    <w:rsid w:val="00086E04"/>
    <w:rsid w:val="000877AA"/>
    <w:rsid w:val="000878AC"/>
    <w:rsid w:val="00090082"/>
    <w:rsid w:val="0009024D"/>
    <w:rsid w:val="00090EFB"/>
    <w:rsid w:val="00091129"/>
    <w:rsid w:val="0009164D"/>
    <w:rsid w:val="00091BA8"/>
    <w:rsid w:val="00091F4C"/>
    <w:rsid w:val="000920C6"/>
    <w:rsid w:val="000922DE"/>
    <w:rsid w:val="0009233B"/>
    <w:rsid w:val="0009242C"/>
    <w:rsid w:val="00092A8B"/>
    <w:rsid w:val="000936E7"/>
    <w:rsid w:val="00094070"/>
    <w:rsid w:val="0009424D"/>
    <w:rsid w:val="000943A1"/>
    <w:rsid w:val="000947DF"/>
    <w:rsid w:val="00094822"/>
    <w:rsid w:val="00094837"/>
    <w:rsid w:val="000948B9"/>
    <w:rsid w:val="00094AC5"/>
    <w:rsid w:val="00094B14"/>
    <w:rsid w:val="00095052"/>
    <w:rsid w:val="00095D94"/>
    <w:rsid w:val="00095F9C"/>
    <w:rsid w:val="0009652C"/>
    <w:rsid w:val="00096DC7"/>
    <w:rsid w:val="0009731E"/>
    <w:rsid w:val="000A04CC"/>
    <w:rsid w:val="000A0E33"/>
    <w:rsid w:val="000A1169"/>
    <w:rsid w:val="000A173A"/>
    <w:rsid w:val="000A24F7"/>
    <w:rsid w:val="000A2CD9"/>
    <w:rsid w:val="000A3BDE"/>
    <w:rsid w:val="000A3BEF"/>
    <w:rsid w:val="000A3F3D"/>
    <w:rsid w:val="000A404A"/>
    <w:rsid w:val="000A4606"/>
    <w:rsid w:val="000A6008"/>
    <w:rsid w:val="000A6164"/>
    <w:rsid w:val="000A63F5"/>
    <w:rsid w:val="000A69A4"/>
    <w:rsid w:val="000A69C5"/>
    <w:rsid w:val="000A6AAD"/>
    <w:rsid w:val="000A755C"/>
    <w:rsid w:val="000A7726"/>
    <w:rsid w:val="000A7747"/>
    <w:rsid w:val="000A7FAB"/>
    <w:rsid w:val="000B0A5E"/>
    <w:rsid w:val="000B0B92"/>
    <w:rsid w:val="000B18C7"/>
    <w:rsid w:val="000B2BA0"/>
    <w:rsid w:val="000B2C02"/>
    <w:rsid w:val="000B2CDB"/>
    <w:rsid w:val="000B2E21"/>
    <w:rsid w:val="000B327C"/>
    <w:rsid w:val="000B4006"/>
    <w:rsid w:val="000B4460"/>
    <w:rsid w:val="000B4B65"/>
    <w:rsid w:val="000B516F"/>
    <w:rsid w:val="000B518A"/>
    <w:rsid w:val="000B52FE"/>
    <w:rsid w:val="000B561F"/>
    <w:rsid w:val="000B6092"/>
    <w:rsid w:val="000B6CED"/>
    <w:rsid w:val="000B740F"/>
    <w:rsid w:val="000C000A"/>
    <w:rsid w:val="000C065A"/>
    <w:rsid w:val="000C0AA1"/>
    <w:rsid w:val="000C0E50"/>
    <w:rsid w:val="000C0E99"/>
    <w:rsid w:val="000C119A"/>
    <w:rsid w:val="000C11E2"/>
    <w:rsid w:val="000C1DE5"/>
    <w:rsid w:val="000C1E97"/>
    <w:rsid w:val="000C2BEB"/>
    <w:rsid w:val="000C3153"/>
    <w:rsid w:val="000C34AB"/>
    <w:rsid w:val="000C3D3D"/>
    <w:rsid w:val="000C3FE0"/>
    <w:rsid w:val="000C437D"/>
    <w:rsid w:val="000C4888"/>
    <w:rsid w:val="000C4F56"/>
    <w:rsid w:val="000C573C"/>
    <w:rsid w:val="000C5C22"/>
    <w:rsid w:val="000C5E2E"/>
    <w:rsid w:val="000C614C"/>
    <w:rsid w:val="000C61C1"/>
    <w:rsid w:val="000C6C72"/>
    <w:rsid w:val="000C6DFC"/>
    <w:rsid w:val="000C7065"/>
    <w:rsid w:val="000C72E4"/>
    <w:rsid w:val="000C7357"/>
    <w:rsid w:val="000C7CD3"/>
    <w:rsid w:val="000D0206"/>
    <w:rsid w:val="000D0542"/>
    <w:rsid w:val="000D1349"/>
    <w:rsid w:val="000D14D5"/>
    <w:rsid w:val="000D1726"/>
    <w:rsid w:val="000D21AB"/>
    <w:rsid w:val="000D2420"/>
    <w:rsid w:val="000D2C81"/>
    <w:rsid w:val="000D30EA"/>
    <w:rsid w:val="000D328B"/>
    <w:rsid w:val="000D3402"/>
    <w:rsid w:val="000D34E4"/>
    <w:rsid w:val="000D4D0C"/>
    <w:rsid w:val="000D51FC"/>
    <w:rsid w:val="000D53C9"/>
    <w:rsid w:val="000D5947"/>
    <w:rsid w:val="000D5DC3"/>
    <w:rsid w:val="000D63FE"/>
    <w:rsid w:val="000D785C"/>
    <w:rsid w:val="000D7BC7"/>
    <w:rsid w:val="000D7C77"/>
    <w:rsid w:val="000D7F98"/>
    <w:rsid w:val="000E0648"/>
    <w:rsid w:val="000E0AFD"/>
    <w:rsid w:val="000E1B13"/>
    <w:rsid w:val="000E1EFD"/>
    <w:rsid w:val="000E2026"/>
    <w:rsid w:val="000E2A77"/>
    <w:rsid w:val="000E30E0"/>
    <w:rsid w:val="000E3134"/>
    <w:rsid w:val="000E3DA9"/>
    <w:rsid w:val="000E41EA"/>
    <w:rsid w:val="000E48E4"/>
    <w:rsid w:val="000E49C1"/>
    <w:rsid w:val="000E4FE1"/>
    <w:rsid w:val="000E558F"/>
    <w:rsid w:val="000E5B62"/>
    <w:rsid w:val="000E5E24"/>
    <w:rsid w:val="000E6623"/>
    <w:rsid w:val="000E672C"/>
    <w:rsid w:val="000E67EB"/>
    <w:rsid w:val="000E681C"/>
    <w:rsid w:val="000E6C63"/>
    <w:rsid w:val="000E7263"/>
    <w:rsid w:val="000F0183"/>
    <w:rsid w:val="000F0198"/>
    <w:rsid w:val="000F06F2"/>
    <w:rsid w:val="000F08F6"/>
    <w:rsid w:val="000F10C0"/>
    <w:rsid w:val="000F10E8"/>
    <w:rsid w:val="000F1296"/>
    <w:rsid w:val="000F12A7"/>
    <w:rsid w:val="000F14DD"/>
    <w:rsid w:val="000F1872"/>
    <w:rsid w:val="000F1F05"/>
    <w:rsid w:val="000F1F35"/>
    <w:rsid w:val="000F2426"/>
    <w:rsid w:val="000F24E1"/>
    <w:rsid w:val="000F2769"/>
    <w:rsid w:val="000F2FCF"/>
    <w:rsid w:val="000F334A"/>
    <w:rsid w:val="000F34BF"/>
    <w:rsid w:val="000F39D3"/>
    <w:rsid w:val="000F3AA6"/>
    <w:rsid w:val="000F423E"/>
    <w:rsid w:val="000F6182"/>
    <w:rsid w:val="000F68E7"/>
    <w:rsid w:val="000F6D6D"/>
    <w:rsid w:val="000F7416"/>
    <w:rsid w:val="00100C8A"/>
    <w:rsid w:val="00100E06"/>
    <w:rsid w:val="00101557"/>
    <w:rsid w:val="00101957"/>
    <w:rsid w:val="00101FB3"/>
    <w:rsid w:val="00102AF6"/>
    <w:rsid w:val="001037E7"/>
    <w:rsid w:val="0010404D"/>
    <w:rsid w:val="001047FF"/>
    <w:rsid w:val="00104AFC"/>
    <w:rsid w:val="00104EC7"/>
    <w:rsid w:val="00104FBD"/>
    <w:rsid w:val="0010548C"/>
    <w:rsid w:val="001057D9"/>
    <w:rsid w:val="00105BED"/>
    <w:rsid w:val="00105CFD"/>
    <w:rsid w:val="001067B3"/>
    <w:rsid w:val="00106C1A"/>
    <w:rsid w:val="00107E49"/>
    <w:rsid w:val="0011016E"/>
    <w:rsid w:val="00110E29"/>
    <w:rsid w:val="00111188"/>
    <w:rsid w:val="00111565"/>
    <w:rsid w:val="00111607"/>
    <w:rsid w:val="00112926"/>
    <w:rsid w:val="00113347"/>
    <w:rsid w:val="00113B79"/>
    <w:rsid w:val="001140A4"/>
    <w:rsid w:val="001144B6"/>
    <w:rsid w:val="001146AE"/>
    <w:rsid w:val="00114973"/>
    <w:rsid w:val="00114A96"/>
    <w:rsid w:val="00115938"/>
    <w:rsid w:val="00115A04"/>
    <w:rsid w:val="00115EE2"/>
    <w:rsid w:val="0011688F"/>
    <w:rsid w:val="00116B9E"/>
    <w:rsid w:val="00117C22"/>
    <w:rsid w:val="00117D2C"/>
    <w:rsid w:val="00120315"/>
    <w:rsid w:val="0012036E"/>
    <w:rsid w:val="0012041F"/>
    <w:rsid w:val="00120B2E"/>
    <w:rsid w:val="001211AC"/>
    <w:rsid w:val="001214A8"/>
    <w:rsid w:val="00121526"/>
    <w:rsid w:val="00121715"/>
    <w:rsid w:val="00121A3E"/>
    <w:rsid w:val="00122774"/>
    <w:rsid w:val="001231A0"/>
    <w:rsid w:val="001238B8"/>
    <w:rsid w:val="00123AB8"/>
    <w:rsid w:val="00123DC5"/>
    <w:rsid w:val="00124AD0"/>
    <w:rsid w:val="00125606"/>
    <w:rsid w:val="00125A31"/>
    <w:rsid w:val="001263E1"/>
    <w:rsid w:val="00126509"/>
    <w:rsid w:val="001266E3"/>
    <w:rsid w:val="0012684F"/>
    <w:rsid w:val="00126F26"/>
    <w:rsid w:val="001270AF"/>
    <w:rsid w:val="001270DF"/>
    <w:rsid w:val="001274A4"/>
    <w:rsid w:val="0012774A"/>
    <w:rsid w:val="00127AFB"/>
    <w:rsid w:val="00130224"/>
    <w:rsid w:val="00130E5B"/>
    <w:rsid w:val="001313CF"/>
    <w:rsid w:val="0013171A"/>
    <w:rsid w:val="00132375"/>
    <w:rsid w:val="001324E7"/>
    <w:rsid w:val="00132675"/>
    <w:rsid w:val="00132B58"/>
    <w:rsid w:val="00132BC4"/>
    <w:rsid w:val="0013317B"/>
    <w:rsid w:val="00133C74"/>
    <w:rsid w:val="00133D31"/>
    <w:rsid w:val="00133EC0"/>
    <w:rsid w:val="00133FE9"/>
    <w:rsid w:val="001341E3"/>
    <w:rsid w:val="0013427B"/>
    <w:rsid w:val="00134714"/>
    <w:rsid w:val="00135027"/>
    <w:rsid w:val="00135053"/>
    <w:rsid w:val="0013508C"/>
    <w:rsid w:val="00135174"/>
    <w:rsid w:val="001360BD"/>
    <w:rsid w:val="001363E5"/>
    <w:rsid w:val="0013687E"/>
    <w:rsid w:val="00136A6E"/>
    <w:rsid w:val="00136AB9"/>
    <w:rsid w:val="00136EC5"/>
    <w:rsid w:val="00137BD1"/>
    <w:rsid w:val="00137E5E"/>
    <w:rsid w:val="001405AF"/>
    <w:rsid w:val="00140F3E"/>
    <w:rsid w:val="00141030"/>
    <w:rsid w:val="0014111D"/>
    <w:rsid w:val="00141627"/>
    <w:rsid w:val="0014183F"/>
    <w:rsid w:val="001421E2"/>
    <w:rsid w:val="001423BA"/>
    <w:rsid w:val="0014293E"/>
    <w:rsid w:val="00142AF8"/>
    <w:rsid w:val="00142B73"/>
    <w:rsid w:val="001439EF"/>
    <w:rsid w:val="00143DB6"/>
    <w:rsid w:val="0014424E"/>
    <w:rsid w:val="0014430A"/>
    <w:rsid w:val="00144351"/>
    <w:rsid w:val="001444A2"/>
    <w:rsid w:val="00144A7F"/>
    <w:rsid w:val="00146234"/>
    <w:rsid w:val="0014658F"/>
    <w:rsid w:val="00146B80"/>
    <w:rsid w:val="00146CCC"/>
    <w:rsid w:val="00147F5E"/>
    <w:rsid w:val="00150119"/>
    <w:rsid w:val="00150BD4"/>
    <w:rsid w:val="00151113"/>
    <w:rsid w:val="001512FF"/>
    <w:rsid w:val="00152382"/>
    <w:rsid w:val="001524BE"/>
    <w:rsid w:val="00152FA1"/>
    <w:rsid w:val="00153DAA"/>
    <w:rsid w:val="0015445B"/>
    <w:rsid w:val="00154670"/>
    <w:rsid w:val="00154B29"/>
    <w:rsid w:val="00154B30"/>
    <w:rsid w:val="00155262"/>
    <w:rsid w:val="00155AAF"/>
    <w:rsid w:val="00155B54"/>
    <w:rsid w:val="00156A3E"/>
    <w:rsid w:val="00157172"/>
    <w:rsid w:val="0015755C"/>
    <w:rsid w:val="001603D3"/>
    <w:rsid w:val="00160AD4"/>
    <w:rsid w:val="00161461"/>
    <w:rsid w:val="00161656"/>
    <w:rsid w:val="00161A0B"/>
    <w:rsid w:val="00161F62"/>
    <w:rsid w:val="00162910"/>
    <w:rsid w:val="00162C0B"/>
    <w:rsid w:val="00162D29"/>
    <w:rsid w:val="00163A3F"/>
    <w:rsid w:val="00163C55"/>
    <w:rsid w:val="00164288"/>
    <w:rsid w:val="001647DB"/>
    <w:rsid w:val="00164813"/>
    <w:rsid w:val="00165187"/>
    <w:rsid w:val="001652FC"/>
    <w:rsid w:val="0016540B"/>
    <w:rsid w:val="00165F41"/>
    <w:rsid w:val="001663EF"/>
    <w:rsid w:val="00167A96"/>
    <w:rsid w:val="001702DE"/>
    <w:rsid w:val="00171564"/>
    <w:rsid w:val="001716DD"/>
    <w:rsid w:val="001719FE"/>
    <w:rsid w:val="00171C14"/>
    <w:rsid w:val="001721C7"/>
    <w:rsid w:val="00172EDB"/>
    <w:rsid w:val="00173ECB"/>
    <w:rsid w:val="00174E78"/>
    <w:rsid w:val="00175F47"/>
    <w:rsid w:val="0017677C"/>
    <w:rsid w:val="001768A0"/>
    <w:rsid w:val="00177953"/>
    <w:rsid w:val="001800CA"/>
    <w:rsid w:val="00180C5E"/>
    <w:rsid w:val="00180E72"/>
    <w:rsid w:val="00181238"/>
    <w:rsid w:val="00181794"/>
    <w:rsid w:val="001817A2"/>
    <w:rsid w:val="0018186E"/>
    <w:rsid w:val="00181AA0"/>
    <w:rsid w:val="0018231E"/>
    <w:rsid w:val="00182606"/>
    <w:rsid w:val="00182730"/>
    <w:rsid w:val="00182979"/>
    <w:rsid w:val="00182FD0"/>
    <w:rsid w:val="0018403D"/>
    <w:rsid w:val="00184470"/>
    <w:rsid w:val="00184EC6"/>
    <w:rsid w:val="001853A4"/>
    <w:rsid w:val="00185B48"/>
    <w:rsid w:val="00185B99"/>
    <w:rsid w:val="00185C73"/>
    <w:rsid w:val="00186A72"/>
    <w:rsid w:val="0018779C"/>
    <w:rsid w:val="001879CF"/>
    <w:rsid w:val="001900C4"/>
    <w:rsid w:val="001901A0"/>
    <w:rsid w:val="00190423"/>
    <w:rsid w:val="00190E93"/>
    <w:rsid w:val="001913B9"/>
    <w:rsid w:val="00191E17"/>
    <w:rsid w:val="00192063"/>
    <w:rsid w:val="00192343"/>
    <w:rsid w:val="00193841"/>
    <w:rsid w:val="001941B9"/>
    <w:rsid w:val="00194253"/>
    <w:rsid w:val="00194849"/>
    <w:rsid w:val="001948C0"/>
    <w:rsid w:val="00194BD4"/>
    <w:rsid w:val="00194FB9"/>
    <w:rsid w:val="0019512E"/>
    <w:rsid w:val="00195584"/>
    <w:rsid w:val="001959DA"/>
    <w:rsid w:val="001965E6"/>
    <w:rsid w:val="0019695A"/>
    <w:rsid w:val="00196F31"/>
    <w:rsid w:val="00197B54"/>
    <w:rsid w:val="00197FEF"/>
    <w:rsid w:val="001A08A2"/>
    <w:rsid w:val="001A13F3"/>
    <w:rsid w:val="001A14C9"/>
    <w:rsid w:val="001A18BC"/>
    <w:rsid w:val="001A1CE2"/>
    <w:rsid w:val="001A2BC7"/>
    <w:rsid w:val="001A2F5B"/>
    <w:rsid w:val="001A311B"/>
    <w:rsid w:val="001A35BD"/>
    <w:rsid w:val="001A493B"/>
    <w:rsid w:val="001A4DF3"/>
    <w:rsid w:val="001A539D"/>
    <w:rsid w:val="001A59D6"/>
    <w:rsid w:val="001A5CFE"/>
    <w:rsid w:val="001A6660"/>
    <w:rsid w:val="001A6DF2"/>
    <w:rsid w:val="001A73FC"/>
    <w:rsid w:val="001A76F5"/>
    <w:rsid w:val="001B014A"/>
    <w:rsid w:val="001B0179"/>
    <w:rsid w:val="001B0243"/>
    <w:rsid w:val="001B0A2D"/>
    <w:rsid w:val="001B1567"/>
    <w:rsid w:val="001B18F1"/>
    <w:rsid w:val="001B2598"/>
    <w:rsid w:val="001B2B5E"/>
    <w:rsid w:val="001B2E10"/>
    <w:rsid w:val="001B3606"/>
    <w:rsid w:val="001B372A"/>
    <w:rsid w:val="001B3B89"/>
    <w:rsid w:val="001B3F0E"/>
    <w:rsid w:val="001B40BE"/>
    <w:rsid w:val="001B4483"/>
    <w:rsid w:val="001B4C00"/>
    <w:rsid w:val="001B4E4E"/>
    <w:rsid w:val="001B520D"/>
    <w:rsid w:val="001B5CCD"/>
    <w:rsid w:val="001B5E7A"/>
    <w:rsid w:val="001B605F"/>
    <w:rsid w:val="001B6499"/>
    <w:rsid w:val="001B670C"/>
    <w:rsid w:val="001B6D8A"/>
    <w:rsid w:val="001B7134"/>
    <w:rsid w:val="001B7176"/>
    <w:rsid w:val="001B71B4"/>
    <w:rsid w:val="001B7ABA"/>
    <w:rsid w:val="001B7B8C"/>
    <w:rsid w:val="001B7BD2"/>
    <w:rsid w:val="001B7FD7"/>
    <w:rsid w:val="001C01F5"/>
    <w:rsid w:val="001C01F8"/>
    <w:rsid w:val="001C0512"/>
    <w:rsid w:val="001C058A"/>
    <w:rsid w:val="001C059C"/>
    <w:rsid w:val="001C0965"/>
    <w:rsid w:val="001C0A1C"/>
    <w:rsid w:val="001C1072"/>
    <w:rsid w:val="001C26D8"/>
    <w:rsid w:val="001C2858"/>
    <w:rsid w:val="001C29A0"/>
    <w:rsid w:val="001C35A5"/>
    <w:rsid w:val="001C4566"/>
    <w:rsid w:val="001C48BA"/>
    <w:rsid w:val="001C4AFF"/>
    <w:rsid w:val="001C5138"/>
    <w:rsid w:val="001C533E"/>
    <w:rsid w:val="001C57AD"/>
    <w:rsid w:val="001C5C9C"/>
    <w:rsid w:val="001C5D10"/>
    <w:rsid w:val="001C6205"/>
    <w:rsid w:val="001C62F4"/>
    <w:rsid w:val="001C665D"/>
    <w:rsid w:val="001C66D2"/>
    <w:rsid w:val="001C7253"/>
    <w:rsid w:val="001C74B3"/>
    <w:rsid w:val="001C77E4"/>
    <w:rsid w:val="001D0068"/>
    <w:rsid w:val="001D0104"/>
    <w:rsid w:val="001D02C5"/>
    <w:rsid w:val="001D0396"/>
    <w:rsid w:val="001D04D3"/>
    <w:rsid w:val="001D06EA"/>
    <w:rsid w:val="001D0763"/>
    <w:rsid w:val="001D092B"/>
    <w:rsid w:val="001D11A7"/>
    <w:rsid w:val="001D12B1"/>
    <w:rsid w:val="001D1433"/>
    <w:rsid w:val="001D209C"/>
    <w:rsid w:val="001D2355"/>
    <w:rsid w:val="001D25DB"/>
    <w:rsid w:val="001D27DC"/>
    <w:rsid w:val="001D2860"/>
    <w:rsid w:val="001D2FE4"/>
    <w:rsid w:val="001D35B2"/>
    <w:rsid w:val="001D3A40"/>
    <w:rsid w:val="001D3F7A"/>
    <w:rsid w:val="001D486A"/>
    <w:rsid w:val="001D4E29"/>
    <w:rsid w:val="001D533E"/>
    <w:rsid w:val="001D5412"/>
    <w:rsid w:val="001D54B1"/>
    <w:rsid w:val="001D6824"/>
    <w:rsid w:val="001D69BF"/>
    <w:rsid w:val="001D6CE9"/>
    <w:rsid w:val="001D6EA6"/>
    <w:rsid w:val="001D6F5A"/>
    <w:rsid w:val="001D6FA8"/>
    <w:rsid w:val="001D6FFA"/>
    <w:rsid w:val="001D7E2E"/>
    <w:rsid w:val="001E0388"/>
    <w:rsid w:val="001E06C8"/>
    <w:rsid w:val="001E10BA"/>
    <w:rsid w:val="001E18FF"/>
    <w:rsid w:val="001E2168"/>
    <w:rsid w:val="001E24B4"/>
    <w:rsid w:val="001E34E1"/>
    <w:rsid w:val="001E3697"/>
    <w:rsid w:val="001E3EBB"/>
    <w:rsid w:val="001E4300"/>
    <w:rsid w:val="001E4352"/>
    <w:rsid w:val="001E45F7"/>
    <w:rsid w:val="001E4845"/>
    <w:rsid w:val="001E4CBC"/>
    <w:rsid w:val="001E592E"/>
    <w:rsid w:val="001E66C1"/>
    <w:rsid w:val="001E6760"/>
    <w:rsid w:val="001E69A3"/>
    <w:rsid w:val="001E6B81"/>
    <w:rsid w:val="001E6B88"/>
    <w:rsid w:val="001E6C2A"/>
    <w:rsid w:val="001E7397"/>
    <w:rsid w:val="001E799E"/>
    <w:rsid w:val="001E7A79"/>
    <w:rsid w:val="001E7BC4"/>
    <w:rsid w:val="001F0089"/>
    <w:rsid w:val="001F0416"/>
    <w:rsid w:val="001F05FB"/>
    <w:rsid w:val="001F0AE6"/>
    <w:rsid w:val="001F0DAA"/>
    <w:rsid w:val="001F23AA"/>
    <w:rsid w:val="001F2BFF"/>
    <w:rsid w:val="001F2EF3"/>
    <w:rsid w:val="001F2EFF"/>
    <w:rsid w:val="001F2F25"/>
    <w:rsid w:val="001F3C8E"/>
    <w:rsid w:val="001F4351"/>
    <w:rsid w:val="001F46B6"/>
    <w:rsid w:val="001F56B8"/>
    <w:rsid w:val="001F5CD8"/>
    <w:rsid w:val="001F611E"/>
    <w:rsid w:val="001F6A5A"/>
    <w:rsid w:val="001F6B36"/>
    <w:rsid w:val="001F6F03"/>
    <w:rsid w:val="001F76AD"/>
    <w:rsid w:val="001F7727"/>
    <w:rsid w:val="001F7DEA"/>
    <w:rsid w:val="0020199D"/>
    <w:rsid w:val="00201AC0"/>
    <w:rsid w:val="0020254C"/>
    <w:rsid w:val="00202991"/>
    <w:rsid w:val="002037C2"/>
    <w:rsid w:val="00203CEA"/>
    <w:rsid w:val="0020403A"/>
    <w:rsid w:val="002043C9"/>
    <w:rsid w:val="002053C3"/>
    <w:rsid w:val="00206518"/>
    <w:rsid w:val="002065EE"/>
    <w:rsid w:val="00206FDB"/>
    <w:rsid w:val="002076F0"/>
    <w:rsid w:val="00207BF3"/>
    <w:rsid w:val="00210885"/>
    <w:rsid w:val="00210B87"/>
    <w:rsid w:val="00210BED"/>
    <w:rsid w:val="00211312"/>
    <w:rsid w:val="00211538"/>
    <w:rsid w:val="002115B3"/>
    <w:rsid w:val="002135ED"/>
    <w:rsid w:val="002146B8"/>
    <w:rsid w:val="00214B04"/>
    <w:rsid w:val="00215C50"/>
    <w:rsid w:val="00215F8D"/>
    <w:rsid w:val="002161A3"/>
    <w:rsid w:val="0021620B"/>
    <w:rsid w:val="002162DB"/>
    <w:rsid w:val="002163A7"/>
    <w:rsid w:val="00216AFD"/>
    <w:rsid w:val="00216ECA"/>
    <w:rsid w:val="00217012"/>
    <w:rsid w:val="00217E88"/>
    <w:rsid w:val="00217EAF"/>
    <w:rsid w:val="00220980"/>
    <w:rsid w:val="00221117"/>
    <w:rsid w:val="002216BA"/>
    <w:rsid w:val="00221B62"/>
    <w:rsid w:val="00222A1E"/>
    <w:rsid w:val="00222A55"/>
    <w:rsid w:val="0022302D"/>
    <w:rsid w:val="00223BBE"/>
    <w:rsid w:val="00223FB4"/>
    <w:rsid w:val="0022462F"/>
    <w:rsid w:val="0022658C"/>
    <w:rsid w:val="0022698C"/>
    <w:rsid w:val="002270B9"/>
    <w:rsid w:val="00227154"/>
    <w:rsid w:val="0022786F"/>
    <w:rsid w:val="00230026"/>
    <w:rsid w:val="00230460"/>
    <w:rsid w:val="00230E34"/>
    <w:rsid w:val="00231A37"/>
    <w:rsid w:val="00232625"/>
    <w:rsid w:val="0023289F"/>
    <w:rsid w:val="002328BF"/>
    <w:rsid w:val="002332C8"/>
    <w:rsid w:val="0023337F"/>
    <w:rsid w:val="002335EE"/>
    <w:rsid w:val="002342B9"/>
    <w:rsid w:val="002346EB"/>
    <w:rsid w:val="00234924"/>
    <w:rsid w:val="00234F3B"/>
    <w:rsid w:val="0023580F"/>
    <w:rsid w:val="002358AC"/>
    <w:rsid w:val="0023623A"/>
    <w:rsid w:val="00236AD1"/>
    <w:rsid w:val="00236C4A"/>
    <w:rsid w:val="00236F58"/>
    <w:rsid w:val="00237174"/>
    <w:rsid w:val="002373B9"/>
    <w:rsid w:val="002374F3"/>
    <w:rsid w:val="002409EF"/>
    <w:rsid w:val="00240EEB"/>
    <w:rsid w:val="00240F41"/>
    <w:rsid w:val="00241E8D"/>
    <w:rsid w:val="00242123"/>
    <w:rsid w:val="00242227"/>
    <w:rsid w:val="00242229"/>
    <w:rsid w:val="0024339B"/>
    <w:rsid w:val="00243692"/>
    <w:rsid w:val="00243BB6"/>
    <w:rsid w:val="00243DFF"/>
    <w:rsid w:val="00243E6B"/>
    <w:rsid w:val="00244478"/>
    <w:rsid w:val="0024487C"/>
    <w:rsid w:val="00244E0F"/>
    <w:rsid w:val="0024506B"/>
    <w:rsid w:val="0024510E"/>
    <w:rsid w:val="00245874"/>
    <w:rsid w:val="00245918"/>
    <w:rsid w:val="00245959"/>
    <w:rsid w:val="00245B90"/>
    <w:rsid w:val="00245EF1"/>
    <w:rsid w:val="00245F51"/>
    <w:rsid w:val="00246F3A"/>
    <w:rsid w:val="0024723D"/>
    <w:rsid w:val="00247B9F"/>
    <w:rsid w:val="00250B30"/>
    <w:rsid w:val="00250EF5"/>
    <w:rsid w:val="002510FA"/>
    <w:rsid w:val="00251175"/>
    <w:rsid w:val="00251608"/>
    <w:rsid w:val="00251BA6"/>
    <w:rsid w:val="00252966"/>
    <w:rsid w:val="00252C42"/>
    <w:rsid w:val="00252E1C"/>
    <w:rsid w:val="002533B4"/>
    <w:rsid w:val="00254678"/>
    <w:rsid w:val="002550FC"/>
    <w:rsid w:val="00255B41"/>
    <w:rsid w:val="00255F1A"/>
    <w:rsid w:val="00256124"/>
    <w:rsid w:val="002562A8"/>
    <w:rsid w:val="002565F4"/>
    <w:rsid w:val="00256F3B"/>
    <w:rsid w:val="002579D3"/>
    <w:rsid w:val="00257AB9"/>
    <w:rsid w:val="002607CC"/>
    <w:rsid w:val="00260877"/>
    <w:rsid w:val="002613D3"/>
    <w:rsid w:val="0026154F"/>
    <w:rsid w:val="00261789"/>
    <w:rsid w:val="00261D2A"/>
    <w:rsid w:val="00262032"/>
    <w:rsid w:val="00262172"/>
    <w:rsid w:val="0026279E"/>
    <w:rsid w:val="00262CB9"/>
    <w:rsid w:val="00262D44"/>
    <w:rsid w:val="00262D7B"/>
    <w:rsid w:val="0026363D"/>
    <w:rsid w:val="00263FD2"/>
    <w:rsid w:val="00264491"/>
    <w:rsid w:val="00264BD7"/>
    <w:rsid w:val="0026597D"/>
    <w:rsid w:val="002666E4"/>
    <w:rsid w:val="002668C2"/>
    <w:rsid w:val="00267485"/>
    <w:rsid w:val="00267951"/>
    <w:rsid w:val="00267FF8"/>
    <w:rsid w:val="00270319"/>
    <w:rsid w:val="00270476"/>
    <w:rsid w:val="002708EC"/>
    <w:rsid w:val="00270CE5"/>
    <w:rsid w:val="0027142D"/>
    <w:rsid w:val="0027173E"/>
    <w:rsid w:val="002718EC"/>
    <w:rsid w:val="00271FB4"/>
    <w:rsid w:val="00271FC1"/>
    <w:rsid w:val="002720AD"/>
    <w:rsid w:val="002721F6"/>
    <w:rsid w:val="00272C5C"/>
    <w:rsid w:val="002736D1"/>
    <w:rsid w:val="00273A05"/>
    <w:rsid w:val="00273C6D"/>
    <w:rsid w:val="00273FDA"/>
    <w:rsid w:val="002740AE"/>
    <w:rsid w:val="00274357"/>
    <w:rsid w:val="002748FE"/>
    <w:rsid w:val="00275BC5"/>
    <w:rsid w:val="00275CED"/>
    <w:rsid w:val="0027638E"/>
    <w:rsid w:val="00276A71"/>
    <w:rsid w:val="00276CCD"/>
    <w:rsid w:val="002771B6"/>
    <w:rsid w:val="002771CB"/>
    <w:rsid w:val="00280138"/>
    <w:rsid w:val="00280E83"/>
    <w:rsid w:val="0028159F"/>
    <w:rsid w:val="00281A13"/>
    <w:rsid w:val="00282201"/>
    <w:rsid w:val="00282350"/>
    <w:rsid w:val="0028295C"/>
    <w:rsid w:val="00282A5C"/>
    <w:rsid w:val="00282D3F"/>
    <w:rsid w:val="002832B7"/>
    <w:rsid w:val="00283664"/>
    <w:rsid w:val="002839EF"/>
    <w:rsid w:val="00284269"/>
    <w:rsid w:val="00284293"/>
    <w:rsid w:val="002845AF"/>
    <w:rsid w:val="00284B70"/>
    <w:rsid w:val="00284B95"/>
    <w:rsid w:val="0028567E"/>
    <w:rsid w:val="00285A24"/>
    <w:rsid w:val="00286003"/>
    <w:rsid w:val="00286187"/>
    <w:rsid w:val="00286412"/>
    <w:rsid w:val="00286562"/>
    <w:rsid w:val="00286887"/>
    <w:rsid w:val="00286AF0"/>
    <w:rsid w:val="00286D22"/>
    <w:rsid w:val="0028729F"/>
    <w:rsid w:val="0028747C"/>
    <w:rsid w:val="00290851"/>
    <w:rsid w:val="00291312"/>
    <w:rsid w:val="002913D2"/>
    <w:rsid w:val="00291D9C"/>
    <w:rsid w:val="00292030"/>
    <w:rsid w:val="00292584"/>
    <w:rsid w:val="0029268C"/>
    <w:rsid w:val="0029279E"/>
    <w:rsid w:val="00292823"/>
    <w:rsid w:val="00293817"/>
    <w:rsid w:val="002942C4"/>
    <w:rsid w:val="002946B2"/>
    <w:rsid w:val="0029479E"/>
    <w:rsid w:val="0029539B"/>
    <w:rsid w:val="00295448"/>
    <w:rsid w:val="002958D7"/>
    <w:rsid w:val="00295A94"/>
    <w:rsid w:val="00296337"/>
    <w:rsid w:val="002A003E"/>
    <w:rsid w:val="002A07C4"/>
    <w:rsid w:val="002A0964"/>
    <w:rsid w:val="002A0BEC"/>
    <w:rsid w:val="002A0E77"/>
    <w:rsid w:val="002A117C"/>
    <w:rsid w:val="002A11B7"/>
    <w:rsid w:val="002A1669"/>
    <w:rsid w:val="002A194D"/>
    <w:rsid w:val="002A1F8C"/>
    <w:rsid w:val="002A2CC4"/>
    <w:rsid w:val="002A36B6"/>
    <w:rsid w:val="002A3A1C"/>
    <w:rsid w:val="002A3E45"/>
    <w:rsid w:val="002A400A"/>
    <w:rsid w:val="002A4CEC"/>
    <w:rsid w:val="002A4CF0"/>
    <w:rsid w:val="002A5030"/>
    <w:rsid w:val="002A59AC"/>
    <w:rsid w:val="002A5ABA"/>
    <w:rsid w:val="002A5BCD"/>
    <w:rsid w:val="002A6414"/>
    <w:rsid w:val="002A69E4"/>
    <w:rsid w:val="002A6BB9"/>
    <w:rsid w:val="002A7A96"/>
    <w:rsid w:val="002A7C98"/>
    <w:rsid w:val="002B0445"/>
    <w:rsid w:val="002B06B7"/>
    <w:rsid w:val="002B10D6"/>
    <w:rsid w:val="002B167B"/>
    <w:rsid w:val="002B16DB"/>
    <w:rsid w:val="002B1DB8"/>
    <w:rsid w:val="002B2870"/>
    <w:rsid w:val="002B2FCB"/>
    <w:rsid w:val="002B307C"/>
    <w:rsid w:val="002B3433"/>
    <w:rsid w:val="002B3BAD"/>
    <w:rsid w:val="002B402F"/>
    <w:rsid w:val="002B437C"/>
    <w:rsid w:val="002B4D85"/>
    <w:rsid w:val="002B519F"/>
    <w:rsid w:val="002B526D"/>
    <w:rsid w:val="002B5296"/>
    <w:rsid w:val="002B551E"/>
    <w:rsid w:val="002B64FB"/>
    <w:rsid w:val="002B6B66"/>
    <w:rsid w:val="002B790F"/>
    <w:rsid w:val="002B7923"/>
    <w:rsid w:val="002B7CEA"/>
    <w:rsid w:val="002B7F91"/>
    <w:rsid w:val="002C0502"/>
    <w:rsid w:val="002C052D"/>
    <w:rsid w:val="002C08F6"/>
    <w:rsid w:val="002C14A2"/>
    <w:rsid w:val="002C18F6"/>
    <w:rsid w:val="002C1CB5"/>
    <w:rsid w:val="002C1DF2"/>
    <w:rsid w:val="002C1DFE"/>
    <w:rsid w:val="002C25FF"/>
    <w:rsid w:val="002C2A0E"/>
    <w:rsid w:val="002C2F82"/>
    <w:rsid w:val="002C33C7"/>
    <w:rsid w:val="002C36AF"/>
    <w:rsid w:val="002C38C3"/>
    <w:rsid w:val="002C3CC7"/>
    <w:rsid w:val="002C4382"/>
    <w:rsid w:val="002C45B0"/>
    <w:rsid w:val="002C485D"/>
    <w:rsid w:val="002C4C40"/>
    <w:rsid w:val="002C5EC7"/>
    <w:rsid w:val="002C640C"/>
    <w:rsid w:val="002C723C"/>
    <w:rsid w:val="002D0189"/>
    <w:rsid w:val="002D018D"/>
    <w:rsid w:val="002D0582"/>
    <w:rsid w:val="002D0840"/>
    <w:rsid w:val="002D0C5F"/>
    <w:rsid w:val="002D1054"/>
    <w:rsid w:val="002D11AF"/>
    <w:rsid w:val="002D128C"/>
    <w:rsid w:val="002D32F9"/>
    <w:rsid w:val="002D34D3"/>
    <w:rsid w:val="002D363C"/>
    <w:rsid w:val="002D3BE3"/>
    <w:rsid w:val="002D49B1"/>
    <w:rsid w:val="002D53D4"/>
    <w:rsid w:val="002D54BA"/>
    <w:rsid w:val="002D562A"/>
    <w:rsid w:val="002D5842"/>
    <w:rsid w:val="002D5E86"/>
    <w:rsid w:val="002D657C"/>
    <w:rsid w:val="002D762E"/>
    <w:rsid w:val="002D78E3"/>
    <w:rsid w:val="002E0000"/>
    <w:rsid w:val="002E014D"/>
    <w:rsid w:val="002E10B1"/>
    <w:rsid w:val="002E1A69"/>
    <w:rsid w:val="002E1B4B"/>
    <w:rsid w:val="002E2C78"/>
    <w:rsid w:val="002E30ED"/>
    <w:rsid w:val="002E32D1"/>
    <w:rsid w:val="002E33A0"/>
    <w:rsid w:val="002E33E7"/>
    <w:rsid w:val="002E36A0"/>
    <w:rsid w:val="002E40F8"/>
    <w:rsid w:val="002E434E"/>
    <w:rsid w:val="002E4AFE"/>
    <w:rsid w:val="002E6836"/>
    <w:rsid w:val="002E71CA"/>
    <w:rsid w:val="002E74B9"/>
    <w:rsid w:val="002E7A1C"/>
    <w:rsid w:val="002F0017"/>
    <w:rsid w:val="002F05EB"/>
    <w:rsid w:val="002F076B"/>
    <w:rsid w:val="002F07DC"/>
    <w:rsid w:val="002F0AB7"/>
    <w:rsid w:val="002F0EB3"/>
    <w:rsid w:val="002F1016"/>
    <w:rsid w:val="002F1491"/>
    <w:rsid w:val="002F1A31"/>
    <w:rsid w:val="002F1CFB"/>
    <w:rsid w:val="002F23C0"/>
    <w:rsid w:val="002F2659"/>
    <w:rsid w:val="002F2D4D"/>
    <w:rsid w:val="002F4289"/>
    <w:rsid w:val="002F4445"/>
    <w:rsid w:val="002F4DC9"/>
    <w:rsid w:val="002F56BE"/>
    <w:rsid w:val="002F5739"/>
    <w:rsid w:val="002F5A39"/>
    <w:rsid w:val="002F63D7"/>
    <w:rsid w:val="002F6BF4"/>
    <w:rsid w:val="002F71D4"/>
    <w:rsid w:val="002F7306"/>
    <w:rsid w:val="002F7532"/>
    <w:rsid w:val="002F76EF"/>
    <w:rsid w:val="002F7C1E"/>
    <w:rsid w:val="00301400"/>
    <w:rsid w:val="00301556"/>
    <w:rsid w:val="00301DFB"/>
    <w:rsid w:val="0030232C"/>
    <w:rsid w:val="00302351"/>
    <w:rsid w:val="00302882"/>
    <w:rsid w:val="00303088"/>
    <w:rsid w:val="00303224"/>
    <w:rsid w:val="0030351C"/>
    <w:rsid w:val="00304B5B"/>
    <w:rsid w:val="00304EB0"/>
    <w:rsid w:val="00305126"/>
    <w:rsid w:val="00305AC8"/>
    <w:rsid w:val="00305D27"/>
    <w:rsid w:val="00305D37"/>
    <w:rsid w:val="003061B8"/>
    <w:rsid w:val="00306501"/>
    <w:rsid w:val="003066CB"/>
    <w:rsid w:val="00306761"/>
    <w:rsid w:val="0030700E"/>
    <w:rsid w:val="003076F9"/>
    <w:rsid w:val="003077C0"/>
    <w:rsid w:val="00310206"/>
    <w:rsid w:val="00310809"/>
    <w:rsid w:val="00310C78"/>
    <w:rsid w:val="00311361"/>
    <w:rsid w:val="0031162F"/>
    <w:rsid w:val="00311967"/>
    <w:rsid w:val="0031217D"/>
    <w:rsid w:val="0031232B"/>
    <w:rsid w:val="0031250E"/>
    <w:rsid w:val="00314D27"/>
    <w:rsid w:val="003151E0"/>
    <w:rsid w:val="00315200"/>
    <w:rsid w:val="00315EB5"/>
    <w:rsid w:val="003161D2"/>
    <w:rsid w:val="00316795"/>
    <w:rsid w:val="00316C82"/>
    <w:rsid w:val="00316D7D"/>
    <w:rsid w:val="00316DC5"/>
    <w:rsid w:val="00317CF3"/>
    <w:rsid w:val="0032215E"/>
    <w:rsid w:val="0032250D"/>
    <w:rsid w:val="003229FD"/>
    <w:rsid w:val="00323BC6"/>
    <w:rsid w:val="0032570F"/>
    <w:rsid w:val="0032580D"/>
    <w:rsid w:val="00325970"/>
    <w:rsid w:val="00325A78"/>
    <w:rsid w:val="00325C4F"/>
    <w:rsid w:val="003260EB"/>
    <w:rsid w:val="00326A71"/>
    <w:rsid w:val="00326D70"/>
    <w:rsid w:val="00327257"/>
    <w:rsid w:val="00327F9C"/>
    <w:rsid w:val="0033021C"/>
    <w:rsid w:val="003303E3"/>
    <w:rsid w:val="0033080E"/>
    <w:rsid w:val="003313B8"/>
    <w:rsid w:val="00331E88"/>
    <w:rsid w:val="00332566"/>
    <w:rsid w:val="003327DE"/>
    <w:rsid w:val="00332CF0"/>
    <w:rsid w:val="003336BB"/>
    <w:rsid w:val="00333FEA"/>
    <w:rsid w:val="003343C8"/>
    <w:rsid w:val="0033483B"/>
    <w:rsid w:val="00334AD3"/>
    <w:rsid w:val="00334E3B"/>
    <w:rsid w:val="003352C9"/>
    <w:rsid w:val="00336235"/>
    <w:rsid w:val="00336290"/>
    <w:rsid w:val="003365C9"/>
    <w:rsid w:val="00336716"/>
    <w:rsid w:val="0034029E"/>
    <w:rsid w:val="00341EA1"/>
    <w:rsid w:val="00342952"/>
    <w:rsid w:val="00343336"/>
    <w:rsid w:val="00343702"/>
    <w:rsid w:val="0034403F"/>
    <w:rsid w:val="0034417C"/>
    <w:rsid w:val="0034429C"/>
    <w:rsid w:val="0034489A"/>
    <w:rsid w:val="00346AD3"/>
    <w:rsid w:val="003477C6"/>
    <w:rsid w:val="00347E5D"/>
    <w:rsid w:val="00347E5E"/>
    <w:rsid w:val="003501D0"/>
    <w:rsid w:val="00350B13"/>
    <w:rsid w:val="00350FE0"/>
    <w:rsid w:val="00351491"/>
    <w:rsid w:val="00351B74"/>
    <w:rsid w:val="00352B5A"/>
    <w:rsid w:val="00352E62"/>
    <w:rsid w:val="003530C4"/>
    <w:rsid w:val="0035344F"/>
    <w:rsid w:val="00353917"/>
    <w:rsid w:val="00353DF3"/>
    <w:rsid w:val="003545D8"/>
    <w:rsid w:val="0035473C"/>
    <w:rsid w:val="00355011"/>
    <w:rsid w:val="0035507C"/>
    <w:rsid w:val="00355A27"/>
    <w:rsid w:val="00355BB4"/>
    <w:rsid w:val="00355E60"/>
    <w:rsid w:val="00356798"/>
    <w:rsid w:val="00356A3F"/>
    <w:rsid w:val="003572BF"/>
    <w:rsid w:val="0035743F"/>
    <w:rsid w:val="0036091C"/>
    <w:rsid w:val="003616AB"/>
    <w:rsid w:val="00361CF2"/>
    <w:rsid w:val="00361F00"/>
    <w:rsid w:val="00361F4D"/>
    <w:rsid w:val="00362303"/>
    <w:rsid w:val="00362377"/>
    <w:rsid w:val="00362E56"/>
    <w:rsid w:val="003637E7"/>
    <w:rsid w:val="00363DAC"/>
    <w:rsid w:val="00363EDF"/>
    <w:rsid w:val="00364018"/>
    <w:rsid w:val="003650B4"/>
    <w:rsid w:val="0036510E"/>
    <w:rsid w:val="00365DAD"/>
    <w:rsid w:val="0036624E"/>
    <w:rsid w:val="00366582"/>
    <w:rsid w:val="00366648"/>
    <w:rsid w:val="0036666D"/>
    <w:rsid w:val="00366B86"/>
    <w:rsid w:val="00366C93"/>
    <w:rsid w:val="003670E5"/>
    <w:rsid w:val="003673AA"/>
    <w:rsid w:val="003677DC"/>
    <w:rsid w:val="00367FD9"/>
    <w:rsid w:val="00370368"/>
    <w:rsid w:val="003705E6"/>
    <w:rsid w:val="00370808"/>
    <w:rsid w:val="00370888"/>
    <w:rsid w:val="00370CD9"/>
    <w:rsid w:val="00372292"/>
    <w:rsid w:val="0037267A"/>
    <w:rsid w:val="003736F9"/>
    <w:rsid w:val="0037376F"/>
    <w:rsid w:val="003738B1"/>
    <w:rsid w:val="00373D75"/>
    <w:rsid w:val="0037413D"/>
    <w:rsid w:val="0037439B"/>
    <w:rsid w:val="003747B0"/>
    <w:rsid w:val="003748CB"/>
    <w:rsid w:val="00374DE1"/>
    <w:rsid w:val="00374EE7"/>
    <w:rsid w:val="0037510E"/>
    <w:rsid w:val="00375237"/>
    <w:rsid w:val="00375650"/>
    <w:rsid w:val="0037594B"/>
    <w:rsid w:val="00375CA0"/>
    <w:rsid w:val="00376673"/>
    <w:rsid w:val="003775C6"/>
    <w:rsid w:val="0038080F"/>
    <w:rsid w:val="00380B90"/>
    <w:rsid w:val="00380F6B"/>
    <w:rsid w:val="003811D8"/>
    <w:rsid w:val="00381647"/>
    <w:rsid w:val="00381904"/>
    <w:rsid w:val="00381D1E"/>
    <w:rsid w:val="003820C7"/>
    <w:rsid w:val="003821FD"/>
    <w:rsid w:val="00382461"/>
    <w:rsid w:val="003825E7"/>
    <w:rsid w:val="0038268D"/>
    <w:rsid w:val="003838BD"/>
    <w:rsid w:val="003841DE"/>
    <w:rsid w:val="00384620"/>
    <w:rsid w:val="003847B7"/>
    <w:rsid w:val="003847C9"/>
    <w:rsid w:val="00384AA6"/>
    <w:rsid w:val="00385570"/>
    <w:rsid w:val="003857A0"/>
    <w:rsid w:val="003859AF"/>
    <w:rsid w:val="0038604F"/>
    <w:rsid w:val="003861B6"/>
    <w:rsid w:val="003861C6"/>
    <w:rsid w:val="00387528"/>
    <w:rsid w:val="00387A84"/>
    <w:rsid w:val="00387FC8"/>
    <w:rsid w:val="003901D8"/>
    <w:rsid w:val="0039037E"/>
    <w:rsid w:val="00390554"/>
    <w:rsid w:val="00390B73"/>
    <w:rsid w:val="00390EE3"/>
    <w:rsid w:val="003910B6"/>
    <w:rsid w:val="0039139F"/>
    <w:rsid w:val="0039157D"/>
    <w:rsid w:val="00391C5F"/>
    <w:rsid w:val="00391D07"/>
    <w:rsid w:val="00391F64"/>
    <w:rsid w:val="0039215A"/>
    <w:rsid w:val="00392A24"/>
    <w:rsid w:val="00393EED"/>
    <w:rsid w:val="00394138"/>
    <w:rsid w:val="0039428E"/>
    <w:rsid w:val="00394314"/>
    <w:rsid w:val="00394EC2"/>
    <w:rsid w:val="003951EB"/>
    <w:rsid w:val="0039561B"/>
    <w:rsid w:val="0039578A"/>
    <w:rsid w:val="0039624B"/>
    <w:rsid w:val="00396480"/>
    <w:rsid w:val="00396596"/>
    <w:rsid w:val="003969B9"/>
    <w:rsid w:val="00396FF1"/>
    <w:rsid w:val="003972ED"/>
    <w:rsid w:val="00397D24"/>
    <w:rsid w:val="003A036C"/>
    <w:rsid w:val="003A0837"/>
    <w:rsid w:val="003A089B"/>
    <w:rsid w:val="003A09ED"/>
    <w:rsid w:val="003A0D94"/>
    <w:rsid w:val="003A0F8F"/>
    <w:rsid w:val="003A167D"/>
    <w:rsid w:val="003A2342"/>
    <w:rsid w:val="003A266B"/>
    <w:rsid w:val="003A32CD"/>
    <w:rsid w:val="003A3678"/>
    <w:rsid w:val="003A395F"/>
    <w:rsid w:val="003A39A6"/>
    <w:rsid w:val="003A39AA"/>
    <w:rsid w:val="003A3AA1"/>
    <w:rsid w:val="003A42A5"/>
    <w:rsid w:val="003A4453"/>
    <w:rsid w:val="003A482E"/>
    <w:rsid w:val="003A487B"/>
    <w:rsid w:val="003A4AE7"/>
    <w:rsid w:val="003A4E25"/>
    <w:rsid w:val="003A4F21"/>
    <w:rsid w:val="003A608C"/>
    <w:rsid w:val="003A6142"/>
    <w:rsid w:val="003A6D51"/>
    <w:rsid w:val="003A7FBE"/>
    <w:rsid w:val="003B06BD"/>
    <w:rsid w:val="003B084B"/>
    <w:rsid w:val="003B0A83"/>
    <w:rsid w:val="003B0AC3"/>
    <w:rsid w:val="003B0BC7"/>
    <w:rsid w:val="003B1881"/>
    <w:rsid w:val="003B1D34"/>
    <w:rsid w:val="003B1D5E"/>
    <w:rsid w:val="003B234B"/>
    <w:rsid w:val="003B26D4"/>
    <w:rsid w:val="003B3209"/>
    <w:rsid w:val="003B321B"/>
    <w:rsid w:val="003B3227"/>
    <w:rsid w:val="003B3ADE"/>
    <w:rsid w:val="003B46EB"/>
    <w:rsid w:val="003B4797"/>
    <w:rsid w:val="003B4F20"/>
    <w:rsid w:val="003B5312"/>
    <w:rsid w:val="003B5384"/>
    <w:rsid w:val="003B5461"/>
    <w:rsid w:val="003B6069"/>
    <w:rsid w:val="003B60E8"/>
    <w:rsid w:val="003B69E3"/>
    <w:rsid w:val="003B6EAD"/>
    <w:rsid w:val="003B71AC"/>
    <w:rsid w:val="003B753D"/>
    <w:rsid w:val="003B7695"/>
    <w:rsid w:val="003B7F32"/>
    <w:rsid w:val="003C0DAF"/>
    <w:rsid w:val="003C250F"/>
    <w:rsid w:val="003C2CF6"/>
    <w:rsid w:val="003C2F6B"/>
    <w:rsid w:val="003C371C"/>
    <w:rsid w:val="003C3759"/>
    <w:rsid w:val="003C38A2"/>
    <w:rsid w:val="003C3A88"/>
    <w:rsid w:val="003C3B96"/>
    <w:rsid w:val="003C3C28"/>
    <w:rsid w:val="003C3EE3"/>
    <w:rsid w:val="003C431E"/>
    <w:rsid w:val="003C452C"/>
    <w:rsid w:val="003C4665"/>
    <w:rsid w:val="003C4A42"/>
    <w:rsid w:val="003C61D1"/>
    <w:rsid w:val="003C69F4"/>
    <w:rsid w:val="003C6DF6"/>
    <w:rsid w:val="003C6ED3"/>
    <w:rsid w:val="003C7BBF"/>
    <w:rsid w:val="003D018A"/>
    <w:rsid w:val="003D0B31"/>
    <w:rsid w:val="003D12B7"/>
    <w:rsid w:val="003D18B6"/>
    <w:rsid w:val="003D1F11"/>
    <w:rsid w:val="003D1FE8"/>
    <w:rsid w:val="003D239D"/>
    <w:rsid w:val="003D2490"/>
    <w:rsid w:val="003D25B9"/>
    <w:rsid w:val="003D27F6"/>
    <w:rsid w:val="003D2AA5"/>
    <w:rsid w:val="003D30CC"/>
    <w:rsid w:val="003D3D23"/>
    <w:rsid w:val="003D3ECE"/>
    <w:rsid w:val="003D44E1"/>
    <w:rsid w:val="003D4969"/>
    <w:rsid w:val="003D5620"/>
    <w:rsid w:val="003D591A"/>
    <w:rsid w:val="003D6330"/>
    <w:rsid w:val="003D6630"/>
    <w:rsid w:val="003D72D3"/>
    <w:rsid w:val="003D731A"/>
    <w:rsid w:val="003D74CE"/>
    <w:rsid w:val="003D787E"/>
    <w:rsid w:val="003D7C57"/>
    <w:rsid w:val="003D7D69"/>
    <w:rsid w:val="003D7E39"/>
    <w:rsid w:val="003E023E"/>
    <w:rsid w:val="003E0AA3"/>
    <w:rsid w:val="003E0E9B"/>
    <w:rsid w:val="003E1049"/>
    <w:rsid w:val="003E19A0"/>
    <w:rsid w:val="003E1B8D"/>
    <w:rsid w:val="003E1BC8"/>
    <w:rsid w:val="003E2A25"/>
    <w:rsid w:val="003E2CC4"/>
    <w:rsid w:val="003E2D11"/>
    <w:rsid w:val="003E2F1A"/>
    <w:rsid w:val="003E3281"/>
    <w:rsid w:val="003E3645"/>
    <w:rsid w:val="003E5A76"/>
    <w:rsid w:val="003E5D06"/>
    <w:rsid w:val="003E5D49"/>
    <w:rsid w:val="003E5E86"/>
    <w:rsid w:val="003E68FE"/>
    <w:rsid w:val="003E6991"/>
    <w:rsid w:val="003E69C8"/>
    <w:rsid w:val="003E70CA"/>
    <w:rsid w:val="003E735F"/>
    <w:rsid w:val="003E7373"/>
    <w:rsid w:val="003E7921"/>
    <w:rsid w:val="003E7EE0"/>
    <w:rsid w:val="003F0AF7"/>
    <w:rsid w:val="003F20B1"/>
    <w:rsid w:val="003F2280"/>
    <w:rsid w:val="003F2960"/>
    <w:rsid w:val="003F2F11"/>
    <w:rsid w:val="003F32B7"/>
    <w:rsid w:val="003F40FB"/>
    <w:rsid w:val="003F460B"/>
    <w:rsid w:val="003F4659"/>
    <w:rsid w:val="003F4B1F"/>
    <w:rsid w:val="003F4E1F"/>
    <w:rsid w:val="003F6505"/>
    <w:rsid w:val="003F698D"/>
    <w:rsid w:val="003F7252"/>
    <w:rsid w:val="003F7503"/>
    <w:rsid w:val="003F766A"/>
    <w:rsid w:val="003F76D8"/>
    <w:rsid w:val="003F7D24"/>
    <w:rsid w:val="003F7DA5"/>
    <w:rsid w:val="00402031"/>
    <w:rsid w:val="0040232E"/>
    <w:rsid w:val="004025C2"/>
    <w:rsid w:val="004029C9"/>
    <w:rsid w:val="00402A26"/>
    <w:rsid w:val="00402E7A"/>
    <w:rsid w:val="00403004"/>
    <w:rsid w:val="0040315D"/>
    <w:rsid w:val="004031F3"/>
    <w:rsid w:val="00403501"/>
    <w:rsid w:val="004037C6"/>
    <w:rsid w:val="00403B75"/>
    <w:rsid w:val="00403F86"/>
    <w:rsid w:val="00404342"/>
    <w:rsid w:val="00404D65"/>
    <w:rsid w:val="00405489"/>
    <w:rsid w:val="00405D70"/>
    <w:rsid w:val="00405FDD"/>
    <w:rsid w:val="00406274"/>
    <w:rsid w:val="00406C47"/>
    <w:rsid w:val="0041134B"/>
    <w:rsid w:val="004116E4"/>
    <w:rsid w:val="00411AF3"/>
    <w:rsid w:val="00411AF7"/>
    <w:rsid w:val="00411B9D"/>
    <w:rsid w:val="00413087"/>
    <w:rsid w:val="0041420B"/>
    <w:rsid w:val="004144E6"/>
    <w:rsid w:val="00414CF3"/>
    <w:rsid w:val="004150D5"/>
    <w:rsid w:val="004153C3"/>
    <w:rsid w:val="00416147"/>
    <w:rsid w:val="00416272"/>
    <w:rsid w:val="004169D9"/>
    <w:rsid w:val="00416F92"/>
    <w:rsid w:val="00417F11"/>
    <w:rsid w:val="004201FB"/>
    <w:rsid w:val="00420B26"/>
    <w:rsid w:val="00420D2D"/>
    <w:rsid w:val="0042100B"/>
    <w:rsid w:val="004211D0"/>
    <w:rsid w:val="0042171E"/>
    <w:rsid w:val="00421BB7"/>
    <w:rsid w:val="004223E3"/>
    <w:rsid w:val="004224EB"/>
    <w:rsid w:val="00422843"/>
    <w:rsid w:val="00422FEF"/>
    <w:rsid w:val="0042331F"/>
    <w:rsid w:val="0042339F"/>
    <w:rsid w:val="00423F00"/>
    <w:rsid w:val="00423F8D"/>
    <w:rsid w:val="00424A77"/>
    <w:rsid w:val="00425326"/>
    <w:rsid w:val="00425358"/>
    <w:rsid w:val="00425EAC"/>
    <w:rsid w:val="00425ED7"/>
    <w:rsid w:val="004261BC"/>
    <w:rsid w:val="004264EE"/>
    <w:rsid w:val="00426516"/>
    <w:rsid w:val="00426B71"/>
    <w:rsid w:val="004277A7"/>
    <w:rsid w:val="00427E32"/>
    <w:rsid w:val="00430874"/>
    <w:rsid w:val="00430BBF"/>
    <w:rsid w:val="00430E0C"/>
    <w:rsid w:val="004310AC"/>
    <w:rsid w:val="004310DE"/>
    <w:rsid w:val="00431224"/>
    <w:rsid w:val="00431236"/>
    <w:rsid w:val="00431360"/>
    <w:rsid w:val="00431655"/>
    <w:rsid w:val="0043192C"/>
    <w:rsid w:val="00431ABB"/>
    <w:rsid w:val="00431E58"/>
    <w:rsid w:val="004321FD"/>
    <w:rsid w:val="004332F1"/>
    <w:rsid w:val="00433DE3"/>
    <w:rsid w:val="0043435A"/>
    <w:rsid w:val="0043437A"/>
    <w:rsid w:val="004349F0"/>
    <w:rsid w:val="00437A25"/>
    <w:rsid w:val="004402AB"/>
    <w:rsid w:val="00441311"/>
    <w:rsid w:val="00441468"/>
    <w:rsid w:val="00442656"/>
    <w:rsid w:val="00442BAB"/>
    <w:rsid w:val="00442C1D"/>
    <w:rsid w:val="00443E22"/>
    <w:rsid w:val="00444348"/>
    <w:rsid w:val="004444EB"/>
    <w:rsid w:val="0044474D"/>
    <w:rsid w:val="00444A73"/>
    <w:rsid w:val="00444AE1"/>
    <w:rsid w:val="00444FCF"/>
    <w:rsid w:val="0044555E"/>
    <w:rsid w:val="00445700"/>
    <w:rsid w:val="004459FD"/>
    <w:rsid w:val="00446BE9"/>
    <w:rsid w:val="0044721C"/>
    <w:rsid w:val="00447E75"/>
    <w:rsid w:val="00450170"/>
    <w:rsid w:val="00450396"/>
    <w:rsid w:val="00450644"/>
    <w:rsid w:val="00450A86"/>
    <w:rsid w:val="00450D6B"/>
    <w:rsid w:val="00451652"/>
    <w:rsid w:val="00451D44"/>
    <w:rsid w:val="004521FC"/>
    <w:rsid w:val="00452269"/>
    <w:rsid w:val="0045236A"/>
    <w:rsid w:val="00452FA4"/>
    <w:rsid w:val="00453051"/>
    <w:rsid w:val="0045366D"/>
    <w:rsid w:val="00453BBB"/>
    <w:rsid w:val="00453E18"/>
    <w:rsid w:val="0045538F"/>
    <w:rsid w:val="00455D15"/>
    <w:rsid w:val="00455FF7"/>
    <w:rsid w:val="004563E8"/>
    <w:rsid w:val="004566A3"/>
    <w:rsid w:val="00456B8B"/>
    <w:rsid w:val="004570C1"/>
    <w:rsid w:val="0045723C"/>
    <w:rsid w:val="00457909"/>
    <w:rsid w:val="00457CD7"/>
    <w:rsid w:val="004616E8"/>
    <w:rsid w:val="00461D34"/>
    <w:rsid w:val="00462EFE"/>
    <w:rsid w:val="0046312C"/>
    <w:rsid w:val="0046318A"/>
    <w:rsid w:val="00463885"/>
    <w:rsid w:val="00464428"/>
    <w:rsid w:val="00464986"/>
    <w:rsid w:val="00464A55"/>
    <w:rsid w:val="00464D44"/>
    <w:rsid w:val="00464D5B"/>
    <w:rsid w:val="0046547B"/>
    <w:rsid w:val="00465736"/>
    <w:rsid w:val="0046579D"/>
    <w:rsid w:val="00465CDD"/>
    <w:rsid w:val="004663A0"/>
    <w:rsid w:val="004663D3"/>
    <w:rsid w:val="004665C4"/>
    <w:rsid w:val="00467195"/>
    <w:rsid w:val="0046799F"/>
    <w:rsid w:val="004705CC"/>
    <w:rsid w:val="004705E5"/>
    <w:rsid w:val="00470758"/>
    <w:rsid w:val="00470BEB"/>
    <w:rsid w:val="00470F2F"/>
    <w:rsid w:val="00471531"/>
    <w:rsid w:val="0047185D"/>
    <w:rsid w:val="00471965"/>
    <w:rsid w:val="00471F93"/>
    <w:rsid w:val="004723B1"/>
    <w:rsid w:val="00472F45"/>
    <w:rsid w:val="00473422"/>
    <w:rsid w:val="00473C4C"/>
    <w:rsid w:val="0047484C"/>
    <w:rsid w:val="00474994"/>
    <w:rsid w:val="0047560A"/>
    <w:rsid w:val="00475E2D"/>
    <w:rsid w:val="00476A88"/>
    <w:rsid w:val="004801EB"/>
    <w:rsid w:val="00480EF2"/>
    <w:rsid w:val="004814AB"/>
    <w:rsid w:val="0048176D"/>
    <w:rsid w:val="00482166"/>
    <w:rsid w:val="00482340"/>
    <w:rsid w:val="004826FC"/>
    <w:rsid w:val="004830E4"/>
    <w:rsid w:val="00483101"/>
    <w:rsid w:val="00483350"/>
    <w:rsid w:val="004834FD"/>
    <w:rsid w:val="00483A93"/>
    <w:rsid w:val="00483AB7"/>
    <w:rsid w:val="00483F90"/>
    <w:rsid w:val="004855DC"/>
    <w:rsid w:val="0048568A"/>
    <w:rsid w:val="00485D82"/>
    <w:rsid w:val="00485E4C"/>
    <w:rsid w:val="004864B0"/>
    <w:rsid w:val="00486681"/>
    <w:rsid w:val="00486BA3"/>
    <w:rsid w:val="004875CF"/>
    <w:rsid w:val="00487754"/>
    <w:rsid w:val="00487E04"/>
    <w:rsid w:val="004907F6"/>
    <w:rsid w:val="00491C94"/>
    <w:rsid w:val="00491EFC"/>
    <w:rsid w:val="004923BF"/>
    <w:rsid w:val="00494590"/>
    <w:rsid w:val="004945E8"/>
    <w:rsid w:val="004946E1"/>
    <w:rsid w:val="004947E1"/>
    <w:rsid w:val="00494EAC"/>
    <w:rsid w:val="004954B3"/>
    <w:rsid w:val="004955BF"/>
    <w:rsid w:val="00495E26"/>
    <w:rsid w:val="00495F06"/>
    <w:rsid w:val="00496116"/>
    <w:rsid w:val="00496F2E"/>
    <w:rsid w:val="004A0785"/>
    <w:rsid w:val="004A1E2D"/>
    <w:rsid w:val="004A1F72"/>
    <w:rsid w:val="004A2A6E"/>
    <w:rsid w:val="004A346F"/>
    <w:rsid w:val="004A348F"/>
    <w:rsid w:val="004A3C19"/>
    <w:rsid w:val="004A3FE6"/>
    <w:rsid w:val="004A493D"/>
    <w:rsid w:val="004A4A43"/>
    <w:rsid w:val="004A4D76"/>
    <w:rsid w:val="004A4F5F"/>
    <w:rsid w:val="004A5E6E"/>
    <w:rsid w:val="004A649C"/>
    <w:rsid w:val="004A666C"/>
    <w:rsid w:val="004A6BA6"/>
    <w:rsid w:val="004A6CDE"/>
    <w:rsid w:val="004A71C0"/>
    <w:rsid w:val="004A755E"/>
    <w:rsid w:val="004A79E2"/>
    <w:rsid w:val="004B0318"/>
    <w:rsid w:val="004B095F"/>
    <w:rsid w:val="004B0A27"/>
    <w:rsid w:val="004B0AEF"/>
    <w:rsid w:val="004B0C48"/>
    <w:rsid w:val="004B154B"/>
    <w:rsid w:val="004B1629"/>
    <w:rsid w:val="004B23F4"/>
    <w:rsid w:val="004B28FA"/>
    <w:rsid w:val="004B291F"/>
    <w:rsid w:val="004B2C67"/>
    <w:rsid w:val="004B31F4"/>
    <w:rsid w:val="004B347B"/>
    <w:rsid w:val="004B38F0"/>
    <w:rsid w:val="004B3931"/>
    <w:rsid w:val="004B3D03"/>
    <w:rsid w:val="004B4ED2"/>
    <w:rsid w:val="004B55F3"/>
    <w:rsid w:val="004B5AA1"/>
    <w:rsid w:val="004B61EE"/>
    <w:rsid w:val="004B69B0"/>
    <w:rsid w:val="004B6E68"/>
    <w:rsid w:val="004B7448"/>
    <w:rsid w:val="004B7991"/>
    <w:rsid w:val="004C0BE3"/>
    <w:rsid w:val="004C1585"/>
    <w:rsid w:val="004C1A93"/>
    <w:rsid w:val="004C2102"/>
    <w:rsid w:val="004C2144"/>
    <w:rsid w:val="004C23C3"/>
    <w:rsid w:val="004C2D34"/>
    <w:rsid w:val="004C2F30"/>
    <w:rsid w:val="004C4133"/>
    <w:rsid w:val="004C4747"/>
    <w:rsid w:val="004C56D5"/>
    <w:rsid w:val="004C5C8C"/>
    <w:rsid w:val="004C5D03"/>
    <w:rsid w:val="004C5F07"/>
    <w:rsid w:val="004C5F26"/>
    <w:rsid w:val="004C7930"/>
    <w:rsid w:val="004D02DD"/>
    <w:rsid w:val="004D0322"/>
    <w:rsid w:val="004D05D6"/>
    <w:rsid w:val="004D0AB7"/>
    <w:rsid w:val="004D1604"/>
    <w:rsid w:val="004D18C3"/>
    <w:rsid w:val="004D1DB9"/>
    <w:rsid w:val="004D2213"/>
    <w:rsid w:val="004D351A"/>
    <w:rsid w:val="004D3F55"/>
    <w:rsid w:val="004D4E03"/>
    <w:rsid w:val="004D4FD9"/>
    <w:rsid w:val="004D5162"/>
    <w:rsid w:val="004D5A32"/>
    <w:rsid w:val="004D5E0B"/>
    <w:rsid w:val="004D5E59"/>
    <w:rsid w:val="004D5F71"/>
    <w:rsid w:val="004D6271"/>
    <w:rsid w:val="004D66AC"/>
    <w:rsid w:val="004D6957"/>
    <w:rsid w:val="004D7A7C"/>
    <w:rsid w:val="004D7EC8"/>
    <w:rsid w:val="004E037E"/>
    <w:rsid w:val="004E10AC"/>
    <w:rsid w:val="004E1185"/>
    <w:rsid w:val="004E1EEE"/>
    <w:rsid w:val="004E1EF8"/>
    <w:rsid w:val="004E2024"/>
    <w:rsid w:val="004E207F"/>
    <w:rsid w:val="004E29BF"/>
    <w:rsid w:val="004E2DBB"/>
    <w:rsid w:val="004E3273"/>
    <w:rsid w:val="004E3976"/>
    <w:rsid w:val="004E437A"/>
    <w:rsid w:val="004E468C"/>
    <w:rsid w:val="004E4E6A"/>
    <w:rsid w:val="004E506C"/>
    <w:rsid w:val="004E5CD8"/>
    <w:rsid w:val="004E5D42"/>
    <w:rsid w:val="004E5E58"/>
    <w:rsid w:val="004E5F1B"/>
    <w:rsid w:val="004E6C8F"/>
    <w:rsid w:val="004E6CC9"/>
    <w:rsid w:val="004E713F"/>
    <w:rsid w:val="004E7877"/>
    <w:rsid w:val="004F1A53"/>
    <w:rsid w:val="004F32DE"/>
    <w:rsid w:val="004F3B5E"/>
    <w:rsid w:val="004F4B2F"/>
    <w:rsid w:val="004F52A3"/>
    <w:rsid w:val="004F57EB"/>
    <w:rsid w:val="004F5A7F"/>
    <w:rsid w:val="004F5A88"/>
    <w:rsid w:val="004F75EC"/>
    <w:rsid w:val="004F7A7A"/>
    <w:rsid w:val="004F7AEF"/>
    <w:rsid w:val="004F7FF4"/>
    <w:rsid w:val="00500B4E"/>
    <w:rsid w:val="00500C59"/>
    <w:rsid w:val="00500C98"/>
    <w:rsid w:val="00500E3C"/>
    <w:rsid w:val="00500E8E"/>
    <w:rsid w:val="00501047"/>
    <w:rsid w:val="0050107D"/>
    <w:rsid w:val="0050110F"/>
    <w:rsid w:val="005019A8"/>
    <w:rsid w:val="005020D9"/>
    <w:rsid w:val="005023EF"/>
    <w:rsid w:val="00502999"/>
    <w:rsid w:val="00502D14"/>
    <w:rsid w:val="005031D7"/>
    <w:rsid w:val="00503661"/>
    <w:rsid w:val="00503983"/>
    <w:rsid w:val="00503987"/>
    <w:rsid w:val="00503D82"/>
    <w:rsid w:val="0050430B"/>
    <w:rsid w:val="00504DA0"/>
    <w:rsid w:val="00504FAE"/>
    <w:rsid w:val="0050504B"/>
    <w:rsid w:val="00505646"/>
    <w:rsid w:val="005058F6"/>
    <w:rsid w:val="00505D57"/>
    <w:rsid w:val="00506A51"/>
    <w:rsid w:val="00506F24"/>
    <w:rsid w:val="00507399"/>
    <w:rsid w:val="0050775B"/>
    <w:rsid w:val="00510448"/>
    <w:rsid w:val="005108BB"/>
    <w:rsid w:val="005109B0"/>
    <w:rsid w:val="00511066"/>
    <w:rsid w:val="005110E9"/>
    <w:rsid w:val="00511466"/>
    <w:rsid w:val="00511878"/>
    <w:rsid w:val="00511BB8"/>
    <w:rsid w:val="00511F3A"/>
    <w:rsid w:val="005123C5"/>
    <w:rsid w:val="00512DCF"/>
    <w:rsid w:val="00513B24"/>
    <w:rsid w:val="00513CFA"/>
    <w:rsid w:val="00514E76"/>
    <w:rsid w:val="00515C81"/>
    <w:rsid w:val="00517A41"/>
    <w:rsid w:val="00520C84"/>
    <w:rsid w:val="00521017"/>
    <w:rsid w:val="00521BAB"/>
    <w:rsid w:val="00522585"/>
    <w:rsid w:val="0052279F"/>
    <w:rsid w:val="00523982"/>
    <w:rsid w:val="00523F93"/>
    <w:rsid w:val="0052445F"/>
    <w:rsid w:val="005249E1"/>
    <w:rsid w:val="00525115"/>
    <w:rsid w:val="00525EF0"/>
    <w:rsid w:val="0052647B"/>
    <w:rsid w:val="005266C7"/>
    <w:rsid w:val="00526765"/>
    <w:rsid w:val="00526DAE"/>
    <w:rsid w:val="005273CE"/>
    <w:rsid w:val="00527A4F"/>
    <w:rsid w:val="0053172E"/>
    <w:rsid w:val="00531A23"/>
    <w:rsid w:val="00532893"/>
    <w:rsid w:val="00532974"/>
    <w:rsid w:val="00533128"/>
    <w:rsid w:val="00533132"/>
    <w:rsid w:val="00533154"/>
    <w:rsid w:val="005332AB"/>
    <w:rsid w:val="005336AA"/>
    <w:rsid w:val="00534505"/>
    <w:rsid w:val="0053456E"/>
    <w:rsid w:val="005348C8"/>
    <w:rsid w:val="00534DCC"/>
    <w:rsid w:val="0053597F"/>
    <w:rsid w:val="00535AFE"/>
    <w:rsid w:val="0053620B"/>
    <w:rsid w:val="00536BA7"/>
    <w:rsid w:val="00536D82"/>
    <w:rsid w:val="00536FE3"/>
    <w:rsid w:val="0053756A"/>
    <w:rsid w:val="00537E90"/>
    <w:rsid w:val="00540AD4"/>
    <w:rsid w:val="005410BA"/>
    <w:rsid w:val="005411C8"/>
    <w:rsid w:val="00541FC3"/>
    <w:rsid w:val="0054359B"/>
    <w:rsid w:val="00543A1E"/>
    <w:rsid w:val="005442CB"/>
    <w:rsid w:val="005444C3"/>
    <w:rsid w:val="0054459A"/>
    <w:rsid w:val="0054571A"/>
    <w:rsid w:val="0054596A"/>
    <w:rsid w:val="00546064"/>
    <w:rsid w:val="00546DC4"/>
    <w:rsid w:val="0055048E"/>
    <w:rsid w:val="005504B5"/>
    <w:rsid w:val="005506F5"/>
    <w:rsid w:val="00550A56"/>
    <w:rsid w:val="00550B3D"/>
    <w:rsid w:val="00550DF8"/>
    <w:rsid w:val="0055101D"/>
    <w:rsid w:val="00551B2C"/>
    <w:rsid w:val="005520C6"/>
    <w:rsid w:val="0055226E"/>
    <w:rsid w:val="0055243F"/>
    <w:rsid w:val="00552C80"/>
    <w:rsid w:val="00553675"/>
    <w:rsid w:val="00553C66"/>
    <w:rsid w:val="00553CE6"/>
    <w:rsid w:val="00553E0B"/>
    <w:rsid w:val="0055467A"/>
    <w:rsid w:val="005546F5"/>
    <w:rsid w:val="00554B8A"/>
    <w:rsid w:val="00554BBF"/>
    <w:rsid w:val="00555474"/>
    <w:rsid w:val="00555E43"/>
    <w:rsid w:val="005566F7"/>
    <w:rsid w:val="00556DFA"/>
    <w:rsid w:val="00557332"/>
    <w:rsid w:val="005573D3"/>
    <w:rsid w:val="00557BCA"/>
    <w:rsid w:val="005601B5"/>
    <w:rsid w:val="00560C9C"/>
    <w:rsid w:val="00560D59"/>
    <w:rsid w:val="0056142E"/>
    <w:rsid w:val="00562079"/>
    <w:rsid w:val="00562D53"/>
    <w:rsid w:val="00562D69"/>
    <w:rsid w:val="00562DE4"/>
    <w:rsid w:val="00563147"/>
    <w:rsid w:val="00563307"/>
    <w:rsid w:val="00563CA0"/>
    <w:rsid w:val="0056508F"/>
    <w:rsid w:val="0056565B"/>
    <w:rsid w:val="0056565E"/>
    <w:rsid w:val="005658BD"/>
    <w:rsid w:val="00565997"/>
    <w:rsid w:val="005661D8"/>
    <w:rsid w:val="00567249"/>
    <w:rsid w:val="00567335"/>
    <w:rsid w:val="00567BFB"/>
    <w:rsid w:val="00570579"/>
    <w:rsid w:val="005711E1"/>
    <w:rsid w:val="005714D7"/>
    <w:rsid w:val="00571803"/>
    <w:rsid w:val="005720B3"/>
    <w:rsid w:val="005720F5"/>
    <w:rsid w:val="005726C3"/>
    <w:rsid w:val="00572E93"/>
    <w:rsid w:val="00573055"/>
    <w:rsid w:val="00573445"/>
    <w:rsid w:val="005734AF"/>
    <w:rsid w:val="0057359D"/>
    <w:rsid w:val="005739D5"/>
    <w:rsid w:val="00573C63"/>
    <w:rsid w:val="0057449B"/>
    <w:rsid w:val="00574688"/>
    <w:rsid w:val="00574C97"/>
    <w:rsid w:val="00574CED"/>
    <w:rsid w:val="0057517E"/>
    <w:rsid w:val="00575180"/>
    <w:rsid w:val="0057519C"/>
    <w:rsid w:val="00575F16"/>
    <w:rsid w:val="0057634A"/>
    <w:rsid w:val="0057642E"/>
    <w:rsid w:val="00576FAC"/>
    <w:rsid w:val="0057788E"/>
    <w:rsid w:val="00577A16"/>
    <w:rsid w:val="00580740"/>
    <w:rsid w:val="005808AA"/>
    <w:rsid w:val="00580C19"/>
    <w:rsid w:val="00580F3A"/>
    <w:rsid w:val="005818F3"/>
    <w:rsid w:val="0058216E"/>
    <w:rsid w:val="00582A27"/>
    <w:rsid w:val="00584496"/>
    <w:rsid w:val="00584B1B"/>
    <w:rsid w:val="00584E9B"/>
    <w:rsid w:val="005852C7"/>
    <w:rsid w:val="00585852"/>
    <w:rsid w:val="00586180"/>
    <w:rsid w:val="0058634F"/>
    <w:rsid w:val="00586360"/>
    <w:rsid w:val="00586655"/>
    <w:rsid w:val="00586A8B"/>
    <w:rsid w:val="00586E67"/>
    <w:rsid w:val="00586E95"/>
    <w:rsid w:val="005872CD"/>
    <w:rsid w:val="005873E6"/>
    <w:rsid w:val="0058764F"/>
    <w:rsid w:val="00587657"/>
    <w:rsid w:val="005879B7"/>
    <w:rsid w:val="00587B39"/>
    <w:rsid w:val="00587DA6"/>
    <w:rsid w:val="005901B6"/>
    <w:rsid w:val="005903C0"/>
    <w:rsid w:val="00590EAB"/>
    <w:rsid w:val="005917B8"/>
    <w:rsid w:val="005919D6"/>
    <w:rsid w:val="0059331E"/>
    <w:rsid w:val="00593459"/>
    <w:rsid w:val="00593AC6"/>
    <w:rsid w:val="005953CC"/>
    <w:rsid w:val="00595843"/>
    <w:rsid w:val="00595B61"/>
    <w:rsid w:val="00595C60"/>
    <w:rsid w:val="00595C6D"/>
    <w:rsid w:val="00595F8D"/>
    <w:rsid w:val="00596819"/>
    <w:rsid w:val="005969C9"/>
    <w:rsid w:val="005974D2"/>
    <w:rsid w:val="005975DE"/>
    <w:rsid w:val="005A0383"/>
    <w:rsid w:val="005A0414"/>
    <w:rsid w:val="005A13A6"/>
    <w:rsid w:val="005A1ADA"/>
    <w:rsid w:val="005A1DDD"/>
    <w:rsid w:val="005A26A6"/>
    <w:rsid w:val="005A3211"/>
    <w:rsid w:val="005A3265"/>
    <w:rsid w:val="005A3E06"/>
    <w:rsid w:val="005A3F08"/>
    <w:rsid w:val="005A567E"/>
    <w:rsid w:val="005A5BB3"/>
    <w:rsid w:val="005A6040"/>
    <w:rsid w:val="005A638F"/>
    <w:rsid w:val="005A6885"/>
    <w:rsid w:val="005A6888"/>
    <w:rsid w:val="005A6933"/>
    <w:rsid w:val="005A7093"/>
    <w:rsid w:val="005A70C4"/>
    <w:rsid w:val="005A7CB7"/>
    <w:rsid w:val="005A7E4D"/>
    <w:rsid w:val="005A7F29"/>
    <w:rsid w:val="005B032E"/>
    <w:rsid w:val="005B0766"/>
    <w:rsid w:val="005B09CD"/>
    <w:rsid w:val="005B0CD3"/>
    <w:rsid w:val="005B109B"/>
    <w:rsid w:val="005B1162"/>
    <w:rsid w:val="005B164E"/>
    <w:rsid w:val="005B1EFB"/>
    <w:rsid w:val="005B28E2"/>
    <w:rsid w:val="005B2B81"/>
    <w:rsid w:val="005B3072"/>
    <w:rsid w:val="005B3158"/>
    <w:rsid w:val="005B3B51"/>
    <w:rsid w:val="005B3F17"/>
    <w:rsid w:val="005B4096"/>
    <w:rsid w:val="005B45A2"/>
    <w:rsid w:val="005B4CD0"/>
    <w:rsid w:val="005B5A4D"/>
    <w:rsid w:val="005B5D9C"/>
    <w:rsid w:val="005B64FA"/>
    <w:rsid w:val="005B6778"/>
    <w:rsid w:val="005B6E4A"/>
    <w:rsid w:val="005B6E4D"/>
    <w:rsid w:val="005B7403"/>
    <w:rsid w:val="005B76F1"/>
    <w:rsid w:val="005C13D4"/>
    <w:rsid w:val="005C19F2"/>
    <w:rsid w:val="005C28ED"/>
    <w:rsid w:val="005C2A7B"/>
    <w:rsid w:val="005C2EA2"/>
    <w:rsid w:val="005C3123"/>
    <w:rsid w:val="005C33C9"/>
    <w:rsid w:val="005C361C"/>
    <w:rsid w:val="005C38AD"/>
    <w:rsid w:val="005C3DF5"/>
    <w:rsid w:val="005C3F71"/>
    <w:rsid w:val="005C40F6"/>
    <w:rsid w:val="005C42AE"/>
    <w:rsid w:val="005C4D90"/>
    <w:rsid w:val="005C5368"/>
    <w:rsid w:val="005C585C"/>
    <w:rsid w:val="005C62F4"/>
    <w:rsid w:val="005C6988"/>
    <w:rsid w:val="005C74C5"/>
    <w:rsid w:val="005C7AB0"/>
    <w:rsid w:val="005D07C6"/>
    <w:rsid w:val="005D0898"/>
    <w:rsid w:val="005D0BEA"/>
    <w:rsid w:val="005D1490"/>
    <w:rsid w:val="005D14F0"/>
    <w:rsid w:val="005D17CF"/>
    <w:rsid w:val="005D1EE1"/>
    <w:rsid w:val="005D2483"/>
    <w:rsid w:val="005D2A83"/>
    <w:rsid w:val="005D2B46"/>
    <w:rsid w:val="005D3D68"/>
    <w:rsid w:val="005D4C57"/>
    <w:rsid w:val="005D5154"/>
    <w:rsid w:val="005D6476"/>
    <w:rsid w:val="005D65FC"/>
    <w:rsid w:val="005D6724"/>
    <w:rsid w:val="005D6A7E"/>
    <w:rsid w:val="005D6C43"/>
    <w:rsid w:val="005D709C"/>
    <w:rsid w:val="005D7432"/>
    <w:rsid w:val="005E13D0"/>
    <w:rsid w:val="005E16FA"/>
    <w:rsid w:val="005E2EAA"/>
    <w:rsid w:val="005E31F0"/>
    <w:rsid w:val="005E334D"/>
    <w:rsid w:val="005E3A05"/>
    <w:rsid w:val="005E3A32"/>
    <w:rsid w:val="005E3BDB"/>
    <w:rsid w:val="005E3CE4"/>
    <w:rsid w:val="005E3EF0"/>
    <w:rsid w:val="005E424A"/>
    <w:rsid w:val="005E4ED0"/>
    <w:rsid w:val="005E558A"/>
    <w:rsid w:val="005E76AD"/>
    <w:rsid w:val="005E7F77"/>
    <w:rsid w:val="005E7F9E"/>
    <w:rsid w:val="005F0072"/>
    <w:rsid w:val="005F01D9"/>
    <w:rsid w:val="005F0B05"/>
    <w:rsid w:val="005F114E"/>
    <w:rsid w:val="005F1B3E"/>
    <w:rsid w:val="005F2235"/>
    <w:rsid w:val="005F254B"/>
    <w:rsid w:val="005F28CE"/>
    <w:rsid w:val="005F2CD6"/>
    <w:rsid w:val="005F363F"/>
    <w:rsid w:val="005F3824"/>
    <w:rsid w:val="005F3F95"/>
    <w:rsid w:val="005F4237"/>
    <w:rsid w:val="005F438A"/>
    <w:rsid w:val="005F4B0B"/>
    <w:rsid w:val="005F5588"/>
    <w:rsid w:val="005F589B"/>
    <w:rsid w:val="005F5D5B"/>
    <w:rsid w:val="005F615F"/>
    <w:rsid w:val="005F63CC"/>
    <w:rsid w:val="005F6DDF"/>
    <w:rsid w:val="005F6E6C"/>
    <w:rsid w:val="005F70C7"/>
    <w:rsid w:val="005F7290"/>
    <w:rsid w:val="0060071B"/>
    <w:rsid w:val="0060110A"/>
    <w:rsid w:val="006012DF"/>
    <w:rsid w:val="006017BE"/>
    <w:rsid w:val="00601A7C"/>
    <w:rsid w:val="00602634"/>
    <w:rsid w:val="00602663"/>
    <w:rsid w:val="00602712"/>
    <w:rsid w:val="00602BE7"/>
    <w:rsid w:val="006031A9"/>
    <w:rsid w:val="00603963"/>
    <w:rsid w:val="006039AD"/>
    <w:rsid w:val="00603AAC"/>
    <w:rsid w:val="00603AFC"/>
    <w:rsid w:val="0060429B"/>
    <w:rsid w:val="00605541"/>
    <w:rsid w:val="00605C3C"/>
    <w:rsid w:val="00605DBD"/>
    <w:rsid w:val="00606177"/>
    <w:rsid w:val="00606778"/>
    <w:rsid w:val="006072AE"/>
    <w:rsid w:val="00607727"/>
    <w:rsid w:val="00610707"/>
    <w:rsid w:val="006121D2"/>
    <w:rsid w:val="00612254"/>
    <w:rsid w:val="00612B2F"/>
    <w:rsid w:val="00612FD2"/>
    <w:rsid w:val="006133DE"/>
    <w:rsid w:val="00613AFC"/>
    <w:rsid w:val="00613FE1"/>
    <w:rsid w:val="006142AF"/>
    <w:rsid w:val="00614ABD"/>
    <w:rsid w:val="00614E86"/>
    <w:rsid w:val="0061584F"/>
    <w:rsid w:val="006170EB"/>
    <w:rsid w:val="006172E3"/>
    <w:rsid w:val="006173D1"/>
    <w:rsid w:val="006201F8"/>
    <w:rsid w:val="00620D0B"/>
    <w:rsid w:val="00620F76"/>
    <w:rsid w:val="0062189A"/>
    <w:rsid w:val="00623239"/>
    <w:rsid w:val="00623955"/>
    <w:rsid w:val="00624079"/>
    <w:rsid w:val="00624556"/>
    <w:rsid w:val="00624B65"/>
    <w:rsid w:val="00625C25"/>
    <w:rsid w:val="0062681A"/>
    <w:rsid w:val="00627489"/>
    <w:rsid w:val="00627F08"/>
    <w:rsid w:val="00630B77"/>
    <w:rsid w:val="00630FB6"/>
    <w:rsid w:val="00631006"/>
    <w:rsid w:val="006316F0"/>
    <w:rsid w:val="00632734"/>
    <w:rsid w:val="00632798"/>
    <w:rsid w:val="00633757"/>
    <w:rsid w:val="00633EA4"/>
    <w:rsid w:val="00633F3B"/>
    <w:rsid w:val="0063493E"/>
    <w:rsid w:val="00634B27"/>
    <w:rsid w:val="00634BF5"/>
    <w:rsid w:val="00635FCD"/>
    <w:rsid w:val="00636678"/>
    <w:rsid w:val="0063690C"/>
    <w:rsid w:val="00636A61"/>
    <w:rsid w:val="00636A78"/>
    <w:rsid w:val="00636D5F"/>
    <w:rsid w:val="00637123"/>
    <w:rsid w:val="00637212"/>
    <w:rsid w:val="00637559"/>
    <w:rsid w:val="0063767A"/>
    <w:rsid w:val="006378A2"/>
    <w:rsid w:val="006378CE"/>
    <w:rsid w:val="00637908"/>
    <w:rsid w:val="00637C78"/>
    <w:rsid w:val="0064070C"/>
    <w:rsid w:val="0064095F"/>
    <w:rsid w:val="006413B1"/>
    <w:rsid w:val="00641C62"/>
    <w:rsid w:val="0064216A"/>
    <w:rsid w:val="0064231F"/>
    <w:rsid w:val="00642A27"/>
    <w:rsid w:val="00642A7D"/>
    <w:rsid w:val="00643F6E"/>
    <w:rsid w:val="00644330"/>
    <w:rsid w:val="00644A1E"/>
    <w:rsid w:val="00644DF1"/>
    <w:rsid w:val="006464FA"/>
    <w:rsid w:val="00646D67"/>
    <w:rsid w:val="00646F89"/>
    <w:rsid w:val="006471DB"/>
    <w:rsid w:val="006471EE"/>
    <w:rsid w:val="006479F9"/>
    <w:rsid w:val="00647B66"/>
    <w:rsid w:val="00647F25"/>
    <w:rsid w:val="00647FE8"/>
    <w:rsid w:val="006506B9"/>
    <w:rsid w:val="00651A1C"/>
    <w:rsid w:val="00651A37"/>
    <w:rsid w:val="00651A6B"/>
    <w:rsid w:val="00652B03"/>
    <w:rsid w:val="0065315B"/>
    <w:rsid w:val="00653AF6"/>
    <w:rsid w:val="00654109"/>
    <w:rsid w:val="006542F8"/>
    <w:rsid w:val="00654571"/>
    <w:rsid w:val="0065522C"/>
    <w:rsid w:val="00655522"/>
    <w:rsid w:val="00655845"/>
    <w:rsid w:val="00655DAB"/>
    <w:rsid w:val="006563D5"/>
    <w:rsid w:val="00656531"/>
    <w:rsid w:val="00656B4E"/>
    <w:rsid w:val="00656D58"/>
    <w:rsid w:val="00656DA4"/>
    <w:rsid w:val="006573F4"/>
    <w:rsid w:val="00657A46"/>
    <w:rsid w:val="00657D03"/>
    <w:rsid w:val="00657FCA"/>
    <w:rsid w:val="00660295"/>
    <w:rsid w:val="006610BB"/>
    <w:rsid w:val="006611EB"/>
    <w:rsid w:val="006614C3"/>
    <w:rsid w:val="006614E4"/>
    <w:rsid w:val="006628C8"/>
    <w:rsid w:val="00662C8B"/>
    <w:rsid w:val="006633B1"/>
    <w:rsid w:val="006639A6"/>
    <w:rsid w:val="00663A6E"/>
    <w:rsid w:val="00664087"/>
    <w:rsid w:val="00664EA2"/>
    <w:rsid w:val="006664A2"/>
    <w:rsid w:val="006666CE"/>
    <w:rsid w:val="0066743F"/>
    <w:rsid w:val="00667561"/>
    <w:rsid w:val="00667706"/>
    <w:rsid w:val="00670BD0"/>
    <w:rsid w:val="00670EDD"/>
    <w:rsid w:val="00670FEB"/>
    <w:rsid w:val="006717BE"/>
    <w:rsid w:val="006718EA"/>
    <w:rsid w:val="00671E86"/>
    <w:rsid w:val="00672821"/>
    <w:rsid w:val="00672A2A"/>
    <w:rsid w:val="00672C67"/>
    <w:rsid w:val="00673085"/>
    <w:rsid w:val="00673258"/>
    <w:rsid w:val="00673523"/>
    <w:rsid w:val="00673704"/>
    <w:rsid w:val="00674089"/>
    <w:rsid w:val="0067470D"/>
    <w:rsid w:val="00674A57"/>
    <w:rsid w:val="0067513A"/>
    <w:rsid w:val="00675248"/>
    <w:rsid w:val="00675258"/>
    <w:rsid w:val="0067550B"/>
    <w:rsid w:val="00675BC8"/>
    <w:rsid w:val="0067630A"/>
    <w:rsid w:val="006767F9"/>
    <w:rsid w:val="006769CF"/>
    <w:rsid w:val="00677941"/>
    <w:rsid w:val="00677CD0"/>
    <w:rsid w:val="00677FEE"/>
    <w:rsid w:val="00680432"/>
    <w:rsid w:val="00680D4C"/>
    <w:rsid w:val="0068115C"/>
    <w:rsid w:val="0068135F"/>
    <w:rsid w:val="00681CBF"/>
    <w:rsid w:val="006821DF"/>
    <w:rsid w:val="00682ED6"/>
    <w:rsid w:val="0068347B"/>
    <w:rsid w:val="0068363D"/>
    <w:rsid w:val="00683712"/>
    <w:rsid w:val="0068381B"/>
    <w:rsid w:val="00683CC2"/>
    <w:rsid w:val="00683D94"/>
    <w:rsid w:val="00685AE1"/>
    <w:rsid w:val="00685CC7"/>
    <w:rsid w:val="0068634F"/>
    <w:rsid w:val="00687033"/>
    <w:rsid w:val="006871B1"/>
    <w:rsid w:val="00687AA8"/>
    <w:rsid w:val="006901C7"/>
    <w:rsid w:val="006906EF"/>
    <w:rsid w:val="00690BD6"/>
    <w:rsid w:val="00691822"/>
    <w:rsid w:val="00692006"/>
    <w:rsid w:val="00692628"/>
    <w:rsid w:val="00692860"/>
    <w:rsid w:val="00692CCB"/>
    <w:rsid w:val="00692DA5"/>
    <w:rsid w:val="0069320C"/>
    <w:rsid w:val="006932CD"/>
    <w:rsid w:val="00693867"/>
    <w:rsid w:val="00694072"/>
    <w:rsid w:val="00694337"/>
    <w:rsid w:val="0069436B"/>
    <w:rsid w:val="006943B8"/>
    <w:rsid w:val="0069453B"/>
    <w:rsid w:val="00694687"/>
    <w:rsid w:val="006949A2"/>
    <w:rsid w:val="006961A9"/>
    <w:rsid w:val="00696306"/>
    <w:rsid w:val="00696CF1"/>
    <w:rsid w:val="00697280"/>
    <w:rsid w:val="006978F5"/>
    <w:rsid w:val="00697A51"/>
    <w:rsid w:val="006A0002"/>
    <w:rsid w:val="006A018D"/>
    <w:rsid w:val="006A0CAC"/>
    <w:rsid w:val="006A13B3"/>
    <w:rsid w:val="006A14AD"/>
    <w:rsid w:val="006A2EEB"/>
    <w:rsid w:val="006A2EF8"/>
    <w:rsid w:val="006A2FA7"/>
    <w:rsid w:val="006A32E3"/>
    <w:rsid w:val="006A33C9"/>
    <w:rsid w:val="006A34C3"/>
    <w:rsid w:val="006A372B"/>
    <w:rsid w:val="006A3752"/>
    <w:rsid w:val="006A3868"/>
    <w:rsid w:val="006A3CED"/>
    <w:rsid w:val="006A426F"/>
    <w:rsid w:val="006A46F6"/>
    <w:rsid w:val="006A51CD"/>
    <w:rsid w:val="006A55F2"/>
    <w:rsid w:val="006A5C63"/>
    <w:rsid w:val="006A7086"/>
    <w:rsid w:val="006A79D6"/>
    <w:rsid w:val="006A7FEA"/>
    <w:rsid w:val="006B0960"/>
    <w:rsid w:val="006B0F17"/>
    <w:rsid w:val="006B11AF"/>
    <w:rsid w:val="006B15D5"/>
    <w:rsid w:val="006B25D4"/>
    <w:rsid w:val="006B292F"/>
    <w:rsid w:val="006B2C47"/>
    <w:rsid w:val="006B2E1F"/>
    <w:rsid w:val="006B2E39"/>
    <w:rsid w:val="006B3A74"/>
    <w:rsid w:val="006B3A8B"/>
    <w:rsid w:val="006B3B1B"/>
    <w:rsid w:val="006B3B77"/>
    <w:rsid w:val="006B3DA9"/>
    <w:rsid w:val="006B491D"/>
    <w:rsid w:val="006B494E"/>
    <w:rsid w:val="006B51E1"/>
    <w:rsid w:val="006B58AF"/>
    <w:rsid w:val="006B5BAF"/>
    <w:rsid w:val="006B5C49"/>
    <w:rsid w:val="006B6055"/>
    <w:rsid w:val="006B60D0"/>
    <w:rsid w:val="006B614E"/>
    <w:rsid w:val="006B734C"/>
    <w:rsid w:val="006B78C7"/>
    <w:rsid w:val="006B7B69"/>
    <w:rsid w:val="006B7FA0"/>
    <w:rsid w:val="006C0EFB"/>
    <w:rsid w:val="006C0F0F"/>
    <w:rsid w:val="006C1208"/>
    <w:rsid w:val="006C26DF"/>
    <w:rsid w:val="006C2C5E"/>
    <w:rsid w:val="006C2C8E"/>
    <w:rsid w:val="006C2D43"/>
    <w:rsid w:val="006C2EEE"/>
    <w:rsid w:val="006C3135"/>
    <w:rsid w:val="006C3349"/>
    <w:rsid w:val="006C36F5"/>
    <w:rsid w:val="006C3BCF"/>
    <w:rsid w:val="006C3C19"/>
    <w:rsid w:val="006C4050"/>
    <w:rsid w:val="006C4739"/>
    <w:rsid w:val="006C4C01"/>
    <w:rsid w:val="006C5CD0"/>
    <w:rsid w:val="006C617D"/>
    <w:rsid w:val="006C6367"/>
    <w:rsid w:val="006C67EA"/>
    <w:rsid w:val="006C7090"/>
    <w:rsid w:val="006C70A5"/>
    <w:rsid w:val="006C71B9"/>
    <w:rsid w:val="006C76D5"/>
    <w:rsid w:val="006C7CD1"/>
    <w:rsid w:val="006C7D83"/>
    <w:rsid w:val="006D0C4C"/>
    <w:rsid w:val="006D1D4F"/>
    <w:rsid w:val="006D2F70"/>
    <w:rsid w:val="006D3A0C"/>
    <w:rsid w:val="006D3DB3"/>
    <w:rsid w:val="006D4390"/>
    <w:rsid w:val="006D46BF"/>
    <w:rsid w:val="006D4B62"/>
    <w:rsid w:val="006D507A"/>
    <w:rsid w:val="006D5252"/>
    <w:rsid w:val="006D5899"/>
    <w:rsid w:val="006D5924"/>
    <w:rsid w:val="006D61F3"/>
    <w:rsid w:val="006D649F"/>
    <w:rsid w:val="006D67BF"/>
    <w:rsid w:val="006D6E21"/>
    <w:rsid w:val="006D7256"/>
    <w:rsid w:val="006D74B3"/>
    <w:rsid w:val="006E0AF7"/>
    <w:rsid w:val="006E1EBB"/>
    <w:rsid w:val="006E1F8E"/>
    <w:rsid w:val="006E23BE"/>
    <w:rsid w:val="006E2721"/>
    <w:rsid w:val="006E2AD0"/>
    <w:rsid w:val="006E2D58"/>
    <w:rsid w:val="006E2E3C"/>
    <w:rsid w:val="006E443B"/>
    <w:rsid w:val="006E44C5"/>
    <w:rsid w:val="006E504D"/>
    <w:rsid w:val="006E508C"/>
    <w:rsid w:val="006E5096"/>
    <w:rsid w:val="006E5563"/>
    <w:rsid w:val="006E653E"/>
    <w:rsid w:val="006E661D"/>
    <w:rsid w:val="006E66F1"/>
    <w:rsid w:val="006E7C97"/>
    <w:rsid w:val="006F0D36"/>
    <w:rsid w:val="006F0FF0"/>
    <w:rsid w:val="006F11A5"/>
    <w:rsid w:val="006F160A"/>
    <w:rsid w:val="006F178D"/>
    <w:rsid w:val="006F1C15"/>
    <w:rsid w:val="006F1D3E"/>
    <w:rsid w:val="006F1F7B"/>
    <w:rsid w:val="006F3029"/>
    <w:rsid w:val="006F3240"/>
    <w:rsid w:val="006F3ADD"/>
    <w:rsid w:val="006F3C81"/>
    <w:rsid w:val="006F4062"/>
    <w:rsid w:val="006F42EF"/>
    <w:rsid w:val="006F4CFC"/>
    <w:rsid w:val="006F5432"/>
    <w:rsid w:val="006F5CA0"/>
    <w:rsid w:val="006F66E9"/>
    <w:rsid w:val="006F6837"/>
    <w:rsid w:val="006F6912"/>
    <w:rsid w:val="006F6D5D"/>
    <w:rsid w:val="006F7591"/>
    <w:rsid w:val="006F76ED"/>
    <w:rsid w:val="006F7862"/>
    <w:rsid w:val="007003B1"/>
    <w:rsid w:val="007005E2"/>
    <w:rsid w:val="007006D4"/>
    <w:rsid w:val="007007D7"/>
    <w:rsid w:val="007009E1"/>
    <w:rsid w:val="00701597"/>
    <w:rsid w:val="007017D8"/>
    <w:rsid w:val="007029F8"/>
    <w:rsid w:val="0070314D"/>
    <w:rsid w:val="00703383"/>
    <w:rsid w:val="00704149"/>
    <w:rsid w:val="00705148"/>
    <w:rsid w:val="007053BE"/>
    <w:rsid w:val="00705662"/>
    <w:rsid w:val="00706B7B"/>
    <w:rsid w:val="00706D4F"/>
    <w:rsid w:val="007072CD"/>
    <w:rsid w:val="00707410"/>
    <w:rsid w:val="007075EB"/>
    <w:rsid w:val="0071020B"/>
    <w:rsid w:val="00710D94"/>
    <w:rsid w:val="0071185A"/>
    <w:rsid w:val="007118D1"/>
    <w:rsid w:val="00711BAE"/>
    <w:rsid w:val="00711D5A"/>
    <w:rsid w:val="0071254D"/>
    <w:rsid w:val="00712E18"/>
    <w:rsid w:val="007133E5"/>
    <w:rsid w:val="00713842"/>
    <w:rsid w:val="00713DF0"/>
    <w:rsid w:val="0071407C"/>
    <w:rsid w:val="00714990"/>
    <w:rsid w:val="007149F0"/>
    <w:rsid w:val="00714D65"/>
    <w:rsid w:val="00715743"/>
    <w:rsid w:val="0071588B"/>
    <w:rsid w:val="007159A6"/>
    <w:rsid w:val="00716096"/>
    <w:rsid w:val="00716296"/>
    <w:rsid w:val="007163DC"/>
    <w:rsid w:val="007167DA"/>
    <w:rsid w:val="00716AD6"/>
    <w:rsid w:val="0071726F"/>
    <w:rsid w:val="00717C64"/>
    <w:rsid w:val="00717CEB"/>
    <w:rsid w:val="00720272"/>
    <w:rsid w:val="0072121A"/>
    <w:rsid w:val="00721368"/>
    <w:rsid w:val="00721572"/>
    <w:rsid w:val="0072197D"/>
    <w:rsid w:val="00721A3C"/>
    <w:rsid w:val="007221D3"/>
    <w:rsid w:val="007228A9"/>
    <w:rsid w:val="00722C19"/>
    <w:rsid w:val="007232C9"/>
    <w:rsid w:val="0072341F"/>
    <w:rsid w:val="0072380B"/>
    <w:rsid w:val="00724A66"/>
    <w:rsid w:val="00724A68"/>
    <w:rsid w:val="00725733"/>
    <w:rsid w:val="007261D3"/>
    <w:rsid w:val="0072627B"/>
    <w:rsid w:val="00726558"/>
    <w:rsid w:val="007268F8"/>
    <w:rsid w:val="00726E45"/>
    <w:rsid w:val="007271C1"/>
    <w:rsid w:val="007276FD"/>
    <w:rsid w:val="007278D5"/>
    <w:rsid w:val="007302A0"/>
    <w:rsid w:val="0073056D"/>
    <w:rsid w:val="00730AC5"/>
    <w:rsid w:val="007316DB"/>
    <w:rsid w:val="00731C88"/>
    <w:rsid w:val="00731FA5"/>
    <w:rsid w:val="0073211D"/>
    <w:rsid w:val="0073276D"/>
    <w:rsid w:val="00733368"/>
    <w:rsid w:val="007337AA"/>
    <w:rsid w:val="00733C72"/>
    <w:rsid w:val="0073425F"/>
    <w:rsid w:val="007348FB"/>
    <w:rsid w:val="00734D55"/>
    <w:rsid w:val="007353BC"/>
    <w:rsid w:val="00735D28"/>
    <w:rsid w:val="00736B96"/>
    <w:rsid w:val="00736F95"/>
    <w:rsid w:val="00737615"/>
    <w:rsid w:val="0073779D"/>
    <w:rsid w:val="00737B9B"/>
    <w:rsid w:val="00737BF2"/>
    <w:rsid w:val="00740C34"/>
    <w:rsid w:val="00740C70"/>
    <w:rsid w:val="00740F69"/>
    <w:rsid w:val="007414AF"/>
    <w:rsid w:val="00741841"/>
    <w:rsid w:val="00741DEA"/>
    <w:rsid w:val="00741ECF"/>
    <w:rsid w:val="00742CEB"/>
    <w:rsid w:val="0074358A"/>
    <w:rsid w:val="00743CBE"/>
    <w:rsid w:val="00743CFF"/>
    <w:rsid w:val="007449D4"/>
    <w:rsid w:val="00744B0F"/>
    <w:rsid w:val="00744FD4"/>
    <w:rsid w:val="007450C7"/>
    <w:rsid w:val="00745CAE"/>
    <w:rsid w:val="00746048"/>
    <w:rsid w:val="00746542"/>
    <w:rsid w:val="00746AB4"/>
    <w:rsid w:val="00746EA1"/>
    <w:rsid w:val="00750764"/>
    <w:rsid w:val="00750D3F"/>
    <w:rsid w:val="0075109C"/>
    <w:rsid w:val="00751D39"/>
    <w:rsid w:val="00751E76"/>
    <w:rsid w:val="0075225D"/>
    <w:rsid w:val="00752422"/>
    <w:rsid w:val="007538E9"/>
    <w:rsid w:val="00753C37"/>
    <w:rsid w:val="007542C5"/>
    <w:rsid w:val="007545FE"/>
    <w:rsid w:val="007550F9"/>
    <w:rsid w:val="007553D6"/>
    <w:rsid w:val="00755B44"/>
    <w:rsid w:val="007564F7"/>
    <w:rsid w:val="0075655B"/>
    <w:rsid w:val="007568C1"/>
    <w:rsid w:val="007568E1"/>
    <w:rsid w:val="007574A2"/>
    <w:rsid w:val="007575F4"/>
    <w:rsid w:val="0075797A"/>
    <w:rsid w:val="00757C39"/>
    <w:rsid w:val="00757EEE"/>
    <w:rsid w:val="00757F1D"/>
    <w:rsid w:val="00757FE6"/>
    <w:rsid w:val="00760A58"/>
    <w:rsid w:val="00761E1D"/>
    <w:rsid w:val="007627CC"/>
    <w:rsid w:val="007629C3"/>
    <w:rsid w:val="00763569"/>
    <w:rsid w:val="0076371E"/>
    <w:rsid w:val="00763CF0"/>
    <w:rsid w:val="00763DB4"/>
    <w:rsid w:val="00763EFA"/>
    <w:rsid w:val="0076425C"/>
    <w:rsid w:val="007654BB"/>
    <w:rsid w:val="00765650"/>
    <w:rsid w:val="00765CE9"/>
    <w:rsid w:val="00765E6E"/>
    <w:rsid w:val="007660EE"/>
    <w:rsid w:val="0076677C"/>
    <w:rsid w:val="00766E67"/>
    <w:rsid w:val="0076791D"/>
    <w:rsid w:val="00767A6F"/>
    <w:rsid w:val="007707FA"/>
    <w:rsid w:val="007712C9"/>
    <w:rsid w:val="00771861"/>
    <w:rsid w:val="00771DA3"/>
    <w:rsid w:val="00773438"/>
    <w:rsid w:val="00774031"/>
    <w:rsid w:val="00774F51"/>
    <w:rsid w:val="0077508C"/>
    <w:rsid w:val="00775123"/>
    <w:rsid w:val="00775797"/>
    <w:rsid w:val="00776C70"/>
    <w:rsid w:val="00776CAD"/>
    <w:rsid w:val="00776E82"/>
    <w:rsid w:val="00776F84"/>
    <w:rsid w:val="007772C9"/>
    <w:rsid w:val="007774AE"/>
    <w:rsid w:val="00777C0F"/>
    <w:rsid w:val="00780861"/>
    <w:rsid w:val="007808DB"/>
    <w:rsid w:val="00780C4B"/>
    <w:rsid w:val="00780F4D"/>
    <w:rsid w:val="00781045"/>
    <w:rsid w:val="007810B3"/>
    <w:rsid w:val="00781E22"/>
    <w:rsid w:val="00782CD6"/>
    <w:rsid w:val="00783097"/>
    <w:rsid w:val="00783548"/>
    <w:rsid w:val="0078397B"/>
    <w:rsid w:val="0078398C"/>
    <w:rsid w:val="00783D82"/>
    <w:rsid w:val="00784213"/>
    <w:rsid w:val="0078497B"/>
    <w:rsid w:val="007859D7"/>
    <w:rsid w:val="00786405"/>
    <w:rsid w:val="00786444"/>
    <w:rsid w:val="0078656D"/>
    <w:rsid w:val="007865C7"/>
    <w:rsid w:val="007868D8"/>
    <w:rsid w:val="00786A2E"/>
    <w:rsid w:val="00787052"/>
    <w:rsid w:val="00787513"/>
    <w:rsid w:val="007879B4"/>
    <w:rsid w:val="00790230"/>
    <w:rsid w:val="00790979"/>
    <w:rsid w:val="00790B5E"/>
    <w:rsid w:val="00791D3F"/>
    <w:rsid w:val="00791DE6"/>
    <w:rsid w:val="00792647"/>
    <w:rsid w:val="00792824"/>
    <w:rsid w:val="00792BE3"/>
    <w:rsid w:val="007935DD"/>
    <w:rsid w:val="00793F58"/>
    <w:rsid w:val="00793F79"/>
    <w:rsid w:val="00793FBB"/>
    <w:rsid w:val="0079409C"/>
    <w:rsid w:val="007942F7"/>
    <w:rsid w:val="00794C5B"/>
    <w:rsid w:val="00794C85"/>
    <w:rsid w:val="007952E4"/>
    <w:rsid w:val="00795707"/>
    <w:rsid w:val="00795B34"/>
    <w:rsid w:val="00795E2A"/>
    <w:rsid w:val="007960AC"/>
    <w:rsid w:val="00796343"/>
    <w:rsid w:val="007965F5"/>
    <w:rsid w:val="00796BA0"/>
    <w:rsid w:val="00796E91"/>
    <w:rsid w:val="00797825"/>
    <w:rsid w:val="00797FB7"/>
    <w:rsid w:val="00797FCF"/>
    <w:rsid w:val="007A00BE"/>
    <w:rsid w:val="007A0621"/>
    <w:rsid w:val="007A0D72"/>
    <w:rsid w:val="007A0E82"/>
    <w:rsid w:val="007A14C1"/>
    <w:rsid w:val="007A17ED"/>
    <w:rsid w:val="007A1862"/>
    <w:rsid w:val="007A1BDD"/>
    <w:rsid w:val="007A1C7F"/>
    <w:rsid w:val="007A2DA0"/>
    <w:rsid w:val="007A34E0"/>
    <w:rsid w:val="007A3507"/>
    <w:rsid w:val="007A3E7D"/>
    <w:rsid w:val="007A4209"/>
    <w:rsid w:val="007A66CB"/>
    <w:rsid w:val="007A6ADC"/>
    <w:rsid w:val="007A7195"/>
    <w:rsid w:val="007A719E"/>
    <w:rsid w:val="007A77D8"/>
    <w:rsid w:val="007A783F"/>
    <w:rsid w:val="007B02D7"/>
    <w:rsid w:val="007B0866"/>
    <w:rsid w:val="007B0A4F"/>
    <w:rsid w:val="007B0E62"/>
    <w:rsid w:val="007B177A"/>
    <w:rsid w:val="007B1D0D"/>
    <w:rsid w:val="007B21D2"/>
    <w:rsid w:val="007B2E82"/>
    <w:rsid w:val="007B32A9"/>
    <w:rsid w:val="007B3618"/>
    <w:rsid w:val="007B3675"/>
    <w:rsid w:val="007B37D3"/>
    <w:rsid w:val="007B3B9C"/>
    <w:rsid w:val="007B3D16"/>
    <w:rsid w:val="007B4EC8"/>
    <w:rsid w:val="007B51E7"/>
    <w:rsid w:val="007B54CE"/>
    <w:rsid w:val="007B5B30"/>
    <w:rsid w:val="007B5D25"/>
    <w:rsid w:val="007B5F05"/>
    <w:rsid w:val="007B6080"/>
    <w:rsid w:val="007B70D4"/>
    <w:rsid w:val="007B7457"/>
    <w:rsid w:val="007B7806"/>
    <w:rsid w:val="007C01E0"/>
    <w:rsid w:val="007C07A3"/>
    <w:rsid w:val="007C11F7"/>
    <w:rsid w:val="007C1504"/>
    <w:rsid w:val="007C2675"/>
    <w:rsid w:val="007C2812"/>
    <w:rsid w:val="007C36C5"/>
    <w:rsid w:val="007C377E"/>
    <w:rsid w:val="007C3ABD"/>
    <w:rsid w:val="007C3D8B"/>
    <w:rsid w:val="007C4DE6"/>
    <w:rsid w:val="007C57D2"/>
    <w:rsid w:val="007C596C"/>
    <w:rsid w:val="007C5BEC"/>
    <w:rsid w:val="007C5CE3"/>
    <w:rsid w:val="007C5D8B"/>
    <w:rsid w:val="007C5D96"/>
    <w:rsid w:val="007C5FF5"/>
    <w:rsid w:val="007C5FF9"/>
    <w:rsid w:val="007C704E"/>
    <w:rsid w:val="007C70AB"/>
    <w:rsid w:val="007D009F"/>
    <w:rsid w:val="007D02D0"/>
    <w:rsid w:val="007D0A03"/>
    <w:rsid w:val="007D0EC1"/>
    <w:rsid w:val="007D125D"/>
    <w:rsid w:val="007D148A"/>
    <w:rsid w:val="007D16F3"/>
    <w:rsid w:val="007D2615"/>
    <w:rsid w:val="007D29D4"/>
    <w:rsid w:val="007D2A7F"/>
    <w:rsid w:val="007D3300"/>
    <w:rsid w:val="007D3A8E"/>
    <w:rsid w:val="007D3C4E"/>
    <w:rsid w:val="007D437F"/>
    <w:rsid w:val="007D4FBA"/>
    <w:rsid w:val="007D4FFF"/>
    <w:rsid w:val="007D5740"/>
    <w:rsid w:val="007D5B58"/>
    <w:rsid w:val="007D5C3E"/>
    <w:rsid w:val="007D651D"/>
    <w:rsid w:val="007D6CD9"/>
    <w:rsid w:val="007D7770"/>
    <w:rsid w:val="007D7A1D"/>
    <w:rsid w:val="007D7BD0"/>
    <w:rsid w:val="007D7DB0"/>
    <w:rsid w:val="007E0A12"/>
    <w:rsid w:val="007E0AF0"/>
    <w:rsid w:val="007E0D30"/>
    <w:rsid w:val="007E0E16"/>
    <w:rsid w:val="007E1412"/>
    <w:rsid w:val="007E192A"/>
    <w:rsid w:val="007E1E9C"/>
    <w:rsid w:val="007E2A99"/>
    <w:rsid w:val="007E2F1E"/>
    <w:rsid w:val="007E33B9"/>
    <w:rsid w:val="007E3B79"/>
    <w:rsid w:val="007E40E8"/>
    <w:rsid w:val="007E4683"/>
    <w:rsid w:val="007E4A81"/>
    <w:rsid w:val="007E4BC1"/>
    <w:rsid w:val="007E5157"/>
    <w:rsid w:val="007E5328"/>
    <w:rsid w:val="007E5678"/>
    <w:rsid w:val="007E5724"/>
    <w:rsid w:val="007E57BE"/>
    <w:rsid w:val="007E6CDC"/>
    <w:rsid w:val="007E6D18"/>
    <w:rsid w:val="007E7142"/>
    <w:rsid w:val="007E7513"/>
    <w:rsid w:val="007E78E4"/>
    <w:rsid w:val="007E7A1F"/>
    <w:rsid w:val="007E7B0D"/>
    <w:rsid w:val="007E7C43"/>
    <w:rsid w:val="007F17CE"/>
    <w:rsid w:val="007F1D4B"/>
    <w:rsid w:val="007F1E78"/>
    <w:rsid w:val="007F239B"/>
    <w:rsid w:val="007F2505"/>
    <w:rsid w:val="007F3821"/>
    <w:rsid w:val="007F3E61"/>
    <w:rsid w:val="007F4205"/>
    <w:rsid w:val="007F445E"/>
    <w:rsid w:val="007F479D"/>
    <w:rsid w:val="007F4C91"/>
    <w:rsid w:val="007F4F8B"/>
    <w:rsid w:val="007F502C"/>
    <w:rsid w:val="007F5565"/>
    <w:rsid w:val="007F59D3"/>
    <w:rsid w:val="007F5B54"/>
    <w:rsid w:val="007F5FF0"/>
    <w:rsid w:val="007F62B5"/>
    <w:rsid w:val="007F6382"/>
    <w:rsid w:val="007F6A6A"/>
    <w:rsid w:val="007F6F43"/>
    <w:rsid w:val="007F76AA"/>
    <w:rsid w:val="007F7D8A"/>
    <w:rsid w:val="007F7F54"/>
    <w:rsid w:val="00800E88"/>
    <w:rsid w:val="008013E3"/>
    <w:rsid w:val="008017E6"/>
    <w:rsid w:val="008017FC"/>
    <w:rsid w:val="008019C7"/>
    <w:rsid w:val="00801AB5"/>
    <w:rsid w:val="00801EBD"/>
    <w:rsid w:val="00801EE8"/>
    <w:rsid w:val="008021EC"/>
    <w:rsid w:val="0080257A"/>
    <w:rsid w:val="008030BB"/>
    <w:rsid w:val="0080318E"/>
    <w:rsid w:val="008032E7"/>
    <w:rsid w:val="008032F0"/>
    <w:rsid w:val="0080360E"/>
    <w:rsid w:val="00803B63"/>
    <w:rsid w:val="00803BF9"/>
    <w:rsid w:val="008045CA"/>
    <w:rsid w:val="0080463E"/>
    <w:rsid w:val="00804E20"/>
    <w:rsid w:val="00804F59"/>
    <w:rsid w:val="00805241"/>
    <w:rsid w:val="00805244"/>
    <w:rsid w:val="00805AA1"/>
    <w:rsid w:val="00805AD9"/>
    <w:rsid w:val="00805D74"/>
    <w:rsid w:val="00805EF9"/>
    <w:rsid w:val="008061B6"/>
    <w:rsid w:val="00806649"/>
    <w:rsid w:val="008067C7"/>
    <w:rsid w:val="00807260"/>
    <w:rsid w:val="008078E4"/>
    <w:rsid w:val="00807FD2"/>
    <w:rsid w:val="00810B01"/>
    <w:rsid w:val="00810BC5"/>
    <w:rsid w:val="00810DB9"/>
    <w:rsid w:val="008110A6"/>
    <w:rsid w:val="008118B8"/>
    <w:rsid w:val="008118C5"/>
    <w:rsid w:val="00811C9C"/>
    <w:rsid w:val="0081206D"/>
    <w:rsid w:val="00812188"/>
    <w:rsid w:val="00812904"/>
    <w:rsid w:val="0081294E"/>
    <w:rsid w:val="00812F91"/>
    <w:rsid w:val="00813A92"/>
    <w:rsid w:val="00814AF5"/>
    <w:rsid w:val="00814E9C"/>
    <w:rsid w:val="00815248"/>
    <w:rsid w:val="008159CE"/>
    <w:rsid w:val="00815D21"/>
    <w:rsid w:val="00816471"/>
    <w:rsid w:val="0081677F"/>
    <w:rsid w:val="00816CE7"/>
    <w:rsid w:val="00817288"/>
    <w:rsid w:val="00817CAF"/>
    <w:rsid w:val="00820393"/>
    <w:rsid w:val="00820B32"/>
    <w:rsid w:val="00820EB3"/>
    <w:rsid w:val="00820F0C"/>
    <w:rsid w:val="008216F7"/>
    <w:rsid w:val="00821793"/>
    <w:rsid w:val="00821AF0"/>
    <w:rsid w:val="00821CBF"/>
    <w:rsid w:val="00822075"/>
    <w:rsid w:val="0082213C"/>
    <w:rsid w:val="00822DF1"/>
    <w:rsid w:val="00822F4E"/>
    <w:rsid w:val="00823677"/>
    <w:rsid w:val="0082392A"/>
    <w:rsid w:val="00823AA1"/>
    <w:rsid w:val="0082459B"/>
    <w:rsid w:val="00824863"/>
    <w:rsid w:val="00824872"/>
    <w:rsid w:val="00825C4B"/>
    <w:rsid w:val="008265C3"/>
    <w:rsid w:val="008266D8"/>
    <w:rsid w:val="00826AB6"/>
    <w:rsid w:val="00826D5D"/>
    <w:rsid w:val="00826E81"/>
    <w:rsid w:val="00826FCD"/>
    <w:rsid w:val="008276C2"/>
    <w:rsid w:val="008279E3"/>
    <w:rsid w:val="00827EDB"/>
    <w:rsid w:val="008308DA"/>
    <w:rsid w:val="00830CC5"/>
    <w:rsid w:val="00831EED"/>
    <w:rsid w:val="0083216A"/>
    <w:rsid w:val="008328E0"/>
    <w:rsid w:val="00832AD7"/>
    <w:rsid w:val="00832D12"/>
    <w:rsid w:val="008336E3"/>
    <w:rsid w:val="00834135"/>
    <w:rsid w:val="00834343"/>
    <w:rsid w:val="00834772"/>
    <w:rsid w:val="00835D88"/>
    <w:rsid w:val="0083642E"/>
    <w:rsid w:val="008373F8"/>
    <w:rsid w:val="0083761A"/>
    <w:rsid w:val="00837A95"/>
    <w:rsid w:val="00837B63"/>
    <w:rsid w:val="008403B4"/>
    <w:rsid w:val="0084072F"/>
    <w:rsid w:val="00840B49"/>
    <w:rsid w:val="00840CFF"/>
    <w:rsid w:val="00840F55"/>
    <w:rsid w:val="008411D1"/>
    <w:rsid w:val="008418EA"/>
    <w:rsid w:val="00841942"/>
    <w:rsid w:val="00841DF8"/>
    <w:rsid w:val="00842494"/>
    <w:rsid w:val="008426F2"/>
    <w:rsid w:val="0084275C"/>
    <w:rsid w:val="008429CC"/>
    <w:rsid w:val="00843647"/>
    <w:rsid w:val="0084384C"/>
    <w:rsid w:val="00843D52"/>
    <w:rsid w:val="008443AC"/>
    <w:rsid w:val="00844671"/>
    <w:rsid w:val="00844F37"/>
    <w:rsid w:val="0084557C"/>
    <w:rsid w:val="008458D4"/>
    <w:rsid w:val="00845B67"/>
    <w:rsid w:val="00845BFE"/>
    <w:rsid w:val="00845E4B"/>
    <w:rsid w:val="00845F2A"/>
    <w:rsid w:val="008463CA"/>
    <w:rsid w:val="0084672E"/>
    <w:rsid w:val="0084683D"/>
    <w:rsid w:val="00846F1F"/>
    <w:rsid w:val="008471CB"/>
    <w:rsid w:val="00847642"/>
    <w:rsid w:val="008478D9"/>
    <w:rsid w:val="00847983"/>
    <w:rsid w:val="008501E1"/>
    <w:rsid w:val="00850995"/>
    <w:rsid w:val="00851A5E"/>
    <w:rsid w:val="0085215D"/>
    <w:rsid w:val="008521FE"/>
    <w:rsid w:val="00852C5C"/>
    <w:rsid w:val="00853101"/>
    <w:rsid w:val="0085311A"/>
    <w:rsid w:val="008533FF"/>
    <w:rsid w:val="008535A9"/>
    <w:rsid w:val="0085485F"/>
    <w:rsid w:val="008548F8"/>
    <w:rsid w:val="00855589"/>
    <w:rsid w:val="0085587A"/>
    <w:rsid w:val="0085653C"/>
    <w:rsid w:val="008565ED"/>
    <w:rsid w:val="00856DF0"/>
    <w:rsid w:val="00856E3D"/>
    <w:rsid w:val="00856EAC"/>
    <w:rsid w:val="0085716A"/>
    <w:rsid w:val="008571C0"/>
    <w:rsid w:val="0085720B"/>
    <w:rsid w:val="00857305"/>
    <w:rsid w:val="008606FA"/>
    <w:rsid w:val="00860927"/>
    <w:rsid w:val="0086111D"/>
    <w:rsid w:val="00861646"/>
    <w:rsid w:val="00862867"/>
    <w:rsid w:val="00862C66"/>
    <w:rsid w:val="00863031"/>
    <w:rsid w:val="00863874"/>
    <w:rsid w:val="008640D7"/>
    <w:rsid w:val="008640DC"/>
    <w:rsid w:val="008643B9"/>
    <w:rsid w:val="008645BF"/>
    <w:rsid w:val="008647CC"/>
    <w:rsid w:val="00865906"/>
    <w:rsid w:val="00865C94"/>
    <w:rsid w:val="008663C9"/>
    <w:rsid w:val="00866498"/>
    <w:rsid w:val="00866533"/>
    <w:rsid w:val="00867095"/>
    <w:rsid w:val="008679DF"/>
    <w:rsid w:val="00867B8A"/>
    <w:rsid w:val="008700F8"/>
    <w:rsid w:val="008704DF"/>
    <w:rsid w:val="00871241"/>
    <w:rsid w:val="0087128A"/>
    <w:rsid w:val="00871AFC"/>
    <w:rsid w:val="00871F01"/>
    <w:rsid w:val="00872228"/>
    <w:rsid w:val="0087241B"/>
    <w:rsid w:val="00872C9D"/>
    <w:rsid w:val="00872DDE"/>
    <w:rsid w:val="0087355E"/>
    <w:rsid w:val="0087365A"/>
    <w:rsid w:val="00874A24"/>
    <w:rsid w:val="00874C8F"/>
    <w:rsid w:val="00875016"/>
    <w:rsid w:val="008753F1"/>
    <w:rsid w:val="008768AC"/>
    <w:rsid w:val="00876988"/>
    <w:rsid w:val="00876C9B"/>
    <w:rsid w:val="0088035C"/>
    <w:rsid w:val="0088046D"/>
    <w:rsid w:val="0088089A"/>
    <w:rsid w:val="008808E7"/>
    <w:rsid w:val="00881208"/>
    <w:rsid w:val="0088126D"/>
    <w:rsid w:val="0088155C"/>
    <w:rsid w:val="00881938"/>
    <w:rsid w:val="00881F33"/>
    <w:rsid w:val="008822FF"/>
    <w:rsid w:val="00882500"/>
    <w:rsid w:val="0088294D"/>
    <w:rsid w:val="0088310C"/>
    <w:rsid w:val="0088324C"/>
    <w:rsid w:val="00883283"/>
    <w:rsid w:val="00883CE1"/>
    <w:rsid w:val="00883F2D"/>
    <w:rsid w:val="008848A3"/>
    <w:rsid w:val="00884C08"/>
    <w:rsid w:val="00884CBE"/>
    <w:rsid w:val="00884FF2"/>
    <w:rsid w:val="00885032"/>
    <w:rsid w:val="00885260"/>
    <w:rsid w:val="0088555C"/>
    <w:rsid w:val="00885E0F"/>
    <w:rsid w:val="00886124"/>
    <w:rsid w:val="008866F2"/>
    <w:rsid w:val="008878A2"/>
    <w:rsid w:val="008879A1"/>
    <w:rsid w:val="00887A9A"/>
    <w:rsid w:val="00887B5C"/>
    <w:rsid w:val="00887C0E"/>
    <w:rsid w:val="00887CF1"/>
    <w:rsid w:val="008905F0"/>
    <w:rsid w:val="00890C84"/>
    <w:rsid w:val="008923BB"/>
    <w:rsid w:val="00892532"/>
    <w:rsid w:val="00893B0C"/>
    <w:rsid w:val="00893F22"/>
    <w:rsid w:val="00894616"/>
    <w:rsid w:val="00894694"/>
    <w:rsid w:val="00894D67"/>
    <w:rsid w:val="00894DA8"/>
    <w:rsid w:val="00895760"/>
    <w:rsid w:val="008957A1"/>
    <w:rsid w:val="0089596E"/>
    <w:rsid w:val="00895BD1"/>
    <w:rsid w:val="0089610F"/>
    <w:rsid w:val="00896385"/>
    <w:rsid w:val="008963D0"/>
    <w:rsid w:val="0089676C"/>
    <w:rsid w:val="00896A40"/>
    <w:rsid w:val="00897027"/>
    <w:rsid w:val="00897432"/>
    <w:rsid w:val="00897961"/>
    <w:rsid w:val="00897A71"/>
    <w:rsid w:val="00897D3B"/>
    <w:rsid w:val="008A02A1"/>
    <w:rsid w:val="008A05E4"/>
    <w:rsid w:val="008A06AC"/>
    <w:rsid w:val="008A0F2E"/>
    <w:rsid w:val="008A1319"/>
    <w:rsid w:val="008A1618"/>
    <w:rsid w:val="008A2295"/>
    <w:rsid w:val="008A2356"/>
    <w:rsid w:val="008A2500"/>
    <w:rsid w:val="008A31B2"/>
    <w:rsid w:val="008A35EC"/>
    <w:rsid w:val="008A36C8"/>
    <w:rsid w:val="008A41BF"/>
    <w:rsid w:val="008A4295"/>
    <w:rsid w:val="008A4EDC"/>
    <w:rsid w:val="008A5721"/>
    <w:rsid w:val="008A5A90"/>
    <w:rsid w:val="008A607A"/>
    <w:rsid w:val="008A69B1"/>
    <w:rsid w:val="008A6DEA"/>
    <w:rsid w:val="008A6EE5"/>
    <w:rsid w:val="008A7D4F"/>
    <w:rsid w:val="008A7E1C"/>
    <w:rsid w:val="008B0680"/>
    <w:rsid w:val="008B080D"/>
    <w:rsid w:val="008B1840"/>
    <w:rsid w:val="008B18A2"/>
    <w:rsid w:val="008B1C26"/>
    <w:rsid w:val="008B1CB7"/>
    <w:rsid w:val="008B1E97"/>
    <w:rsid w:val="008B253B"/>
    <w:rsid w:val="008B26A3"/>
    <w:rsid w:val="008B2C8E"/>
    <w:rsid w:val="008B30EC"/>
    <w:rsid w:val="008B3DFA"/>
    <w:rsid w:val="008B407B"/>
    <w:rsid w:val="008B4500"/>
    <w:rsid w:val="008B4751"/>
    <w:rsid w:val="008B47E4"/>
    <w:rsid w:val="008B4AA9"/>
    <w:rsid w:val="008B504B"/>
    <w:rsid w:val="008B561D"/>
    <w:rsid w:val="008B563F"/>
    <w:rsid w:val="008B5A1B"/>
    <w:rsid w:val="008B66E3"/>
    <w:rsid w:val="008B6995"/>
    <w:rsid w:val="008B7E63"/>
    <w:rsid w:val="008C069A"/>
    <w:rsid w:val="008C0A10"/>
    <w:rsid w:val="008C0BD3"/>
    <w:rsid w:val="008C18AB"/>
    <w:rsid w:val="008C1AD4"/>
    <w:rsid w:val="008C205F"/>
    <w:rsid w:val="008C2544"/>
    <w:rsid w:val="008C2BE8"/>
    <w:rsid w:val="008C2E16"/>
    <w:rsid w:val="008C2E5D"/>
    <w:rsid w:val="008C31C1"/>
    <w:rsid w:val="008C3352"/>
    <w:rsid w:val="008C3963"/>
    <w:rsid w:val="008C3C84"/>
    <w:rsid w:val="008C3E68"/>
    <w:rsid w:val="008C43E5"/>
    <w:rsid w:val="008C449A"/>
    <w:rsid w:val="008C4501"/>
    <w:rsid w:val="008C4A73"/>
    <w:rsid w:val="008C50AC"/>
    <w:rsid w:val="008C5C2A"/>
    <w:rsid w:val="008C5F12"/>
    <w:rsid w:val="008C602B"/>
    <w:rsid w:val="008C6D78"/>
    <w:rsid w:val="008C7016"/>
    <w:rsid w:val="008D0307"/>
    <w:rsid w:val="008D05F2"/>
    <w:rsid w:val="008D0AE1"/>
    <w:rsid w:val="008D0F43"/>
    <w:rsid w:val="008D1477"/>
    <w:rsid w:val="008D1E61"/>
    <w:rsid w:val="008D2531"/>
    <w:rsid w:val="008D2867"/>
    <w:rsid w:val="008D2C03"/>
    <w:rsid w:val="008D3178"/>
    <w:rsid w:val="008D33C5"/>
    <w:rsid w:val="008D3B8B"/>
    <w:rsid w:val="008D43BD"/>
    <w:rsid w:val="008D4C16"/>
    <w:rsid w:val="008D572A"/>
    <w:rsid w:val="008D5981"/>
    <w:rsid w:val="008D5CA9"/>
    <w:rsid w:val="008D6587"/>
    <w:rsid w:val="008D690D"/>
    <w:rsid w:val="008D6C24"/>
    <w:rsid w:val="008D74B5"/>
    <w:rsid w:val="008D791C"/>
    <w:rsid w:val="008E03A9"/>
    <w:rsid w:val="008E055C"/>
    <w:rsid w:val="008E119D"/>
    <w:rsid w:val="008E12DC"/>
    <w:rsid w:val="008E1669"/>
    <w:rsid w:val="008E1A9C"/>
    <w:rsid w:val="008E1F0F"/>
    <w:rsid w:val="008E2DE2"/>
    <w:rsid w:val="008E396B"/>
    <w:rsid w:val="008E3F0E"/>
    <w:rsid w:val="008E453D"/>
    <w:rsid w:val="008E46E0"/>
    <w:rsid w:val="008E4A37"/>
    <w:rsid w:val="008E4C8B"/>
    <w:rsid w:val="008E4F10"/>
    <w:rsid w:val="008E5141"/>
    <w:rsid w:val="008E5287"/>
    <w:rsid w:val="008E52F3"/>
    <w:rsid w:val="008E58B7"/>
    <w:rsid w:val="008E5F8B"/>
    <w:rsid w:val="008E6032"/>
    <w:rsid w:val="008E6FA9"/>
    <w:rsid w:val="008E7370"/>
    <w:rsid w:val="008E7FA0"/>
    <w:rsid w:val="008F00D7"/>
    <w:rsid w:val="008F10F7"/>
    <w:rsid w:val="008F17E9"/>
    <w:rsid w:val="008F28B4"/>
    <w:rsid w:val="008F2F48"/>
    <w:rsid w:val="008F32F5"/>
    <w:rsid w:val="008F3558"/>
    <w:rsid w:val="008F36C4"/>
    <w:rsid w:val="008F37B9"/>
    <w:rsid w:val="008F3C46"/>
    <w:rsid w:val="008F3C6C"/>
    <w:rsid w:val="008F4119"/>
    <w:rsid w:val="008F4D8D"/>
    <w:rsid w:val="008F5997"/>
    <w:rsid w:val="008F5DE4"/>
    <w:rsid w:val="008F643F"/>
    <w:rsid w:val="008F689F"/>
    <w:rsid w:val="008F7164"/>
    <w:rsid w:val="008F7FBF"/>
    <w:rsid w:val="00900B0D"/>
    <w:rsid w:val="00901423"/>
    <w:rsid w:val="00901C35"/>
    <w:rsid w:val="00901DE2"/>
    <w:rsid w:val="00901EE3"/>
    <w:rsid w:val="00902228"/>
    <w:rsid w:val="00902D7F"/>
    <w:rsid w:val="00903270"/>
    <w:rsid w:val="00903888"/>
    <w:rsid w:val="00904227"/>
    <w:rsid w:val="009049A1"/>
    <w:rsid w:val="009056F6"/>
    <w:rsid w:val="00905930"/>
    <w:rsid w:val="00905A7C"/>
    <w:rsid w:val="00905B6F"/>
    <w:rsid w:val="00905B9C"/>
    <w:rsid w:val="00905CAA"/>
    <w:rsid w:val="00905DD0"/>
    <w:rsid w:val="009066E4"/>
    <w:rsid w:val="00906730"/>
    <w:rsid w:val="009071E4"/>
    <w:rsid w:val="00907248"/>
    <w:rsid w:val="009078B9"/>
    <w:rsid w:val="00907F2F"/>
    <w:rsid w:val="009103A7"/>
    <w:rsid w:val="00910A0E"/>
    <w:rsid w:val="00910EE8"/>
    <w:rsid w:val="00911489"/>
    <w:rsid w:val="00911BD8"/>
    <w:rsid w:val="00911D6C"/>
    <w:rsid w:val="00911DE8"/>
    <w:rsid w:val="00912004"/>
    <w:rsid w:val="00913B13"/>
    <w:rsid w:val="00913F75"/>
    <w:rsid w:val="00914056"/>
    <w:rsid w:val="0091407B"/>
    <w:rsid w:val="0091463C"/>
    <w:rsid w:val="00914891"/>
    <w:rsid w:val="00914C85"/>
    <w:rsid w:val="00915363"/>
    <w:rsid w:val="009154FA"/>
    <w:rsid w:val="00915E34"/>
    <w:rsid w:val="00916318"/>
    <w:rsid w:val="00916E91"/>
    <w:rsid w:val="00917B7C"/>
    <w:rsid w:val="0092017E"/>
    <w:rsid w:val="00920C09"/>
    <w:rsid w:val="0092100E"/>
    <w:rsid w:val="00921022"/>
    <w:rsid w:val="009214A5"/>
    <w:rsid w:val="0092167B"/>
    <w:rsid w:val="00921854"/>
    <w:rsid w:val="00921E35"/>
    <w:rsid w:val="00921FD9"/>
    <w:rsid w:val="00922432"/>
    <w:rsid w:val="009224F6"/>
    <w:rsid w:val="00922680"/>
    <w:rsid w:val="00923358"/>
    <w:rsid w:val="00923D13"/>
    <w:rsid w:val="00923DF4"/>
    <w:rsid w:val="009241E9"/>
    <w:rsid w:val="00924239"/>
    <w:rsid w:val="00925307"/>
    <w:rsid w:val="0092673A"/>
    <w:rsid w:val="009267BC"/>
    <w:rsid w:val="0092685E"/>
    <w:rsid w:val="00926B50"/>
    <w:rsid w:val="00927265"/>
    <w:rsid w:val="0093045D"/>
    <w:rsid w:val="00932009"/>
    <w:rsid w:val="00932463"/>
    <w:rsid w:val="00932517"/>
    <w:rsid w:val="00932F95"/>
    <w:rsid w:val="00933122"/>
    <w:rsid w:val="00933188"/>
    <w:rsid w:val="009336F6"/>
    <w:rsid w:val="00934008"/>
    <w:rsid w:val="00934651"/>
    <w:rsid w:val="009346CD"/>
    <w:rsid w:val="009349D5"/>
    <w:rsid w:val="00934C5E"/>
    <w:rsid w:val="00934FD2"/>
    <w:rsid w:val="009366EF"/>
    <w:rsid w:val="00936C20"/>
    <w:rsid w:val="00937120"/>
    <w:rsid w:val="00937C96"/>
    <w:rsid w:val="009403A3"/>
    <w:rsid w:val="00940AEB"/>
    <w:rsid w:val="009410A5"/>
    <w:rsid w:val="009416D8"/>
    <w:rsid w:val="00941E12"/>
    <w:rsid w:val="00941F20"/>
    <w:rsid w:val="00942479"/>
    <w:rsid w:val="00942490"/>
    <w:rsid w:val="009429DC"/>
    <w:rsid w:val="00942D0B"/>
    <w:rsid w:val="00942FC3"/>
    <w:rsid w:val="009436A7"/>
    <w:rsid w:val="009437A1"/>
    <w:rsid w:val="00943901"/>
    <w:rsid w:val="00943A57"/>
    <w:rsid w:val="00943FC6"/>
    <w:rsid w:val="00944034"/>
    <w:rsid w:val="009449A4"/>
    <w:rsid w:val="009449C8"/>
    <w:rsid w:val="00944DB8"/>
    <w:rsid w:val="009455CC"/>
    <w:rsid w:val="00946B54"/>
    <w:rsid w:val="00946E1F"/>
    <w:rsid w:val="00946FE6"/>
    <w:rsid w:val="00947033"/>
    <w:rsid w:val="0094783F"/>
    <w:rsid w:val="00950697"/>
    <w:rsid w:val="00950C34"/>
    <w:rsid w:val="009512BF"/>
    <w:rsid w:val="009512FA"/>
    <w:rsid w:val="00951598"/>
    <w:rsid w:val="009518CB"/>
    <w:rsid w:val="00952824"/>
    <w:rsid w:val="009531C3"/>
    <w:rsid w:val="00953416"/>
    <w:rsid w:val="00953EF2"/>
    <w:rsid w:val="00954364"/>
    <w:rsid w:val="0095481B"/>
    <w:rsid w:val="00954FAD"/>
    <w:rsid w:val="00955060"/>
    <w:rsid w:val="0095591C"/>
    <w:rsid w:val="00955D0F"/>
    <w:rsid w:val="00956033"/>
    <w:rsid w:val="00956F88"/>
    <w:rsid w:val="00957206"/>
    <w:rsid w:val="0095771C"/>
    <w:rsid w:val="00957C05"/>
    <w:rsid w:val="00957F55"/>
    <w:rsid w:val="00962611"/>
    <w:rsid w:val="00963B2B"/>
    <w:rsid w:val="0096491A"/>
    <w:rsid w:val="00964C54"/>
    <w:rsid w:val="00964E94"/>
    <w:rsid w:val="009650A6"/>
    <w:rsid w:val="00965139"/>
    <w:rsid w:val="009651F7"/>
    <w:rsid w:val="009657A4"/>
    <w:rsid w:val="009657D4"/>
    <w:rsid w:val="0096582B"/>
    <w:rsid w:val="009658AE"/>
    <w:rsid w:val="00965BCC"/>
    <w:rsid w:val="00966420"/>
    <w:rsid w:val="00966428"/>
    <w:rsid w:val="009668D0"/>
    <w:rsid w:val="00966917"/>
    <w:rsid w:val="00966FD7"/>
    <w:rsid w:val="0096763A"/>
    <w:rsid w:val="0096778B"/>
    <w:rsid w:val="009677EC"/>
    <w:rsid w:val="0096792B"/>
    <w:rsid w:val="00967B4C"/>
    <w:rsid w:val="00970212"/>
    <w:rsid w:val="00970DBE"/>
    <w:rsid w:val="00970EF7"/>
    <w:rsid w:val="00970FD5"/>
    <w:rsid w:val="00971039"/>
    <w:rsid w:val="00971B37"/>
    <w:rsid w:val="009720A1"/>
    <w:rsid w:val="00973778"/>
    <w:rsid w:val="00973F55"/>
    <w:rsid w:val="00974111"/>
    <w:rsid w:val="00974A20"/>
    <w:rsid w:val="00974B34"/>
    <w:rsid w:val="00974BB8"/>
    <w:rsid w:val="00974FD1"/>
    <w:rsid w:val="0097507B"/>
    <w:rsid w:val="00975329"/>
    <w:rsid w:val="00975C22"/>
    <w:rsid w:val="00975C6A"/>
    <w:rsid w:val="00975D23"/>
    <w:rsid w:val="00976291"/>
    <w:rsid w:val="0097649C"/>
    <w:rsid w:val="0097667C"/>
    <w:rsid w:val="00976B59"/>
    <w:rsid w:val="00976F45"/>
    <w:rsid w:val="00977815"/>
    <w:rsid w:val="00980559"/>
    <w:rsid w:val="00981014"/>
    <w:rsid w:val="00981357"/>
    <w:rsid w:val="009818D6"/>
    <w:rsid w:val="00983088"/>
    <w:rsid w:val="009835B5"/>
    <w:rsid w:val="00983CB2"/>
    <w:rsid w:val="00983E3B"/>
    <w:rsid w:val="00984658"/>
    <w:rsid w:val="009846CB"/>
    <w:rsid w:val="00984A1B"/>
    <w:rsid w:val="00984FE5"/>
    <w:rsid w:val="0098579C"/>
    <w:rsid w:val="009857DE"/>
    <w:rsid w:val="00985869"/>
    <w:rsid w:val="00986069"/>
    <w:rsid w:val="009868DB"/>
    <w:rsid w:val="00986F71"/>
    <w:rsid w:val="0098700E"/>
    <w:rsid w:val="009871BE"/>
    <w:rsid w:val="00987497"/>
    <w:rsid w:val="009904A8"/>
    <w:rsid w:val="009904D1"/>
    <w:rsid w:val="009904E9"/>
    <w:rsid w:val="0099065A"/>
    <w:rsid w:val="0099096B"/>
    <w:rsid w:val="00990B1C"/>
    <w:rsid w:val="00990FC7"/>
    <w:rsid w:val="00991BB2"/>
    <w:rsid w:val="009922A1"/>
    <w:rsid w:val="009924FF"/>
    <w:rsid w:val="0099261C"/>
    <w:rsid w:val="0099365F"/>
    <w:rsid w:val="00993A02"/>
    <w:rsid w:val="00993F57"/>
    <w:rsid w:val="009942FE"/>
    <w:rsid w:val="00994AA6"/>
    <w:rsid w:val="00995F3F"/>
    <w:rsid w:val="009964D2"/>
    <w:rsid w:val="009966F6"/>
    <w:rsid w:val="009975DB"/>
    <w:rsid w:val="009975FC"/>
    <w:rsid w:val="0099767D"/>
    <w:rsid w:val="00997DFB"/>
    <w:rsid w:val="009A01EB"/>
    <w:rsid w:val="009A09C9"/>
    <w:rsid w:val="009A0D88"/>
    <w:rsid w:val="009A10D7"/>
    <w:rsid w:val="009A11A8"/>
    <w:rsid w:val="009A163C"/>
    <w:rsid w:val="009A2089"/>
    <w:rsid w:val="009A252C"/>
    <w:rsid w:val="009A2AE2"/>
    <w:rsid w:val="009A2C77"/>
    <w:rsid w:val="009A33D2"/>
    <w:rsid w:val="009A367C"/>
    <w:rsid w:val="009A3DD4"/>
    <w:rsid w:val="009A458D"/>
    <w:rsid w:val="009A54B9"/>
    <w:rsid w:val="009A63E5"/>
    <w:rsid w:val="009A6B10"/>
    <w:rsid w:val="009A707C"/>
    <w:rsid w:val="009A72C2"/>
    <w:rsid w:val="009A74B4"/>
    <w:rsid w:val="009A78A3"/>
    <w:rsid w:val="009B0046"/>
    <w:rsid w:val="009B069F"/>
    <w:rsid w:val="009B10A3"/>
    <w:rsid w:val="009B1A1E"/>
    <w:rsid w:val="009B1D55"/>
    <w:rsid w:val="009B1D7C"/>
    <w:rsid w:val="009B2660"/>
    <w:rsid w:val="009B272A"/>
    <w:rsid w:val="009B29C1"/>
    <w:rsid w:val="009B2EDE"/>
    <w:rsid w:val="009B3D8F"/>
    <w:rsid w:val="009B42C6"/>
    <w:rsid w:val="009B43E8"/>
    <w:rsid w:val="009B483B"/>
    <w:rsid w:val="009B49B1"/>
    <w:rsid w:val="009B4BBD"/>
    <w:rsid w:val="009B4D7C"/>
    <w:rsid w:val="009B521B"/>
    <w:rsid w:val="009B53A9"/>
    <w:rsid w:val="009B55AB"/>
    <w:rsid w:val="009B5A94"/>
    <w:rsid w:val="009B62EE"/>
    <w:rsid w:val="009B633D"/>
    <w:rsid w:val="009B6676"/>
    <w:rsid w:val="009B6820"/>
    <w:rsid w:val="009B6877"/>
    <w:rsid w:val="009B6DA3"/>
    <w:rsid w:val="009B6E63"/>
    <w:rsid w:val="009B7701"/>
    <w:rsid w:val="009B7813"/>
    <w:rsid w:val="009B79F5"/>
    <w:rsid w:val="009C02CD"/>
    <w:rsid w:val="009C090C"/>
    <w:rsid w:val="009C0E63"/>
    <w:rsid w:val="009C17D5"/>
    <w:rsid w:val="009C1B4A"/>
    <w:rsid w:val="009C1D28"/>
    <w:rsid w:val="009C20F6"/>
    <w:rsid w:val="009C2E37"/>
    <w:rsid w:val="009C31DC"/>
    <w:rsid w:val="009C32D1"/>
    <w:rsid w:val="009C371E"/>
    <w:rsid w:val="009C3B79"/>
    <w:rsid w:val="009C46E0"/>
    <w:rsid w:val="009C4751"/>
    <w:rsid w:val="009C4D93"/>
    <w:rsid w:val="009C4EC5"/>
    <w:rsid w:val="009C5DF8"/>
    <w:rsid w:val="009C69C4"/>
    <w:rsid w:val="009C701A"/>
    <w:rsid w:val="009C763F"/>
    <w:rsid w:val="009C7AA1"/>
    <w:rsid w:val="009D00AD"/>
    <w:rsid w:val="009D0833"/>
    <w:rsid w:val="009D0AE2"/>
    <w:rsid w:val="009D0DA6"/>
    <w:rsid w:val="009D12B0"/>
    <w:rsid w:val="009D1C15"/>
    <w:rsid w:val="009D1CFE"/>
    <w:rsid w:val="009D1F61"/>
    <w:rsid w:val="009D3213"/>
    <w:rsid w:val="009D3642"/>
    <w:rsid w:val="009D38B1"/>
    <w:rsid w:val="009D3A87"/>
    <w:rsid w:val="009D470D"/>
    <w:rsid w:val="009D4AAD"/>
    <w:rsid w:val="009D4EDD"/>
    <w:rsid w:val="009D521F"/>
    <w:rsid w:val="009D5823"/>
    <w:rsid w:val="009D601F"/>
    <w:rsid w:val="009D6679"/>
    <w:rsid w:val="009D689B"/>
    <w:rsid w:val="009D706F"/>
    <w:rsid w:val="009D74A0"/>
    <w:rsid w:val="009D7B5C"/>
    <w:rsid w:val="009E042F"/>
    <w:rsid w:val="009E0872"/>
    <w:rsid w:val="009E094C"/>
    <w:rsid w:val="009E146C"/>
    <w:rsid w:val="009E1D2A"/>
    <w:rsid w:val="009E1F65"/>
    <w:rsid w:val="009E2394"/>
    <w:rsid w:val="009E2704"/>
    <w:rsid w:val="009E29F3"/>
    <w:rsid w:val="009E2AF1"/>
    <w:rsid w:val="009E2E9F"/>
    <w:rsid w:val="009E332A"/>
    <w:rsid w:val="009E3798"/>
    <w:rsid w:val="009E3D4C"/>
    <w:rsid w:val="009E3F96"/>
    <w:rsid w:val="009E4066"/>
    <w:rsid w:val="009E44C8"/>
    <w:rsid w:val="009E4DF2"/>
    <w:rsid w:val="009E4F3C"/>
    <w:rsid w:val="009E526B"/>
    <w:rsid w:val="009E6572"/>
    <w:rsid w:val="009E7602"/>
    <w:rsid w:val="009F0538"/>
    <w:rsid w:val="009F0956"/>
    <w:rsid w:val="009F0CEB"/>
    <w:rsid w:val="009F11D4"/>
    <w:rsid w:val="009F1A85"/>
    <w:rsid w:val="009F200F"/>
    <w:rsid w:val="009F2447"/>
    <w:rsid w:val="009F3124"/>
    <w:rsid w:val="009F32B5"/>
    <w:rsid w:val="009F38D2"/>
    <w:rsid w:val="009F3FB2"/>
    <w:rsid w:val="009F43AB"/>
    <w:rsid w:val="009F4B4A"/>
    <w:rsid w:val="009F52A3"/>
    <w:rsid w:val="009F53BA"/>
    <w:rsid w:val="009F568D"/>
    <w:rsid w:val="009F5EB9"/>
    <w:rsid w:val="009F601A"/>
    <w:rsid w:val="009F6198"/>
    <w:rsid w:val="009F6327"/>
    <w:rsid w:val="009F699E"/>
    <w:rsid w:val="009F6B54"/>
    <w:rsid w:val="009F7074"/>
    <w:rsid w:val="009F75D8"/>
    <w:rsid w:val="009F78BD"/>
    <w:rsid w:val="009F7C1C"/>
    <w:rsid w:val="00A011E3"/>
    <w:rsid w:val="00A01C57"/>
    <w:rsid w:val="00A02446"/>
    <w:rsid w:val="00A02507"/>
    <w:rsid w:val="00A02515"/>
    <w:rsid w:val="00A03044"/>
    <w:rsid w:val="00A0326D"/>
    <w:rsid w:val="00A0337C"/>
    <w:rsid w:val="00A046E2"/>
    <w:rsid w:val="00A04CAC"/>
    <w:rsid w:val="00A051E2"/>
    <w:rsid w:val="00A0551F"/>
    <w:rsid w:val="00A05F69"/>
    <w:rsid w:val="00A062B5"/>
    <w:rsid w:val="00A0632A"/>
    <w:rsid w:val="00A06436"/>
    <w:rsid w:val="00A067E7"/>
    <w:rsid w:val="00A06A48"/>
    <w:rsid w:val="00A06A78"/>
    <w:rsid w:val="00A06D81"/>
    <w:rsid w:val="00A0706E"/>
    <w:rsid w:val="00A076C0"/>
    <w:rsid w:val="00A0772E"/>
    <w:rsid w:val="00A07FD7"/>
    <w:rsid w:val="00A10085"/>
    <w:rsid w:val="00A1041B"/>
    <w:rsid w:val="00A10498"/>
    <w:rsid w:val="00A1092F"/>
    <w:rsid w:val="00A10BA0"/>
    <w:rsid w:val="00A10FEB"/>
    <w:rsid w:val="00A11302"/>
    <w:rsid w:val="00A11640"/>
    <w:rsid w:val="00A1185A"/>
    <w:rsid w:val="00A11985"/>
    <w:rsid w:val="00A11E1D"/>
    <w:rsid w:val="00A12301"/>
    <w:rsid w:val="00A13302"/>
    <w:rsid w:val="00A13930"/>
    <w:rsid w:val="00A1393C"/>
    <w:rsid w:val="00A13D7C"/>
    <w:rsid w:val="00A143CD"/>
    <w:rsid w:val="00A14FC0"/>
    <w:rsid w:val="00A152DD"/>
    <w:rsid w:val="00A15746"/>
    <w:rsid w:val="00A1590C"/>
    <w:rsid w:val="00A161D5"/>
    <w:rsid w:val="00A16AA3"/>
    <w:rsid w:val="00A16ACB"/>
    <w:rsid w:val="00A16D91"/>
    <w:rsid w:val="00A16F0E"/>
    <w:rsid w:val="00A16FE0"/>
    <w:rsid w:val="00A170B0"/>
    <w:rsid w:val="00A1739F"/>
    <w:rsid w:val="00A17873"/>
    <w:rsid w:val="00A17E24"/>
    <w:rsid w:val="00A2038A"/>
    <w:rsid w:val="00A20671"/>
    <w:rsid w:val="00A2083C"/>
    <w:rsid w:val="00A2106A"/>
    <w:rsid w:val="00A215E5"/>
    <w:rsid w:val="00A21D9F"/>
    <w:rsid w:val="00A22C0E"/>
    <w:rsid w:val="00A22C91"/>
    <w:rsid w:val="00A231D0"/>
    <w:rsid w:val="00A23593"/>
    <w:rsid w:val="00A2361B"/>
    <w:rsid w:val="00A23A07"/>
    <w:rsid w:val="00A23EDB"/>
    <w:rsid w:val="00A24739"/>
    <w:rsid w:val="00A24885"/>
    <w:rsid w:val="00A24909"/>
    <w:rsid w:val="00A24F6D"/>
    <w:rsid w:val="00A2506D"/>
    <w:rsid w:val="00A25403"/>
    <w:rsid w:val="00A2594E"/>
    <w:rsid w:val="00A25E9F"/>
    <w:rsid w:val="00A26627"/>
    <w:rsid w:val="00A26730"/>
    <w:rsid w:val="00A26B2B"/>
    <w:rsid w:val="00A27BE6"/>
    <w:rsid w:val="00A30088"/>
    <w:rsid w:val="00A300E2"/>
    <w:rsid w:val="00A30520"/>
    <w:rsid w:val="00A30749"/>
    <w:rsid w:val="00A30B1A"/>
    <w:rsid w:val="00A30F5C"/>
    <w:rsid w:val="00A31161"/>
    <w:rsid w:val="00A31806"/>
    <w:rsid w:val="00A32006"/>
    <w:rsid w:val="00A324DF"/>
    <w:rsid w:val="00A325E3"/>
    <w:rsid w:val="00A3263E"/>
    <w:rsid w:val="00A32D96"/>
    <w:rsid w:val="00A32F80"/>
    <w:rsid w:val="00A33168"/>
    <w:rsid w:val="00A3360F"/>
    <w:rsid w:val="00A33627"/>
    <w:rsid w:val="00A33858"/>
    <w:rsid w:val="00A34631"/>
    <w:rsid w:val="00A34729"/>
    <w:rsid w:val="00A3485B"/>
    <w:rsid w:val="00A34AAC"/>
    <w:rsid w:val="00A34F34"/>
    <w:rsid w:val="00A35C5D"/>
    <w:rsid w:val="00A36894"/>
    <w:rsid w:val="00A368BB"/>
    <w:rsid w:val="00A370F5"/>
    <w:rsid w:val="00A373F5"/>
    <w:rsid w:val="00A37AD7"/>
    <w:rsid w:val="00A37E5B"/>
    <w:rsid w:val="00A37F08"/>
    <w:rsid w:val="00A40603"/>
    <w:rsid w:val="00A40F95"/>
    <w:rsid w:val="00A41822"/>
    <w:rsid w:val="00A41877"/>
    <w:rsid w:val="00A41BDB"/>
    <w:rsid w:val="00A429CF"/>
    <w:rsid w:val="00A42B9F"/>
    <w:rsid w:val="00A44086"/>
    <w:rsid w:val="00A44E25"/>
    <w:rsid w:val="00A45895"/>
    <w:rsid w:val="00A46181"/>
    <w:rsid w:val="00A46333"/>
    <w:rsid w:val="00A46BA2"/>
    <w:rsid w:val="00A46DE1"/>
    <w:rsid w:val="00A47AD0"/>
    <w:rsid w:val="00A47CFA"/>
    <w:rsid w:val="00A47E0D"/>
    <w:rsid w:val="00A50D16"/>
    <w:rsid w:val="00A50EC6"/>
    <w:rsid w:val="00A514D1"/>
    <w:rsid w:val="00A51D1D"/>
    <w:rsid w:val="00A522B3"/>
    <w:rsid w:val="00A52406"/>
    <w:rsid w:val="00A5334A"/>
    <w:rsid w:val="00A538B8"/>
    <w:rsid w:val="00A54A13"/>
    <w:rsid w:val="00A550AD"/>
    <w:rsid w:val="00A557ED"/>
    <w:rsid w:val="00A5785B"/>
    <w:rsid w:val="00A57906"/>
    <w:rsid w:val="00A57A67"/>
    <w:rsid w:val="00A57C37"/>
    <w:rsid w:val="00A60116"/>
    <w:rsid w:val="00A6089B"/>
    <w:rsid w:val="00A60933"/>
    <w:rsid w:val="00A60BD3"/>
    <w:rsid w:val="00A60E57"/>
    <w:rsid w:val="00A617E6"/>
    <w:rsid w:val="00A619E6"/>
    <w:rsid w:val="00A61BAE"/>
    <w:rsid w:val="00A61E13"/>
    <w:rsid w:val="00A61E53"/>
    <w:rsid w:val="00A6248B"/>
    <w:rsid w:val="00A62643"/>
    <w:rsid w:val="00A62773"/>
    <w:rsid w:val="00A62779"/>
    <w:rsid w:val="00A62BCA"/>
    <w:rsid w:val="00A6383B"/>
    <w:rsid w:val="00A63BCF"/>
    <w:rsid w:val="00A646C4"/>
    <w:rsid w:val="00A646D0"/>
    <w:rsid w:val="00A64A80"/>
    <w:rsid w:val="00A64DB6"/>
    <w:rsid w:val="00A6504C"/>
    <w:rsid w:val="00A653CB"/>
    <w:rsid w:val="00A65ED9"/>
    <w:rsid w:val="00A660FA"/>
    <w:rsid w:val="00A66650"/>
    <w:rsid w:val="00A66CDC"/>
    <w:rsid w:val="00A70B20"/>
    <w:rsid w:val="00A7146C"/>
    <w:rsid w:val="00A71D4B"/>
    <w:rsid w:val="00A71D89"/>
    <w:rsid w:val="00A71DAE"/>
    <w:rsid w:val="00A71EE7"/>
    <w:rsid w:val="00A72A2B"/>
    <w:rsid w:val="00A72B25"/>
    <w:rsid w:val="00A72B31"/>
    <w:rsid w:val="00A72B7B"/>
    <w:rsid w:val="00A7376E"/>
    <w:rsid w:val="00A7397E"/>
    <w:rsid w:val="00A73AF6"/>
    <w:rsid w:val="00A7452C"/>
    <w:rsid w:val="00A74684"/>
    <w:rsid w:val="00A748C6"/>
    <w:rsid w:val="00A74F93"/>
    <w:rsid w:val="00A75C56"/>
    <w:rsid w:val="00A7647F"/>
    <w:rsid w:val="00A76644"/>
    <w:rsid w:val="00A76F34"/>
    <w:rsid w:val="00A774F7"/>
    <w:rsid w:val="00A77D87"/>
    <w:rsid w:val="00A8094B"/>
    <w:rsid w:val="00A81278"/>
    <w:rsid w:val="00A81326"/>
    <w:rsid w:val="00A81463"/>
    <w:rsid w:val="00A8294D"/>
    <w:rsid w:val="00A8345A"/>
    <w:rsid w:val="00A8355F"/>
    <w:rsid w:val="00A839B1"/>
    <w:rsid w:val="00A83D21"/>
    <w:rsid w:val="00A83DA7"/>
    <w:rsid w:val="00A84591"/>
    <w:rsid w:val="00A851EE"/>
    <w:rsid w:val="00A85543"/>
    <w:rsid w:val="00A85573"/>
    <w:rsid w:val="00A85B50"/>
    <w:rsid w:val="00A85BF7"/>
    <w:rsid w:val="00A85ED3"/>
    <w:rsid w:val="00A85F36"/>
    <w:rsid w:val="00A864CE"/>
    <w:rsid w:val="00A86678"/>
    <w:rsid w:val="00A8752D"/>
    <w:rsid w:val="00A87F11"/>
    <w:rsid w:val="00A90C59"/>
    <w:rsid w:val="00A90C7A"/>
    <w:rsid w:val="00A90CE9"/>
    <w:rsid w:val="00A91799"/>
    <w:rsid w:val="00A91F52"/>
    <w:rsid w:val="00A9207E"/>
    <w:rsid w:val="00A9239B"/>
    <w:rsid w:val="00A92908"/>
    <w:rsid w:val="00A92F90"/>
    <w:rsid w:val="00A931F4"/>
    <w:rsid w:val="00A93450"/>
    <w:rsid w:val="00A93A26"/>
    <w:rsid w:val="00A93B60"/>
    <w:rsid w:val="00A94144"/>
    <w:rsid w:val="00A949C9"/>
    <w:rsid w:val="00A955A0"/>
    <w:rsid w:val="00A9566C"/>
    <w:rsid w:val="00A95D3F"/>
    <w:rsid w:val="00A962BA"/>
    <w:rsid w:val="00A9666B"/>
    <w:rsid w:val="00A9681E"/>
    <w:rsid w:val="00A96A4E"/>
    <w:rsid w:val="00A9737C"/>
    <w:rsid w:val="00A974F6"/>
    <w:rsid w:val="00A9767C"/>
    <w:rsid w:val="00A97881"/>
    <w:rsid w:val="00A97A73"/>
    <w:rsid w:val="00A97E45"/>
    <w:rsid w:val="00AA1040"/>
    <w:rsid w:val="00AA104D"/>
    <w:rsid w:val="00AA1ADA"/>
    <w:rsid w:val="00AA1BE9"/>
    <w:rsid w:val="00AA2729"/>
    <w:rsid w:val="00AA358E"/>
    <w:rsid w:val="00AA39D0"/>
    <w:rsid w:val="00AA3C88"/>
    <w:rsid w:val="00AA3CE7"/>
    <w:rsid w:val="00AA3E8E"/>
    <w:rsid w:val="00AA4C17"/>
    <w:rsid w:val="00AA53A9"/>
    <w:rsid w:val="00AA54C1"/>
    <w:rsid w:val="00AA57B8"/>
    <w:rsid w:val="00AA5B03"/>
    <w:rsid w:val="00AA5CA4"/>
    <w:rsid w:val="00AA6402"/>
    <w:rsid w:val="00AA6551"/>
    <w:rsid w:val="00AA6A7A"/>
    <w:rsid w:val="00AA6B3E"/>
    <w:rsid w:val="00AA74C2"/>
    <w:rsid w:val="00AA7620"/>
    <w:rsid w:val="00AA77EE"/>
    <w:rsid w:val="00AB015E"/>
    <w:rsid w:val="00AB0319"/>
    <w:rsid w:val="00AB0447"/>
    <w:rsid w:val="00AB066E"/>
    <w:rsid w:val="00AB0FF8"/>
    <w:rsid w:val="00AB111A"/>
    <w:rsid w:val="00AB1B9C"/>
    <w:rsid w:val="00AB203F"/>
    <w:rsid w:val="00AB2461"/>
    <w:rsid w:val="00AB263F"/>
    <w:rsid w:val="00AB2ECC"/>
    <w:rsid w:val="00AB4917"/>
    <w:rsid w:val="00AB4A15"/>
    <w:rsid w:val="00AB506C"/>
    <w:rsid w:val="00AB5B9B"/>
    <w:rsid w:val="00AB656B"/>
    <w:rsid w:val="00AB7371"/>
    <w:rsid w:val="00AB7581"/>
    <w:rsid w:val="00AB770F"/>
    <w:rsid w:val="00AB7A51"/>
    <w:rsid w:val="00AC109F"/>
    <w:rsid w:val="00AC1334"/>
    <w:rsid w:val="00AC16D3"/>
    <w:rsid w:val="00AC1719"/>
    <w:rsid w:val="00AC1C9B"/>
    <w:rsid w:val="00AC2F37"/>
    <w:rsid w:val="00AC36DB"/>
    <w:rsid w:val="00AC4138"/>
    <w:rsid w:val="00AC4B7F"/>
    <w:rsid w:val="00AC4BDC"/>
    <w:rsid w:val="00AC51D7"/>
    <w:rsid w:val="00AC599D"/>
    <w:rsid w:val="00AC6763"/>
    <w:rsid w:val="00AC6912"/>
    <w:rsid w:val="00AC74D0"/>
    <w:rsid w:val="00AC78B4"/>
    <w:rsid w:val="00AC7F94"/>
    <w:rsid w:val="00AD03B2"/>
    <w:rsid w:val="00AD1AAE"/>
    <w:rsid w:val="00AD21D2"/>
    <w:rsid w:val="00AD221F"/>
    <w:rsid w:val="00AD22BC"/>
    <w:rsid w:val="00AD33D7"/>
    <w:rsid w:val="00AD3AC7"/>
    <w:rsid w:val="00AD3FAA"/>
    <w:rsid w:val="00AD438A"/>
    <w:rsid w:val="00AD43B3"/>
    <w:rsid w:val="00AD4B26"/>
    <w:rsid w:val="00AD4E70"/>
    <w:rsid w:val="00AD5534"/>
    <w:rsid w:val="00AD5624"/>
    <w:rsid w:val="00AD5C4E"/>
    <w:rsid w:val="00AD5E67"/>
    <w:rsid w:val="00AD6426"/>
    <w:rsid w:val="00AD648F"/>
    <w:rsid w:val="00AD6673"/>
    <w:rsid w:val="00AD6E45"/>
    <w:rsid w:val="00AD7316"/>
    <w:rsid w:val="00AD7533"/>
    <w:rsid w:val="00AD7C2A"/>
    <w:rsid w:val="00AD7DB6"/>
    <w:rsid w:val="00AE038A"/>
    <w:rsid w:val="00AE07F4"/>
    <w:rsid w:val="00AE0AA6"/>
    <w:rsid w:val="00AE0DA1"/>
    <w:rsid w:val="00AE1337"/>
    <w:rsid w:val="00AE17DE"/>
    <w:rsid w:val="00AE1A69"/>
    <w:rsid w:val="00AE2D85"/>
    <w:rsid w:val="00AE359C"/>
    <w:rsid w:val="00AE3889"/>
    <w:rsid w:val="00AE3958"/>
    <w:rsid w:val="00AE3EEB"/>
    <w:rsid w:val="00AE44D1"/>
    <w:rsid w:val="00AE490A"/>
    <w:rsid w:val="00AE5B79"/>
    <w:rsid w:val="00AE5FE2"/>
    <w:rsid w:val="00AE61A1"/>
    <w:rsid w:val="00AE6957"/>
    <w:rsid w:val="00AE6B7B"/>
    <w:rsid w:val="00AE6E1B"/>
    <w:rsid w:val="00AE7668"/>
    <w:rsid w:val="00AE7732"/>
    <w:rsid w:val="00AE7ACC"/>
    <w:rsid w:val="00AE7AE4"/>
    <w:rsid w:val="00AE7FFC"/>
    <w:rsid w:val="00AF06AF"/>
    <w:rsid w:val="00AF0A09"/>
    <w:rsid w:val="00AF0D2A"/>
    <w:rsid w:val="00AF0F89"/>
    <w:rsid w:val="00AF17A7"/>
    <w:rsid w:val="00AF1B44"/>
    <w:rsid w:val="00AF2672"/>
    <w:rsid w:val="00AF3222"/>
    <w:rsid w:val="00AF3421"/>
    <w:rsid w:val="00AF3B1E"/>
    <w:rsid w:val="00AF3B56"/>
    <w:rsid w:val="00AF3BA2"/>
    <w:rsid w:val="00AF43B5"/>
    <w:rsid w:val="00AF44A0"/>
    <w:rsid w:val="00AF45A6"/>
    <w:rsid w:val="00AF460C"/>
    <w:rsid w:val="00AF5073"/>
    <w:rsid w:val="00AF51C2"/>
    <w:rsid w:val="00AF56B1"/>
    <w:rsid w:val="00AF63FD"/>
    <w:rsid w:val="00AF66C8"/>
    <w:rsid w:val="00AF6709"/>
    <w:rsid w:val="00AF763A"/>
    <w:rsid w:val="00B00553"/>
    <w:rsid w:val="00B00955"/>
    <w:rsid w:val="00B00A04"/>
    <w:rsid w:val="00B00CF5"/>
    <w:rsid w:val="00B01457"/>
    <w:rsid w:val="00B016F2"/>
    <w:rsid w:val="00B01B98"/>
    <w:rsid w:val="00B02F74"/>
    <w:rsid w:val="00B02F86"/>
    <w:rsid w:val="00B03D58"/>
    <w:rsid w:val="00B03EF8"/>
    <w:rsid w:val="00B04492"/>
    <w:rsid w:val="00B046F6"/>
    <w:rsid w:val="00B04A84"/>
    <w:rsid w:val="00B04FCC"/>
    <w:rsid w:val="00B04FDE"/>
    <w:rsid w:val="00B05186"/>
    <w:rsid w:val="00B059C4"/>
    <w:rsid w:val="00B06281"/>
    <w:rsid w:val="00B069DA"/>
    <w:rsid w:val="00B06F23"/>
    <w:rsid w:val="00B07081"/>
    <w:rsid w:val="00B070C6"/>
    <w:rsid w:val="00B07971"/>
    <w:rsid w:val="00B07A3F"/>
    <w:rsid w:val="00B103A9"/>
    <w:rsid w:val="00B108E7"/>
    <w:rsid w:val="00B113A2"/>
    <w:rsid w:val="00B11D81"/>
    <w:rsid w:val="00B11E17"/>
    <w:rsid w:val="00B120F7"/>
    <w:rsid w:val="00B122FC"/>
    <w:rsid w:val="00B12596"/>
    <w:rsid w:val="00B12E81"/>
    <w:rsid w:val="00B12E95"/>
    <w:rsid w:val="00B12F43"/>
    <w:rsid w:val="00B13846"/>
    <w:rsid w:val="00B13C17"/>
    <w:rsid w:val="00B13E24"/>
    <w:rsid w:val="00B14265"/>
    <w:rsid w:val="00B15660"/>
    <w:rsid w:val="00B15AD0"/>
    <w:rsid w:val="00B15AE1"/>
    <w:rsid w:val="00B16A03"/>
    <w:rsid w:val="00B16B87"/>
    <w:rsid w:val="00B16CFC"/>
    <w:rsid w:val="00B17736"/>
    <w:rsid w:val="00B17748"/>
    <w:rsid w:val="00B177D4"/>
    <w:rsid w:val="00B17988"/>
    <w:rsid w:val="00B17C36"/>
    <w:rsid w:val="00B2060D"/>
    <w:rsid w:val="00B2099A"/>
    <w:rsid w:val="00B21864"/>
    <w:rsid w:val="00B21BAA"/>
    <w:rsid w:val="00B21E55"/>
    <w:rsid w:val="00B23177"/>
    <w:rsid w:val="00B23937"/>
    <w:rsid w:val="00B23A43"/>
    <w:rsid w:val="00B23F0E"/>
    <w:rsid w:val="00B248DD"/>
    <w:rsid w:val="00B24AC6"/>
    <w:rsid w:val="00B265A3"/>
    <w:rsid w:val="00B27428"/>
    <w:rsid w:val="00B275C2"/>
    <w:rsid w:val="00B303EA"/>
    <w:rsid w:val="00B304B5"/>
    <w:rsid w:val="00B3098D"/>
    <w:rsid w:val="00B30AB8"/>
    <w:rsid w:val="00B30ACB"/>
    <w:rsid w:val="00B30F34"/>
    <w:rsid w:val="00B31567"/>
    <w:rsid w:val="00B31ABD"/>
    <w:rsid w:val="00B32CDB"/>
    <w:rsid w:val="00B32E03"/>
    <w:rsid w:val="00B32E62"/>
    <w:rsid w:val="00B3314A"/>
    <w:rsid w:val="00B332AF"/>
    <w:rsid w:val="00B33917"/>
    <w:rsid w:val="00B33933"/>
    <w:rsid w:val="00B341D7"/>
    <w:rsid w:val="00B343C8"/>
    <w:rsid w:val="00B35601"/>
    <w:rsid w:val="00B358B2"/>
    <w:rsid w:val="00B3597C"/>
    <w:rsid w:val="00B365DA"/>
    <w:rsid w:val="00B37136"/>
    <w:rsid w:val="00B3724F"/>
    <w:rsid w:val="00B4003A"/>
    <w:rsid w:val="00B40188"/>
    <w:rsid w:val="00B410AD"/>
    <w:rsid w:val="00B41169"/>
    <w:rsid w:val="00B41736"/>
    <w:rsid w:val="00B41929"/>
    <w:rsid w:val="00B419B8"/>
    <w:rsid w:val="00B41EC6"/>
    <w:rsid w:val="00B41F70"/>
    <w:rsid w:val="00B43441"/>
    <w:rsid w:val="00B438C6"/>
    <w:rsid w:val="00B43BD0"/>
    <w:rsid w:val="00B44598"/>
    <w:rsid w:val="00B45133"/>
    <w:rsid w:val="00B4557F"/>
    <w:rsid w:val="00B456DA"/>
    <w:rsid w:val="00B4597F"/>
    <w:rsid w:val="00B45A8B"/>
    <w:rsid w:val="00B45F62"/>
    <w:rsid w:val="00B46478"/>
    <w:rsid w:val="00B46741"/>
    <w:rsid w:val="00B46BDA"/>
    <w:rsid w:val="00B46EAA"/>
    <w:rsid w:val="00B46F9D"/>
    <w:rsid w:val="00B47006"/>
    <w:rsid w:val="00B4732E"/>
    <w:rsid w:val="00B47FBC"/>
    <w:rsid w:val="00B50588"/>
    <w:rsid w:val="00B5071D"/>
    <w:rsid w:val="00B50CBD"/>
    <w:rsid w:val="00B5125C"/>
    <w:rsid w:val="00B515F4"/>
    <w:rsid w:val="00B5210B"/>
    <w:rsid w:val="00B5237C"/>
    <w:rsid w:val="00B523C4"/>
    <w:rsid w:val="00B5249C"/>
    <w:rsid w:val="00B52E4E"/>
    <w:rsid w:val="00B5364F"/>
    <w:rsid w:val="00B5367E"/>
    <w:rsid w:val="00B53AED"/>
    <w:rsid w:val="00B53D22"/>
    <w:rsid w:val="00B5401F"/>
    <w:rsid w:val="00B541C7"/>
    <w:rsid w:val="00B54DF0"/>
    <w:rsid w:val="00B5505A"/>
    <w:rsid w:val="00B55159"/>
    <w:rsid w:val="00B553B9"/>
    <w:rsid w:val="00B556E0"/>
    <w:rsid w:val="00B55C32"/>
    <w:rsid w:val="00B56640"/>
    <w:rsid w:val="00B56A62"/>
    <w:rsid w:val="00B56B41"/>
    <w:rsid w:val="00B5708C"/>
    <w:rsid w:val="00B57482"/>
    <w:rsid w:val="00B603A8"/>
    <w:rsid w:val="00B60CB9"/>
    <w:rsid w:val="00B6171E"/>
    <w:rsid w:val="00B61A6A"/>
    <w:rsid w:val="00B61D89"/>
    <w:rsid w:val="00B61F92"/>
    <w:rsid w:val="00B621A0"/>
    <w:rsid w:val="00B6260F"/>
    <w:rsid w:val="00B6266A"/>
    <w:rsid w:val="00B62A44"/>
    <w:rsid w:val="00B62CC2"/>
    <w:rsid w:val="00B63253"/>
    <w:rsid w:val="00B64FF9"/>
    <w:rsid w:val="00B65031"/>
    <w:rsid w:val="00B65435"/>
    <w:rsid w:val="00B665D6"/>
    <w:rsid w:val="00B679C9"/>
    <w:rsid w:val="00B679E3"/>
    <w:rsid w:val="00B67E0D"/>
    <w:rsid w:val="00B701D7"/>
    <w:rsid w:val="00B7057E"/>
    <w:rsid w:val="00B70920"/>
    <w:rsid w:val="00B70F86"/>
    <w:rsid w:val="00B70FBE"/>
    <w:rsid w:val="00B71283"/>
    <w:rsid w:val="00B715ED"/>
    <w:rsid w:val="00B71F26"/>
    <w:rsid w:val="00B72000"/>
    <w:rsid w:val="00B72015"/>
    <w:rsid w:val="00B7232D"/>
    <w:rsid w:val="00B72DCF"/>
    <w:rsid w:val="00B72ED6"/>
    <w:rsid w:val="00B730DF"/>
    <w:rsid w:val="00B7407F"/>
    <w:rsid w:val="00B7442B"/>
    <w:rsid w:val="00B74AD8"/>
    <w:rsid w:val="00B752E4"/>
    <w:rsid w:val="00B75315"/>
    <w:rsid w:val="00B75FD3"/>
    <w:rsid w:val="00B76387"/>
    <w:rsid w:val="00B76E0B"/>
    <w:rsid w:val="00B771AD"/>
    <w:rsid w:val="00B77308"/>
    <w:rsid w:val="00B77B65"/>
    <w:rsid w:val="00B805F1"/>
    <w:rsid w:val="00B81101"/>
    <w:rsid w:val="00B82029"/>
    <w:rsid w:val="00B8237A"/>
    <w:rsid w:val="00B82EB2"/>
    <w:rsid w:val="00B82EC8"/>
    <w:rsid w:val="00B837AB"/>
    <w:rsid w:val="00B84073"/>
    <w:rsid w:val="00B84FE7"/>
    <w:rsid w:val="00B851CA"/>
    <w:rsid w:val="00B85700"/>
    <w:rsid w:val="00B85910"/>
    <w:rsid w:val="00B85FF5"/>
    <w:rsid w:val="00B86535"/>
    <w:rsid w:val="00B869FC"/>
    <w:rsid w:val="00B86D3D"/>
    <w:rsid w:val="00B874A3"/>
    <w:rsid w:val="00B9046F"/>
    <w:rsid w:val="00B90788"/>
    <w:rsid w:val="00B9091D"/>
    <w:rsid w:val="00B90D3A"/>
    <w:rsid w:val="00B9118E"/>
    <w:rsid w:val="00B915F7"/>
    <w:rsid w:val="00B922F7"/>
    <w:rsid w:val="00B925C7"/>
    <w:rsid w:val="00B927E0"/>
    <w:rsid w:val="00B92B1C"/>
    <w:rsid w:val="00B9335B"/>
    <w:rsid w:val="00B9343F"/>
    <w:rsid w:val="00B94217"/>
    <w:rsid w:val="00B94E50"/>
    <w:rsid w:val="00B95460"/>
    <w:rsid w:val="00B957EF"/>
    <w:rsid w:val="00B95836"/>
    <w:rsid w:val="00B95CF0"/>
    <w:rsid w:val="00B95DE9"/>
    <w:rsid w:val="00B95F66"/>
    <w:rsid w:val="00B960C3"/>
    <w:rsid w:val="00B963C2"/>
    <w:rsid w:val="00B96FE0"/>
    <w:rsid w:val="00B97EB3"/>
    <w:rsid w:val="00BA022B"/>
    <w:rsid w:val="00BA081F"/>
    <w:rsid w:val="00BA0958"/>
    <w:rsid w:val="00BA1F37"/>
    <w:rsid w:val="00BA2294"/>
    <w:rsid w:val="00BA277F"/>
    <w:rsid w:val="00BA2B57"/>
    <w:rsid w:val="00BA2B8B"/>
    <w:rsid w:val="00BA2B8E"/>
    <w:rsid w:val="00BA3674"/>
    <w:rsid w:val="00BA3C18"/>
    <w:rsid w:val="00BA4334"/>
    <w:rsid w:val="00BA47A9"/>
    <w:rsid w:val="00BA4CFC"/>
    <w:rsid w:val="00BA5743"/>
    <w:rsid w:val="00BA5981"/>
    <w:rsid w:val="00BA5CA4"/>
    <w:rsid w:val="00BA5D93"/>
    <w:rsid w:val="00BA7349"/>
    <w:rsid w:val="00BA74B6"/>
    <w:rsid w:val="00BA7EC3"/>
    <w:rsid w:val="00BA7F07"/>
    <w:rsid w:val="00BB0607"/>
    <w:rsid w:val="00BB0896"/>
    <w:rsid w:val="00BB0C31"/>
    <w:rsid w:val="00BB17DD"/>
    <w:rsid w:val="00BB1DE4"/>
    <w:rsid w:val="00BB2621"/>
    <w:rsid w:val="00BB2F7F"/>
    <w:rsid w:val="00BB309C"/>
    <w:rsid w:val="00BB3421"/>
    <w:rsid w:val="00BB36A2"/>
    <w:rsid w:val="00BB371F"/>
    <w:rsid w:val="00BB3D21"/>
    <w:rsid w:val="00BB3DFB"/>
    <w:rsid w:val="00BB4315"/>
    <w:rsid w:val="00BB47A0"/>
    <w:rsid w:val="00BB48DB"/>
    <w:rsid w:val="00BB494E"/>
    <w:rsid w:val="00BB4983"/>
    <w:rsid w:val="00BB4F57"/>
    <w:rsid w:val="00BB51E0"/>
    <w:rsid w:val="00BB5BB0"/>
    <w:rsid w:val="00BB5C0B"/>
    <w:rsid w:val="00BB6574"/>
    <w:rsid w:val="00BB777B"/>
    <w:rsid w:val="00BC00CF"/>
    <w:rsid w:val="00BC01EE"/>
    <w:rsid w:val="00BC0841"/>
    <w:rsid w:val="00BC0F0B"/>
    <w:rsid w:val="00BC116C"/>
    <w:rsid w:val="00BC1A3E"/>
    <w:rsid w:val="00BC2011"/>
    <w:rsid w:val="00BC24B5"/>
    <w:rsid w:val="00BC2564"/>
    <w:rsid w:val="00BC2D81"/>
    <w:rsid w:val="00BC357E"/>
    <w:rsid w:val="00BC36BF"/>
    <w:rsid w:val="00BC385A"/>
    <w:rsid w:val="00BC3D8B"/>
    <w:rsid w:val="00BC4636"/>
    <w:rsid w:val="00BC59A8"/>
    <w:rsid w:val="00BC5B8E"/>
    <w:rsid w:val="00BC5CA7"/>
    <w:rsid w:val="00BC6A67"/>
    <w:rsid w:val="00BC7486"/>
    <w:rsid w:val="00BC74C4"/>
    <w:rsid w:val="00BC7772"/>
    <w:rsid w:val="00BD0113"/>
    <w:rsid w:val="00BD0535"/>
    <w:rsid w:val="00BD079C"/>
    <w:rsid w:val="00BD09EC"/>
    <w:rsid w:val="00BD13EA"/>
    <w:rsid w:val="00BD153D"/>
    <w:rsid w:val="00BD1638"/>
    <w:rsid w:val="00BD2012"/>
    <w:rsid w:val="00BD2339"/>
    <w:rsid w:val="00BD2929"/>
    <w:rsid w:val="00BD2DB7"/>
    <w:rsid w:val="00BD403A"/>
    <w:rsid w:val="00BD4C26"/>
    <w:rsid w:val="00BD4D5A"/>
    <w:rsid w:val="00BD4FD5"/>
    <w:rsid w:val="00BD55F1"/>
    <w:rsid w:val="00BD5634"/>
    <w:rsid w:val="00BD5B55"/>
    <w:rsid w:val="00BD602E"/>
    <w:rsid w:val="00BD616D"/>
    <w:rsid w:val="00BD6DAE"/>
    <w:rsid w:val="00BD6FA5"/>
    <w:rsid w:val="00BD6FC3"/>
    <w:rsid w:val="00BD74AD"/>
    <w:rsid w:val="00BD791F"/>
    <w:rsid w:val="00BD7AA5"/>
    <w:rsid w:val="00BD7B20"/>
    <w:rsid w:val="00BE037F"/>
    <w:rsid w:val="00BE089E"/>
    <w:rsid w:val="00BE0AB5"/>
    <w:rsid w:val="00BE101D"/>
    <w:rsid w:val="00BE10A6"/>
    <w:rsid w:val="00BE12FB"/>
    <w:rsid w:val="00BE14B8"/>
    <w:rsid w:val="00BE1701"/>
    <w:rsid w:val="00BE2283"/>
    <w:rsid w:val="00BE3B37"/>
    <w:rsid w:val="00BE4620"/>
    <w:rsid w:val="00BE4937"/>
    <w:rsid w:val="00BE4B7B"/>
    <w:rsid w:val="00BE4C68"/>
    <w:rsid w:val="00BE537B"/>
    <w:rsid w:val="00BE60C6"/>
    <w:rsid w:val="00BE7377"/>
    <w:rsid w:val="00BE7820"/>
    <w:rsid w:val="00BE78EC"/>
    <w:rsid w:val="00BE7985"/>
    <w:rsid w:val="00BE7C0B"/>
    <w:rsid w:val="00BF0007"/>
    <w:rsid w:val="00BF0428"/>
    <w:rsid w:val="00BF049F"/>
    <w:rsid w:val="00BF0D5A"/>
    <w:rsid w:val="00BF192D"/>
    <w:rsid w:val="00BF1A8E"/>
    <w:rsid w:val="00BF1DC2"/>
    <w:rsid w:val="00BF30C0"/>
    <w:rsid w:val="00BF34FE"/>
    <w:rsid w:val="00BF39AC"/>
    <w:rsid w:val="00BF3A82"/>
    <w:rsid w:val="00BF406A"/>
    <w:rsid w:val="00BF4286"/>
    <w:rsid w:val="00BF461E"/>
    <w:rsid w:val="00BF5A8C"/>
    <w:rsid w:val="00BF6F8E"/>
    <w:rsid w:val="00BF705B"/>
    <w:rsid w:val="00BF716D"/>
    <w:rsid w:val="00BF75B7"/>
    <w:rsid w:val="00BF7745"/>
    <w:rsid w:val="00BF7CC8"/>
    <w:rsid w:val="00BF7E6C"/>
    <w:rsid w:val="00C00601"/>
    <w:rsid w:val="00C00819"/>
    <w:rsid w:val="00C00825"/>
    <w:rsid w:val="00C00ACC"/>
    <w:rsid w:val="00C00C7D"/>
    <w:rsid w:val="00C0145A"/>
    <w:rsid w:val="00C01585"/>
    <w:rsid w:val="00C01A7F"/>
    <w:rsid w:val="00C020B4"/>
    <w:rsid w:val="00C02C42"/>
    <w:rsid w:val="00C03331"/>
    <w:rsid w:val="00C0381A"/>
    <w:rsid w:val="00C04BA1"/>
    <w:rsid w:val="00C0579F"/>
    <w:rsid w:val="00C068A2"/>
    <w:rsid w:val="00C07E3F"/>
    <w:rsid w:val="00C10F08"/>
    <w:rsid w:val="00C11814"/>
    <w:rsid w:val="00C11CDB"/>
    <w:rsid w:val="00C12213"/>
    <w:rsid w:val="00C12534"/>
    <w:rsid w:val="00C12A09"/>
    <w:rsid w:val="00C12D8F"/>
    <w:rsid w:val="00C12F2F"/>
    <w:rsid w:val="00C13773"/>
    <w:rsid w:val="00C13A76"/>
    <w:rsid w:val="00C14739"/>
    <w:rsid w:val="00C1542D"/>
    <w:rsid w:val="00C15F08"/>
    <w:rsid w:val="00C168BF"/>
    <w:rsid w:val="00C1773A"/>
    <w:rsid w:val="00C20CDA"/>
    <w:rsid w:val="00C20FD7"/>
    <w:rsid w:val="00C21DD5"/>
    <w:rsid w:val="00C22A67"/>
    <w:rsid w:val="00C22B56"/>
    <w:rsid w:val="00C23694"/>
    <w:rsid w:val="00C23AB2"/>
    <w:rsid w:val="00C240AD"/>
    <w:rsid w:val="00C24556"/>
    <w:rsid w:val="00C24668"/>
    <w:rsid w:val="00C24B6E"/>
    <w:rsid w:val="00C24E24"/>
    <w:rsid w:val="00C25295"/>
    <w:rsid w:val="00C253EC"/>
    <w:rsid w:val="00C25954"/>
    <w:rsid w:val="00C25988"/>
    <w:rsid w:val="00C26085"/>
    <w:rsid w:val="00C260F1"/>
    <w:rsid w:val="00C26DE7"/>
    <w:rsid w:val="00C26FBD"/>
    <w:rsid w:val="00C27100"/>
    <w:rsid w:val="00C27897"/>
    <w:rsid w:val="00C30116"/>
    <w:rsid w:val="00C30B2A"/>
    <w:rsid w:val="00C310EA"/>
    <w:rsid w:val="00C32B47"/>
    <w:rsid w:val="00C32D77"/>
    <w:rsid w:val="00C33080"/>
    <w:rsid w:val="00C33671"/>
    <w:rsid w:val="00C33C76"/>
    <w:rsid w:val="00C3401D"/>
    <w:rsid w:val="00C343B5"/>
    <w:rsid w:val="00C34830"/>
    <w:rsid w:val="00C3486D"/>
    <w:rsid w:val="00C34A1E"/>
    <w:rsid w:val="00C34DFA"/>
    <w:rsid w:val="00C35225"/>
    <w:rsid w:val="00C3562A"/>
    <w:rsid w:val="00C35D66"/>
    <w:rsid w:val="00C35E58"/>
    <w:rsid w:val="00C36356"/>
    <w:rsid w:val="00C36452"/>
    <w:rsid w:val="00C3735C"/>
    <w:rsid w:val="00C377B6"/>
    <w:rsid w:val="00C37D9E"/>
    <w:rsid w:val="00C40295"/>
    <w:rsid w:val="00C4088E"/>
    <w:rsid w:val="00C40C73"/>
    <w:rsid w:val="00C416EF"/>
    <w:rsid w:val="00C418CF"/>
    <w:rsid w:val="00C41F03"/>
    <w:rsid w:val="00C42A1E"/>
    <w:rsid w:val="00C42B2A"/>
    <w:rsid w:val="00C439B1"/>
    <w:rsid w:val="00C439B9"/>
    <w:rsid w:val="00C43E50"/>
    <w:rsid w:val="00C4407B"/>
    <w:rsid w:val="00C44138"/>
    <w:rsid w:val="00C44453"/>
    <w:rsid w:val="00C45D95"/>
    <w:rsid w:val="00C45FE0"/>
    <w:rsid w:val="00C4647E"/>
    <w:rsid w:val="00C46A85"/>
    <w:rsid w:val="00C473CE"/>
    <w:rsid w:val="00C475FC"/>
    <w:rsid w:val="00C47F02"/>
    <w:rsid w:val="00C50062"/>
    <w:rsid w:val="00C501D7"/>
    <w:rsid w:val="00C504C1"/>
    <w:rsid w:val="00C50D2D"/>
    <w:rsid w:val="00C519E5"/>
    <w:rsid w:val="00C522D2"/>
    <w:rsid w:val="00C52357"/>
    <w:rsid w:val="00C52393"/>
    <w:rsid w:val="00C5314A"/>
    <w:rsid w:val="00C5411F"/>
    <w:rsid w:val="00C5424F"/>
    <w:rsid w:val="00C54AFD"/>
    <w:rsid w:val="00C554D3"/>
    <w:rsid w:val="00C557A1"/>
    <w:rsid w:val="00C5588E"/>
    <w:rsid w:val="00C55DCE"/>
    <w:rsid w:val="00C5657A"/>
    <w:rsid w:val="00C56C31"/>
    <w:rsid w:val="00C56D2E"/>
    <w:rsid w:val="00C56DB8"/>
    <w:rsid w:val="00C56FB6"/>
    <w:rsid w:val="00C575C3"/>
    <w:rsid w:val="00C57B9E"/>
    <w:rsid w:val="00C60075"/>
    <w:rsid w:val="00C603D4"/>
    <w:rsid w:val="00C60914"/>
    <w:rsid w:val="00C60CC3"/>
    <w:rsid w:val="00C60CD0"/>
    <w:rsid w:val="00C60DDD"/>
    <w:rsid w:val="00C6100E"/>
    <w:rsid w:val="00C61209"/>
    <w:rsid w:val="00C61469"/>
    <w:rsid w:val="00C61547"/>
    <w:rsid w:val="00C61F55"/>
    <w:rsid w:val="00C62229"/>
    <w:rsid w:val="00C6235E"/>
    <w:rsid w:val="00C625AC"/>
    <w:rsid w:val="00C62759"/>
    <w:rsid w:val="00C62A64"/>
    <w:rsid w:val="00C62ABD"/>
    <w:rsid w:val="00C62C81"/>
    <w:rsid w:val="00C63997"/>
    <w:rsid w:val="00C63A47"/>
    <w:rsid w:val="00C64FC4"/>
    <w:rsid w:val="00C65113"/>
    <w:rsid w:val="00C653A3"/>
    <w:rsid w:val="00C65659"/>
    <w:rsid w:val="00C6624F"/>
    <w:rsid w:val="00C6647B"/>
    <w:rsid w:val="00C664C3"/>
    <w:rsid w:val="00C66579"/>
    <w:rsid w:val="00C6660D"/>
    <w:rsid w:val="00C66CC8"/>
    <w:rsid w:val="00C6739D"/>
    <w:rsid w:val="00C7029E"/>
    <w:rsid w:val="00C70465"/>
    <w:rsid w:val="00C710E3"/>
    <w:rsid w:val="00C71342"/>
    <w:rsid w:val="00C7158F"/>
    <w:rsid w:val="00C72029"/>
    <w:rsid w:val="00C72334"/>
    <w:rsid w:val="00C72613"/>
    <w:rsid w:val="00C72697"/>
    <w:rsid w:val="00C72A0E"/>
    <w:rsid w:val="00C72D58"/>
    <w:rsid w:val="00C735DB"/>
    <w:rsid w:val="00C73ADF"/>
    <w:rsid w:val="00C73B12"/>
    <w:rsid w:val="00C74077"/>
    <w:rsid w:val="00C743AA"/>
    <w:rsid w:val="00C74428"/>
    <w:rsid w:val="00C74ED0"/>
    <w:rsid w:val="00C74F21"/>
    <w:rsid w:val="00C74F58"/>
    <w:rsid w:val="00C750F4"/>
    <w:rsid w:val="00C76AAE"/>
    <w:rsid w:val="00C76C2C"/>
    <w:rsid w:val="00C76E4A"/>
    <w:rsid w:val="00C81994"/>
    <w:rsid w:val="00C81CC5"/>
    <w:rsid w:val="00C81F9E"/>
    <w:rsid w:val="00C820B8"/>
    <w:rsid w:val="00C828D0"/>
    <w:rsid w:val="00C82B4F"/>
    <w:rsid w:val="00C82E3A"/>
    <w:rsid w:val="00C83ADB"/>
    <w:rsid w:val="00C83D1E"/>
    <w:rsid w:val="00C85FC6"/>
    <w:rsid w:val="00C86077"/>
    <w:rsid w:val="00C867E6"/>
    <w:rsid w:val="00C8692E"/>
    <w:rsid w:val="00C87092"/>
    <w:rsid w:val="00C872B2"/>
    <w:rsid w:val="00C87C0B"/>
    <w:rsid w:val="00C9055D"/>
    <w:rsid w:val="00C90C7A"/>
    <w:rsid w:val="00C910CF"/>
    <w:rsid w:val="00C916C0"/>
    <w:rsid w:val="00C91C1A"/>
    <w:rsid w:val="00C91FFE"/>
    <w:rsid w:val="00C92652"/>
    <w:rsid w:val="00C926FD"/>
    <w:rsid w:val="00C92FD3"/>
    <w:rsid w:val="00C93F32"/>
    <w:rsid w:val="00C941E7"/>
    <w:rsid w:val="00C94AC4"/>
    <w:rsid w:val="00C951B5"/>
    <w:rsid w:val="00C953A9"/>
    <w:rsid w:val="00C957DE"/>
    <w:rsid w:val="00C957EE"/>
    <w:rsid w:val="00C95CAA"/>
    <w:rsid w:val="00C9604F"/>
    <w:rsid w:val="00C9659C"/>
    <w:rsid w:val="00C96A3D"/>
    <w:rsid w:val="00C96D3E"/>
    <w:rsid w:val="00C9723A"/>
    <w:rsid w:val="00C97247"/>
    <w:rsid w:val="00C97385"/>
    <w:rsid w:val="00C975EA"/>
    <w:rsid w:val="00C97637"/>
    <w:rsid w:val="00C97904"/>
    <w:rsid w:val="00C97F20"/>
    <w:rsid w:val="00CA0014"/>
    <w:rsid w:val="00CA0073"/>
    <w:rsid w:val="00CA0281"/>
    <w:rsid w:val="00CA074E"/>
    <w:rsid w:val="00CA07F4"/>
    <w:rsid w:val="00CA0B34"/>
    <w:rsid w:val="00CA13B2"/>
    <w:rsid w:val="00CA1CA9"/>
    <w:rsid w:val="00CA1F20"/>
    <w:rsid w:val="00CA1F4C"/>
    <w:rsid w:val="00CA205E"/>
    <w:rsid w:val="00CA25A4"/>
    <w:rsid w:val="00CA269C"/>
    <w:rsid w:val="00CA28C0"/>
    <w:rsid w:val="00CA2B0A"/>
    <w:rsid w:val="00CA2C04"/>
    <w:rsid w:val="00CA2CB8"/>
    <w:rsid w:val="00CA3743"/>
    <w:rsid w:val="00CA4862"/>
    <w:rsid w:val="00CA4940"/>
    <w:rsid w:val="00CA4E82"/>
    <w:rsid w:val="00CA5A8E"/>
    <w:rsid w:val="00CA6667"/>
    <w:rsid w:val="00CA79DB"/>
    <w:rsid w:val="00CA7F4D"/>
    <w:rsid w:val="00CB01EA"/>
    <w:rsid w:val="00CB0C68"/>
    <w:rsid w:val="00CB1161"/>
    <w:rsid w:val="00CB1AB6"/>
    <w:rsid w:val="00CB1D5B"/>
    <w:rsid w:val="00CB312D"/>
    <w:rsid w:val="00CB32CF"/>
    <w:rsid w:val="00CB32F6"/>
    <w:rsid w:val="00CB45B4"/>
    <w:rsid w:val="00CB5185"/>
    <w:rsid w:val="00CB5666"/>
    <w:rsid w:val="00CB5914"/>
    <w:rsid w:val="00CB6785"/>
    <w:rsid w:val="00CB6F97"/>
    <w:rsid w:val="00CB729A"/>
    <w:rsid w:val="00CB7336"/>
    <w:rsid w:val="00CB77FD"/>
    <w:rsid w:val="00CB7AF0"/>
    <w:rsid w:val="00CB7CD2"/>
    <w:rsid w:val="00CC03F1"/>
    <w:rsid w:val="00CC0A3F"/>
    <w:rsid w:val="00CC0F7A"/>
    <w:rsid w:val="00CC13BB"/>
    <w:rsid w:val="00CC156D"/>
    <w:rsid w:val="00CC171C"/>
    <w:rsid w:val="00CC1AA8"/>
    <w:rsid w:val="00CC1B4C"/>
    <w:rsid w:val="00CC1E0E"/>
    <w:rsid w:val="00CC2494"/>
    <w:rsid w:val="00CC2859"/>
    <w:rsid w:val="00CC35E0"/>
    <w:rsid w:val="00CC36AF"/>
    <w:rsid w:val="00CC3B9B"/>
    <w:rsid w:val="00CC457B"/>
    <w:rsid w:val="00CC4A29"/>
    <w:rsid w:val="00CC55D4"/>
    <w:rsid w:val="00CC578F"/>
    <w:rsid w:val="00CC57EE"/>
    <w:rsid w:val="00CC61AE"/>
    <w:rsid w:val="00CC6374"/>
    <w:rsid w:val="00CC6755"/>
    <w:rsid w:val="00CC75DF"/>
    <w:rsid w:val="00CC792C"/>
    <w:rsid w:val="00CC7CEC"/>
    <w:rsid w:val="00CD059E"/>
    <w:rsid w:val="00CD0686"/>
    <w:rsid w:val="00CD1347"/>
    <w:rsid w:val="00CD1566"/>
    <w:rsid w:val="00CD1DFE"/>
    <w:rsid w:val="00CD2121"/>
    <w:rsid w:val="00CD2AB9"/>
    <w:rsid w:val="00CD33D7"/>
    <w:rsid w:val="00CD3652"/>
    <w:rsid w:val="00CD3D54"/>
    <w:rsid w:val="00CD541E"/>
    <w:rsid w:val="00CD5737"/>
    <w:rsid w:val="00CD59DB"/>
    <w:rsid w:val="00CD5F35"/>
    <w:rsid w:val="00CD671A"/>
    <w:rsid w:val="00CD6882"/>
    <w:rsid w:val="00CD7065"/>
    <w:rsid w:val="00CD72F0"/>
    <w:rsid w:val="00CD7E30"/>
    <w:rsid w:val="00CE00BF"/>
    <w:rsid w:val="00CE1422"/>
    <w:rsid w:val="00CE1B08"/>
    <w:rsid w:val="00CE1E22"/>
    <w:rsid w:val="00CE2D00"/>
    <w:rsid w:val="00CE2D39"/>
    <w:rsid w:val="00CE3261"/>
    <w:rsid w:val="00CE3901"/>
    <w:rsid w:val="00CE4501"/>
    <w:rsid w:val="00CE586C"/>
    <w:rsid w:val="00CE5DA9"/>
    <w:rsid w:val="00CE7450"/>
    <w:rsid w:val="00CE766A"/>
    <w:rsid w:val="00CE7A4B"/>
    <w:rsid w:val="00CE7A79"/>
    <w:rsid w:val="00CF0AEB"/>
    <w:rsid w:val="00CF0EA8"/>
    <w:rsid w:val="00CF100A"/>
    <w:rsid w:val="00CF1188"/>
    <w:rsid w:val="00CF11EE"/>
    <w:rsid w:val="00CF1843"/>
    <w:rsid w:val="00CF1D52"/>
    <w:rsid w:val="00CF20EE"/>
    <w:rsid w:val="00CF2AE1"/>
    <w:rsid w:val="00CF3FCE"/>
    <w:rsid w:val="00CF4325"/>
    <w:rsid w:val="00CF4B07"/>
    <w:rsid w:val="00CF4F62"/>
    <w:rsid w:val="00CF52F8"/>
    <w:rsid w:val="00CF52FA"/>
    <w:rsid w:val="00CF5834"/>
    <w:rsid w:val="00CF5EF6"/>
    <w:rsid w:val="00CF6599"/>
    <w:rsid w:val="00CF719A"/>
    <w:rsid w:val="00CF7792"/>
    <w:rsid w:val="00CF782E"/>
    <w:rsid w:val="00CF7974"/>
    <w:rsid w:val="00CF7C66"/>
    <w:rsid w:val="00D0011A"/>
    <w:rsid w:val="00D00F1A"/>
    <w:rsid w:val="00D00FFA"/>
    <w:rsid w:val="00D010FA"/>
    <w:rsid w:val="00D0131C"/>
    <w:rsid w:val="00D01327"/>
    <w:rsid w:val="00D015C1"/>
    <w:rsid w:val="00D01601"/>
    <w:rsid w:val="00D01DB4"/>
    <w:rsid w:val="00D01E0F"/>
    <w:rsid w:val="00D0246F"/>
    <w:rsid w:val="00D02559"/>
    <w:rsid w:val="00D027AD"/>
    <w:rsid w:val="00D02885"/>
    <w:rsid w:val="00D0319C"/>
    <w:rsid w:val="00D035A9"/>
    <w:rsid w:val="00D03B21"/>
    <w:rsid w:val="00D03BF5"/>
    <w:rsid w:val="00D03CED"/>
    <w:rsid w:val="00D03F22"/>
    <w:rsid w:val="00D041D3"/>
    <w:rsid w:val="00D04290"/>
    <w:rsid w:val="00D0455B"/>
    <w:rsid w:val="00D04601"/>
    <w:rsid w:val="00D046F2"/>
    <w:rsid w:val="00D0478F"/>
    <w:rsid w:val="00D04951"/>
    <w:rsid w:val="00D04F4A"/>
    <w:rsid w:val="00D05206"/>
    <w:rsid w:val="00D055ED"/>
    <w:rsid w:val="00D0648D"/>
    <w:rsid w:val="00D067C2"/>
    <w:rsid w:val="00D0750B"/>
    <w:rsid w:val="00D07839"/>
    <w:rsid w:val="00D078B1"/>
    <w:rsid w:val="00D07DBB"/>
    <w:rsid w:val="00D1021B"/>
    <w:rsid w:val="00D102C3"/>
    <w:rsid w:val="00D10B43"/>
    <w:rsid w:val="00D10CA3"/>
    <w:rsid w:val="00D10FAD"/>
    <w:rsid w:val="00D11380"/>
    <w:rsid w:val="00D11DC2"/>
    <w:rsid w:val="00D13F54"/>
    <w:rsid w:val="00D144AA"/>
    <w:rsid w:val="00D149A5"/>
    <w:rsid w:val="00D16411"/>
    <w:rsid w:val="00D16638"/>
    <w:rsid w:val="00D17968"/>
    <w:rsid w:val="00D17A50"/>
    <w:rsid w:val="00D17A5E"/>
    <w:rsid w:val="00D17D5C"/>
    <w:rsid w:val="00D20BA2"/>
    <w:rsid w:val="00D20DB6"/>
    <w:rsid w:val="00D2159E"/>
    <w:rsid w:val="00D2172C"/>
    <w:rsid w:val="00D219B2"/>
    <w:rsid w:val="00D22C38"/>
    <w:rsid w:val="00D238C4"/>
    <w:rsid w:val="00D239A8"/>
    <w:rsid w:val="00D23A4C"/>
    <w:rsid w:val="00D23DB4"/>
    <w:rsid w:val="00D24061"/>
    <w:rsid w:val="00D256CF"/>
    <w:rsid w:val="00D25A60"/>
    <w:rsid w:val="00D25D3F"/>
    <w:rsid w:val="00D2650C"/>
    <w:rsid w:val="00D268D0"/>
    <w:rsid w:val="00D269CB"/>
    <w:rsid w:val="00D26CA7"/>
    <w:rsid w:val="00D27FB6"/>
    <w:rsid w:val="00D30A12"/>
    <w:rsid w:val="00D30A3F"/>
    <w:rsid w:val="00D30AC4"/>
    <w:rsid w:val="00D31393"/>
    <w:rsid w:val="00D31A96"/>
    <w:rsid w:val="00D323AB"/>
    <w:rsid w:val="00D32DE1"/>
    <w:rsid w:val="00D32EED"/>
    <w:rsid w:val="00D333EC"/>
    <w:rsid w:val="00D334AF"/>
    <w:rsid w:val="00D33909"/>
    <w:rsid w:val="00D33944"/>
    <w:rsid w:val="00D33C07"/>
    <w:rsid w:val="00D33F7F"/>
    <w:rsid w:val="00D34194"/>
    <w:rsid w:val="00D348F4"/>
    <w:rsid w:val="00D34AC2"/>
    <w:rsid w:val="00D3504D"/>
    <w:rsid w:val="00D351AB"/>
    <w:rsid w:val="00D35693"/>
    <w:rsid w:val="00D357A7"/>
    <w:rsid w:val="00D358F8"/>
    <w:rsid w:val="00D35F36"/>
    <w:rsid w:val="00D362D2"/>
    <w:rsid w:val="00D363A9"/>
    <w:rsid w:val="00D3651A"/>
    <w:rsid w:val="00D36E4E"/>
    <w:rsid w:val="00D3705F"/>
    <w:rsid w:val="00D37738"/>
    <w:rsid w:val="00D40280"/>
    <w:rsid w:val="00D40DF3"/>
    <w:rsid w:val="00D41440"/>
    <w:rsid w:val="00D418DA"/>
    <w:rsid w:val="00D418E9"/>
    <w:rsid w:val="00D41E68"/>
    <w:rsid w:val="00D422EE"/>
    <w:rsid w:val="00D42C48"/>
    <w:rsid w:val="00D43A8E"/>
    <w:rsid w:val="00D441AE"/>
    <w:rsid w:val="00D44347"/>
    <w:rsid w:val="00D44552"/>
    <w:rsid w:val="00D44AE6"/>
    <w:rsid w:val="00D4546F"/>
    <w:rsid w:val="00D455D4"/>
    <w:rsid w:val="00D45D45"/>
    <w:rsid w:val="00D46039"/>
    <w:rsid w:val="00D478DB"/>
    <w:rsid w:val="00D47BD6"/>
    <w:rsid w:val="00D47FF4"/>
    <w:rsid w:val="00D50731"/>
    <w:rsid w:val="00D50778"/>
    <w:rsid w:val="00D5097E"/>
    <w:rsid w:val="00D51000"/>
    <w:rsid w:val="00D510B2"/>
    <w:rsid w:val="00D51105"/>
    <w:rsid w:val="00D515E0"/>
    <w:rsid w:val="00D51802"/>
    <w:rsid w:val="00D51A14"/>
    <w:rsid w:val="00D51DBA"/>
    <w:rsid w:val="00D523AA"/>
    <w:rsid w:val="00D52F10"/>
    <w:rsid w:val="00D5344D"/>
    <w:rsid w:val="00D534E5"/>
    <w:rsid w:val="00D53DC4"/>
    <w:rsid w:val="00D55954"/>
    <w:rsid w:val="00D56B05"/>
    <w:rsid w:val="00D56E74"/>
    <w:rsid w:val="00D57568"/>
    <w:rsid w:val="00D578BC"/>
    <w:rsid w:val="00D6042E"/>
    <w:rsid w:val="00D60B52"/>
    <w:rsid w:val="00D60C3F"/>
    <w:rsid w:val="00D60E97"/>
    <w:rsid w:val="00D61237"/>
    <w:rsid w:val="00D61C1E"/>
    <w:rsid w:val="00D61E6E"/>
    <w:rsid w:val="00D628D7"/>
    <w:rsid w:val="00D62B61"/>
    <w:rsid w:val="00D6353A"/>
    <w:rsid w:val="00D63AA7"/>
    <w:rsid w:val="00D64621"/>
    <w:rsid w:val="00D64B4A"/>
    <w:rsid w:val="00D64D3E"/>
    <w:rsid w:val="00D64E6B"/>
    <w:rsid w:val="00D6545B"/>
    <w:rsid w:val="00D655CD"/>
    <w:rsid w:val="00D6570F"/>
    <w:rsid w:val="00D65DAB"/>
    <w:rsid w:val="00D65E03"/>
    <w:rsid w:val="00D66437"/>
    <w:rsid w:val="00D668CF"/>
    <w:rsid w:val="00D66B13"/>
    <w:rsid w:val="00D67025"/>
    <w:rsid w:val="00D71B22"/>
    <w:rsid w:val="00D71B90"/>
    <w:rsid w:val="00D72066"/>
    <w:rsid w:val="00D725A9"/>
    <w:rsid w:val="00D728C0"/>
    <w:rsid w:val="00D729E2"/>
    <w:rsid w:val="00D72A95"/>
    <w:rsid w:val="00D72AA1"/>
    <w:rsid w:val="00D7379B"/>
    <w:rsid w:val="00D737A5"/>
    <w:rsid w:val="00D737BD"/>
    <w:rsid w:val="00D73CC3"/>
    <w:rsid w:val="00D75923"/>
    <w:rsid w:val="00D75943"/>
    <w:rsid w:val="00D75FE2"/>
    <w:rsid w:val="00D75FEA"/>
    <w:rsid w:val="00D77514"/>
    <w:rsid w:val="00D77EB8"/>
    <w:rsid w:val="00D80246"/>
    <w:rsid w:val="00D805B6"/>
    <w:rsid w:val="00D81453"/>
    <w:rsid w:val="00D81B14"/>
    <w:rsid w:val="00D821B7"/>
    <w:rsid w:val="00D822BF"/>
    <w:rsid w:val="00D8383B"/>
    <w:rsid w:val="00D838DA"/>
    <w:rsid w:val="00D8422A"/>
    <w:rsid w:val="00D84544"/>
    <w:rsid w:val="00D84806"/>
    <w:rsid w:val="00D8509C"/>
    <w:rsid w:val="00D8515F"/>
    <w:rsid w:val="00D85C5A"/>
    <w:rsid w:val="00D85C6B"/>
    <w:rsid w:val="00D85E1E"/>
    <w:rsid w:val="00D8692E"/>
    <w:rsid w:val="00D86CD1"/>
    <w:rsid w:val="00D86D8B"/>
    <w:rsid w:val="00D902DD"/>
    <w:rsid w:val="00D9081C"/>
    <w:rsid w:val="00D91776"/>
    <w:rsid w:val="00D9240F"/>
    <w:rsid w:val="00D9297D"/>
    <w:rsid w:val="00D92BAE"/>
    <w:rsid w:val="00D92C27"/>
    <w:rsid w:val="00D931A8"/>
    <w:rsid w:val="00D9344D"/>
    <w:rsid w:val="00D93483"/>
    <w:rsid w:val="00D9374A"/>
    <w:rsid w:val="00D93964"/>
    <w:rsid w:val="00D94133"/>
    <w:rsid w:val="00D946CA"/>
    <w:rsid w:val="00D951F0"/>
    <w:rsid w:val="00D952D4"/>
    <w:rsid w:val="00D95894"/>
    <w:rsid w:val="00D95B8B"/>
    <w:rsid w:val="00D95BD1"/>
    <w:rsid w:val="00D96F42"/>
    <w:rsid w:val="00D9751D"/>
    <w:rsid w:val="00D976E8"/>
    <w:rsid w:val="00D97AAE"/>
    <w:rsid w:val="00D97AF3"/>
    <w:rsid w:val="00D97CEA"/>
    <w:rsid w:val="00DA061C"/>
    <w:rsid w:val="00DA0C41"/>
    <w:rsid w:val="00DA0DFC"/>
    <w:rsid w:val="00DA1303"/>
    <w:rsid w:val="00DA1321"/>
    <w:rsid w:val="00DA13FF"/>
    <w:rsid w:val="00DA22D4"/>
    <w:rsid w:val="00DA265D"/>
    <w:rsid w:val="00DA32DC"/>
    <w:rsid w:val="00DA39EE"/>
    <w:rsid w:val="00DA4024"/>
    <w:rsid w:val="00DA413C"/>
    <w:rsid w:val="00DA4253"/>
    <w:rsid w:val="00DA4E7A"/>
    <w:rsid w:val="00DA5D5B"/>
    <w:rsid w:val="00DA6035"/>
    <w:rsid w:val="00DA63A1"/>
    <w:rsid w:val="00DA68AA"/>
    <w:rsid w:val="00DA6D8E"/>
    <w:rsid w:val="00DB04AB"/>
    <w:rsid w:val="00DB0E0A"/>
    <w:rsid w:val="00DB102C"/>
    <w:rsid w:val="00DB1433"/>
    <w:rsid w:val="00DB1C10"/>
    <w:rsid w:val="00DB2140"/>
    <w:rsid w:val="00DB218D"/>
    <w:rsid w:val="00DB25C9"/>
    <w:rsid w:val="00DB285D"/>
    <w:rsid w:val="00DB2C4A"/>
    <w:rsid w:val="00DB2ED0"/>
    <w:rsid w:val="00DB373F"/>
    <w:rsid w:val="00DB399A"/>
    <w:rsid w:val="00DB3A8A"/>
    <w:rsid w:val="00DB3B1D"/>
    <w:rsid w:val="00DB3CE2"/>
    <w:rsid w:val="00DB3E73"/>
    <w:rsid w:val="00DB430E"/>
    <w:rsid w:val="00DB43F4"/>
    <w:rsid w:val="00DB4A4E"/>
    <w:rsid w:val="00DB4DFA"/>
    <w:rsid w:val="00DB61FF"/>
    <w:rsid w:val="00DB66CC"/>
    <w:rsid w:val="00DB70E7"/>
    <w:rsid w:val="00DB7A91"/>
    <w:rsid w:val="00DB7FBF"/>
    <w:rsid w:val="00DC0157"/>
    <w:rsid w:val="00DC02A5"/>
    <w:rsid w:val="00DC048F"/>
    <w:rsid w:val="00DC09D3"/>
    <w:rsid w:val="00DC133B"/>
    <w:rsid w:val="00DC1670"/>
    <w:rsid w:val="00DC1B6C"/>
    <w:rsid w:val="00DC1C14"/>
    <w:rsid w:val="00DC1EE6"/>
    <w:rsid w:val="00DC2CA6"/>
    <w:rsid w:val="00DC317F"/>
    <w:rsid w:val="00DC321B"/>
    <w:rsid w:val="00DC42C9"/>
    <w:rsid w:val="00DC4B6E"/>
    <w:rsid w:val="00DC52A0"/>
    <w:rsid w:val="00DC5967"/>
    <w:rsid w:val="00DC604B"/>
    <w:rsid w:val="00DC616A"/>
    <w:rsid w:val="00DC6429"/>
    <w:rsid w:val="00DC7278"/>
    <w:rsid w:val="00DC7DCD"/>
    <w:rsid w:val="00DD0214"/>
    <w:rsid w:val="00DD022D"/>
    <w:rsid w:val="00DD0571"/>
    <w:rsid w:val="00DD08EF"/>
    <w:rsid w:val="00DD11D1"/>
    <w:rsid w:val="00DD1CD3"/>
    <w:rsid w:val="00DD1E96"/>
    <w:rsid w:val="00DD3574"/>
    <w:rsid w:val="00DD36F1"/>
    <w:rsid w:val="00DD3D79"/>
    <w:rsid w:val="00DD3E5C"/>
    <w:rsid w:val="00DD3F67"/>
    <w:rsid w:val="00DD4508"/>
    <w:rsid w:val="00DD466E"/>
    <w:rsid w:val="00DD4A5B"/>
    <w:rsid w:val="00DD4E68"/>
    <w:rsid w:val="00DD52D7"/>
    <w:rsid w:val="00DD5665"/>
    <w:rsid w:val="00DD57D4"/>
    <w:rsid w:val="00DD5A7A"/>
    <w:rsid w:val="00DD6481"/>
    <w:rsid w:val="00DD64EC"/>
    <w:rsid w:val="00DD7274"/>
    <w:rsid w:val="00DD74D9"/>
    <w:rsid w:val="00DD7AAE"/>
    <w:rsid w:val="00DD7C9A"/>
    <w:rsid w:val="00DE05FC"/>
    <w:rsid w:val="00DE09F6"/>
    <w:rsid w:val="00DE0D83"/>
    <w:rsid w:val="00DE1538"/>
    <w:rsid w:val="00DE1714"/>
    <w:rsid w:val="00DE1769"/>
    <w:rsid w:val="00DE1C72"/>
    <w:rsid w:val="00DE1DDA"/>
    <w:rsid w:val="00DE2191"/>
    <w:rsid w:val="00DE2324"/>
    <w:rsid w:val="00DE27A3"/>
    <w:rsid w:val="00DE2F12"/>
    <w:rsid w:val="00DE454E"/>
    <w:rsid w:val="00DE4679"/>
    <w:rsid w:val="00DE4B57"/>
    <w:rsid w:val="00DE4C71"/>
    <w:rsid w:val="00DE4D33"/>
    <w:rsid w:val="00DE5E15"/>
    <w:rsid w:val="00DE69F2"/>
    <w:rsid w:val="00DE6C4C"/>
    <w:rsid w:val="00DE7F08"/>
    <w:rsid w:val="00DF0610"/>
    <w:rsid w:val="00DF0A6D"/>
    <w:rsid w:val="00DF1A76"/>
    <w:rsid w:val="00DF1CF1"/>
    <w:rsid w:val="00DF1F6A"/>
    <w:rsid w:val="00DF226E"/>
    <w:rsid w:val="00DF2B63"/>
    <w:rsid w:val="00DF30E3"/>
    <w:rsid w:val="00DF32EB"/>
    <w:rsid w:val="00DF3533"/>
    <w:rsid w:val="00DF5862"/>
    <w:rsid w:val="00DF5BC5"/>
    <w:rsid w:val="00DF5DF9"/>
    <w:rsid w:val="00DF5FD9"/>
    <w:rsid w:val="00DF60FE"/>
    <w:rsid w:val="00DF6809"/>
    <w:rsid w:val="00DF7010"/>
    <w:rsid w:val="00DF7050"/>
    <w:rsid w:val="00DF734F"/>
    <w:rsid w:val="00E0121F"/>
    <w:rsid w:val="00E012AC"/>
    <w:rsid w:val="00E01E00"/>
    <w:rsid w:val="00E0255D"/>
    <w:rsid w:val="00E02BAD"/>
    <w:rsid w:val="00E02F50"/>
    <w:rsid w:val="00E03557"/>
    <w:rsid w:val="00E0390A"/>
    <w:rsid w:val="00E039E3"/>
    <w:rsid w:val="00E0583E"/>
    <w:rsid w:val="00E0645A"/>
    <w:rsid w:val="00E06859"/>
    <w:rsid w:val="00E06C7E"/>
    <w:rsid w:val="00E0731D"/>
    <w:rsid w:val="00E078D5"/>
    <w:rsid w:val="00E10151"/>
    <w:rsid w:val="00E10498"/>
    <w:rsid w:val="00E10555"/>
    <w:rsid w:val="00E111EC"/>
    <w:rsid w:val="00E114D2"/>
    <w:rsid w:val="00E116FF"/>
    <w:rsid w:val="00E117B0"/>
    <w:rsid w:val="00E12241"/>
    <w:rsid w:val="00E126B0"/>
    <w:rsid w:val="00E12968"/>
    <w:rsid w:val="00E132DE"/>
    <w:rsid w:val="00E140D4"/>
    <w:rsid w:val="00E15000"/>
    <w:rsid w:val="00E1525C"/>
    <w:rsid w:val="00E15830"/>
    <w:rsid w:val="00E15ED1"/>
    <w:rsid w:val="00E1693C"/>
    <w:rsid w:val="00E16B09"/>
    <w:rsid w:val="00E17680"/>
    <w:rsid w:val="00E20090"/>
    <w:rsid w:val="00E2037B"/>
    <w:rsid w:val="00E205A6"/>
    <w:rsid w:val="00E21782"/>
    <w:rsid w:val="00E2181C"/>
    <w:rsid w:val="00E21AFC"/>
    <w:rsid w:val="00E21CD9"/>
    <w:rsid w:val="00E22B23"/>
    <w:rsid w:val="00E22B32"/>
    <w:rsid w:val="00E22CBD"/>
    <w:rsid w:val="00E22FAC"/>
    <w:rsid w:val="00E2306F"/>
    <w:rsid w:val="00E236E6"/>
    <w:rsid w:val="00E2433D"/>
    <w:rsid w:val="00E243A1"/>
    <w:rsid w:val="00E2487D"/>
    <w:rsid w:val="00E248A3"/>
    <w:rsid w:val="00E25C7D"/>
    <w:rsid w:val="00E26090"/>
    <w:rsid w:val="00E26165"/>
    <w:rsid w:val="00E267A7"/>
    <w:rsid w:val="00E26893"/>
    <w:rsid w:val="00E268BB"/>
    <w:rsid w:val="00E26CC8"/>
    <w:rsid w:val="00E2734D"/>
    <w:rsid w:val="00E27507"/>
    <w:rsid w:val="00E276DC"/>
    <w:rsid w:val="00E27B49"/>
    <w:rsid w:val="00E27BF7"/>
    <w:rsid w:val="00E27FED"/>
    <w:rsid w:val="00E302E3"/>
    <w:rsid w:val="00E30EAA"/>
    <w:rsid w:val="00E3143F"/>
    <w:rsid w:val="00E331E3"/>
    <w:rsid w:val="00E33A0B"/>
    <w:rsid w:val="00E33CAE"/>
    <w:rsid w:val="00E33E20"/>
    <w:rsid w:val="00E33E34"/>
    <w:rsid w:val="00E33FE9"/>
    <w:rsid w:val="00E345A6"/>
    <w:rsid w:val="00E35284"/>
    <w:rsid w:val="00E3551D"/>
    <w:rsid w:val="00E36263"/>
    <w:rsid w:val="00E36694"/>
    <w:rsid w:val="00E367A4"/>
    <w:rsid w:val="00E36F81"/>
    <w:rsid w:val="00E37631"/>
    <w:rsid w:val="00E377DB"/>
    <w:rsid w:val="00E37947"/>
    <w:rsid w:val="00E37B0D"/>
    <w:rsid w:val="00E37BDF"/>
    <w:rsid w:val="00E400A3"/>
    <w:rsid w:val="00E4082C"/>
    <w:rsid w:val="00E417AD"/>
    <w:rsid w:val="00E41A49"/>
    <w:rsid w:val="00E41B8A"/>
    <w:rsid w:val="00E41BA0"/>
    <w:rsid w:val="00E41BCE"/>
    <w:rsid w:val="00E42116"/>
    <w:rsid w:val="00E433C2"/>
    <w:rsid w:val="00E43A96"/>
    <w:rsid w:val="00E4454A"/>
    <w:rsid w:val="00E44903"/>
    <w:rsid w:val="00E44FFD"/>
    <w:rsid w:val="00E45480"/>
    <w:rsid w:val="00E45EE9"/>
    <w:rsid w:val="00E45F6D"/>
    <w:rsid w:val="00E4647B"/>
    <w:rsid w:val="00E4652D"/>
    <w:rsid w:val="00E46863"/>
    <w:rsid w:val="00E46969"/>
    <w:rsid w:val="00E479A8"/>
    <w:rsid w:val="00E47D4F"/>
    <w:rsid w:val="00E5084A"/>
    <w:rsid w:val="00E51C1C"/>
    <w:rsid w:val="00E5234F"/>
    <w:rsid w:val="00E54816"/>
    <w:rsid w:val="00E554C9"/>
    <w:rsid w:val="00E5568E"/>
    <w:rsid w:val="00E55909"/>
    <w:rsid w:val="00E55EE3"/>
    <w:rsid w:val="00E57011"/>
    <w:rsid w:val="00E60323"/>
    <w:rsid w:val="00E613F6"/>
    <w:rsid w:val="00E616FB"/>
    <w:rsid w:val="00E623F4"/>
    <w:rsid w:val="00E6274F"/>
    <w:rsid w:val="00E62DF8"/>
    <w:rsid w:val="00E63853"/>
    <w:rsid w:val="00E63AF0"/>
    <w:rsid w:val="00E63DDF"/>
    <w:rsid w:val="00E63DE7"/>
    <w:rsid w:val="00E64509"/>
    <w:rsid w:val="00E64996"/>
    <w:rsid w:val="00E64A7A"/>
    <w:rsid w:val="00E64DBB"/>
    <w:rsid w:val="00E65042"/>
    <w:rsid w:val="00E6541D"/>
    <w:rsid w:val="00E66487"/>
    <w:rsid w:val="00E664C6"/>
    <w:rsid w:val="00E66772"/>
    <w:rsid w:val="00E66999"/>
    <w:rsid w:val="00E66B2A"/>
    <w:rsid w:val="00E66E0B"/>
    <w:rsid w:val="00E67EBB"/>
    <w:rsid w:val="00E701BE"/>
    <w:rsid w:val="00E7066C"/>
    <w:rsid w:val="00E70DB1"/>
    <w:rsid w:val="00E70F1D"/>
    <w:rsid w:val="00E71581"/>
    <w:rsid w:val="00E71AFD"/>
    <w:rsid w:val="00E72034"/>
    <w:rsid w:val="00E72114"/>
    <w:rsid w:val="00E72BB3"/>
    <w:rsid w:val="00E73114"/>
    <w:rsid w:val="00E73F92"/>
    <w:rsid w:val="00E74115"/>
    <w:rsid w:val="00E74532"/>
    <w:rsid w:val="00E74A67"/>
    <w:rsid w:val="00E74D2D"/>
    <w:rsid w:val="00E74EA0"/>
    <w:rsid w:val="00E751C3"/>
    <w:rsid w:val="00E75804"/>
    <w:rsid w:val="00E75C06"/>
    <w:rsid w:val="00E766E1"/>
    <w:rsid w:val="00E80115"/>
    <w:rsid w:val="00E80245"/>
    <w:rsid w:val="00E80D35"/>
    <w:rsid w:val="00E81025"/>
    <w:rsid w:val="00E81D05"/>
    <w:rsid w:val="00E82151"/>
    <w:rsid w:val="00E8262A"/>
    <w:rsid w:val="00E829E1"/>
    <w:rsid w:val="00E82BBA"/>
    <w:rsid w:val="00E8301F"/>
    <w:rsid w:val="00E83711"/>
    <w:rsid w:val="00E840C5"/>
    <w:rsid w:val="00E8478D"/>
    <w:rsid w:val="00E84DBC"/>
    <w:rsid w:val="00E84EF4"/>
    <w:rsid w:val="00E856C4"/>
    <w:rsid w:val="00E8574C"/>
    <w:rsid w:val="00E86276"/>
    <w:rsid w:val="00E8726D"/>
    <w:rsid w:val="00E8792A"/>
    <w:rsid w:val="00E87F76"/>
    <w:rsid w:val="00E902BD"/>
    <w:rsid w:val="00E90742"/>
    <w:rsid w:val="00E90A0A"/>
    <w:rsid w:val="00E90D57"/>
    <w:rsid w:val="00E910AA"/>
    <w:rsid w:val="00E917EC"/>
    <w:rsid w:val="00E918ED"/>
    <w:rsid w:val="00E91EE4"/>
    <w:rsid w:val="00E9281E"/>
    <w:rsid w:val="00E92834"/>
    <w:rsid w:val="00E929AB"/>
    <w:rsid w:val="00E9327E"/>
    <w:rsid w:val="00E93444"/>
    <w:rsid w:val="00E938A8"/>
    <w:rsid w:val="00E93D0C"/>
    <w:rsid w:val="00E94245"/>
    <w:rsid w:val="00E94674"/>
    <w:rsid w:val="00E9507B"/>
    <w:rsid w:val="00E954B3"/>
    <w:rsid w:val="00E95F43"/>
    <w:rsid w:val="00E97101"/>
    <w:rsid w:val="00E9738E"/>
    <w:rsid w:val="00E976C3"/>
    <w:rsid w:val="00E97AF3"/>
    <w:rsid w:val="00E97E0F"/>
    <w:rsid w:val="00EA05E1"/>
    <w:rsid w:val="00EA2507"/>
    <w:rsid w:val="00EA4579"/>
    <w:rsid w:val="00EA457F"/>
    <w:rsid w:val="00EA485B"/>
    <w:rsid w:val="00EA4D83"/>
    <w:rsid w:val="00EA51E9"/>
    <w:rsid w:val="00EA5488"/>
    <w:rsid w:val="00EA5AD1"/>
    <w:rsid w:val="00EA5E25"/>
    <w:rsid w:val="00EA62AF"/>
    <w:rsid w:val="00EA63A7"/>
    <w:rsid w:val="00EA652C"/>
    <w:rsid w:val="00EA7318"/>
    <w:rsid w:val="00EA7B9A"/>
    <w:rsid w:val="00EA7CB3"/>
    <w:rsid w:val="00EA7E5B"/>
    <w:rsid w:val="00EA7FAF"/>
    <w:rsid w:val="00EB0589"/>
    <w:rsid w:val="00EB0769"/>
    <w:rsid w:val="00EB0A1F"/>
    <w:rsid w:val="00EB12DE"/>
    <w:rsid w:val="00EB198D"/>
    <w:rsid w:val="00EB1C25"/>
    <w:rsid w:val="00EB2371"/>
    <w:rsid w:val="00EB24AC"/>
    <w:rsid w:val="00EB2C95"/>
    <w:rsid w:val="00EB2DF3"/>
    <w:rsid w:val="00EB2FE8"/>
    <w:rsid w:val="00EB3037"/>
    <w:rsid w:val="00EB42CD"/>
    <w:rsid w:val="00EB46D5"/>
    <w:rsid w:val="00EB4F4A"/>
    <w:rsid w:val="00EB4FA6"/>
    <w:rsid w:val="00EB59AC"/>
    <w:rsid w:val="00EB636A"/>
    <w:rsid w:val="00EB6519"/>
    <w:rsid w:val="00EB6889"/>
    <w:rsid w:val="00EB6CCD"/>
    <w:rsid w:val="00EB70C4"/>
    <w:rsid w:val="00EB73C5"/>
    <w:rsid w:val="00EB77F4"/>
    <w:rsid w:val="00EB7DC6"/>
    <w:rsid w:val="00EC09F8"/>
    <w:rsid w:val="00EC0D34"/>
    <w:rsid w:val="00EC184F"/>
    <w:rsid w:val="00EC189F"/>
    <w:rsid w:val="00EC1D4B"/>
    <w:rsid w:val="00EC2055"/>
    <w:rsid w:val="00EC27B9"/>
    <w:rsid w:val="00EC2E87"/>
    <w:rsid w:val="00EC35A8"/>
    <w:rsid w:val="00EC377E"/>
    <w:rsid w:val="00EC3CB2"/>
    <w:rsid w:val="00EC4C48"/>
    <w:rsid w:val="00EC4DF3"/>
    <w:rsid w:val="00EC4F7B"/>
    <w:rsid w:val="00EC524B"/>
    <w:rsid w:val="00EC5632"/>
    <w:rsid w:val="00EC5B22"/>
    <w:rsid w:val="00EC605D"/>
    <w:rsid w:val="00EC61CE"/>
    <w:rsid w:val="00EC718E"/>
    <w:rsid w:val="00EC7804"/>
    <w:rsid w:val="00EC7CB3"/>
    <w:rsid w:val="00EC7D14"/>
    <w:rsid w:val="00ED1744"/>
    <w:rsid w:val="00ED1FAE"/>
    <w:rsid w:val="00ED2938"/>
    <w:rsid w:val="00ED308A"/>
    <w:rsid w:val="00ED396A"/>
    <w:rsid w:val="00ED40ED"/>
    <w:rsid w:val="00ED420E"/>
    <w:rsid w:val="00ED49B2"/>
    <w:rsid w:val="00ED4AF1"/>
    <w:rsid w:val="00ED4C2E"/>
    <w:rsid w:val="00ED4D90"/>
    <w:rsid w:val="00ED56D6"/>
    <w:rsid w:val="00ED5804"/>
    <w:rsid w:val="00ED5AB8"/>
    <w:rsid w:val="00ED5AC1"/>
    <w:rsid w:val="00ED5FB2"/>
    <w:rsid w:val="00ED64E1"/>
    <w:rsid w:val="00ED66B7"/>
    <w:rsid w:val="00ED68E3"/>
    <w:rsid w:val="00ED76DF"/>
    <w:rsid w:val="00ED78FE"/>
    <w:rsid w:val="00EE0281"/>
    <w:rsid w:val="00EE0464"/>
    <w:rsid w:val="00EE0646"/>
    <w:rsid w:val="00EE094A"/>
    <w:rsid w:val="00EE09F1"/>
    <w:rsid w:val="00EE1BFE"/>
    <w:rsid w:val="00EE1D06"/>
    <w:rsid w:val="00EE20A0"/>
    <w:rsid w:val="00EE27B0"/>
    <w:rsid w:val="00EE2FCF"/>
    <w:rsid w:val="00EE3072"/>
    <w:rsid w:val="00EE31CB"/>
    <w:rsid w:val="00EE3421"/>
    <w:rsid w:val="00EE34E1"/>
    <w:rsid w:val="00EE35D9"/>
    <w:rsid w:val="00EE3FD7"/>
    <w:rsid w:val="00EE42BB"/>
    <w:rsid w:val="00EE43F6"/>
    <w:rsid w:val="00EE498D"/>
    <w:rsid w:val="00EE5184"/>
    <w:rsid w:val="00EE58D7"/>
    <w:rsid w:val="00EE5A42"/>
    <w:rsid w:val="00EE6B37"/>
    <w:rsid w:val="00EE76F7"/>
    <w:rsid w:val="00EF0016"/>
    <w:rsid w:val="00EF0030"/>
    <w:rsid w:val="00EF007B"/>
    <w:rsid w:val="00EF0C2E"/>
    <w:rsid w:val="00EF0E00"/>
    <w:rsid w:val="00EF1A78"/>
    <w:rsid w:val="00EF1C91"/>
    <w:rsid w:val="00EF2D5D"/>
    <w:rsid w:val="00EF3485"/>
    <w:rsid w:val="00EF3E14"/>
    <w:rsid w:val="00EF4448"/>
    <w:rsid w:val="00EF444F"/>
    <w:rsid w:val="00EF45BD"/>
    <w:rsid w:val="00EF4BB2"/>
    <w:rsid w:val="00EF512E"/>
    <w:rsid w:val="00EF5C50"/>
    <w:rsid w:val="00EF6366"/>
    <w:rsid w:val="00EF646F"/>
    <w:rsid w:val="00EF6532"/>
    <w:rsid w:val="00EF6E94"/>
    <w:rsid w:val="00EF7EBB"/>
    <w:rsid w:val="00EF7EEA"/>
    <w:rsid w:val="00F003D5"/>
    <w:rsid w:val="00F004DE"/>
    <w:rsid w:val="00F0128C"/>
    <w:rsid w:val="00F014E1"/>
    <w:rsid w:val="00F0172D"/>
    <w:rsid w:val="00F017D1"/>
    <w:rsid w:val="00F01848"/>
    <w:rsid w:val="00F02341"/>
    <w:rsid w:val="00F02725"/>
    <w:rsid w:val="00F02838"/>
    <w:rsid w:val="00F02896"/>
    <w:rsid w:val="00F02969"/>
    <w:rsid w:val="00F02A2E"/>
    <w:rsid w:val="00F03051"/>
    <w:rsid w:val="00F03709"/>
    <w:rsid w:val="00F0398D"/>
    <w:rsid w:val="00F052DC"/>
    <w:rsid w:val="00F0564E"/>
    <w:rsid w:val="00F0585B"/>
    <w:rsid w:val="00F06253"/>
    <w:rsid w:val="00F06369"/>
    <w:rsid w:val="00F063C9"/>
    <w:rsid w:val="00F06571"/>
    <w:rsid w:val="00F06585"/>
    <w:rsid w:val="00F065AD"/>
    <w:rsid w:val="00F066AE"/>
    <w:rsid w:val="00F06751"/>
    <w:rsid w:val="00F06C23"/>
    <w:rsid w:val="00F078D4"/>
    <w:rsid w:val="00F07BA9"/>
    <w:rsid w:val="00F07BDE"/>
    <w:rsid w:val="00F1054C"/>
    <w:rsid w:val="00F10B73"/>
    <w:rsid w:val="00F11216"/>
    <w:rsid w:val="00F11286"/>
    <w:rsid w:val="00F112BA"/>
    <w:rsid w:val="00F11A81"/>
    <w:rsid w:val="00F11E92"/>
    <w:rsid w:val="00F12731"/>
    <w:rsid w:val="00F12831"/>
    <w:rsid w:val="00F12B7C"/>
    <w:rsid w:val="00F13841"/>
    <w:rsid w:val="00F1394E"/>
    <w:rsid w:val="00F13977"/>
    <w:rsid w:val="00F13FD9"/>
    <w:rsid w:val="00F144B6"/>
    <w:rsid w:val="00F14512"/>
    <w:rsid w:val="00F15036"/>
    <w:rsid w:val="00F155D5"/>
    <w:rsid w:val="00F15687"/>
    <w:rsid w:val="00F15EDF"/>
    <w:rsid w:val="00F161E2"/>
    <w:rsid w:val="00F16913"/>
    <w:rsid w:val="00F16D03"/>
    <w:rsid w:val="00F16EE7"/>
    <w:rsid w:val="00F17CC3"/>
    <w:rsid w:val="00F17FD0"/>
    <w:rsid w:val="00F20386"/>
    <w:rsid w:val="00F20686"/>
    <w:rsid w:val="00F207A9"/>
    <w:rsid w:val="00F20931"/>
    <w:rsid w:val="00F20F5D"/>
    <w:rsid w:val="00F21080"/>
    <w:rsid w:val="00F21C91"/>
    <w:rsid w:val="00F21EAF"/>
    <w:rsid w:val="00F226B3"/>
    <w:rsid w:val="00F2347E"/>
    <w:rsid w:val="00F23D09"/>
    <w:rsid w:val="00F23D59"/>
    <w:rsid w:val="00F23D92"/>
    <w:rsid w:val="00F24192"/>
    <w:rsid w:val="00F24881"/>
    <w:rsid w:val="00F249F1"/>
    <w:rsid w:val="00F24CD3"/>
    <w:rsid w:val="00F24E48"/>
    <w:rsid w:val="00F2530F"/>
    <w:rsid w:val="00F25A83"/>
    <w:rsid w:val="00F25AA4"/>
    <w:rsid w:val="00F25C35"/>
    <w:rsid w:val="00F26210"/>
    <w:rsid w:val="00F262EA"/>
    <w:rsid w:val="00F2631C"/>
    <w:rsid w:val="00F26937"/>
    <w:rsid w:val="00F26DF8"/>
    <w:rsid w:val="00F272CE"/>
    <w:rsid w:val="00F27330"/>
    <w:rsid w:val="00F279FB"/>
    <w:rsid w:val="00F27EB5"/>
    <w:rsid w:val="00F27F5A"/>
    <w:rsid w:val="00F27FAC"/>
    <w:rsid w:val="00F304DE"/>
    <w:rsid w:val="00F30552"/>
    <w:rsid w:val="00F31514"/>
    <w:rsid w:val="00F315EC"/>
    <w:rsid w:val="00F32090"/>
    <w:rsid w:val="00F32596"/>
    <w:rsid w:val="00F32C58"/>
    <w:rsid w:val="00F32DBC"/>
    <w:rsid w:val="00F330AD"/>
    <w:rsid w:val="00F33778"/>
    <w:rsid w:val="00F33DBF"/>
    <w:rsid w:val="00F3432C"/>
    <w:rsid w:val="00F3437C"/>
    <w:rsid w:val="00F3439C"/>
    <w:rsid w:val="00F34702"/>
    <w:rsid w:val="00F34A27"/>
    <w:rsid w:val="00F34B05"/>
    <w:rsid w:val="00F34BAC"/>
    <w:rsid w:val="00F353D3"/>
    <w:rsid w:val="00F3574C"/>
    <w:rsid w:val="00F35D18"/>
    <w:rsid w:val="00F368F4"/>
    <w:rsid w:val="00F36E7D"/>
    <w:rsid w:val="00F3745C"/>
    <w:rsid w:val="00F3753C"/>
    <w:rsid w:val="00F375F8"/>
    <w:rsid w:val="00F3761C"/>
    <w:rsid w:val="00F40137"/>
    <w:rsid w:val="00F40989"/>
    <w:rsid w:val="00F40FBC"/>
    <w:rsid w:val="00F41A34"/>
    <w:rsid w:val="00F41B61"/>
    <w:rsid w:val="00F41F27"/>
    <w:rsid w:val="00F42A68"/>
    <w:rsid w:val="00F43512"/>
    <w:rsid w:val="00F437B1"/>
    <w:rsid w:val="00F439FE"/>
    <w:rsid w:val="00F43E64"/>
    <w:rsid w:val="00F440D7"/>
    <w:rsid w:val="00F44718"/>
    <w:rsid w:val="00F44CF6"/>
    <w:rsid w:val="00F44E93"/>
    <w:rsid w:val="00F45CD7"/>
    <w:rsid w:val="00F4619A"/>
    <w:rsid w:val="00F461B3"/>
    <w:rsid w:val="00F46A8A"/>
    <w:rsid w:val="00F477AD"/>
    <w:rsid w:val="00F47935"/>
    <w:rsid w:val="00F507E4"/>
    <w:rsid w:val="00F50B95"/>
    <w:rsid w:val="00F51410"/>
    <w:rsid w:val="00F5183A"/>
    <w:rsid w:val="00F51D69"/>
    <w:rsid w:val="00F51EA4"/>
    <w:rsid w:val="00F52309"/>
    <w:rsid w:val="00F5262F"/>
    <w:rsid w:val="00F52E2E"/>
    <w:rsid w:val="00F53327"/>
    <w:rsid w:val="00F53459"/>
    <w:rsid w:val="00F53911"/>
    <w:rsid w:val="00F53DC9"/>
    <w:rsid w:val="00F55896"/>
    <w:rsid w:val="00F55F88"/>
    <w:rsid w:val="00F56599"/>
    <w:rsid w:val="00F56DC9"/>
    <w:rsid w:val="00F5722A"/>
    <w:rsid w:val="00F57603"/>
    <w:rsid w:val="00F57B37"/>
    <w:rsid w:val="00F6178A"/>
    <w:rsid w:val="00F62271"/>
    <w:rsid w:val="00F627A0"/>
    <w:rsid w:val="00F62FF9"/>
    <w:rsid w:val="00F633D2"/>
    <w:rsid w:val="00F6388D"/>
    <w:rsid w:val="00F63A79"/>
    <w:rsid w:val="00F63B1C"/>
    <w:rsid w:val="00F644CE"/>
    <w:rsid w:val="00F644E1"/>
    <w:rsid w:val="00F6540E"/>
    <w:rsid w:val="00F65D02"/>
    <w:rsid w:val="00F65D4F"/>
    <w:rsid w:val="00F65EFA"/>
    <w:rsid w:val="00F65FA9"/>
    <w:rsid w:val="00F662D6"/>
    <w:rsid w:val="00F66957"/>
    <w:rsid w:val="00F6729C"/>
    <w:rsid w:val="00F67461"/>
    <w:rsid w:val="00F67657"/>
    <w:rsid w:val="00F67849"/>
    <w:rsid w:val="00F6793B"/>
    <w:rsid w:val="00F67BEA"/>
    <w:rsid w:val="00F67E70"/>
    <w:rsid w:val="00F70043"/>
    <w:rsid w:val="00F7019D"/>
    <w:rsid w:val="00F704DB"/>
    <w:rsid w:val="00F705D4"/>
    <w:rsid w:val="00F70A68"/>
    <w:rsid w:val="00F70D05"/>
    <w:rsid w:val="00F712F7"/>
    <w:rsid w:val="00F71A38"/>
    <w:rsid w:val="00F71F7F"/>
    <w:rsid w:val="00F7261F"/>
    <w:rsid w:val="00F73175"/>
    <w:rsid w:val="00F7317C"/>
    <w:rsid w:val="00F7455C"/>
    <w:rsid w:val="00F74607"/>
    <w:rsid w:val="00F74EBE"/>
    <w:rsid w:val="00F7514A"/>
    <w:rsid w:val="00F75668"/>
    <w:rsid w:val="00F757C4"/>
    <w:rsid w:val="00F75A55"/>
    <w:rsid w:val="00F75C32"/>
    <w:rsid w:val="00F75DBA"/>
    <w:rsid w:val="00F7675C"/>
    <w:rsid w:val="00F76BAA"/>
    <w:rsid w:val="00F76F8E"/>
    <w:rsid w:val="00F77060"/>
    <w:rsid w:val="00F77330"/>
    <w:rsid w:val="00F77B8D"/>
    <w:rsid w:val="00F77C5F"/>
    <w:rsid w:val="00F819F7"/>
    <w:rsid w:val="00F82260"/>
    <w:rsid w:val="00F8256F"/>
    <w:rsid w:val="00F8271F"/>
    <w:rsid w:val="00F82776"/>
    <w:rsid w:val="00F838EA"/>
    <w:rsid w:val="00F83C7D"/>
    <w:rsid w:val="00F83FF2"/>
    <w:rsid w:val="00F85045"/>
    <w:rsid w:val="00F85131"/>
    <w:rsid w:val="00F852B0"/>
    <w:rsid w:val="00F85486"/>
    <w:rsid w:val="00F874B9"/>
    <w:rsid w:val="00F876AE"/>
    <w:rsid w:val="00F8784D"/>
    <w:rsid w:val="00F91771"/>
    <w:rsid w:val="00F919B6"/>
    <w:rsid w:val="00F91DA8"/>
    <w:rsid w:val="00F91DAB"/>
    <w:rsid w:val="00F920D9"/>
    <w:rsid w:val="00F922A0"/>
    <w:rsid w:val="00F92B23"/>
    <w:rsid w:val="00F92FB6"/>
    <w:rsid w:val="00F93603"/>
    <w:rsid w:val="00F93694"/>
    <w:rsid w:val="00F9447B"/>
    <w:rsid w:val="00F9488A"/>
    <w:rsid w:val="00F95BBB"/>
    <w:rsid w:val="00F9611B"/>
    <w:rsid w:val="00F962DC"/>
    <w:rsid w:val="00F964EB"/>
    <w:rsid w:val="00F96989"/>
    <w:rsid w:val="00F96991"/>
    <w:rsid w:val="00F96AC5"/>
    <w:rsid w:val="00F96E59"/>
    <w:rsid w:val="00F971DE"/>
    <w:rsid w:val="00F979A1"/>
    <w:rsid w:val="00FA0A01"/>
    <w:rsid w:val="00FA0EE1"/>
    <w:rsid w:val="00FA10D9"/>
    <w:rsid w:val="00FA1440"/>
    <w:rsid w:val="00FA148C"/>
    <w:rsid w:val="00FA1D6A"/>
    <w:rsid w:val="00FA1DE5"/>
    <w:rsid w:val="00FA21DE"/>
    <w:rsid w:val="00FA2F4B"/>
    <w:rsid w:val="00FA3425"/>
    <w:rsid w:val="00FA35CE"/>
    <w:rsid w:val="00FA3A1D"/>
    <w:rsid w:val="00FA3B30"/>
    <w:rsid w:val="00FA4458"/>
    <w:rsid w:val="00FA44AA"/>
    <w:rsid w:val="00FA4898"/>
    <w:rsid w:val="00FA4E85"/>
    <w:rsid w:val="00FA5676"/>
    <w:rsid w:val="00FA5782"/>
    <w:rsid w:val="00FA5874"/>
    <w:rsid w:val="00FA5BD2"/>
    <w:rsid w:val="00FA634E"/>
    <w:rsid w:val="00FA6C51"/>
    <w:rsid w:val="00FA79B9"/>
    <w:rsid w:val="00FA7A3D"/>
    <w:rsid w:val="00FA7DFA"/>
    <w:rsid w:val="00FB0AF3"/>
    <w:rsid w:val="00FB0C18"/>
    <w:rsid w:val="00FB1369"/>
    <w:rsid w:val="00FB1678"/>
    <w:rsid w:val="00FB18E3"/>
    <w:rsid w:val="00FB1950"/>
    <w:rsid w:val="00FB2015"/>
    <w:rsid w:val="00FB23F2"/>
    <w:rsid w:val="00FB262C"/>
    <w:rsid w:val="00FB27E0"/>
    <w:rsid w:val="00FB2976"/>
    <w:rsid w:val="00FB2A2C"/>
    <w:rsid w:val="00FB3935"/>
    <w:rsid w:val="00FB3B4B"/>
    <w:rsid w:val="00FB3FE9"/>
    <w:rsid w:val="00FB53A1"/>
    <w:rsid w:val="00FB5584"/>
    <w:rsid w:val="00FB67FE"/>
    <w:rsid w:val="00FB6DBA"/>
    <w:rsid w:val="00FB6EFB"/>
    <w:rsid w:val="00FB6FA7"/>
    <w:rsid w:val="00FB7064"/>
    <w:rsid w:val="00FB727D"/>
    <w:rsid w:val="00FB753E"/>
    <w:rsid w:val="00FB78FB"/>
    <w:rsid w:val="00FC0190"/>
    <w:rsid w:val="00FC038C"/>
    <w:rsid w:val="00FC0956"/>
    <w:rsid w:val="00FC0D27"/>
    <w:rsid w:val="00FC0D4E"/>
    <w:rsid w:val="00FC11CE"/>
    <w:rsid w:val="00FC13BD"/>
    <w:rsid w:val="00FC1714"/>
    <w:rsid w:val="00FC1B66"/>
    <w:rsid w:val="00FC2A88"/>
    <w:rsid w:val="00FC2B3D"/>
    <w:rsid w:val="00FC3230"/>
    <w:rsid w:val="00FC36B3"/>
    <w:rsid w:val="00FC3B5E"/>
    <w:rsid w:val="00FC3FDB"/>
    <w:rsid w:val="00FC4269"/>
    <w:rsid w:val="00FC4342"/>
    <w:rsid w:val="00FC456C"/>
    <w:rsid w:val="00FC48B1"/>
    <w:rsid w:val="00FC4C4E"/>
    <w:rsid w:val="00FC4ED6"/>
    <w:rsid w:val="00FC5152"/>
    <w:rsid w:val="00FC553E"/>
    <w:rsid w:val="00FC5A21"/>
    <w:rsid w:val="00FC5AB3"/>
    <w:rsid w:val="00FC5CAD"/>
    <w:rsid w:val="00FC633C"/>
    <w:rsid w:val="00FC63A4"/>
    <w:rsid w:val="00FC64D8"/>
    <w:rsid w:val="00FC69E1"/>
    <w:rsid w:val="00FC716F"/>
    <w:rsid w:val="00FC76C7"/>
    <w:rsid w:val="00FC784A"/>
    <w:rsid w:val="00FD039F"/>
    <w:rsid w:val="00FD0DBE"/>
    <w:rsid w:val="00FD0E96"/>
    <w:rsid w:val="00FD0ED8"/>
    <w:rsid w:val="00FD1638"/>
    <w:rsid w:val="00FD16CE"/>
    <w:rsid w:val="00FD1997"/>
    <w:rsid w:val="00FD29E1"/>
    <w:rsid w:val="00FD2AFE"/>
    <w:rsid w:val="00FD2DA8"/>
    <w:rsid w:val="00FD2F3D"/>
    <w:rsid w:val="00FD3D66"/>
    <w:rsid w:val="00FD5242"/>
    <w:rsid w:val="00FD55F8"/>
    <w:rsid w:val="00FD5AA7"/>
    <w:rsid w:val="00FD5CC9"/>
    <w:rsid w:val="00FD67CF"/>
    <w:rsid w:val="00FD6932"/>
    <w:rsid w:val="00FD6A5C"/>
    <w:rsid w:val="00FD6BC0"/>
    <w:rsid w:val="00FD6E12"/>
    <w:rsid w:val="00FD7800"/>
    <w:rsid w:val="00FD799C"/>
    <w:rsid w:val="00FD7F7E"/>
    <w:rsid w:val="00FE040E"/>
    <w:rsid w:val="00FE0A9C"/>
    <w:rsid w:val="00FE1969"/>
    <w:rsid w:val="00FE1E01"/>
    <w:rsid w:val="00FE1E2A"/>
    <w:rsid w:val="00FE2196"/>
    <w:rsid w:val="00FE2C2A"/>
    <w:rsid w:val="00FE36E1"/>
    <w:rsid w:val="00FE3774"/>
    <w:rsid w:val="00FE39F9"/>
    <w:rsid w:val="00FE3D99"/>
    <w:rsid w:val="00FE41E7"/>
    <w:rsid w:val="00FE4AB4"/>
    <w:rsid w:val="00FE520B"/>
    <w:rsid w:val="00FE5436"/>
    <w:rsid w:val="00FE6704"/>
    <w:rsid w:val="00FE6C68"/>
    <w:rsid w:val="00FE74E2"/>
    <w:rsid w:val="00FF0B55"/>
    <w:rsid w:val="00FF0FE0"/>
    <w:rsid w:val="00FF1908"/>
    <w:rsid w:val="00FF1AEF"/>
    <w:rsid w:val="00FF1B99"/>
    <w:rsid w:val="00FF2D40"/>
    <w:rsid w:val="00FF30CA"/>
    <w:rsid w:val="00FF36F4"/>
    <w:rsid w:val="00FF3CA9"/>
    <w:rsid w:val="00FF3EE7"/>
    <w:rsid w:val="00FF4CC7"/>
    <w:rsid w:val="00FF4F94"/>
    <w:rsid w:val="00FF555B"/>
    <w:rsid w:val="00FF6054"/>
    <w:rsid w:val="00FF6264"/>
    <w:rsid w:val="00FF6890"/>
    <w:rsid w:val="00FF6965"/>
    <w:rsid w:val="00FF6A54"/>
    <w:rsid w:val="00FF6B80"/>
    <w:rsid w:val="00FF6B97"/>
    <w:rsid w:val="00FF6D88"/>
    <w:rsid w:val="00FF6DAC"/>
    <w:rsid w:val="00FF78F0"/>
    <w:rsid w:val="00FF7C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9930C88"/>
  <w15:docId w15:val="{F0DA3DB7-C617-4E15-9B71-585B16AFD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e">
    <w:name w:val="Normal"/>
    <w:qFormat/>
    <w:rsid w:val="00A646D0"/>
    <w:pPr>
      <w:ind w:left="851"/>
      <w:jc w:val="both"/>
    </w:pPr>
    <w:rPr>
      <w:rFonts w:ascii="Book Antiqua" w:hAnsi="Book Antiqua" w:cs="Arial"/>
      <w:bCs/>
      <w:sz w:val="24"/>
      <w:szCs w:val="24"/>
      <w:lang w:eastAsia="en-US"/>
    </w:rPr>
  </w:style>
  <w:style w:type="paragraph" w:styleId="Titolo1">
    <w:name w:val="heading 1"/>
    <w:aliases w:val="Heading 1 A,h1,Heading 1 (NN),Lev 1,lev1,Outline1,Prophead 1,Prophead level 1,h11,PIP Head 1,Heading 1 (1),Part,Heading,Section,H1,(Alt+1),l1,Header1,Heading One,Heading A,Attribute Heading 1,Attribute Heading 11,Attribute Heading 12,1,o,1."/>
    <w:basedOn w:val="Normale"/>
    <w:next w:val="Normale"/>
    <w:qFormat/>
    <w:rsid w:val="003D018A"/>
    <w:pPr>
      <w:keepNext/>
      <w:numPr>
        <w:numId w:val="1"/>
      </w:numPr>
      <w:tabs>
        <w:tab w:val="left" w:pos="567"/>
      </w:tabs>
      <w:spacing w:before="400" w:after="200"/>
      <w:outlineLvl w:val="0"/>
    </w:pPr>
    <w:rPr>
      <w:rFonts w:ascii="Arial" w:hAnsi="Arial"/>
      <w:b/>
      <w:kern w:val="28"/>
      <w:sz w:val="28"/>
    </w:rPr>
  </w:style>
  <w:style w:type="paragraph" w:styleId="Titolo2">
    <w:name w:val="heading 2"/>
    <w:basedOn w:val="Normale"/>
    <w:next w:val="Normale"/>
    <w:link w:val="Titolo2Carattere"/>
    <w:qFormat/>
    <w:rsid w:val="00D92C27"/>
    <w:pPr>
      <w:keepNext/>
      <w:numPr>
        <w:ilvl w:val="1"/>
        <w:numId w:val="1"/>
      </w:numPr>
      <w:spacing w:before="400" w:after="200"/>
      <w:outlineLvl w:val="1"/>
    </w:pPr>
    <w:rPr>
      <w:rFonts w:ascii="Arial" w:hAnsi="Arial"/>
      <w:b/>
    </w:rPr>
  </w:style>
  <w:style w:type="paragraph" w:styleId="Titolo3">
    <w:name w:val="heading 3"/>
    <w:basedOn w:val="Titolo2"/>
    <w:next w:val="Normale"/>
    <w:link w:val="Titolo3Carattere"/>
    <w:autoRedefine/>
    <w:qFormat/>
    <w:rsid w:val="00C418CF"/>
    <w:pPr>
      <w:numPr>
        <w:ilvl w:val="2"/>
      </w:numPr>
      <w:spacing w:before="360" w:after="120" w:line="288" w:lineRule="auto"/>
      <w:outlineLvl w:val="2"/>
    </w:pPr>
    <w:rPr>
      <w:sz w:val="28"/>
      <w:lang w:eastAsia="en-GB"/>
    </w:rPr>
  </w:style>
  <w:style w:type="paragraph" w:styleId="Titolo4">
    <w:name w:val="heading 4"/>
    <w:aliases w:val="h4,H41,H42,H43,H44,H45,H46,H47,H48,H49,H410,H411,H421,H431,H441,H451,H461,H471,H481,H491,H4101,H412,H413,H414,H415,H416,H417,H418,H419,H420,H422,H423,H4110,H432,H442,H452,H462,H472,H482,H492,H4102,H4111,H4121,H4131,H4141,H4151,H4161,H4171,H4,4"/>
    <w:basedOn w:val="Normale"/>
    <w:next w:val="Normale"/>
    <w:autoRedefine/>
    <w:qFormat/>
    <w:rsid w:val="003E023E"/>
    <w:pPr>
      <w:keepNext/>
      <w:tabs>
        <w:tab w:val="left" w:pos="851"/>
      </w:tabs>
      <w:outlineLvl w:val="3"/>
    </w:pPr>
    <w:rPr>
      <w:b/>
      <w:szCs w:val="28"/>
    </w:rPr>
  </w:style>
  <w:style w:type="paragraph" w:styleId="Titolo5">
    <w:name w:val="heading 5"/>
    <w:aliases w:val="h5,H5,Roman list,H51,Appendix A to X,Heading 5   Appendix A to X,PR13,Second Subheading,i) ii) iii),Lev 5,Level 3 - i,5,H5-Heading 5,l5,heading5,Heading5,Roman list1,Roman list2,Roman list3,Roman list4,Roman list5,sb,(A),Schedule A to X"/>
    <w:basedOn w:val="Normale"/>
    <w:next w:val="Normale"/>
    <w:autoRedefine/>
    <w:qFormat/>
    <w:rsid w:val="00A619E6"/>
    <w:pPr>
      <w:numPr>
        <w:ilvl w:val="4"/>
        <w:numId w:val="1"/>
      </w:numPr>
      <w:spacing w:after="60"/>
      <w:outlineLvl w:val="4"/>
    </w:pPr>
    <w:rPr>
      <w:i/>
      <w:iCs/>
      <w:szCs w:val="26"/>
      <w:lang w:val="en-US"/>
    </w:rPr>
  </w:style>
  <w:style w:type="paragraph" w:styleId="Titolo6">
    <w:name w:val="heading 6"/>
    <w:aliases w:val="h6,H6,H61,H62,H63,H64,H65,H66,H67,H68,H69,H610,H611,H612,H613,H614,H615,H616,H617,H618,H619,H621,H631,H641,H651,H661,H671,H681,H691,H6101,H6111,H6121,H6131,H6141,H6151,H6161,H6171,H6181,H620,H622,H623,H624,H625,H626,H627,H628,H629,H630,H632"/>
    <w:basedOn w:val="Normale"/>
    <w:next w:val="Normale"/>
    <w:qFormat/>
    <w:rsid w:val="00C86077"/>
    <w:pPr>
      <w:numPr>
        <w:ilvl w:val="5"/>
        <w:numId w:val="1"/>
      </w:numPr>
      <w:spacing w:before="240" w:after="60"/>
      <w:outlineLvl w:val="5"/>
    </w:pPr>
    <w:rPr>
      <w:rFonts w:ascii="Times New Roman" w:hAnsi="Times New Roman"/>
      <w:b/>
      <w:szCs w:val="22"/>
    </w:rPr>
  </w:style>
  <w:style w:type="paragraph" w:styleId="Titolo7">
    <w:name w:val="heading 7"/>
    <w:basedOn w:val="Normale"/>
    <w:next w:val="Normale"/>
    <w:qFormat/>
    <w:rsid w:val="00C86077"/>
    <w:pPr>
      <w:numPr>
        <w:ilvl w:val="6"/>
        <w:numId w:val="1"/>
      </w:numPr>
      <w:spacing w:before="240" w:after="60"/>
      <w:outlineLvl w:val="6"/>
    </w:pPr>
    <w:rPr>
      <w:rFonts w:ascii="Times New Roman" w:hAnsi="Times New Roman"/>
    </w:rPr>
  </w:style>
  <w:style w:type="paragraph" w:styleId="Titolo8">
    <w:name w:val="heading 8"/>
    <w:basedOn w:val="Normale"/>
    <w:next w:val="Normale"/>
    <w:qFormat/>
    <w:rsid w:val="00C86077"/>
    <w:pPr>
      <w:numPr>
        <w:ilvl w:val="7"/>
        <w:numId w:val="1"/>
      </w:numPr>
      <w:spacing w:before="240" w:after="60"/>
      <w:outlineLvl w:val="7"/>
    </w:pPr>
    <w:rPr>
      <w:rFonts w:ascii="Times New Roman" w:hAnsi="Times New Roman"/>
      <w:i/>
      <w:iCs/>
    </w:rPr>
  </w:style>
  <w:style w:type="paragraph" w:styleId="Titolo9">
    <w:name w:val="heading 9"/>
    <w:basedOn w:val="Normale"/>
    <w:next w:val="Normale"/>
    <w:qFormat/>
    <w:rsid w:val="00C86077"/>
    <w:pPr>
      <w:numPr>
        <w:ilvl w:val="8"/>
        <w:numId w:val="1"/>
      </w:numPr>
      <w:spacing w:before="240" w:after="60"/>
      <w:outlineLvl w:val="8"/>
    </w:pPr>
    <w:rPr>
      <w:rFonts w:ascii="Arial" w:hAnsi="Arial"/>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ABLOCKPARA">
    <w:name w:val="A BLOCK PARA"/>
    <w:basedOn w:val="Normale"/>
    <w:rsid w:val="00C86077"/>
    <w:rPr>
      <w:sz w:val="22"/>
    </w:rPr>
  </w:style>
  <w:style w:type="paragraph" w:customStyle="1" w:styleId="ABULLET">
    <w:name w:val="A BULLET"/>
    <w:basedOn w:val="ABLOCKPARA"/>
    <w:rsid w:val="00C86077"/>
    <w:pPr>
      <w:ind w:left="331" w:hanging="331"/>
    </w:pPr>
  </w:style>
  <w:style w:type="paragraph" w:customStyle="1" w:styleId="AINDENTEDBULLET">
    <w:name w:val="A INDENTED BULLET"/>
    <w:basedOn w:val="ABLOCKPARA"/>
    <w:rsid w:val="00C86077"/>
    <w:pPr>
      <w:tabs>
        <w:tab w:val="left" w:pos="1080"/>
      </w:tabs>
      <w:ind w:left="662" w:hanging="331"/>
    </w:pPr>
  </w:style>
  <w:style w:type="paragraph" w:customStyle="1" w:styleId="AINDENTEDPARA">
    <w:name w:val="A INDENTED PARA"/>
    <w:basedOn w:val="ABLOCKPARA"/>
    <w:rsid w:val="00C86077"/>
    <w:pPr>
      <w:ind w:left="331"/>
    </w:pPr>
  </w:style>
  <w:style w:type="paragraph" w:styleId="Pidipagina">
    <w:name w:val="footer"/>
    <w:basedOn w:val="Normale"/>
    <w:link w:val="PidipaginaCarattere"/>
    <w:uiPriority w:val="99"/>
    <w:rsid w:val="00575180"/>
    <w:pPr>
      <w:tabs>
        <w:tab w:val="center" w:pos="4320"/>
        <w:tab w:val="right" w:pos="8640"/>
      </w:tabs>
      <w:ind w:left="0"/>
      <w:jc w:val="center"/>
    </w:pPr>
    <w:rPr>
      <w:sz w:val="16"/>
      <w:szCs w:val="16"/>
    </w:rPr>
  </w:style>
  <w:style w:type="paragraph" w:styleId="Intestazione">
    <w:name w:val="header"/>
    <w:basedOn w:val="Normale"/>
    <w:link w:val="IntestazioneCarattere"/>
    <w:rsid w:val="00C86077"/>
    <w:pPr>
      <w:tabs>
        <w:tab w:val="center" w:pos="4320"/>
        <w:tab w:val="right" w:pos="8640"/>
      </w:tabs>
    </w:pPr>
  </w:style>
  <w:style w:type="paragraph" w:styleId="Corpotesto">
    <w:name w:val="Body Text"/>
    <w:basedOn w:val="Normale"/>
    <w:rsid w:val="00C86077"/>
  </w:style>
  <w:style w:type="character" w:styleId="Numeropagina">
    <w:name w:val="page number"/>
    <w:basedOn w:val="Carpredefinitoparagrafo"/>
    <w:rsid w:val="00C86077"/>
  </w:style>
  <w:style w:type="paragraph" w:styleId="Indice1">
    <w:name w:val="index 1"/>
    <w:basedOn w:val="Normale"/>
    <w:next w:val="Normale"/>
    <w:autoRedefine/>
    <w:semiHidden/>
    <w:rsid w:val="00C86077"/>
    <w:pPr>
      <w:ind w:left="220" w:hanging="220"/>
    </w:pPr>
    <w:rPr>
      <w:rFonts w:ascii="Times New Roman" w:hAnsi="Times New Roman"/>
    </w:rPr>
  </w:style>
  <w:style w:type="paragraph" w:styleId="Indice2">
    <w:name w:val="index 2"/>
    <w:basedOn w:val="Normale"/>
    <w:next w:val="Normale"/>
    <w:autoRedefine/>
    <w:semiHidden/>
    <w:rsid w:val="00C86077"/>
    <w:pPr>
      <w:ind w:left="440" w:hanging="220"/>
    </w:pPr>
    <w:rPr>
      <w:rFonts w:ascii="Times New Roman" w:hAnsi="Times New Roman"/>
    </w:rPr>
  </w:style>
  <w:style w:type="paragraph" w:styleId="Indice3">
    <w:name w:val="index 3"/>
    <w:basedOn w:val="Normale"/>
    <w:next w:val="Normale"/>
    <w:autoRedefine/>
    <w:semiHidden/>
    <w:rsid w:val="00C86077"/>
    <w:pPr>
      <w:ind w:left="660" w:hanging="220"/>
    </w:pPr>
    <w:rPr>
      <w:rFonts w:ascii="Times New Roman" w:hAnsi="Times New Roman"/>
    </w:rPr>
  </w:style>
  <w:style w:type="paragraph" w:styleId="Indice4">
    <w:name w:val="index 4"/>
    <w:basedOn w:val="Normale"/>
    <w:next w:val="Normale"/>
    <w:autoRedefine/>
    <w:semiHidden/>
    <w:rsid w:val="00C86077"/>
    <w:pPr>
      <w:ind w:left="880" w:hanging="220"/>
    </w:pPr>
    <w:rPr>
      <w:rFonts w:ascii="Times New Roman" w:hAnsi="Times New Roman"/>
    </w:rPr>
  </w:style>
  <w:style w:type="paragraph" w:styleId="Indice5">
    <w:name w:val="index 5"/>
    <w:basedOn w:val="Normale"/>
    <w:next w:val="Normale"/>
    <w:autoRedefine/>
    <w:semiHidden/>
    <w:rsid w:val="00C86077"/>
    <w:pPr>
      <w:ind w:left="1100" w:hanging="220"/>
    </w:pPr>
    <w:rPr>
      <w:rFonts w:ascii="Times New Roman" w:hAnsi="Times New Roman"/>
    </w:rPr>
  </w:style>
  <w:style w:type="paragraph" w:styleId="Indice6">
    <w:name w:val="index 6"/>
    <w:basedOn w:val="Normale"/>
    <w:next w:val="Normale"/>
    <w:autoRedefine/>
    <w:semiHidden/>
    <w:rsid w:val="00C86077"/>
    <w:pPr>
      <w:ind w:left="1320" w:hanging="220"/>
    </w:pPr>
    <w:rPr>
      <w:rFonts w:ascii="Times New Roman" w:hAnsi="Times New Roman"/>
    </w:rPr>
  </w:style>
  <w:style w:type="paragraph" w:styleId="Indice7">
    <w:name w:val="index 7"/>
    <w:basedOn w:val="Normale"/>
    <w:next w:val="Normale"/>
    <w:autoRedefine/>
    <w:semiHidden/>
    <w:rsid w:val="00C86077"/>
    <w:pPr>
      <w:ind w:left="1540" w:hanging="220"/>
    </w:pPr>
    <w:rPr>
      <w:rFonts w:ascii="Times New Roman" w:hAnsi="Times New Roman"/>
    </w:rPr>
  </w:style>
  <w:style w:type="paragraph" w:styleId="Indice8">
    <w:name w:val="index 8"/>
    <w:basedOn w:val="Normale"/>
    <w:next w:val="Normale"/>
    <w:autoRedefine/>
    <w:semiHidden/>
    <w:rsid w:val="00C86077"/>
    <w:pPr>
      <w:ind w:left="1760" w:hanging="220"/>
    </w:pPr>
    <w:rPr>
      <w:rFonts w:ascii="Times New Roman" w:hAnsi="Times New Roman"/>
    </w:rPr>
  </w:style>
  <w:style w:type="paragraph" w:styleId="Indice9">
    <w:name w:val="index 9"/>
    <w:basedOn w:val="Normale"/>
    <w:next w:val="Normale"/>
    <w:autoRedefine/>
    <w:semiHidden/>
    <w:rsid w:val="00C86077"/>
    <w:pPr>
      <w:ind w:left="1980" w:hanging="220"/>
    </w:pPr>
    <w:rPr>
      <w:rFonts w:ascii="Times New Roman" w:hAnsi="Times New Roman"/>
    </w:rPr>
  </w:style>
  <w:style w:type="paragraph" w:styleId="Titoloindice">
    <w:name w:val="index heading"/>
    <w:basedOn w:val="Normale"/>
    <w:next w:val="Indice1"/>
    <w:semiHidden/>
    <w:rsid w:val="00C86077"/>
    <w:pPr>
      <w:spacing w:before="120" w:after="120"/>
    </w:pPr>
    <w:rPr>
      <w:rFonts w:ascii="Times New Roman" w:hAnsi="Times New Roman"/>
      <w:b/>
      <w:i/>
      <w:iCs/>
    </w:rPr>
  </w:style>
  <w:style w:type="character" w:styleId="Collegamentoipertestuale">
    <w:name w:val="Hyperlink"/>
    <w:basedOn w:val="Carpredefinitoparagrafo"/>
    <w:uiPriority w:val="99"/>
    <w:rsid w:val="00C86077"/>
    <w:rPr>
      <w:color w:val="0000FF"/>
      <w:u w:val="single"/>
    </w:rPr>
  </w:style>
  <w:style w:type="paragraph" w:styleId="Sommario1">
    <w:name w:val="toc 1"/>
    <w:basedOn w:val="Normale"/>
    <w:next w:val="Normale"/>
    <w:autoRedefine/>
    <w:uiPriority w:val="39"/>
    <w:rsid w:val="007007D7"/>
    <w:pPr>
      <w:tabs>
        <w:tab w:val="left" w:pos="567"/>
        <w:tab w:val="right" w:leader="dot" w:pos="9498"/>
      </w:tabs>
      <w:spacing w:before="120" w:after="120"/>
      <w:ind w:left="142" w:right="424"/>
      <w:jc w:val="left"/>
    </w:pPr>
    <w:rPr>
      <w:rFonts w:asciiTheme="minorHAnsi" w:hAnsiTheme="minorHAnsi"/>
      <w:b/>
      <w:caps/>
      <w:sz w:val="20"/>
      <w:szCs w:val="20"/>
    </w:rPr>
  </w:style>
  <w:style w:type="paragraph" w:styleId="Sommario2">
    <w:name w:val="toc 2"/>
    <w:basedOn w:val="Normale"/>
    <w:next w:val="Normale"/>
    <w:autoRedefine/>
    <w:uiPriority w:val="39"/>
    <w:rsid w:val="007007D7"/>
    <w:pPr>
      <w:tabs>
        <w:tab w:val="left" w:pos="993"/>
        <w:tab w:val="right" w:leader="dot" w:pos="9498"/>
      </w:tabs>
      <w:ind w:left="993" w:right="424" w:hanging="426"/>
      <w:jc w:val="left"/>
    </w:pPr>
    <w:rPr>
      <w:rFonts w:asciiTheme="minorHAnsi" w:hAnsiTheme="minorHAnsi"/>
      <w:bCs w:val="0"/>
      <w:smallCaps/>
      <w:sz w:val="20"/>
      <w:szCs w:val="20"/>
    </w:rPr>
  </w:style>
  <w:style w:type="paragraph" w:styleId="Sommario3">
    <w:name w:val="toc 3"/>
    <w:basedOn w:val="Normale"/>
    <w:next w:val="Normale"/>
    <w:autoRedefine/>
    <w:uiPriority w:val="39"/>
    <w:rsid w:val="00A10085"/>
    <w:pPr>
      <w:ind w:left="480"/>
      <w:jc w:val="left"/>
    </w:pPr>
    <w:rPr>
      <w:rFonts w:asciiTheme="minorHAnsi" w:hAnsiTheme="minorHAnsi"/>
      <w:bCs w:val="0"/>
      <w:i/>
      <w:iCs/>
      <w:sz w:val="20"/>
      <w:szCs w:val="20"/>
    </w:rPr>
  </w:style>
  <w:style w:type="paragraph" w:styleId="Sommario4">
    <w:name w:val="toc 4"/>
    <w:basedOn w:val="Normale"/>
    <w:next w:val="Normale"/>
    <w:autoRedefine/>
    <w:uiPriority w:val="39"/>
    <w:rsid w:val="00C86077"/>
    <w:pPr>
      <w:ind w:left="720"/>
      <w:jc w:val="left"/>
    </w:pPr>
    <w:rPr>
      <w:rFonts w:asciiTheme="minorHAnsi" w:hAnsiTheme="minorHAnsi"/>
      <w:bCs w:val="0"/>
      <w:sz w:val="18"/>
      <w:szCs w:val="18"/>
    </w:rPr>
  </w:style>
  <w:style w:type="paragraph" w:styleId="Sommario5">
    <w:name w:val="toc 5"/>
    <w:basedOn w:val="Normale"/>
    <w:next w:val="Normale"/>
    <w:autoRedefine/>
    <w:semiHidden/>
    <w:rsid w:val="00C86077"/>
    <w:pPr>
      <w:ind w:left="960"/>
      <w:jc w:val="left"/>
    </w:pPr>
    <w:rPr>
      <w:rFonts w:asciiTheme="minorHAnsi" w:hAnsiTheme="minorHAnsi"/>
      <w:bCs w:val="0"/>
      <w:sz w:val="18"/>
      <w:szCs w:val="18"/>
    </w:rPr>
  </w:style>
  <w:style w:type="paragraph" w:styleId="Sommario6">
    <w:name w:val="toc 6"/>
    <w:basedOn w:val="Normale"/>
    <w:next w:val="Normale"/>
    <w:autoRedefine/>
    <w:semiHidden/>
    <w:rsid w:val="00C86077"/>
    <w:pPr>
      <w:ind w:left="1200"/>
      <w:jc w:val="left"/>
    </w:pPr>
    <w:rPr>
      <w:rFonts w:asciiTheme="minorHAnsi" w:hAnsiTheme="minorHAnsi"/>
      <w:bCs w:val="0"/>
      <w:sz w:val="18"/>
      <w:szCs w:val="18"/>
    </w:rPr>
  </w:style>
  <w:style w:type="paragraph" w:styleId="Sommario7">
    <w:name w:val="toc 7"/>
    <w:basedOn w:val="Normale"/>
    <w:next w:val="Normale"/>
    <w:autoRedefine/>
    <w:semiHidden/>
    <w:rsid w:val="00C86077"/>
    <w:pPr>
      <w:ind w:left="1440"/>
      <w:jc w:val="left"/>
    </w:pPr>
    <w:rPr>
      <w:rFonts w:asciiTheme="minorHAnsi" w:hAnsiTheme="minorHAnsi"/>
      <w:bCs w:val="0"/>
      <w:sz w:val="18"/>
      <w:szCs w:val="18"/>
    </w:rPr>
  </w:style>
  <w:style w:type="paragraph" w:styleId="Sommario8">
    <w:name w:val="toc 8"/>
    <w:basedOn w:val="Normale"/>
    <w:next w:val="Normale"/>
    <w:autoRedefine/>
    <w:semiHidden/>
    <w:rsid w:val="00C86077"/>
    <w:pPr>
      <w:ind w:left="1680"/>
      <w:jc w:val="left"/>
    </w:pPr>
    <w:rPr>
      <w:rFonts w:asciiTheme="minorHAnsi" w:hAnsiTheme="minorHAnsi"/>
      <w:bCs w:val="0"/>
      <w:sz w:val="18"/>
      <w:szCs w:val="18"/>
    </w:rPr>
  </w:style>
  <w:style w:type="paragraph" w:styleId="Sommario9">
    <w:name w:val="toc 9"/>
    <w:basedOn w:val="Normale"/>
    <w:next w:val="Normale"/>
    <w:autoRedefine/>
    <w:semiHidden/>
    <w:rsid w:val="00C86077"/>
    <w:pPr>
      <w:ind w:left="1920"/>
      <w:jc w:val="left"/>
    </w:pPr>
    <w:rPr>
      <w:rFonts w:asciiTheme="minorHAnsi" w:hAnsiTheme="minorHAnsi"/>
      <w:bCs w:val="0"/>
      <w:sz w:val="18"/>
      <w:szCs w:val="18"/>
    </w:rPr>
  </w:style>
  <w:style w:type="character" w:styleId="Collegamentovisitato">
    <w:name w:val="FollowedHyperlink"/>
    <w:basedOn w:val="Carpredefinitoparagrafo"/>
    <w:rsid w:val="00C86077"/>
    <w:rPr>
      <w:color w:val="800080"/>
      <w:u w:val="single"/>
    </w:rPr>
  </w:style>
  <w:style w:type="paragraph" w:styleId="Corpodeltesto2">
    <w:name w:val="Body Text 2"/>
    <w:basedOn w:val="Normale"/>
    <w:rsid w:val="00C86077"/>
    <w:pPr>
      <w:tabs>
        <w:tab w:val="left" w:pos="1155"/>
      </w:tabs>
    </w:pPr>
    <w:rPr>
      <w:b/>
    </w:rPr>
  </w:style>
  <w:style w:type="paragraph" w:styleId="Rientrocorpodeltesto2">
    <w:name w:val="Body Text Indent 2"/>
    <w:basedOn w:val="Normale"/>
    <w:rsid w:val="00C86077"/>
    <w:pPr>
      <w:ind w:firstLine="360"/>
    </w:pPr>
  </w:style>
  <w:style w:type="paragraph" w:styleId="Corpodeltesto3">
    <w:name w:val="Body Text 3"/>
    <w:basedOn w:val="Normale"/>
    <w:rsid w:val="00C86077"/>
    <w:rPr>
      <w:color w:val="000000"/>
      <w:szCs w:val="12"/>
    </w:rPr>
  </w:style>
  <w:style w:type="paragraph" w:styleId="Mappadocumento">
    <w:name w:val="Document Map"/>
    <w:basedOn w:val="Normale"/>
    <w:semiHidden/>
    <w:rsid w:val="00C86077"/>
    <w:pPr>
      <w:shd w:val="clear" w:color="auto" w:fill="000080"/>
    </w:pPr>
    <w:rPr>
      <w:rFonts w:ascii="Tahoma" w:hAnsi="Tahoma" w:cs="Tahoma"/>
    </w:rPr>
  </w:style>
  <w:style w:type="paragraph" w:styleId="Testonotaapidipagina">
    <w:name w:val="footnote text"/>
    <w:basedOn w:val="Normale"/>
    <w:link w:val="TestonotaapidipaginaCarattere"/>
    <w:semiHidden/>
    <w:rsid w:val="00C86077"/>
    <w:rPr>
      <w:sz w:val="20"/>
    </w:rPr>
  </w:style>
  <w:style w:type="character" w:styleId="Rimandonotaapidipagina">
    <w:name w:val="footnote reference"/>
    <w:basedOn w:val="Carpredefinitoparagrafo"/>
    <w:semiHidden/>
    <w:rsid w:val="00C86077"/>
    <w:rPr>
      <w:vertAlign w:val="superscript"/>
    </w:rPr>
  </w:style>
  <w:style w:type="paragraph" w:styleId="Testonotadichiusura">
    <w:name w:val="endnote text"/>
    <w:basedOn w:val="Normale"/>
    <w:semiHidden/>
    <w:rsid w:val="00C86077"/>
    <w:rPr>
      <w:sz w:val="20"/>
    </w:rPr>
  </w:style>
  <w:style w:type="character" w:styleId="Rimandonotadichiusura">
    <w:name w:val="endnote reference"/>
    <w:basedOn w:val="Carpredefinitoparagrafo"/>
    <w:semiHidden/>
    <w:rsid w:val="00C86077"/>
    <w:rPr>
      <w:vertAlign w:val="superscript"/>
    </w:rPr>
  </w:style>
  <w:style w:type="paragraph" w:styleId="Testofumetto">
    <w:name w:val="Balloon Text"/>
    <w:basedOn w:val="Normale"/>
    <w:semiHidden/>
    <w:rsid w:val="00C86077"/>
    <w:rPr>
      <w:rFonts w:ascii="Tahoma" w:hAnsi="Tahoma" w:cs="Tahoma"/>
      <w:sz w:val="16"/>
      <w:szCs w:val="16"/>
    </w:rPr>
  </w:style>
  <w:style w:type="character" w:styleId="Rimandocommento">
    <w:name w:val="annotation reference"/>
    <w:basedOn w:val="Carpredefinitoparagrafo"/>
    <w:semiHidden/>
    <w:rsid w:val="00C86077"/>
    <w:rPr>
      <w:sz w:val="16"/>
      <w:szCs w:val="16"/>
    </w:rPr>
  </w:style>
  <w:style w:type="paragraph" w:styleId="Testocommento">
    <w:name w:val="annotation text"/>
    <w:basedOn w:val="Normale"/>
    <w:semiHidden/>
    <w:rsid w:val="00C86077"/>
    <w:rPr>
      <w:sz w:val="20"/>
    </w:rPr>
  </w:style>
  <w:style w:type="paragraph" w:styleId="NormaleWeb">
    <w:name w:val="Normal (Web)"/>
    <w:basedOn w:val="Normale"/>
    <w:uiPriority w:val="99"/>
    <w:rsid w:val="00C86077"/>
    <w:pPr>
      <w:spacing w:before="100" w:beforeAutospacing="1" w:after="100" w:afterAutospacing="1"/>
    </w:pPr>
    <w:rPr>
      <w:rFonts w:ascii="Arial Unicode MS" w:eastAsia="Arial Unicode MS" w:hAnsi="Arial Unicode MS" w:cs="Arial Unicode MS"/>
    </w:rPr>
  </w:style>
  <w:style w:type="paragraph" w:customStyle="1" w:styleId="StileSegnalibro">
    <w:name w:val="Stile Segnalibro"/>
    <w:basedOn w:val="Intestazione"/>
    <w:rsid w:val="00C86077"/>
    <w:pPr>
      <w:tabs>
        <w:tab w:val="clear" w:pos="4320"/>
        <w:tab w:val="clear" w:pos="8640"/>
      </w:tabs>
    </w:pPr>
    <w:rPr>
      <w:b/>
      <w:sz w:val="20"/>
      <w:szCs w:val="20"/>
      <w:lang w:eastAsia="it-IT"/>
    </w:rPr>
  </w:style>
  <w:style w:type="paragraph" w:styleId="Rientrocorpodeltesto">
    <w:name w:val="Body Text Indent"/>
    <w:basedOn w:val="Normale"/>
    <w:rsid w:val="00C86077"/>
    <w:pPr>
      <w:ind w:left="360"/>
    </w:pPr>
  </w:style>
  <w:style w:type="paragraph" w:customStyle="1" w:styleId="BodyTextIndent1">
    <w:name w:val="Body Text Indent 1"/>
    <w:basedOn w:val="Normale"/>
    <w:rsid w:val="00E479A8"/>
    <w:pPr>
      <w:widowControl w:val="0"/>
      <w:spacing w:before="60" w:after="60"/>
      <w:ind w:left="1134"/>
    </w:pPr>
    <w:rPr>
      <w:snapToGrid w:val="0"/>
      <w:szCs w:val="20"/>
    </w:rPr>
  </w:style>
  <w:style w:type="paragraph" w:customStyle="1" w:styleId="Bullet4">
    <w:name w:val="Bullet 4"/>
    <w:basedOn w:val="Normale"/>
    <w:rsid w:val="00C97904"/>
    <w:pPr>
      <w:keepLines/>
      <w:widowControl w:val="0"/>
      <w:numPr>
        <w:numId w:val="2"/>
      </w:numPr>
      <w:tabs>
        <w:tab w:val="left" w:pos="1134"/>
      </w:tabs>
      <w:spacing w:before="60" w:after="60"/>
    </w:pPr>
    <w:rPr>
      <w:snapToGrid w:val="0"/>
      <w:szCs w:val="20"/>
      <w:lang w:val="pt-PT"/>
    </w:rPr>
  </w:style>
  <w:style w:type="paragraph" w:customStyle="1" w:styleId="bullet1">
    <w:name w:val="bullet1"/>
    <w:basedOn w:val="Normale"/>
    <w:rsid w:val="00BC2564"/>
    <w:pPr>
      <w:keepLines/>
      <w:widowControl w:val="0"/>
      <w:numPr>
        <w:numId w:val="3"/>
      </w:numPr>
      <w:tabs>
        <w:tab w:val="left" w:pos="1134"/>
      </w:tabs>
      <w:spacing w:before="60" w:after="60"/>
    </w:pPr>
    <w:rPr>
      <w:snapToGrid w:val="0"/>
      <w:szCs w:val="20"/>
      <w:lang w:val="pt-PT"/>
    </w:rPr>
  </w:style>
  <w:style w:type="paragraph" w:customStyle="1" w:styleId="bullet2">
    <w:name w:val="bullet2"/>
    <w:basedOn w:val="Normale"/>
    <w:rsid w:val="00BC2564"/>
    <w:pPr>
      <w:widowControl w:val="0"/>
      <w:numPr>
        <w:numId w:val="4"/>
      </w:numPr>
      <w:tabs>
        <w:tab w:val="left" w:pos="1134"/>
      </w:tabs>
    </w:pPr>
    <w:rPr>
      <w:snapToGrid w:val="0"/>
      <w:szCs w:val="20"/>
    </w:rPr>
  </w:style>
  <w:style w:type="paragraph" w:styleId="Titolo">
    <w:name w:val="Title"/>
    <w:basedOn w:val="Normale"/>
    <w:qFormat/>
    <w:rsid w:val="00BC2564"/>
    <w:pPr>
      <w:widowControl w:val="0"/>
      <w:spacing w:before="240" w:after="120"/>
    </w:pPr>
    <w:rPr>
      <w:b/>
      <w:snapToGrid w:val="0"/>
      <w:szCs w:val="20"/>
    </w:rPr>
  </w:style>
  <w:style w:type="paragraph" w:customStyle="1" w:styleId="captitle">
    <w:name w:val="cap title"/>
    <w:basedOn w:val="Titolo"/>
    <w:rsid w:val="00BC2564"/>
    <w:rPr>
      <w:caps/>
      <w:sz w:val="28"/>
    </w:rPr>
  </w:style>
  <w:style w:type="paragraph" w:customStyle="1" w:styleId="heading0">
    <w:name w:val="heading 0"/>
    <w:aliases w:val="0,level 0"/>
    <w:basedOn w:val="Normale"/>
    <w:next w:val="Normale"/>
    <w:rsid w:val="00BC2564"/>
    <w:pPr>
      <w:widowControl w:val="0"/>
      <w:spacing w:before="240" w:after="120"/>
      <w:jc w:val="center"/>
    </w:pPr>
    <w:rPr>
      <w:caps/>
      <w:snapToGrid w:val="0"/>
      <w:sz w:val="36"/>
      <w:szCs w:val="20"/>
    </w:rPr>
  </w:style>
  <w:style w:type="paragraph" w:customStyle="1" w:styleId="Didascalia1">
    <w:name w:val="Didascalia1"/>
    <w:basedOn w:val="Titolo"/>
    <w:rsid w:val="00BC2564"/>
    <w:pPr>
      <w:jc w:val="center"/>
    </w:pPr>
  </w:style>
  <w:style w:type="paragraph" w:customStyle="1" w:styleId="Bullet">
    <w:name w:val="Bullet"/>
    <w:basedOn w:val="Normale"/>
    <w:rsid w:val="00BC2564"/>
    <w:pPr>
      <w:widowControl w:val="0"/>
      <w:tabs>
        <w:tab w:val="num" w:pos="360"/>
        <w:tab w:val="left" w:pos="1134"/>
      </w:tabs>
      <w:spacing w:before="60" w:after="60"/>
      <w:ind w:left="360" w:hanging="360"/>
    </w:pPr>
    <w:rPr>
      <w:snapToGrid w:val="0"/>
      <w:szCs w:val="20"/>
      <w:lang w:val="en-US"/>
    </w:rPr>
  </w:style>
  <w:style w:type="paragraph" w:customStyle="1" w:styleId="WBS1">
    <w:name w:val="WBS1"/>
    <w:basedOn w:val="Titolo7"/>
    <w:next w:val="Normale"/>
    <w:rsid w:val="00576FAC"/>
    <w:pPr>
      <w:keepLines/>
      <w:numPr>
        <w:ilvl w:val="0"/>
        <w:numId w:val="5"/>
      </w:numPr>
      <w:spacing w:before="120" w:after="0"/>
      <w:ind w:left="0" w:firstLine="0"/>
      <w:outlineLvl w:val="9"/>
    </w:pPr>
  </w:style>
  <w:style w:type="character" w:customStyle="1" w:styleId="Titolo2Carattere">
    <w:name w:val="Titolo 2 Carattere"/>
    <w:basedOn w:val="Carpredefinitoparagrafo"/>
    <w:link w:val="Titolo2"/>
    <w:rsid w:val="00D92C27"/>
    <w:rPr>
      <w:rFonts w:ascii="Arial" w:hAnsi="Arial" w:cs="Arial"/>
      <w:b/>
      <w:bCs/>
      <w:sz w:val="24"/>
      <w:szCs w:val="24"/>
      <w:lang w:eastAsia="en-US"/>
    </w:rPr>
  </w:style>
  <w:style w:type="paragraph" w:customStyle="1" w:styleId="Paragraph">
    <w:name w:val="Paragraph"/>
    <w:basedOn w:val="Normale"/>
    <w:link w:val="ParagraphChar"/>
    <w:rsid w:val="008279E3"/>
  </w:style>
  <w:style w:type="character" w:customStyle="1" w:styleId="ParagraphChar">
    <w:name w:val="Paragraph Char"/>
    <w:basedOn w:val="Carpredefinitoparagrafo"/>
    <w:link w:val="Paragraph"/>
    <w:rsid w:val="008279E3"/>
    <w:rPr>
      <w:rFonts w:ascii="Book Antiqua" w:hAnsi="Book Antiqua" w:cs="Arial"/>
      <w:sz w:val="24"/>
      <w:szCs w:val="24"/>
      <w:lang w:val="en-GB" w:eastAsia="en-US" w:bidi="ar-SA"/>
    </w:rPr>
  </w:style>
  <w:style w:type="paragraph" w:customStyle="1" w:styleId="bullets">
    <w:name w:val="bullets"/>
    <w:basedOn w:val="Normale"/>
    <w:rsid w:val="006E661D"/>
    <w:pPr>
      <w:numPr>
        <w:numId w:val="6"/>
      </w:numPr>
    </w:pPr>
    <w:rPr>
      <w:rFonts w:ascii="Arial" w:hAnsi="Arial"/>
      <w:sz w:val="22"/>
      <w:szCs w:val="20"/>
      <w:lang w:val="en-US"/>
    </w:rPr>
  </w:style>
  <w:style w:type="paragraph" w:customStyle="1" w:styleId="Style1">
    <w:name w:val="Style1"/>
    <w:basedOn w:val="Normale"/>
    <w:next w:val="Testonormale"/>
    <w:rsid w:val="006E661D"/>
    <w:rPr>
      <w:rFonts w:ascii="Courier New" w:hAnsi="Courier New"/>
      <w:snapToGrid w:val="0"/>
      <w:sz w:val="22"/>
      <w:szCs w:val="20"/>
      <w:lang w:val="en-US"/>
    </w:rPr>
  </w:style>
  <w:style w:type="paragraph" w:styleId="Testonormale">
    <w:name w:val="Plain Text"/>
    <w:basedOn w:val="Normale"/>
    <w:link w:val="TestonormaleCarattere"/>
    <w:uiPriority w:val="99"/>
    <w:rsid w:val="006E661D"/>
    <w:rPr>
      <w:rFonts w:ascii="Courier New" w:hAnsi="Courier New" w:cs="Courier New"/>
      <w:sz w:val="20"/>
      <w:szCs w:val="20"/>
    </w:rPr>
  </w:style>
  <w:style w:type="paragraph" w:customStyle="1" w:styleId="Level4">
    <w:name w:val="Level4"/>
    <w:basedOn w:val="Normale"/>
    <w:rsid w:val="00717CEB"/>
    <w:pPr>
      <w:keepLines/>
    </w:pPr>
    <w:rPr>
      <w:rFonts w:ascii="Arial" w:hAnsi="Arial" w:cs="Times New Roman"/>
      <w:sz w:val="22"/>
      <w:szCs w:val="20"/>
    </w:rPr>
  </w:style>
  <w:style w:type="paragraph" w:customStyle="1" w:styleId="Heading1A">
    <w:name w:val="Heading 1A"/>
    <w:basedOn w:val="Titolo2"/>
    <w:rsid w:val="00B33933"/>
    <w:pPr>
      <w:outlineLvl w:val="9"/>
    </w:pPr>
    <w:rPr>
      <w:rFonts w:cs="Times New Roman"/>
      <w:caps/>
      <w:sz w:val="32"/>
      <w:szCs w:val="20"/>
      <w:lang w:val="en-US"/>
    </w:rPr>
  </w:style>
  <w:style w:type="paragraph" w:customStyle="1" w:styleId="TextIndent">
    <w:name w:val="Text Indent"/>
    <w:basedOn w:val="Normale"/>
    <w:rsid w:val="00B33933"/>
    <w:pPr>
      <w:tabs>
        <w:tab w:val="num" w:pos="720"/>
        <w:tab w:val="num" w:pos="1080"/>
      </w:tabs>
      <w:spacing w:before="120" w:after="120"/>
      <w:ind w:left="1080" w:hanging="360"/>
    </w:pPr>
    <w:rPr>
      <w:rFonts w:ascii="Arial" w:hAnsi="Arial" w:cs="Times New Roman"/>
      <w:szCs w:val="20"/>
      <w:lang w:val="en-US"/>
    </w:rPr>
  </w:style>
  <w:style w:type="paragraph" w:customStyle="1" w:styleId="para95">
    <w:name w:val="para95"/>
    <w:rsid w:val="00B33933"/>
    <w:pPr>
      <w:suppressLineNumbers/>
      <w:jc w:val="both"/>
    </w:pPr>
    <w:rPr>
      <w:rFonts w:ascii="Times" w:hAnsi="Times"/>
      <w:b/>
      <w:sz w:val="24"/>
      <w:lang w:val="en-US" w:eastAsia="en-US"/>
    </w:rPr>
  </w:style>
  <w:style w:type="paragraph" w:customStyle="1" w:styleId="para20">
    <w:name w:val="para20"/>
    <w:rsid w:val="00B33933"/>
    <w:pPr>
      <w:suppressLineNumbers/>
      <w:tabs>
        <w:tab w:val="left" w:pos="420"/>
      </w:tabs>
      <w:jc w:val="both"/>
    </w:pPr>
    <w:rPr>
      <w:rFonts w:ascii="Times" w:hAnsi="Times"/>
      <w:sz w:val="24"/>
      <w:lang w:val="en-US" w:eastAsia="en-US"/>
    </w:rPr>
  </w:style>
  <w:style w:type="paragraph" w:customStyle="1" w:styleId="para40">
    <w:name w:val="para40"/>
    <w:rsid w:val="00B33933"/>
    <w:pPr>
      <w:suppressLineNumbers/>
      <w:tabs>
        <w:tab w:val="left" w:pos="1160"/>
      </w:tabs>
      <w:ind w:left="740"/>
      <w:jc w:val="both"/>
    </w:pPr>
    <w:rPr>
      <w:rFonts w:ascii="Times" w:hAnsi="Times"/>
      <w:sz w:val="24"/>
      <w:lang w:val="en-US" w:eastAsia="en-US"/>
    </w:rPr>
  </w:style>
  <w:style w:type="paragraph" w:customStyle="1" w:styleId="para21">
    <w:name w:val="para21"/>
    <w:rsid w:val="00B33933"/>
    <w:pPr>
      <w:suppressLineNumbers/>
      <w:jc w:val="both"/>
    </w:pPr>
    <w:rPr>
      <w:rFonts w:ascii="Times" w:hAnsi="Times"/>
      <w:sz w:val="24"/>
      <w:lang w:val="en-US" w:eastAsia="en-US"/>
    </w:rPr>
  </w:style>
  <w:style w:type="paragraph" w:customStyle="1" w:styleId="para30">
    <w:name w:val="para30"/>
    <w:rsid w:val="00B33933"/>
    <w:pPr>
      <w:suppressLineNumbers/>
      <w:tabs>
        <w:tab w:val="left" w:pos="1880"/>
      </w:tabs>
      <w:ind w:left="1460"/>
      <w:jc w:val="both"/>
    </w:pPr>
    <w:rPr>
      <w:rFonts w:ascii="Times" w:hAnsi="Times"/>
      <w:sz w:val="24"/>
      <w:lang w:val="en-US" w:eastAsia="en-US"/>
    </w:rPr>
  </w:style>
  <w:style w:type="paragraph" w:styleId="Rientrocorpodeltesto3">
    <w:name w:val="Body Text Indent 3"/>
    <w:basedOn w:val="Normale"/>
    <w:rsid w:val="00B33933"/>
    <w:pPr>
      <w:keepLines/>
      <w:ind w:left="567" w:firstLine="142"/>
    </w:pPr>
    <w:rPr>
      <w:rFonts w:ascii="Arial" w:hAnsi="Arial" w:cs="Times New Roman"/>
      <w:snapToGrid w:val="0"/>
      <w:color w:val="000000"/>
      <w:sz w:val="22"/>
      <w:szCs w:val="20"/>
      <w:lang w:val="en-US"/>
    </w:rPr>
  </w:style>
  <w:style w:type="paragraph" w:customStyle="1" w:styleId="cent50">
    <w:name w:val="cent50"/>
    <w:rsid w:val="00B33933"/>
    <w:pPr>
      <w:suppressLineNumbers/>
      <w:jc w:val="center"/>
    </w:pPr>
    <w:rPr>
      <w:rFonts w:ascii="Times" w:hAnsi="Times"/>
      <w:sz w:val="24"/>
      <w:lang w:val="en-US" w:eastAsia="en-US"/>
    </w:rPr>
  </w:style>
  <w:style w:type="paragraph" w:customStyle="1" w:styleId="para64">
    <w:name w:val="para64"/>
    <w:rsid w:val="00B33933"/>
    <w:pPr>
      <w:suppressLineNumbers/>
      <w:tabs>
        <w:tab w:val="left" w:pos="380"/>
      </w:tabs>
      <w:jc w:val="both"/>
    </w:pPr>
    <w:rPr>
      <w:rFonts w:ascii="Times" w:hAnsi="Times"/>
      <w:sz w:val="24"/>
      <w:lang w:val="en-US" w:eastAsia="en-US"/>
    </w:rPr>
  </w:style>
  <w:style w:type="paragraph" w:customStyle="1" w:styleId="para7">
    <w:name w:val="para7"/>
    <w:rsid w:val="00B33933"/>
    <w:pPr>
      <w:suppressLineNumbers/>
      <w:jc w:val="both"/>
    </w:pPr>
    <w:rPr>
      <w:rFonts w:ascii="Times" w:hAnsi="Times"/>
      <w:sz w:val="24"/>
      <w:lang w:val="en-US" w:eastAsia="en-US"/>
    </w:rPr>
  </w:style>
  <w:style w:type="paragraph" w:customStyle="1" w:styleId="cent8">
    <w:name w:val="cent8"/>
    <w:rsid w:val="00B33933"/>
    <w:pPr>
      <w:suppressLineNumbers/>
      <w:jc w:val="center"/>
    </w:pPr>
    <w:rPr>
      <w:rFonts w:ascii="Times" w:hAnsi="Times"/>
      <w:sz w:val="24"/>
      <w:lang w:val="en-US" w:eastAsia="en-US"/>
    </w:rPr>
  </w:style>
  <w:style w:type="paragraph" w:customStyle="1" w:styleId="ssNoHeading2">
    <w:name w:val="ssNoHeading2"/>
    <w:basedOn w:val="Titolo2"/>
    <w:rsid w:val="00B33933"/>
    <w:pPr>
      <w:keepNext w:val="0"/>
      <w:numPr>
        <w:ilvl w:val="0"/>
        <w:numId w:val="0"/>
      </w:numPr>
      <w:tabs>
        <w:tab w:val="num" w:pos="720"/>
      </w:tabs>
      <w:spacing w:before="0" w:after="260" w:line="260" w:lineRule="atLeast"/>
      <w:ind w:left="720" w:hanging="720"/>
    </w:pPr>
    <w:rPr>
      <w:rFonts w:cs="Times New Roman"/>
      <w:b w:val="0"/>
      <w:sz w:val="22"/>
      <w:szCs w:val="20"/>
    </w:rPr>
  </w:style>
  <w:style w:type="paragraph" w:customStyle="1" w:styleId="Annex">
    <w:name w:val="Annex"/>
    <w:basedOn w:val="Normale"/>
    <w:rsid w:val="00B33933"/>
    <w:pPr>
      <w:keepLines/>
      <w:jc w:val="center"/>
    </w:pPr>
    <w:rPr>
      <w:rFonts w:ascii="Arial" w:hAnsi="Arial" w:cs="Times New Roman"/>
      <w:b/>
      <w:sz w:val="28"/>
      <w:szCs w:val="20"/>
    </w:rPr>
  </w:style>
  <w:style w:type="paragraph" w:customStyle="1" w:styleId="TableText">
    <w:name w:val="Table Text"/>
    <w:basedOn w:val="Normale"/>
    <w:rsid w:val="00B33933"/>
    <w:pPr>
      <w:keepLines/>
      <w:spacing w:before="60" w:after="60"/>
    </w:pPr>
    <w:rPr>
      <w:rFonts w:ascii="Arial" w:hAnsi="Arial" w:cs="Times New Roman"/>
      <w:sz w:val="22"/>
      <w:szCs w:val="20"/>
    </w:rPr>
  </w:style>
  <w:style w:type="paragraph" w:styleId="Numeroelenco">
    <w:name w:val="List Number"/>
    <w:basedOn w:val="Normale"/>
    <w:rsid w:val="00B33933"/>
    <w:pPr>
      <w:numPr>
        <w:numId w:val="7"/>
      </w:numPr>
      <w:spacing w:before="120" w:after="120"/>
    </w:pPr>
    <w:rPr>
      <w:rFonts w:ascii="Times New Roman" w:hAnsi="Times New Roman" w:cs="Times New Roman"/>
      <w:sz w:val="20"/>
      <w:szCs w:val="20"/>
    </w:rPr>
  </w:style>
  <w:style w:type="paragraph" w:customStyle="1" w:styleId="ssNoHeading3">
    <w:name w:val="ssNoHeading3"/>
    <w:basedOn w:val="Titolo3"/>
    <w:rsid w:val="00B33933"/>
    <w:pPr>
      <w:keepNext w:val="0"/>
      <w:tabs>
        <w:tab w:val="num" w:pos="864"/>
      </w:tabs>
      <w:spacing w:before="0" w:after="260" w:line="260" w:lineRule="atLeast"/>
      <w:ind w:left="864" w:hanging="864"/>
    </w:pPr>
    <w:rPr>
      <w:rFonts w:cs="Times New Roman"/>
      <w:b w:val="0"/>
      <w:sz w:val="22"/>
      <w:szCs w:val="20"/>
    </w:rPr>
  </w:style>
  <w:style w:type="paragraph" w:customStyle="1" w:styleId="memohead">
    <w:name w:val="memohead"/>
    <w:basedOn w:val="Normale"/>
    <w:rsid w:val="00B33933"/>
    <w:pPr>
      <w:tabs>
        <w:tab w:val="left" w:pos="1170"/>
        <w:tab w:val="left" w:pos="4320"/>
        <w:tab w:val="left" w:pos="5400"/>
      </w:tabs>
    </w:pPr>
    <w:rPr>
      <w:rFonts w:ascii="Times New Roman" w:hAnsi="Times New Roman" w:cs="Times New Roman"/>
      <w:szCs w:val="20"/>
    </w:rPr>
  </w:style>
  <w:style w:type="paragraph" w:customStyle="1" w:styleId="BodyText1">
    <w:name w:val="Body Text1"/>
    <w:basedOn w:val="Normale"/>
    <w:rsid w:val="00B33933"/>
    <w:pPr>
      <w:tabs>
        <w:tab w:val="left" w:pos="720"/>
      </w:tabs>
    </w:pPr>
    <w:rPr>
      <w:rFonts w:ascii="Times New Roman" w:hAnsi="Times New Roman" w:cs="Times New Roman"/>
      <w:szCs w:val="20"/>
    </w:rPr>
  </w:style>
  <w:style w:type="character" w:styleId="Numeroriga">
    <w:name w:val="line number"/>
    <w:basedOn w:val="Carpredefinitoparagrafo"/>
    <w:rsid w:val="00C33080"/>
  </w:style>
  <w:style w:type="paragraph" w:styleId="Soggettocommento">
    <w:name w:val="annotation subject"/>
    <w:basedOn w:val="Testocommento"/>
    <w:next w:val="Testocommento"/>
    <w:semiHidden/>
    <w:rsid w:val="009C32D1"/>
    <w:rPr>
      <w:b/>
      <w:szCs w:val="20"/>
    </w:rPr>
  </w:style>
  <w:style w:type="table" w:styleId="Grigliatabella">
    <w:name w:val="Table Grid"/>
    <w:basedOn w:val="Tabellanormale"/>
    <w:uiPriority w:val="59"/>
    <w:rsid w:val="006B2C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
    <w:name w:val="Toc"/>
    <w:basedOn w:val="Normale"/>
    <w:rsid w:val="00654109"/>
    <w:pPr>
      <w:jc w:val="center"/>
    </w:pPr>
    <w:rPr>
      <w:b/>
      <w:sz w:val="32"/>
      <w:szCs w:val="32"/>
    </w:rPr>
  </w:style>
  <w:style w:type="paragraph" w:customStyle="1" w:styleId="Toc1">
    <w:name w:val="Toc1"/>
    <w:basedOn w:val="Toc"/>
    <w:rsid w:val="00654109"/>
  </w:style>
  <w:style w:type="paragraph" w:styleId="Paragrafoelenco">
    <w:name w:val="List Paragraph"/>
    <w:basedOn w:val="Normale"/>
    <w:uiPriority w:val="34"/>
    <w:qFormat/>
    <w:rsid w:val="002F0017"/>
    <w:pPr>
      <w:ind w:left="708"/>
    </w:pPr>
  </w:style>
  <w:style w:type="paragraph" w:customStyle="1" w:styleId="style2">
    <w:name w:val="style2"/>
    <w:basedOn w:val="Normale"/>
    <w:rsid w:val="00FB27E0"/>
    <w:pPr>
      <w:spacing w:before="100" w:beforeAutospacing="1" w:after="100" w:afterAutospacing="1"/>
    </w:pPr>
    <w:rPr>
      <w:rFonts w:ascii="Arial" w:hAnsi="Arial"/>
      <w:sz w:val="20"/>
      <w:szCs w:val="20"/>
      <w:lang w:eastAsia="en-GB"/>
    </w:rPr>
  </w:style>
  <w:style w:type="character" w:styleId="Enfasigrassetto">
    <w:name w:val="Strong"/>
    <w:basedOn w:val="Carpredefinitoparagrafo"/>
    <w:uiPriority w:val="22"/>
    <w:qFormat/>
    <w:rsid w:val="00FB27E0"/>
    <w:rPr>
      <w:b/>
      <w:bCs/>
    </w:rPr>
  </w:style>
  <w:style w:type="paragraph" w:styleId="Revisione">
    <w:name w:val="Revision"/>
    <w:hidden/>
    <w:uiPriority w:val="99"/>
    <w:semiHidden/>
    <w:rsid w:val="008429CC"/>
    <w:rPr>
      <w:rFonts w:ascii="Book Antiqua" w:hAnsi="Book Antiqua" w:cs="Arial"/>
      <w:sz w:val="24"/>
      <w:szCs w:val="24"/>
      <w:lang w:eastAsia="en-US"/>
    </w:rPr>
  </w:style>
  <w:style w:type="paragraph" w:styleId="Didascalia">
    <w:name w:val="caption"/>
    <w:basedOn w:val="Normale"/>
    <w:next w:val="Normale"/>
    <w:unhideWhenUsed/>
    <w:qFormat/>
    <w:rsid w:val="00282201"/>
    <w:rPr>
      <w:b/>
      <w:sz w:val="20"/>
      <w:szCs w:val="20"/>
    </w:rPr>
  </w:style>
  <w:style w:type="character" w:customStyle="1" w:styleId="TestonotaapidipaginaCarattere">
    <w:name w:val="Testo nota a piè di pagina Carattere"/>
    <w:basedOn w:val="Carpredefinitoparagrafo"/>
    <w:link w:val="Testonotaapidipagina"/>
    <w:semiHidden/>
    <w:rsid w:val="007D437F"/>
    <w:rPr>
      <w:rFonts w:ascii="Book Antiqua" w:hAnsi="Book Antiqua" w:cs="Arial"/>
      <w:szCs w:val="24"/>
      <w:lang w:eastAsia="en-US"/>
    </w:rPr>
  </w:style>
  <w:style w:type="paragraph" w:customStyle="1" w:styleId="Tabella">
    <w:name w:val="Tabella"/>
    <w:basedOn w:val="Normale"/>
    <w:qFormat/>
    <w:rsid w:val="00683CC2"/>
    <w:pPr>
      <w:ind w:left="0"/>
      <w:jc w:val="left"/>
    </w:pPr>
    <w:rPr>
      <w:sz w:val="20"/>
    </w:rPr>
  </w:style>
  <w:style w:type="paragraph" w:customStyle="1" w:styleId="Title4">
    <w:name w:val="Title 4"/>
    <w:basedOn w:val="Titolo3"/>
    <w:link w:val="Title4Carattere"/>
    <w:qFormat/>
    <w:rsid w:val="000678B8"/>
    <w:pPr>
      <w:numPr>
        <w:ilvl w:val="3"/>
      </w:numPr>
    </w:pPr>
  </w:style>
  <w:style w:type="character" w:customStyle="1" w:styleId="Titolo3Carattere">
    <w:name w:val="Titolo 3 Carattere"/>
    <w:basedOn w:val="Titolo2Carattere"/>
    <w:link w:val="Titolo3"/>
    <w:rsid w:val="00C418CF"/>
    <w:rPr>
      <w:rFonts w:ascii="Arial" w:hAnsi="Arial" w:cs="Arial"/>
      <w:b/>
      <w:bCs/>
      <w:sz w:val="28"/>
      <w:szCs w:val="24"/>
      <w:lang w:eastAsia="en-US"/>
    </w:rPr>
  </w:style>
  <w:style w:type="character" w:customStyle="1" w:styleId="Title4Carattere">
    <w:name w:val="Title 4 Carattere"/>
    <w:basedOn w:val="Titolo3Carattere"/>
    <w:link w:val="Title4"/>
    <w:rsid w:val="000678B8"/>
    <w:rPr>
      <w:rFonts w:ascii="Arial" w:hAnsi="Arial" w:cs="Arial"/>
      <w:b/>
      <w:bCs/>
      <w:sz w:val="28"/>
      <w:szCs w:val="24"/>
      <w:lang w:eastAsia="en-US"/>
    </w:rPr>
  </w:style>
  <w:style w:type="character" w:customStyle="1" w:styleId="gt-icon-text1">
    <w:name w:val="gt-icon-text1"/>
    <w:basedOn w:val="Carpredefinitoparagrafo"/>
    <w:rsid w:val="00E331E3"/>
  </w:style>
  <w:style w:type="paragraph" w:customStyle="1" w:styleId="Testotabella">
    <w:name w:val="Testo tabella"/>
    <w:basedOn w:val="Normale"/>
    <w:rsid w:val="00E71AFD"/>
    <w:pPr>
      <w:spacing w:line="288" w:lineRule="auto"/>
      <w:ind w:left="1"/>
    </w:pPr>
    <w:rPr>
      <w:rFonts w:ascii="Arial" w:hAnsi="Arial" w:cs="Times New Roman"/>
      <w:bCs w:val="0"/>
      <w:sz w:val="20"/>
      <w:szCs w:val="20"/>
      <w:lang w:val="it-IT" w:eastAsia="it-IT"/>
    </w:rPr>
  </w:style>
  <w:style w:type="paragraph" w:customStyle="1" w:styleId="elenco">
    <w:name w:val="elenco"/>
    <w:basedOn w:val="Normale"/>
    <w:rsid w:val="00E71AFD"/>
    <w:pPr>
      <w:numPr>
        <w:numId w:val="8"/>
      </w:numPr>
      <w:spacing w:line="288" w:lineRule="auto"/>
    </w:pPr>
    <w:rPr>
      <w:rFonts w:ascii="Arial" w:hAnsi="Arial" w:cs="Times New Roman"/>
      <w:bCs w:val="0"/>
      <w:sz w:val="20"/>
      <w:szCs w:val="20"/>
      <w:lang w:val="it-IT" w:eastAsia="it-IT"/>
    </w:rPr>
  </w:style>
  <w:style w:type="character" w:customStyle="1" w:styleId="IntestazioneCarattere">
    <w:name w:val="Intestazione Carattere"/>
    <w:basedOn w:val="Carpredefinitoparagrafo"/>
    <w:link w:val="Intestazione"/>
    <w:rsid w:val="00D44552"/>
    <w:rPr>
      <w:rFonts w:ascii="Book Antiqua" w:hAnsi="Book Antiqua" w:cs="Arial"/>
      <w:bCs/>
      <w:sz w:val="24"/>
      <w:szCs w:val="24"/>
      <w:lang w:eastAsia="en-US"/>
    </w:rPr>
  </w:style>
  <w:style w:type="paragraph" w:customStyle="1" w:styleId="Nota">
    <w:name w:val="Nota"/>
    <w:basedOn w:val="Normale"/>
    <w:next w:val="Normale"/>
    <w:rsid w:val="00AC1334"/>
    <w:pPr>
      <w:widowControl w:val="0"/>
      <w:tabs>
        <w:tab w:val="left" w:pos="851"/>
      </w:tabs>
      <w:suppressAutoHyphens/>
      <w:spacing w:line="288" w:lineRule="auto"/>
      <w:ind w:hanging="851"/>
    </w:pPr>
    <w:rPr>
      <w:rFonts w:ascii="Arial" w:hAnsi="Arial"/>
      <w:bCs w:val="0"/>
      <w:snapToGrid w:val="0"/>
      <w:sz w:val="16"/>
      <w:szCs w:val="16"/>
      <w:lang w:val="it-IT"/>
    </w:rPr>
  </w:style>
  <w:style w:type="paragraph" w:customStyle="1" w:styleId="Elenco1">
    <w:name w:val="Elenco1"/>
    <w:basedOn w:val="Paragrafoelenco"/>
    <w:link w:val="Elenco1Carattere"/>
    <w:qFormat/>
    <w:rsid w:val="00F33778"/>
    <w:pPr>
      <w:ind w:left="1134" w:hanging="283"/>
    </w:pPr>
  </w:style>
  <w:style w:type="character" w:customStyle="1" w:styleId="Elenco1Carattere">
    <w:name w:val="Elenco1 Carattere"/>
    <w:basedOn w:val="Carpredefinitoparagrafo"/>
    <w:link w:val="Elenco1"/>
    <w:rsid w:val="00F33778"/>
    <w:rPr>
      <w:rFonts w:ascii="Book Antiqua" w:hAnsi="Book Antiqua" w:cs="Arial"/>
      <w:bCs/>
      <w:sz w:val="24"/>
      <w:szCs w:val="24"/>
      <w:lang w:eastAsia="en-US"/>
    </w:rPr>
  </w:style>
  <w:style w:type="character" w:customStyle="1" w:styleId="PidipaginaCarattere">
    <w:name w:val="Piè di pagina Carattere"/>
    <w:basedOn w:val="Carpredefinitoparagrafo"/>
    <w:link w:val="Pidipagina"/>
    <w:uiPriority w:val="99"/>
    <w:rsid w:val="001B014A"/>
    <w:rPr>
      <w:rFonts w:ascii="Book Antiqua" w:hAnsi="Book Antiqua" w:cs="Arial"/>
      <w:bCs/>
      <w:sz w:val="16"/>
      <w:szCs w:val="16"/>
      <w:lang w:eastAsia="en-US"/>
    </w:rPr>
  </w:style>
  <w:style w:type="paragraph" w:customStyle="1" w:styleId="Default">
    <w:name w:val="Default"/>
    <w:rsid w:val="006C6367"/>
    <w:pPr>
      <w:autoSpaceDE w:val="0"/>
      <w:autoSpaceDN w:val="0"/>
      <w:adjustRightInd w:val="0"/>
    </w:pPr>
    <w:rPr>
      <w:rFonts w:ascii="Arial" w:hAnsi="Arial" w:cs="Arial"/>
      <w:color w:val="000000"/>
      <w:sz w:val="24"/>
      <w:szCs w:val="24"/>
    </w:rPr>
  </w:style>
  <w:style w:type="paragraph" w:styleId="Testodelblocco">
    <w:name w:val="Block Text"/>
    <w:basedOn w:val="Default"/>
    <w:next w:val="Default"/>
    <w:uiPriority w:val="99"/>
    <w:rsid w:val="006C6367"/>
    <w:rPr>
      <w:color w:val="auto"/>
    </w:rPr>
  </w:style>
  <w:style w:type="paragraph" w:customStyle="1" w:styleId="BulletText1">
    <w:name w:val="Bullet Text 1"/>
    <w:basedOn w:val="Default"/>
    <w:next w:val="Default"/>
    <w:uiPriority w:val="99"/>
    <w:rsid w:val="006C6367"/>
    <w:rPr>
      <w:color w:val="auto"/>
    </w:rPr>
  </w:style>
  <w:style w:type="paragraph" w:customStyle="1" w:styleId="CM1">
    <w:name w:val="CM1"/>
    <w:basedOn w:val="Default"/>
    <w:next w:val="Default"/>
    <w:uiPriority w:val="99"/>
    <w:rsid w:val="00F55F88"/>
    <w:rPr>
      <w:rFonts w:ascii="EUAlbertina" w:hAnsi="EUAlbertina" w:cs="Times New Roman"/>
      <w:color w:val="auto"/>
      <w:lang w:val="it-IT"/>
    </w:rPr>
  </w:style>
  <w:style w:type="paragraph" w:customStyle="1" w:styleId="CM3">
    <w:name w:val="CM3"/>
    <w:basedOn w:val="Default"/>
    <w:next w:val="Default"/>
    <w:uiPriority w:val="99"/>
    <w:rsid w:val="00F55F88"/>
    <w:rPr>
      <w:rFonts w:ascii="EUAlbertina" w:hAnsi="EUAlbertina" w:cs="Times New Roman"/>
      <w:color w:val="auto"/>
      <w:lang w:val="it-IT"/>
    </w:rPr>
  </w:style>
  <w:style w:type="paragraph" w:styleId="Elenco0">
    <w:name w:val="List"/>
    <w:basedOn w:val="Normale"/>
    <w:rsid w:val="00B925C7"/>
    <w:pPr>
      <w:ind w:left="283" w:hanging="283"/>
      <w:contextualSpacing/>
    </w:pPr>
  </w:style>
  <w:style w:type="paragraph" w:customStyle="1" w:styleId="Testo">
    <w:name w:val="Testo"/>
    <w:basedOn w:val="Normale"/>
    <w:rsid w:val="000B518A"/>
    <w:pPr>
      <w:tabs>
        <w:tab w:val="left" w:pos="2835"/>
      </w:tabs>
      <w:ind w:left="0"/>
    </w:pPr>
    <w:rPr>
      <w:rFonts w:ascii="Arial" w:hAnsi="Arial" w:cs="Times New Roman"/>
      <w:bCs w:val="0"/>
      <w:sz w:val="20"/>
      <w:szCs w:val="20"/>
      <w:lang w:val="it-IT" w:eastAsia="it-IT"/>
    </w:rPr>
  </w:style>
  <w:style w:type="paragraph" w:customStyle="1" w:styleId="elencoconquadri">
    <w:name w:val="elenco con quadri"/>
    <w:basedOn w:val="Normale"/>
    <w:rsid w:val="007276FD"/>
    <w:pPr>
      <w:numPr>
        <w:numId w:val="11"/>
      </w:numPr>
      <w:tabs>
        <w:tab w:val="clear" w:pos="2062"/>
        <w:tab w:val="num" w:pos="1276"/>
      </w:tabs>
      <w:ind w:left="1276" w:hanging="425"/>
    </w:pPr>
    <w:rPr>
      <w:rFonts w:ascii="Arial" w:hAnsi="Arial" w:cs="Times New Roman"/>
      <w:bCs w:val="0"/>
      <w:sz w:val="20"/>
      <w:szCs w:val="20"/>
      <w:lang w:val="it-IT" w:eastAsia="it-IT"/>
    </w:rPr>
  </w:style>
  <w:style w:type="paragraph" w:customStyle="1" w:styleId="Elencodoc">
    <w:name w:val="Elenco_doc"/>
    <w:basedOn w:val="Normale"/>
    <w:rsid w:val="007276FD"/>
    <w:pPr>
      <w:tabs>
        <w:tab w:val="right" w:pos="6804"/>
        <w:tab w:val="right" w:pos="8222"/>
        <w:tab w:val="right" w:pos="9498"/>
      </w:tabs>
      <w:spacing w:after="120"/>
      <w:ind w:left="2835"/>
    </w:pPr>
    <w:rPr>
      <w:rFonts w:ascii="Helvetica" w:hAnsi="Helvetica" w:cs="Times New Roman"/>
      <w:bCs w:val="0"/>
      <w:sz w:val="20"/>
      <w:szCs w:val="20"/>
      <w:lang w:val="it-IT" w:eastAsia="it-IT"/>
    </w:rPr>
  </w:style>
  <w:style w:type="character" w:customStyle="1" w:styleId="hps">
    <w:name w:val="hps"/>
    <w:basedOn w:val="Carpredefinitoparagrafo"/>
    <w:rsid w:val="00556DFA"/>
  </w:style>
  <w:style w:type="table" w:styleId="Grigliatabella7">
    <w:name w:val="Table Grid 7"/>
    <w:basedOn w:val="Tabellanormale"/>
    <w:rsid w:val="00760A58"/>
    <w:pPr>
      <w:ind w:left="851"/>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Elencochiaro">
    <w:name w:val="Light List"/>
    <w:basedOn w:val="Tabellanormale"/>
    <w:uiPriority w:val="61"/>
    <w:rsid w:val="00760A58"/>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Tabellaprofessionale">
    <w:name w:val="Table Professional"/>
    <w:basedOn w:val="Tabellanormale"/>
    <w:rsid w:val="00FD5AA7"/>
    <w:pPr>
      <w:ind w:left="851"/>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TestonormaleCarattere">
    <w:name w:val="Testo normale Carattere"/>
    <w:basedOn w:val="Carpredefinitoparagrafo"/>
    <w:link w:val="Testonormale"/>
    <w:uiPriority w:val="99"/>
    <w:rsid w:val="00895760"/>
    <w:rPr>
      <w:rFonts w:ascii="Courier New" w:hAnsi="Courier New" w:cs="Courier New"/>
      <w:bCs/>
      <w:lang w:eastAsia="en-US"/>
    </w:rPr>
  </w:style>
  <w:style w:type="character" w:styleId="Menzionenonrisolta">
    <w:name w:val="Unresolved Mention"/>
    <w:basedOn w:val="Carpredefinitoparagrafo"/>
    <w:uiPriority w:val="99"/>
    <w:semiHidden/>
    <w:unhideWhenUsed/>
    <w:rsid w:val="00914C8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348949">
      <w:bodyDiv w:val="1"/>
      <w:marLeft w:val="0"/>
      <w:marRight w:val="0"/>
      <w:marTop w:val="0"/>
      <w:marBottom w:val="0"/>
      <w:divBdr>
        <w:top w:val="none" w:sz="0" w:space="0" w:color="auto"/>
        <w:left w:val="none" w:sz="0" w:space="0" w:color="auto"/>
        <w:bottom w:val="none" w:sz="0" w:space="0" w:color="auto"/>
        <w:right w:val="none" w:sz="0" w:space="0" w:color="auto"/>
      </w:divBdr>
    </w:div>
    <w:div w:id="110978112">
      <w:bodyDiv w:val="1"/>
      <w:marLeft w:val="0"/>
      <w:marRight w:val="0"/>
      <w:marTop w:val="0"/>
      <w:marBottom w:val="0"/>
      <w:divBdr>
        <w:top w:val="none" w:sz="0" w:space="0" w:color="auto"/>
        <w:left w:val="none" w:sz="0" w:space="0" w:color="auto"/>
        <w:bottom w:val="none" w:sz="0" w:space="0" w:color="auto"/>
        <w:right w:val="none" w:sz="0" w:space="0" w:color="auto"/>
      </w:divBdr>
      <w:divsChild>
        <w:div w:id="548496601">
          <w:marLeft w:val="0"/>
          <w:marRight w:val="0"/>
          <w:marTop w:val="0"/>
          <w:marBottom w:val="0"/>
          <w:divBdr>
            <w:top w:val="none" w:sz="0" w:space="0" w:color="auto"/>
            <w:left w:val="none" w:sz="0" w:space="0" w:color="auto"/>
            <w:bottom w:val="none" w:sz="0" w:space="0" w:color="auto"/>
            <w:right w:val="none" w:sz="0" w:space="0" w:color="auto"/>
          </w:divBdr>
          <w:divsChild>
            <w:div w:id="279727557">
              <w:marLeft w:val="0"/>
              <w:marRight w:val="0"/>
              <w:marTop w:val="0"/>
              <w:marBottom w:val="0"/>
              <w:divBdr>
                <w:top w:val="none" w:sz="0" w:space="0" w:color="auto"/>
                <w:left w:val="none" w:sz="0" w:space="0" w:color="auto"/>
                <w:bottom w:val="none" w:sz="0" w:space="0" w:color="auto"/>
                <w:right w:val="none" w:sz="0" w:space="0" w:color="auto"/>
              </w:divBdr>
            </w:div>
            <w:div w:id="1563178030">
              <w:marLeft w:val="0"/>
              <w:marRight w:val="0"/>
              <w:marTop w:val="0"/>
              <w:marBottom w:val="0"/>
              <w:divBdr>
                <w:top w:val="none" w:sz="0" w:space="0" w:color="auto"/>
                <w:left w:val="none" w:sz="0" w:space="0" w:color="auto"/>
                <w:bottom w:val="none" w:sz="0" w:space="0" w:color="auto"/>
                <w:right w:val="none" w:sz="0" w:space="0" w:color="auto"/>
              </w:divBdr>
            </w:div>
            <w:div w:id="1637682816">
              <w:marLeft w:val="0"/>
              <w:marRight w:val="0"/>
              <w:marTop w:val="0"/>
              <w:marBottom w:val="0"/>
              <w:divBdr>
                <w:top w:val="none" w:sz="0" w:space="0" w:color="auto"/>
                <w:left w:val="none" w:sz="0" w:space="0" w:color="auto"/>
                <w:bottom w:val="none" w:sz="0" w:space="0" w:color="auto"/>
                <w:right w:val="none" w:sz="0" w:space="0" w:color="auto"/>
              </w:divBdr>
            </w:div>
            <w:div w:id="1813981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131209">
      <w:bodyDiv w:val="1"/>
      <w:marLeft w:val="0"/>
      <w:marRight w:val="0"/>
      <w:marTop w:val="0"/>
      <w:marBottom w:val="0"/>
      <w:divBdr>
        <w:top w:val="none" w:sz="0" w:space="0" w:color="auto"/>
        <w:left w:val="none" w:sz="0" w:space="0" w:color="auto"/>
        <w:bottom w:val="none" w:sz="0" w:space="0" w:color="auto"/>
        <w:right w:val="none" w:sz="0" w:space="0" w:color="auto"/>
      </w:divBdr>
    </w:div>
    <w:div w:id="244924045">
      <w:bodyDiv w:val="1"/>
      <w:marLeft w:val="0"/>
      <w:marRight w:val="0"/>
      <w:marTop w:val="0"/>
      <w:marBottom w:val="0"/>
      <w:divBdr>
        <w:top w:val="none" w:sz="0" w:space="0" w:color="auto"/>
        <w:left w:val="none" w:sz="0" w:space="0" w:color="auto"/>
        <w:bottom w:val="none" w:sz="0" w:space="0" w:color="auto"/>
        <w:right w:val="none" w:sz="0" w:space="0" w:color="auto"/>
      </w:divBdr>
      <w:divsChild>
        <w:div w:id="2004044963">
          <w:marLeft w:val="446"/>
          <w:marRight w:val="0"/>
          <w:marTop w:val="0"/>
          <w:marBottom w:val="0"/>
          <w:divBdr>
            <w:top w:val="none" w:sz="0" w:space="0" w:color="auto"/>
            <w:left w:val="none" w:sz="0" w:space="0" w:color="auto"/>
            <w:bottom w:val="none" w:sz="0" w:space="0" w:color="auto"/>
            <w:right w:val="none" w:sz="0" w:space="0" w:color="auto"/>
          </w:divBdr>
        </w:div>
        <w:div w:id="224754770">
          <w:marLeft w:val="446"/>
          <w:marRight w:val="0"/>
          <w:marTop w:val="0"/>
          <w:marBottom w:val="0"/>
          <w:divBdr>
            <w:top w:val="none" w:sz="0" w:space="0" w:color="auto"/>
            <w:left w:val="none" w:sz="0" w:space="0" w:color="auto"/>
            <w:bottom w:val="none" w:sz="0" w:space="0" w:color="auto"/>
            <w:right w:val="none" w:sz="0" w:space="0" w:color="auto"/>
          </w:divBdr>
        </w:div>
        <w:div w:id="1665619175">
          <w:marLeft w:val="446"/>
          <w:marRight w:val="0"/>
          <w:marTop w:val="0"/>
          <w:marBottom w:val="0"/>
          <w:divBdr>
            <w:top w:val="none" w:sz="0" w:space="0" w:color="auto"/>
            <w:left w:val="none" w:sz="0" w:space="0" w:color="auto"/>
            <w:bottom w:val="none" w:sz="0" w:space="0" w:color="auto"/>
            <w:right w:val="none" w:sz="0" w:space="0" w:color="auto"/>
          </w:divBdr>
        </w:div>
        <w:div w:id="485782148">
          <w:marLeft w:val="446"/>
          <w:marRight w:val="0"/>
          <w:marTop w:val="0"/>
          <w:marBottom w:val="0"/>
          <w:divBdr>
            <w:top w:val="none" w:sz="0" w:space="0" w:color="auto"/>
            <w:left w:val="none" w:sz="0" w:space="0" w:color="auto"/>
            <w:bottom w:val="none" w:sz="0" w:space="0" w:color="auto"/>
            <w:right w:val="none" w:sz="0" w:space="0" w:color="auto"/>
          </w:divBdr>
        </w:div>
        <w:div w:id="671839468">
          <w:marLeft w:val="446"/>
          <w:marRight w:val="0"/>
          <w:marTop w:val="0"/>
          <w:marBottom w:val="0"/>
          <w:divBdr>
            <w:top w:val="none" w:sz="0" w:space="0" w:color="auto"/>
            <w:left w:val="none" w:sz="0" w:space="0" w:color="auto"/>
            <w:bottom w:val="none" w:sz="0" w:space="0" w:color="auto"/>
            <w:right w:val="none" w:sz="0" w:space="0" w:color="auto"/>
          </w:divBdr>
        </w:div>
        <w:div w:id="1210804941">
          <w:marLeft w:val="446"/>
          <w:marRight w:val="0"/>
          <w:marTop w:val="0"/>
          <w:marBottom w:val="0"/>
          <w:divBdr>
            <w:top w:val="none" w:sz="0" w:space="0" w:color="auto"/>
            <w:left w:val="none" w:sz="0" w:space="0" w:color="auto"/>
            <w:bottom w:val="none" w:sz="0" w:space="0" w:color="auto"/>
            <w:right w:val="none" w:sz="0" w:space="0" w:color="auto"/>
          </w:divBdr>
        </w:div>
        <w:div w:id="1457597157">
          <w:marLeft w:val="446"/>
          <w:marRight w:val="0"/>
          <w:marTop w:val="0"/>
          <w:marBottom w:val="0"/>
          <w:divBdr>
            <w:top w:val="none" w:sz="0" w:space="0" w:color="auto"/>
            <w:left w:val="none" w:sz="0" w:space="0" w:color="auto"/>
            <w:bottom w:val="none" w:sz="0" w:space="0" w:color="auto"/>
            <w:right w:val="none" w:sz="0" w:space="0" w:color="auto"/>
          </w:divBdr>
        </w:div>
        <w:div w:id="329530813">
          <w:marLeft w:val="446"/>
          <w:marRight w:val="0"/>
          <w:marTop w:val="0"/>
          <w:marBottom w:val="0"/>
          <w:divBdr>
            <w:top w:val="none" w:sz="0" w:space="0" w:color="auto"/>
            <w:left w:val="none" w:sz="0" w:space="0" w:color="auto"/>
            <w:bottom w:val="none" w:sz="0" w:space="0" w:color="auto"/>
            <w:right w:val="none" w:sz="0" w:space="0" w:color="auto"/>
          </w:divBdr>
        </w:div>
        <w:div w:id="84542566">
          <w:marLeft w:val="446"/>
          <w:marRight w:val="0"/>
          <w:marTop w:val="0"/>
          <w:marBottom w:val="0"/>
          <w:divBdr>
            <w:top w:val="none" w:sz="0" w:space="0" w:color="auto"/>
            <w:left w:val="none" w:sz="0" w:space="0" w:color="auto"/>
            <w:bottom w:val="none" w:sz="0" w:space="0" w:color="auto"/>
            <w:right w:val="none" w:sz="0" w:space="0" w:color="auto"/>
          </w:divBdr>
        </w:div>
        <w:div w:id="192042234">
          <w:marLeft w:val="446"/>
          <w:marRight w:val="0"/>
          <w:marTop w:val="0"/>
          <w:marBottom w:val="0"/>
          <w:divBdr>
            <w:top w:val="none" w:sz="0" w:space="0" w:color="auto"/>
            <w:left w:val="none" w:sz="0" w:space="0" w:color="auto"/>
            <w:bottom w:val="none" w:sz="0" w:space="0" w:color="auto"/>
            <w:right w:val="none" w:sz="0" w:space="0" w:color="auto"/>
          </w:divBdr>
        </w:div>
      </w:divsChild>
    </w:div>
    <w:div w:id="300891223">
      <w:bodyDiv w:val="1"/>
      <w:marLeft w:val="0"/>
      <w:marRight w:val="0"/>
      <w:marTop w:val="0"/>
      <w:marBottom w:val="0"/>
      <w:divBdr>
        <w:top w:val="none" w:sz="0" w:space="0" w:color="auto"/>
        <w:left w:val="none" w:sz="0" w:space="0" w:color="auto"/>
        <w:bottom w:val="none" w:sz="0" w:space="0" w:color="auto"/>
        <w:right w:val="none" w:sz="0" w:space="0" w:color="auto"/>
      </w:divBdr>
    </w:div>
    <w:div w:id="345442154">
      <w:bodyDiv w:val="1"/>
      <w:marLeft w:val="0"/>
      <w:marRight w:val="0"/>
      <w:marTop w:val="0"/>
      <w:marBottom w:val="0"/>
      <w:divBdr>
        <w:top w:val="none" w:sz="0" w:space="0" w:color="auto"/>
        <w:left w:val="none" w:sz="0" w:space="0" w:color="auto"/>
        <w:bottom w:val="none" w:sz="0" w:space="0" w:color="auto"/>
        <w:right w:val="none" w:sz="0" w:space="0" w:color="auto"/>
      </w:divBdr>
      <w:divsChild>
        <w:div w:id="736166422">
          <w:marLeft w:val="0"/>
          <w:marRight w:val="0"/>
          <w:marTop w:val="0"/>
          <w:marBottom w:val="0"/>
          <w:divBdr>
            <w:top w:val="none" w:sz="0" w:space="0" w:color="auto"/>
            <w:left w:val="none" w:sz="0" w:space="0" w:color="auto"/>
            <w:bottom w:val="none" w:sz="0" w:space="0" w:color="auto"/>
            <w:right w:val="none" w:sz="0" w:space="0" w:color="auto"/>
          </w:divBdr>
        </w:div>
      </w:divsChild>
    </w:div>
    <w:div w:id="645936661">
      <w:bodyDiv w:val="1"/>
      <w:marLeft w:val="0"/>
      <w:marRight w:val="0"/>
      <w:marTop w:val="0"/>
      <w:marBottom w:val="0"/>
      <w:divBdr>
        <w:top w:val="none" w:sz="0" w:space="0" w:color="auto"/>
        <w:left w:val="none" w:sz="0" w:space="0" w:color="auto"/>
        <w:bottom w:val="none" w:sz="0" w:space="0" w:color="auto"/>
        <w:right w:val="none" w:sz="0" w:space="0" w:color="auto"/>
      </w:divBdr>
    </w:div>
    <w:div w:id="849755433">
      <w:bodyDiv w:val="1"/>
      <w:marLeft w:val="0"/>
      <w:marRight w:val="0"/>
      <w:marTop w:val="0"/>
      <w:marBottom w:val="0"/>
      <w:divBdr>
        <w:top w:val="none" w:sz="0" w:space="0" w:color="auto"/>
        <w:left w:val="none" w:sz="0" w:space="0" w:color="auto"/>
        <w:bottom w:val="none" w:sz="0" w:space="0" w:color="auto"/>
        <w:right w:val="none" w:sz="0" w:space="0" w:color="auto"/>
      </w:divBdr>
      <w:divsChild>
        <w:div w:id="1310861670">
          <w:marLeft w:val="0"/>
          <w:marRight w:val="0"/>
          <w:marTop w:val="0"/>
          <w:marBottom w:val="0"/>
          <w:divBdr>
            <w:top w:val="none" w:sz="0" w:space="0" w:color="auto"/>
            <w:left w:val="none" w:sz="0" w:space="0" w:color="auto"/>
            <w:bottom w:val="none" w:sz="0" w:space="0" w:color="auto"/>
            <w:right w:val="none" w:sz="0" w:space="0" w:color="auto"/>
          </w:divBdr>
        </w:div>
      </w:divsChild>
    </w:div>
    <w:div w:id="908078327">
      <w:bodyDiv w:val="1"/>
      <w:marLeft w:val="0"/>
      <w:marRight w:val="0"/>
      <w:marTop w:val="0"/>
      <w:marBottom w:val="0"/>
      <w:divBdr>
        <w:top w:val="none" w:sz="0" w:space="0" w:color="auto"/>
        <w:left w:val="none" w:sz="0" w:space="0" w:color="auto"/>
        <w:bottom w:val="none" w:sz="0" w:space="0" w:color="auto"/>
        <w:right w:val="none" w:sz="0" w:space="0" w:color="auto"/>
      </w:divBdr>
      <w:divsChild>
        <w:div w:id="359598125">
          <w:marLeft w:val="0"/>
          <w:marRight w:val="0"/>
          <w:marTop w:val="0"/>
          <w:marBottom w:val="0"/>
          <w:divBdr>
            <w:top w:val="none" w:sz="0" w:space="0" w:color="auto"/>
            <w:left w:val="none" w:sz="0" w:space="0" w:color="auto"/>
            <w:bottom w:val="none" w:sz="0" w:space="0" w:color="auto"/>
            <w:right w:val="none" w:sz="0" w:space="0" w:color="auto"/>
          </w:divBdr>
        </w:div>
      </w:divsChild>
    </w:div>
    <w:div w:id="939416082">
      <w:bodyDiv w:val="1"/>
      <w:marLeft w:val="0"/>
      <w:marRight w:val="0"/>
      <w:marTop w:val="0"/>
      <w:marBottom w:val="0"/>
      <w:divBdr>
        <w:top w:val="none" w:sz="0" w:space="0" w:color="auto"/>
        <w:left w:val="none" w:sz="0" w:space="0" w:color="auto"/>
        <w:bottom w:val="none" w:sz="0" w:space="0" w:color="auto"/>
        <w:right w:val="none" w:sz="0" w:space="0" w:color="auto"/>
      </w:divBdr>
      <w:divsChild>
        <w:div w:id="91361329">
          <w:marLeft w:val="0"/>
          <w:marRight w:val="0"/>
          <w:marTop w:val="0"/>
          <w:marBottom w:val="0"/>
          <w:divBdr>
            <w:top w:val="none" w:sz="0" w:space="0" w:color="auto"/>
            <w:left w:val="none" w:sz="0" w:space="0" w:color="auto"/>
            <w:bottom w:val="none" w:sz="0" w:space="0" w:color="auto"/>
            <w:right w:val="none" w:sz="0" w:space="0" w:color="auto"/>
          </w:divBdr>
        </w:div>
      </w:divsChild>
    </w:div>
    <w:div w:id="1064525594">
      <w:bodyDiv w:val="1"/>
      <w:marLeft w:val="0"/>
      <w:marRight w:val="0"/>
      <w:marTop w:val="0"/>
      <w:marBottom w:val="0"/>
      <w:divBdr>
        <w:top w:val="none" w:sz="0" w:space="0" w:color="auto"/>
        <w:left w:val="none" w:sz="0" w:space="0" w:color="auto"/>
        <w:bottom w:val="none" w:sz="0" w:space="0" w:color="auto"/>
        <w:right w:val="none" w:sz="0" w:space="0" w:color="auto"/>
      </w:divBdr>
      <w:divsChild>
        <w:div w:id="74714304">
          <w:marLeft w:val="0"/>
          <w:marRight w:val="0"/>
          <w:marTop w:val="0"/>
          <w:marBottom w:val="0"/>
          <w:divBdr>
            <w:top w:val="none" w:sz="0" w:space="0" w:color="auto"/>
            <w:left w:val="none" w:sz="0" w:space="0" w:color="auto"/>
            <w:bottom w:val="none" w:sz="0" w:space="0" w:color="auto"/>
            <w:right w:val="none" w:sz="0" w:space="0" w:color="auto"/>
          </w:divBdr>
          <w:divsChild>
            <w:div w:id="502667953">
              <w:marLeft w:val="0"/>
              <w:marRight w:val="0"/>
              <w:marTop w:val="0"/>
              <w:marBottom w:val="0"/>
              <w:divBdr>
                <w:top w:val="none" w:sz="0" w:space="0" w:color="auto"/>
                <w:left w:val="none" w:sz="0" w:space="0" w:color="auto"/>
                <w:bottom w:val="none" w:sz="0" w:space="0" w:color="auto"/>
                <w:right w:val="none" w:sz="0" w:space="0" w:color="auto"/>
              </w:divBdr>
              <w:divsChild>
                <w:div w:id="1330063874">
                  <w:marLeft w:val="0"/>
                  <w:marRight w:val="0"/>
                  <w:marTop w:val="0"/>
                  <w:marBottom w:val="0"/>
                  <w:divBdr>
                    <w:top w:val="none" w:sz="0" w:space="0" w:color="auto"/>
                    <w:left w:val="none" w:sz="0" w:space="0" w:color="auto"/>
                    <w:bottom w:val="none" w:sz="0" w:space="0" w:color="auto"/>
                    <w:right w:val="none" w:sz="0" w:space="0" w:color="auto"/>
                  </w:divBdr>
                  <w:divsChild>
                    <w:div w:id="491600815">
                      <w:marLeft w:val="0"/>
                      <w:marRight w:val="0"/>
                      <w:marTop w:val="0"/>
                      <w:marBottom w:val="0"/>
                      <w:divBdr>
                        <w:top w:val="none" w:sz="0" w:space="0" w:color="auto"/>
                        <w:left w:val="none" w:sz="0" w:space="0" w:color="auto"/>
                        <w:bottom w:val="none" w:sz="0" w:space="0" w:color="auto"/>
                        <w:right w:val="none" w:sz="0" w:space="0" w:color="auto"/>
                      </w:divBdr>
                      <w:divsChild>
                        <w:div w:id="292683873">
                          <w:marLeft w:val="0"/>
                          <w:marRight w:val="0"/>
                          <w:marTop w:val="0"/>
                          <w:marBottom w:val="0"/>
                          <w:divBdr>
                            <w:top w:val="none" w:sz="0" w:space="0" w:color="auto"/>
                            <w:left w:val="none" w:sz="0" w:space="0" w:color="auto"/>
                            <w:bottom w:val="none" w:sz="0" w:space="0" w:color="auto"/>
                            <w:right w:val="none" w:sz="0" w:space="0" w:color="auto"/>
                          </w:divBdr>
                          <w:divsChild>
                            <w:div w:id="2061632866">
                              <w:marLeft w:val="0"/>
                              <w:marRight w:val="0"/>
                              <w:marTop w:val="0"/>
                              <w:marBottom w:val="0"/>
                              <w:divBdr>
                                <w:top w:val="none" w:sz="0" w:space="0" w:color="auto"/>
                                <w:left w:val="none" w:sz="0" w:space="0" w:color="auto"/>
                                <w:bottom w:val="none" w:sz="0" w:space="0" w:color="auto"/>
                                <w:right w:val="none" w:sz="0" w:space="0" w:color="auto"/>
                              </w:divBdr>
                              <w:divsChild>
                                <w:div w:id="779032717">
                                  <w:marLeft w:val="0"/>
                                  <w:marRight w:val="0"/>
                                  <w:marTop w:val="0"/>
                                  <w:marBottom w:val="0"/>
                                  <w:divBdr>
                                    <w:top w:val="none" w:sz="0" w:space="0" w:color="auto"/>
                                    <w:left w:val="none" w:sz="0" w:space="0" w:color="auto"/>
                                    <w:bottom w:val="none" w:sz="0" w:space="0" w:color="auto"/>
                                    <w:right w:val="none" w:sz="0" w:space="0" w:color="auto"/>
                                  </w:divBdr>
                                  <w:divsChild>
                                    <w:div w:id="1313288073">
                                      <w:marLeft w:val="0"/>
                                      <w:marRight w:val="0"/>
                                      <w:marTop w:val="0"/>
                                      <w:marBottom w:val="0"/>
                                      <w:divBdr>
                                        <w:top w:val="none" w:sz="0" w:space="0" w:color="auto"/>
                                        <w:left w:val="none" w:sz="0" w:space="0" w:color="auto"/>
                                        <w:bottom w:val="none" w:sz="0" w:space="0" w:color="auto"/>
                                        <w:right w:val="none" w:sz="0" w:space="0" w:color="auto"/>
                                      </w:divBdr>
                                      <w:divsChild>
                                        <w:div w:id="896668822">
                                          <w:marLeft w:val="0"/>
                                          <w:marRight w:val="0"/>
                                          <w:marTop w:val="0"/>
                                          <w:marBottom w:val="0"/>
                                          <w:divBdr>
                                            <w:top w:val="none" w:sz="0" w:space="0" w:color="auto"/>
                                            <w:left w:val="none" w:sz="0" w:space="0" w:color="auto"/>
                                            <w:bottom w:val="none" w:sz="0" w:space="0" w:color="auto"/>
                                            <w:right w:val="none" w:sz="0" w:space="0" w:color="auto"/>
                                          </w:divBdr>
                                          <w:divsChild>
                                            <w:div w:id="258370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22710678">
      <w:bodyDiv w:val="1"/>
      <w:marLeft w:val="0"/>
      <w:marRight w:val="0"/>
      <w:marTop w:val="0"/>
      <w:marBottom w:val="0"/>
      <w:divBdr>
        <w:top w:val="none" w:sz="0" w:space="0" w:color="auto"/>
        <w:left w:val="none" w:sz="0" w:space="0" w:color="auto"/>
        <w:bottom w:val="none" w:sz="0" w:space="0" w:color="auto"/>
        <w:right w:val="none" w:sz="0" w:space="0" w:color="auto"/>
      </w:divBdr>
      <w:divsChild>
        <w:div w:id="1645353948">
          <w:marLeft w:val="0"/>
          <w:marRight w:val="0"/>
          <w:marTop w:val="0"/>
          <w:marBottom w:val="0"/>
          <w:divBdr>
            <w:top w:val="none" w:sz="0" w:space="0" w:color="auto"/>
            <w:left w:val="none" w:sz="0" w:space="0" w:color="auto"/>
            <w:bottom w:val="none" w:sz="0" w:space="0" w:color="auto"/>
            <w:right w:val="none" w:sz="0" w:space="0" w:color="auto"/>
          </w:divBdr>
        </w:div>
      </w:divsChild>
    </w:div>
    <w:div w:id="1232892096">
      <w:bodyDiv w:val="1"/>
      <w:marLeft w:val="0"/>
      <w:marRight w:val="0"/>
      <w:marTop w:val="0"/>
      <w:marBottom w:val="0"/>
      <w:divBdr>
        <w:top w:val="none" w:sz="0" w:space="0" w:color="auto"/>
        <w:left w:val="none" w:sz="0" w:space="0" w:color="auto"/>
        <w:bottom w:val="none" w:sz="0" w:space="0" w:color="auto"/>
        <w:right w:val="none" w:sz="0" w:space="0" w:color="auto"/>
      </w:divBdr>
    </w:div>
    <w:div w:id="1344477085">
      <w:bodyDiv w:val="1"/>
      <w:marLeft w:val="0"/>
      <w:marRight w:val="0"/>
      <w:marTop w:val="0"/>
      <w:marBottom w:val="0"/>
      <w:divBdr>
        <w:top w:val="none" w:sz="0" w:space="0" w:color="auto"/>
        <w:left w:val="none" w:sz="0" w:space="0" w:color="auto"/>
        <w:bottom w:val="none" w:sz="0" w:space="0" w:color="auto"/>
        <w:right w:val="none" w:sz="0" w:space="0" w:color="auto"/>
      </w:divBdr>
      <w:divsChild>
        <w:div w:id="597954326">
          <w:marLeft w:val="0"/>
          <w:marRight w:val="0"/>
          <w:marTop w:val="0"/>
          <w:marBottom w:val="0"/>
          <w:divBdr>
            <w:top w:val="none" w:sz="0" w:space="0" w:color="auto"/>
            <w:left w:val="none" w:sz="0" w:space="0" w:color="auto"/>
            <w:bottom w:val="none" w:sz="0" w:space="0" w:color="auto"/>
            <w:right w:val="none" w:sz="0" w:space="0" w:color="auto"/>
          </w:divBdr>
          <w:divsChild>
            <w:div w:id="1473786584">
              <w:marLeft w:val="0"/>
              <w:marRight w:val="0"/>
              <w:marTop w:val="0"/>
              <w:marBottom w:val="0"/>
              <w:divBdr>
                <w:top w:val="none" w:sz="0" w:space="0" w:color="auto"/>
                <w:left w:val="none" w:sz="0" w:space="0" w:color="auto"/>
                <w:bottom w:val="none" w:sz="0" w:space="0" w:color="auto"/>
                <w:right w:val="none" w:sz="0" w:space="0" w:color="auto"/>
              </w:divBdr>
              <w:divsChild>
                <w:div w:id="614211558">
                  <w:marLeft w:val="0"/>
                  <w:marRight w:val="0"/>
                  <w:marTop w:val="0"/>
                  <w:marBottom w:val="0"/>
                  <w:divBdr>
                    <w:top w:val="none" w:sz="0" w:space="0" w:color="auto"/>
                    <w:left w:val="none" w:sz="0" w:space="0" w:color="auto"/>
                    <w:bottom w:val="none" w:sz="0" w:space="0" w:color="auto"/>
                    <w:right w:val="none" w:sz="0" w:space="0" w:color="auto"/>
                  </w:divBdr>
                  <w:divsChild>
                    <w:div w:id="2099321839">
                      <w:marLeft w:val="0"/>
                      <w:marRight w:val="0"/>
                      <w:marTop w:val="0"/>
                      <w:marBottom w:val="0"/>
                      <w:divBdr>
                        <w:top w:val="none" w:sz="0" w:space="0" w:color="auto"/>
                        <w:left w:val="none" w:sz="0" w:space="0" w:color="auto"/>
                        <w:bottom w:val="none" w:sz="0" w:space="0" w:color="auto"/>
                        <w:right w:val="none" w:sz="0" w:space="0" w:color="auto"/>
                      </w:divBdr>
                      <w:divsChild>
                        <w:div w:id="201788957">
                          <w:marLeft w:val="0"/>
                          <w:marRight w:val="0"/>
                          <w:marTop w:val="0"/>
                          <w:marBottom w:val="0"/>
                          <w:divBdr>
                            <w:top w:val="none" w:sz="0" w:space="0" w:color="auto"/>
                            <w:left w:val="none" w:sz="0" w:space="0" w:color="auto"/>
                            <w:bottom w:val="none" w:sz="0" w:space="0" w:color="auto"/>
                            <w:right w:val="none" w:sz="0" w:space="0" w:color="auto"/>
                          </w:divBdr>
                          <w:divsChild>
                            <w:div w:id="2120952514">
                              <w:marLeft w:val="0"/>
                              <w:marRight w:val="0"/>
                              <w:marTop w:val="0"/>
                              <w:marBottom w:val="0"/>
                              <w:divBdr>
                                <w:top w:val="none" w:sz="0" w:space="0" w:color="auto"/>
                                <w:left w:val="none" w:sz="0" w:space="0" w:color="auto"/>
                                <w:bottom w:val="none" w:sz="0" w:space="0" w:color="auto"/>
                                <w:right w:val="none" w:sz="0" w:space="0" w:color="auto"/>
                              </w:divBdr>
                              <w:divsChild>
                                <w:div w:id="390546660">
                                  <w:marLeft w:val="0"/>
                                  <w:marRight w:val="0"/>
                                  <w:marTop w:val="0"/>
                                  <w:marBottom w:val="0"/>
                                  <w:divBdr>
                                    <w:top w:val="none" w:sz="0" w:space="0" w:color="auto"/>
                                    <w:left w:val="none" w:sz="0" w:space="0" w:color="auto"/>
                                    <w:bottom w:val="none" w:sz="0" w:space="0" w:color="auto"/>
                                    <w:right w:val="none" w:sz="0" w:space="0" w:color="auto"/>
                                  </w:divBdr>
                                </w:div>
                              </w:divsChild>
                            </w:div>
                            <w:div w:id="1260716329">
                              <w:marLeft w:val="0"/>
                              <w:marRight w:val="0"/>
                              <w:marTop w:val="162"/>
                              <w:marBottom w:val="0"/>
                              <w:divBdr>
                                <w:top w:val="none" w:sz="0" w:space="0" w:color="auto"/>
                                <w:left w:val="none" w:sz="0" w:space="0" w:color="auto"/>
                                <w:bottom w:val="none" w:sz="0" w:space="0" w:color="auto"/>
                                <w:right w:val="none" w:sz="0" w:space="0" w:color="auto"/>
                              </w:divBdr>
                              <w:divsChild>
                                <w:div w:id="1526360315">
                                  <w:marLeft w:val="0"/>
                                  <w:marRight w:val="240"/>
                                  <w:marTop w:val="0"/>
                                  <w:marBottom w:val="0"/>
                                  <w:divBdr>
                                    <w:top w:val="none" w:sz="0" w:space="0" w:color="auto"/>
                                    <w:left w:val="none" w:sz="0" w:space="0" w:color="auto"/>
                                    <w:bottom w:val="none" w:sz="0" w:space="0" w:color="auto"/>
                                    <w:right w:val="none" w:sz="0" w:space="0" w:color="auto"/>
                                  </w:divBdr>
                                </w:div>
                                <w:div w:id="264310930">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4499360">
      <w:bodyDiv w:val="1"/>
      <w:marLeft w:val="0"/>
      <w:marRight w:val="0"/>
      <w:marTop w:val="0"/>
      <w:marBottom w:val="0"/>
      <w:divBdr>
        <w:top w:val="none" w:sz="0" w:space="0" w:color="auto"/>
        <w:left w:val="none" w:sz="0" w:space="0" w:color="auto"/>
        <w:bottom w:val="none" w:sz="0" w:space="0" w:color="auto"/>
        <w:right w:val="none" w:sz="0" w:space="0" w:color="auto"/>
      </w:divBdr>
    </w:div>
    <w:div w:id="1402828716">
      <w:bodyDiv w:val="1"/>
      <w:marLeft w:val="0"/>
      <w:marRight w:val="0"/>
      <w:marTop w:val="0"/>
      <w:marBottom w:val="0"/>
      <w:divBdr>
        <w:top w:val="none" w:sz="0" w:space="0" w:color="auto"/>
        <w:left w:val="none" w:sz="0" w:space="0" w:color="auto"/>
        <w:bottom w:val="none" w:sz="0" w:space="0" w:color="auto"/>
        <w:right w:val="none" w:sz="0" w:space="0" w:color="auto"/>
      </w:divBdr>
    </w:div>
    <w:div w:id="1470710966">
      <w:bodyDiv w:val="1"/>
      <w:marLeft w:val="0"/>
      <w:marRight w:val="0"/>
      <w:marTop w:val="0"/>
      <w:marBottom w:val="0"/>
      <w:divBdr>
        <w:top w:val="none" w:sz="0" w:space="0" w:color="auto"/>
        <w:left w:val="none" w:sz="0" w:space="0" w:color="auto"/>
        <w:bottom w:val="none" w:sz="0" w:space="0" w:color="auto"/>
        <w:right w:val="none" w:sz="0" w:space="0" w:color="auto"/>
      </w:divBdr>
      <w:divsChild>
        <w:div w:id="1133786488">
          <w:marLeft w:val="0"/>
          <w:marRight w:val="0"/>
          <w:marTop w:val="0"/>
          <w:marBottom w:val="0"/>
          <w:divBdr>
            <w:top w:val="none" w:sz="0" w:space="0" w:color="auto"/>
            <w:left w:val="none" w:sz="0" w:space="0" w:color="auto"/>
            <w:bottom w:val="none" w:sz="0" w:space="0" w:color="auto"/>
            <w:right w:val="none" w:sz="0" w:space="0" w:color="auto"/>
          </w:divBdr>
        </w:div>
      </w:divsChild>
    </w:div>
    <w:div w:id="1539465682">
      <w:bodyDiv w:val="1"/>
      <w:marLeft w:val="0"/>
      <w:marRight w:val="0"/>
      <w:marTop w:val="0"/>
      <w:marBottom w:val="0"/>
      <w:divBdr>
        <w:top w:val="none" w:sz="0" w:space="0" w:color="auto"/>
        <w:left w:val="none" w:sz="0" w:space="0" w:color="auto"/>
        <w:bottom w:val="none" w:sz="0" w:space="0" w:color="auto"/>
        <w:right w:val="none" w:sz="0" w:space="0" w:color="auto"/>
      </w:divBdr>
      <w:divsChild>
        <w:div w:id="1577743577">
          <w:marLeft w:val="0"/>
          <w:marRight w:val="0"/>
          <w:marTop w:val="0"/>
          <w:marBottom w:val="0"/>
          <w:divBdr>
            <w:top w:val="none" w:sz="0" w:space="0" w:color="auto"/>
            <w:left w:val="none" w:sz="0" w:space="0" w:color="auto"/>
            <w:bottom w:val="none" w:sz="0" w:space="0" w:color="auto"/>
            <w:right w:val="none" w:sz="0" w:space="0" w:color="auto"/>
          </w:divBdr>
        </w:div>
      </w:divsChild>
    </w:div>
    <w:div w:id="1578174781">
      <w:bodyDiv w:val="1"/>
      <w:marLeft w:val="0"/>
      <w:marRight w:val="0"/>
      <w:marTop w:val="0"/>
      <w:marBottom w:val="0"/>
      <w:divBdr>
        <w:top w:val="none" w:sz="0" w:space="0" w:color="auto"/>
        <w:left w:val="none" w:sz="0" w:space="0" w:color="auto"/>
        <w:bottom w:val="none" w:sz="0" w:space="0" w:color="auto"/>
        <w:right w:val="none" w:sz="0" w:space="0" w:color="auto"/>
      </w:divBdr>
    </w:div>
    <w:div w:id="1598951397">
      <w:bodyDiv w:val="1"/>
      <w:marLeft w:val="0"/>
      <w:marRight w:val="0"/>
      <w:marTop w:val="0"/>
      <w:marBottom w:val="0"/>
      <w:divBdr>
        <w:top w:val="none" w:sz="0" w:space="0" w:color="auto"/>
        <w:left w:val="none" w:sz="0" w:space="0" w:color="auto"/>
        <w:bottom w:val="none" w:sz="0" w:space="0" w:color="auto"/>
        <w:right w:val="none" w:sz="0" w:space="0" w:color="auto"/>
      </w:divBdr>
      <w:divsChild>
        <w:div w:id="1992128543">
          <w:marLeft w:val="0"/>
          <w:marRight w:val="0"/>
          <w:marTop w:val="0"/>
          <w:marBottom w:val="0"/>
          <w:divBdr>
            <w:top w:val="none" w:sz="0" w:space="0" w:color="auto"/>
            <w:left w:val="none" w:sz="0" w:space="0" w:color="auto"/>
            <w:bottom w:val="none" w:sz="0" w:space="0" w:color="auto"/>
            <w:right w:val="none" w:sz="0" w:space="0" w:color="auto"/>
          </w:divBdr>
        </w:div>
      </w:divsChild>
    </w:div>
    <w:div w:id="1602642973">
      <w:bodyDiv w:val="1"/>
      <w:marLeft w:val="0"/>
      <w:marRight w:val="0"/>
      <w:marTop w:val="0"/>
      <w:marBottom w:val="0"/>
      <w:divBdr>
        <w:top w:val="none" w:sz="0" w:space="0" w:color="auto"/>
        <w:left w:val="none" w:sz="0" w:space="0" w:color="auto"/>
        <w:bottom w:val="none" w:sz="0" w:space="0" w:color="auto"/>
        <w:right w:val="none" w:sz="0" w:space="0" w:color="auto"/>
      </w:divBdr>
      <w:divsChild>
        <w:div w:id="1953659475">
          <w:marLeft w:val="0"/>
          <w:marRight w:val="0"/>
          <w:marTop w:val="0"/>
          <w:marBottom w:val="0"/>
          <w:divBdr>
            <w:top w:val="none" w:sz="0" w:space="0" w:color="auto"/>
            <w:left w:val="none" w:sz="0" w:space="0" w:color="auto"/>
            <w:bottom w:val="none" w:sz="0" w:space="0" w:color="auto"/>
            <w:right w:val="none" w:sz="0" w:space="0" w:color="auto"/>
          </w:divBdr>
          <w:divsChild>
            <w:div w:id="2041005607">
              <w:marLeft w:val="0"/>
              <w:marRight w:val="0"/>
              <w:marTop w:val="0"/>
              <w:marBottom w:val="0"/>
              <w:divBdr>
                <w:top w:val="none" w:sz="0" w:space="0" w:color="auto"/>
                <w:left w:val="none" w:sz="0" w:space="0" w:color="auto"/>
                <w:bottom w:val="none" w:sz="0" w:space="0" w:color="auto"/>
                <w:right w:val="none" w:sz="0" w:space="0" w:color="auto"/>
              </w:divBdr>
              <w:divsChild>
                <w:div w:id="200899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6136753">
      <w:bodyDiv w:val="1"/>
      <w:marLeft w:val="0"/>
      <w:marRight w:val="0"/>
      <w:marTop w:val="0"/>
      <w:marBottom w:val="0"/>
      <w:divBdr>
        <w:top w:val="none" w:sz="0" w:space="0" w:color="auto"/>
        <w:left w:val="none" w:sz="0" w:space="0" w:color="auto"/>
        <w:bottom w:val="none" w:sz="0" w:space="0" w:color="auto"/>
        <w:right w:val="none" w:sz="0" w:space="0" w:color="auto"/>
      </w:divBdr>
      <w:divsChild>
        <w:div w:id="488449319">
          <w:marLeft w:val="0"/>
          <w:marRight w:val="0"/>
          <w:marTop w:val="0"/>
          <w:marBottom w:val="0"/>
          <w:divBdr>
            <w:top w:val="none" w:sz="0" w:space="0" w:color="auto"/>
            <w:left w:val="none" w:sz="0" w:space="0" w:color="auto"/>
            <w:bottom w:val="none" w:sz="0" w:space="0" w:color="auto"/>
            <w:right w:val="none" w:sz="0" w:space="0" w:color="auto"/>
          </w:divBdr>
        </w:div>
      </w:divsChild>
    </w:div>
    <w:div w:id="1743718037">
      <w:bodyDiv w:val="1"/>
      <w:marLeft w:val="0"/>
      <w:marRight w:val="0"/>
      <w:marTop w:val="0"/>
      <w:marBottom w:val="0"/>
      <w:divBdr>
        <w:top w:val="none" w:sz="0" w:space="0" w:color="auto"/>
        <w:left w:val="none" w:sz="0" w:space="0" w:color="auto"/>
        <w:bottom w:val="none" w:sz="0" w:space="0" w:color="auto"/>
        <w:right w:val="none" w:sz="0" w:space="0" w:color="auto"/>
      </w:divBdr>
    </w:div>
    <w:div w:id="1790198762">
      <w:bodyDiv w:val="1"/>
      <w:marLeft w:val="0"/>
      <w:marRight w:val="0"/>
      <w:marTop w:val="0"/>
      <w:marBottom w:val="0"/>
      <w:divBdr>
        <w:top w:val="none" w:sz="0" w:space="0" w:color="auto"/>
        <w:left w:val="none" w:sz="0" w:space="0" w:color="auto"/>
        <w:bottom w:val="none" w:sz="0" w:space="0" w:color="auto"/>
        <w:right w:val="none" w:sz="0" w:space="0" w:color="auto"/>
      </w:divBdr>
    </w:div>
    <w:div w:id="1807046571">
      <w:bodyDiv w:val="1"/>
      <w:marLeft w:val="0"/>
      <w:marRight w:val="0"/>
      <w:marTop w:val="0"/>
      <w:marBottom w:val="0"/>
      <w:divBdr>
        <w:top w:val="none" w:sz="0" w:space="0" w:color="auto"/>
        <w:left w:val="none" w:sz="0" w:space="0" w:color="auto"/>
        <w:bottom w:val="none" w:sz="0" w:space="0" w:color="auto"/>
        <w:right w:val="none" w:sz="0" w:space="0" w:color="auto"/>
      </w:divBdr>
    </w:div>
    <w:div w:id="1858234856">
      <w:bodyDiv w:val="1"/>
      <w:marLeft w:val="0"/>
      <w:marRight w:val="0"/>
      <w:marTop w:val="0"/>
      <w:marBottom w:val="0"/>
      <w:divBdr>
        <w:top w:val="none" w:sz="0" w:space="0" w:color="auto"/>
        <w:left w:val="none" w:sz="0" w:space="0" w:color="auto"/>
        <w:bottom w:val="none" w:sz="0" w:space="0" w:color="auto"/>
        <w:right w:val="none" w:sz="0" w:space="0" w:color="auto"/>
      </w:divBdr>
      <w:divsChild>
        <w:div w:id="1267494305">
          <w:marLeft w:val="0"/>
          <w:marRight w:val="0"/>
          <w:marTop w:val="0"/>
          <w:marBottom w:val="0"/>
          <w:divBdr>
            <w:top w:val="none" w:sz="0" w:space="0" w:color="auto"/>
            <w:left w:val="none" w:sz="0" w:space="0" w:color="auto"/>
            <w:bottom w:val="none" w:sz="0" w:space="0" w:color="auto"/>
            <w:right w:val="none" w:sz="0" w:space="0" w:color="auto"/>
          </w:divBdr>
          <w:divsChild>
            <w:div w:id="1541240999">
              <w:marLeft w:val="0"/>
              <w:marRight w:val="0"/>
              <w:marTop w:val="0"/>
              <w:marBottom w:val="0"/>
              <w:divBdr>
                <w:top w:val="none" w:sz="0" w:space="0" w:color="auto"/>
                <w:left w:val="none" w:sz="0" w:space="0" w:color="auto"/>
                <w:bottom w:val="none" w:sz="0" w:space="0" w:color="auto"/>
                <w:right w:val="none" w:sz="0" w:space="0" w:color="auto"/>
              </w:divBdr>
              <w:divsChild>
                <w:div w:id="1907687670">
                  <w:marLeft w:val="0"/>
                  <w:marRight w:val="0"/>
                  <w:marTop w:val="0"/>
                  <w:marBottom w:val="0"/>
                  <w:divBdr>
                    <w:top w:val="none" w:sz="0" w:space="0" w:color="auto"/>
                    <w:left w:val="none" w:sz="0" w:space="0" w:color="auto"/>
                    <w:bottom w:val="none" w:sz="0" w:space="0" w:color="auto"/>
                    <w:right w:val="none" w:sz="0" w:space="0" w:color="auto"/>
                  </w:divBdr>
                  <w:divsChild>
                    <w:div w:id="960500583">
                      <w:marLeft w:val="0"/>
                      <w:marRight w:val="0"/>
                      <w:marTop w:val="0"/>
                      <w:marBottom w:val="0"/>
                      <w:divBdr>
                        <w:top w:val="none" w:sz="0" w:space="0" w:color="auto"/>
                        <w:left w:val="none" w:sz="0" w:space="0" w:color="auto"/>
                        <w:bottom w:val="none" w:sz="0" w:space="0" w:color="auto"/>
                        <w:right w:val="none" w:sz="0" w:space="0" w:color="auto"/>
                      </w:divBdr>
                      <w:divsChild>
                        <w:div w:id="1151871561">
                          <w:marLeft w:val="0"/>
                          <w:marRight w:val="0"/>
                          <w:marTop w:val="0"/>
                          <w:marBottom w:val="0"/>
                          <w:divBdr>
                            <w:top w:val="none" w:sz="0" w:space="0" w:color="auto"/>
                            <w:left w:val="none" w:sz="0" w:space="0" w:color="auto"/>
                            <w:bottom w:val="none" w:sz="0" w:space="0" w:color="auto"/>
                            <w:right w:val="none" w:sz="0" w:space="0" w:color="auto"/>
                          </w:divBdr>
                          <w:divsChild>
                            <w:div w:id="36897620">
                              <w:marLeft w:val="0"/>
                              <w:marRight w:val="0"/>
                              <w:marTop w:val="0"/>
                              <w:marBottom w:val="0"/>
                              <w:divBdr>
                                <w:top w:val="none" w:sz="0" w:space="0" w:color="auto"/>
                                <w:left w:val="none" w:sz="0" w:space="0" w:color="auto"/>
                                <w:bottom w:val="none" w:sz="0" w:space="0" w:color="auto"/>
                                <w:right w:val="none" w:sz="0" w:space="0" w:color="auto"/>
                              </w:divBdr>
                              <w:divsChild>
                                <w:div w:id="1608151288">
                                  <w:marLeft w:val="0"/>
                                  <w:marRight w:val="0"/>
                                  <w:marTop w:val="0"/>
                                  <w:marBottom w:val="0"/>
                                  <w:divBdr>
                                    <w:top w:val="none" w:sz="0" w:space="0" w:color="auto"/>
                                    <w:left w:val="none" w:sz="0" w:space="0" w:color="auto"/>
                                    <w:bottom w:val="none" w:sz="0" w:space="0" w:color="auto"/>
                                    <w:right w:val="none" w:sz="0" w:space="0" w:color="auto"/>
                                  </w:divBdr>
                                  <w:divsChild>
                                    <w:div w:id="84812865">
                                      <w:marLeft w:val="0"/>
                                      <w:marRight w:val="0"/>
                                      <w:marTop w:val="0"/>
                                      <w:marBottom w:val="0"/>
                                      <w:divBdr>
                                        <w:top w:val="none" w:sz="0" w:space="0" w:color="auto"/>
                                        <w:left w:val="none" w:sz="0" w:space="0" w:color="auto"/>
                                        <w:bottom w:val="none" w:sz="0" w:space="0" w:color="auto"/>
                                        <w:right w:val="none" w:sz="0" w:space="0" w:color="auto"/>
                                      </w:divBdr>
                                      <w:divsChild>
                                        <w:div w:id="1287858489">
                                          <w:marLeft w:val="0"/>
                                          <w:marRight w:val="0"/>
                                          <w:marTop w:val="0"/>
                                          <w:marBottom w:val="0"/>
                                          <w:divBdr>
                                            <w:top w:val="none" w:sz="0" w:space="0" w:color="auto"/>
                                            <w:left w:val="none" w:sz="0" w:space="0" w:color="auto"/>
                                            <w:bottom w:val="none" w:sz="0" w:space="0" w:color="auto"/>
                                            <w:right w:val="none" w:sz="0" w:space="0" w:color="auto"/>
                                          </w:divBdr>
                                          <w:divsChild>
                                            <w:div w:id="1593004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30043946">
      <w:bodyDiv w:val="1"/>
      <w:marLeft w:val="0"/>
      <w:marRight w:val="0"/>
      <w:marTop w:val="0"/>
      <w:marBottom w:val="0"/>
      <w:divBdr>
        <w:top w:val="none" w:sz="0" w:space="0" w:color="auto"/>
        <w:left w:val="none" w:sz="0" w:space="0" w:color="auto"/>
        <w:bottom w:val="none" w:sz="0" w:space="0" w:color="auto"/>
        <w:right w:val="none" w:sz="0" w:space="0" w:color="auto"/>
      </w:divBdr>
    </w:div>
    <w:div w:id="1949924663">
      <w:bodyDiv w:val="1"/>
      <w:marLeft w:val="0"/>
      <w:marRight w:val="0"/>
      <w:marTop w:val="0"/>
      <w:marBottom w:val="0"/>
      <w:divBdr>
        <w:top w:val="none" w:sz="0" w:space="0" w:color="auto"/>
        <w:left w:val="none" w:sz="0" w:space="0" w:color="auto"/>
        <w:bottom w:val="none" w:sz="0" w:space="0" w:color="auto"/>
        <w:right w:val="none" w:sz="0" w:space="0" w:color="auto"/>
      </w:divBdr>
      <w:divsChild>
        <w:div w:id="2024092668">
          <w:marLeft w:val="0"/>
          <w:marRight w:val="0"/>
          <w:marTop w:val="0"/>
          <w:marBottom w:val="0"/>
          <w:divBdr>
            <w:top w:val="none" w:sz="0" w:space="0" w:color="auto"/>
            <w:left w:val="none" w:sz="0" w:space="0" w:color="auto"/>
            <w:bottom w:val="none" w:sz="0" w:space="0" w:color="auto"/>
            <w:right w:val="none" w:sz="0" w:space="0" w:color="auto"/>
          </w:divBdr>
        </w:div>
      </w:divsChild>
    </w:div>
    <w:div w:id="1998991056">
      <w:bodyDiv w:val="1"/>
      <w:marLeft w:val="0"/>
      <w:marRight w:val="0"/>
      <w:marTop w:val="0"/>
      <w:marBottom w:val="0"/>
      <w:divBdr>
        <w:top w:val="none" w:sz="0" w:space="0" w:color="auto"/>
        <w:left w:val="none" w:sz="0" w:space="0" w:color="auto"/>
        <w:bottom w:val="none" w:sz="0" w:space="0" w:color="auto"/>
        <w:right w:val="none" w:sz="0" w:space="0" w:color="auto"/>
      </w:divBdr>
    </w:div>
    <w:div w:id="2043748208">
      <w:bodyDiv w:val="1"/>
      <w:marLeft w:val="0"/>
      <w:marRight w:val="0"/>
      <w:marTop w:val="0"/>
      <w:marBottom w:val="0"/>
      <w:divBdr>
        <w:top w:val="none" w:sz="0" w:space="0" w:color="auto"/>
        <w:left w:val="none" w:sz="0" w:space="0" w:color="auto"/>
        <w:bottom w:val="none" w:sz="0" w:space="0" w:color="auto"/>
        <w:right w:val="none" w:sz="0" w:space="0" w:color="auto"/>
      </w:divBdr>
    </w:div>
    <w:div w:id="2097363427">
      <w:bodyDiv w:val="1"/>
      <w:marLeft w:val="0"/>
      <w:marRight w:val="0"/>
      <w:marTop w:val="0"/>
      <w:marBottom w:val="0"/>
      <w:divBdr>
        <w:top w:val="none" w:sz="0" w:space="0" w:color="auto"/>
        <w:left w:val="none" w:sz="0" w:space="0" w:color="auto"/>
        <w:bottom w:val="none" w:sz="0" w:space="0" w:color="auto"/>
        <w:right w:val="none" w:sz="0" w:space="0" w:color="auto"/>
      </w:divBdr>
      <w:divsChild>
        <w:div w:id="754789055">
          <w:marLeft w:val="0"/>
          <w:marRight w:val="0"/>
          <w:marTop w:val="0"/>
          <w:marBottom w:val="0"/>
          <w:divBdr>
            <w:top w:val="none" w:sz="0" w:space="0" w:color="auto"/>
            <w:left w:val="none" w:sz="0" w:space="0" w:color="auto"/>
            <w:bottom w:val="none" w:sz="0" w:space="0" w:color="auto"/>
            <w:right w:val="none" w:sz="0" w:space="0" w:color="auto"/>
          </w:divBdr>
        </w:div>
      </w:divsChild>
    </w:div>
    <w:div w:id="2107457167">
      <w:bodyDiv w:val="1"/>
      <w:marLeft w:val="0"/>
      <w:marRight w:val="0"/>
      <w:marTop w:val="0"/>
      <w:marBottom w:val="0"/>
      <w:divBdr>
        <w:top w:val="none" w:sz="0" w:space="0" w:color="auto"/>
        <w:left w:val="none" w:sz="0" w:space="0" w:color="auto"/>
        <w:bottom w:val="none" w:sz="0" w:space="0" w:color="auto"/>
        <w:right w:val="none" w:sz="0" w:space="0" w:color="auto"/>
      </w:divBdr>
      <w:divsChild>
        <w:div w:id="2074346323">
          <w:marLeft w:val="0"/>
          <w:marRight w:val="0"/>
          <w:marTop w:val="0"/>
          <w:marBottom w:val="0"/>
          <w:divBdr>
            <w:top w:val="none" w:sz="0" w:space="0" w:color="auto"/>
            <w:left w:val="none" w:sz="0" w:space="0" w:color="auto"/>
            <w:bottom w:val="none" w:sz="0" w:space="0" w:color="auto"/>
            <w:right w:val="none" w:sz="0" w:space="0" w:color="auto"/>
          </w:divBdr>
        </w:div>
      </w:divsChild>
    </w:div>
    <w:div w:id="2126607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AW\Documenti\AgustaWestland%20Modelli%20e%20Template\CPR-00-09%20F01_01_01_2013.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790329957C22B47B8126DB54A9135A1" ma:contentTypeVersion="0" ma:contentTypeDescription="Create a new document." ma:contentTypeScope="" ma:versionID="c8d231240ec22639ced40e5822711dcc">
  <xsd:schema xmlns:xsd="http://www.w3.org/2001/XMLSchema" xmlns:xs="http://www.w3.org/2001/XMLSchema" xmlns:p="http://schemas.microsoft.com/office/2006/metadata/properties" targetNamespace="http://schemas.microsoft.com/office/2006/metadata/properties" ma:root="true" ma:fieldsID="8022916f55ab85163ee9a5069dec31d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64A9B6-BAE9-4CFC-B3A1-910E67381A34}"/>
</file>

<file path=customXml/itemProps2.xml><?xml version="1.0" encoding="utf-8"?>
<ds:datastoreItem xmlns:ds="http://schemas.openxmlformats.org/officeDocument/2006/customXml" ds:itemID="{19F8D81E-6690-4756-9C5E-11B7CBAADB15}"/>
</file>

<file path=customXml/itemProps3.xml><?xml version="1.0" encoding="utf-8"?>
<ds:datastoreItem xmlns:ds="http://schemas.openxmlformats.org/officeDocument/2006/customXml" ds:itemID="{6EBC8ABC-2CEA-42FC-995B-E73F4D8B73E3}"/>
</file>

<file path=customXml/itemProps4.xml><?xml version="1.0" encoding="utf-8"?>
<ds:datastoreItem xmlns:ds="http://schemas.openxmlformats.org/officeDocument/2006/customXml" ds:itemID="{9D7AD65C-7B12-4E79-B520-DAF55F12382A}"/>
</file>

<file path=docProps/app.xml><?xml version="1.0" encoding="utf-8"?>
<Properties xmlns="http://schemas.openxmlformats.org/officeDocument/2006/extended-properties" xmlns:vt="http://schemas.openxmlformats.org/officeDocument/2006/docPropsVTypes">
  <Template>CPR-00-09 F01_01_01_2013.dotx</Template>
  <TotalTime>38</TotalTime>
  <Pages>1</Pages>
  <Words>1842</Words>
  <Characters>10503</Characters>
  <Application>Microsoft Office Word</Application>
  <DocSecurity>0</DocSecurity>
  <Lines>87</Lines>
  <Paragraphs>24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Integrated Baseline Review Process</vt:lpstr>
      <vt:lpstr>Integrated Baseline Review Process</vt:lpstr>
    </vt:vector>
  </TitlesOfParts>
  <Company>AgustaWestland</Company>
  <LinksUpToDate>false</LinksUpToDate>
  <CharactersWithSpaces>12321</CharactersWithSpaces>
  <SharedDoc>false</SharedDoc>
  <HLinks>
    <vt:vector size="270" baseType="variant">
      <vt:variant>
        <vt:i4>1114164</vt:i4>
      </vt:variant>
      <vt:variant>
        <vt:i4>266</vt:i4>
      </vt:variant>
      <vt:variant>
        <vt:i4>0</vt:i4>
      </vt:variant>
      <vt:variant>
        <vt:i4>5</vt:i4>
      </vt:variant>
      <vt:variant>
        <vt:lpwstr/>
      </vt:variant>
      <vt:variant>
        <vt:lpwstr>_Toc266720278</vt:lpwstr>
      </vt:variant>
      <vt:variant>
        <vt:i4>1114164</vt:i4>
      </vt:variant>
      <vt:variant>
        <vt:i4>260</vt:i4>
      </vt:variant>
      <vt:variant>
        <vt:i4>0</vt:i4>
      </vt:variant>
      <vt:variant>
        <vt:i4>5</vt:i4>
      </vt:variant>
      <vt:variant>
        <vt:lpwstr/>
      </vt:variant>
      <vt:variant>
        <vt:lpwstr>_Toc266720277</vt:lpwstr>
      </vt:variant>
      <vt:variant>
        <vt:i4>1114164</vt:i4>
      </vt:variant>
      <vt:variant>
        <vt:i4>254</vt:i4>
      </vt:variant>
      <vt:variant>
        <vt:i4>0</vt:i4>
      </vt:variant>
      <vt:variant>
        <vt:i4>5</vt:i4>
      </vt:variant>
      <vt:variant>
        <vt:lpwstr/>
      </vt:variant>
      <vt:variant>
        <vt:lpwstr>_Toc266720276</vt:lpwstr>
      </vt:variant>
      <vt:variant>
        <vt:i4>1114164</vt:i4>
      </vt:variant>
      <vt:variant>
        <vt:i4>248</vt:i4>
      </vt:variant>
      <vt:variant>
        <vt:i4>0</vt:i4>
      </vt:variant>
      <vt:variant>
        <vt:i4>5</vt:i4>
      </vt:variant>
      <vt:variant>
        <vt:lpwstr/>
      </vt:variant>
      <vt:variant>
        <vt:lpwstr>_Toc266720275</vt:lpwstr>
      </vt:variant>
      <vt:variant>
        <vt:i4>1114164</vt:i4>
      </vt:variant>
      <vt:variant>
        <vt:i4>242</vt:i4>
      </vt:variant>
      <vt:variant>
        <vt:i4>0</vt:i4>
      </vt:variant>
      <vt:variant>
        <vt:i4>5</vt:i4>
      </vt:variant>
      <vt:variant>
        <vt:lpwstr/>
      </vt:variant>
      <vt:variant>
        <vt:lpwstr>_Toc266720274</vt:lpwstr>
      </vt:variant>
      <vt:variant>
        <vt:i4>1114164</vt:i4>
      </vt:variant>
      <vt:variant>
        <vt:i4>236</vt:i4>
      </vt:variant>
      <vt:variant>
        <vt:i4>0</vt:i4>
      </vt:variant>
      <vt:variant>
        <vt:i4>5</vt:i4>
      </vt:variant>
      <vt:variant>
        <vt:lpwstr/>
      </vt:variant>
      <vt:variant>
        <vt:lpwstr>_Toc266720273</vt:lpwstr>
      </vt:variant>
      <vt:variant>
        <vt:i4>1114164</vt:i4>
      </vt:variant>
      <vt:variant>
        <vt:i4>230</vt:i4>
      </vt:variant>
      <vt:variant>
        <vt:i4>0</vt:i4>
      </vt:variant>
      <vt:variant>
        <vt:i4>5</vt:i4>
      </vt:variant>
      <vt:variant>
        <vt:lpwstr/>
      </vt:variant>
      <vt:variant>
        <vt:lpwstr>_Toc266720272</vt:lpwstr>
      </vt:variant>
      <vt:variant>
        <vt:i4>1114164</vt:i4>
      </vt:variant>
      <vt:variant>
        <vt:i4>224</vt:i4>
      </vt:variant>
      <vt:variant>
        <vt:i4>0</vt:i4>
      </vt:variant>
      <vt:variant>
        <vt:i4>5</vt:i4>
      </vt:variant>
      <vt:variant>
        <vt:lpwstr/>
      </vt:variant>
      <vt:variant>
        <vt:lpwstr>_Toc266720271</vt:lpwstr>
      </vt:variant>
      <vt:variant>
        <vt:i4>1114164</vt:i4>
      </vt:variant>
      <vt:variant>
        <vt:i4>218</vt:i4>
      </vt:variant>
      <vt:variant>
        <vt:i4>0</vt:i4>
      </vt:variant>
      <vt:variant>
        <vt:i4>5</vt:i4>
      </vt:variant>
      <vt:variant>
        <vt:lpwstr/>
      </vt:variant>
      <vt:variant>
        <vt:lpwstr>_Toc266720270</vt:lpwstr>
      </vt:variant>
      <vt:variant>
        <vt:i4>1048628</vt:i4>
      </vt:variant>
      <vt:variant>
        <vt:i4>212</vt:i4>
      </vt:variant>
      <vt:variant>
        <vt:i4>0</vt:i4>
      </vt:variant>
      <vt:variant>
        <vt:i4>5</vt:i4>
      </vt:variant>
      <vt:variant>
        <vt:lpwstr/>
      </vt:variant>
      <vt:variant>
        <vt:lpwstr>_Toc266720269</vt:lpwstr>
      </vt:variant>
      <vt:variant>
        <vt:i4>1048628</vt:i4>
      </vt:variant>
      <vt:variant>
        <vt:i4>206</vt:i4>
      </vt:variant>
      <vt:variant>
        <vt:i4>0</vt:i4>
      </vt:variant>
      <vt:variant>
        <vt:i4>5</vt:i4>
      </vt:variant>
      <vt:variant>
        <vt:lpwstr/>
      </vt:variant>
      <vt:variant>
        <vt:lpwstr>_Toc266720268</vt:lpwstr>
      </vt:variant>
      <vt:variant>
        <vt:i4>1048628</vt:i4>
      </vt:variant>
      <vt:variant>
        <vt:i4>200</vt:i4>
      </vt:variant>
      <vt:variant>
        <vt:i4>0</vt:i4>
      </vt:variant>
      <vt:variant>
        <vt:i4>5</vt:i4>
      </vt:variant>
      <vt:variant>
        <vt:lpwstr/>
      </vt:variant>
      <vt:variant>
        <vt:lpwstr>_Toc266720267</vt:lpwstr>
      </vt:variant>
      <vt:variant>
        <vt:i4>1048628</vt:i4>
      </vt:variant>
      <vt:variant>
        <vt:i4>194</vt:i4>
      </vt:variant>
      <vt:variant>
        <vt:i4>0</vt:i4>
      </vt:variant>
      <vt:variant>
        <vt:i4>5</vt:i4>
      </vt:variant>
      <vt:variant>
        <vt:lpwstr/>
      </vt:variant>
      <vt:variant>
        <vt:lpwstr>_Toc266720266</vt:lpwstr>
      </vt:variant>
      <vt:variant>
        <vt:i4>1048628</vt:i4>
      </vt:variant>
      <vt:variant>
        <vt:i4>188</vt:i4>
      </vt:variant>
      <vt:variant>
        <vt:i4>0</vt:i4>
      </vt:variant>
      <vt:variant>
        <vt:i4>5</vt:i4>
      </vt:variant>
      <vt:variant>
        <vt:lpwstr/>
      </vt:variant>
      <vt:variant>
        <vt:lpwstr>_Toc266720265</vt:lpwstr>
      </vt:variant>
      <vt:variant>
        <vt:i4>1048628</vt:i4>
      </vt:variant>
      <vt:variant>
        <vt:i4>182</vt:i4>
      </vt:variant>
      <vt:variant>
        <vt:i4>0</vt:i4>
      </vt:variant>
      <vt:variant>
        <vt:i4>5</vt:i4>
      </vt:variant>
      <vt:variant>
        <vt:lpwstr/>
      </vt:variant>
      <vt:variant>
        <vt:lpwstr>_Toc266720264</vt:lpwstr>
      </vt:variant>
      <vt:variant>
        <vt:i4>1048628</vt:i4>
      </vt:variant>
      <vt:variant>
        <vt:i4>176</vt:i4>
      </vt:variant>
      <vt:variant>
        <vt:i4>0</vt:i4>
      </vt:variant>
      <vt:variant>
        <vt:i4>5</vt:i4>
      </vt:variant>
      <vt:variant>
        <vt:lpwstr/>
      </vt:variant>
      <vt:variant>
        <vt:lpwstr>_Toc266720263</vt:lpwstr>
      </vt:variant>
      <vt:variant>
        <vt:i4>1048628</vt:i4>
      </vt:variant>
      <vt:variant>
        <vt:i4>170</vt:i4>
      </vt:variant>
      <vt:variant>
        <vt:i4>0</vt:i4>
      </vt:variant>
      <vt:variant>
        <vt:i4>5</vt:i4>
      </vt:variant>
      <vt:variant>
        <vt:lpwstr/>
      </vt:variant>
      <vt:variant>
        <vt:lpwstr>_Toc266720262</vt:lpwstr>
      </vt:variant>
      <vt:variant>
        <vt:i4>1048628</vt:i4>
      </vt:variant>
      <vt:variant>
        <vt:i4>164</vt:i4>
      </vt:variant>
      <vt:variant>
        <vt:i4>0</vt:i4>
      </vt:variant>
      <vt:variant>
        <vt:i4>5</vt:i4>
      </vt:variant>
      <vt:variant>
        <vt:lpwstr/>
      </vt:variant>
      <vt:variant>
        <vt:lpwstr>_Toc266720261</vt:lpwstr>
      </vt:variant>
      <vt:variant>
        <vt:i4>1048628</vt:i4>
      </vt:variant>
      <vt:variant>
        <vt:i4>158</vt:i4>
      </vt:variant>
      <vt:variant>
        <vt:i4>0</vt:i4>
      </vt:variant>
      <vt:variant>
        <vt:i4>5</vt:i4>
      </vt:variant>
      <vt:variant>
        <vt:lpwstr/>
      </vt:variant>
      <vt:variant>
        <vt:lpwstr>_Toc266720260</vt:lpwstr>
      </vt:variant>
      <vt:variant>
        <vt:i4>1245236</vt:i4>
      </vt:variant>
      <vt:variant>
        <vt:i4>152</vt:i4>
      </vt:variant>
      <vt:variant>
        <vt:i4>0</vt:i4>
      </vt:variant>
      <vt:variant>
        <vt:i4>5</vt:i4>
      </vt:variant>
      <vt:variant>
        <vt:lpwstr/>
      </vt:variant>
      <vt:variant>
        <vt:lpwstr>_Toc266720259</vt:lpwstr>
      </vt:variant>
      <vt:variant>
        <vt:i4>1245236</vt:i4>
      </vt:variant>
      <vt:variant>
        <vt:i4>146</vt:i4>
      </vt:variant>
      <vt:variant>
        <vt:i4>0</vt:i4>
      </vt:variant>
      <vt:variant>
        <vt:i4>5</vt:i4>
      </vt:variant>
      <vt:variant>
        <vt:lpwstr/>
      </vt:variant>
      <vt:variant>
        <vt:lpwstr>_Toc266720258</vt:lpwstr>
      </vt:variant>
      <vt:variant>
        <vt:i4>1245236</vt:i4>
      </vt:variant>
      <vt:variant>
        <vt:i4>140</vt:i4>
      </vt:variant>
      <vt:variant>
        <vt:i4>0</vt:i4>
      </vt:variant>
      <vt:variant>
        <vt:i4>5</vt:i4>
      </vt:variant>
      <vt:variant>
        <vt:lpwstr/>
      </vt:variant>
      <vt:variant>
        <vt:lpwstr>_Toc266720257</vt:lpwstr>
      </vt:variant>
      <vt:variant>
        <vt:i4>1245236</vt:i4>
      </vt:variant>
      <vt:variant>
        <vt:i4>134</vt:i4>
      </vt:variant>
      <vt:variant>
        <vt:i4>0</vt:i4>
      </vt:variant>
      <vt:variant>
        <vt:i4>5</vt:i4>
      </vt:variant>
      <vt:variant>
        <vt:lpwstr/>
      </vt:variant>
      <vt:variant>
        <vt:lpwstr>_Toc266720256</vt:lpwstr>
      </vt:variant>
      <vt:variant>
        <vt:i4>1245236</vt:i4>
      </vt:variant>
      <vt:variant>
        <vt:i4>128</vt:i4>
      </vt:variant>
      <vt:variant>
        <vt:i4>0</vt:i4>
      </vt:variant>
      <vt:variant>
        <vt:i4>5</vt:i4>
      </vt:variant>
      <vt:variant>
        <vt:lpwstr/>
      </vt:variant>
      <vt:variant>
        <vt:lpwstr>_Toc266720255</vt:lpwstr>
      </vt:variant>
      <vt:variant>
        <vt:i4>1245236</vt:i4>
      </vt:variant>
      <vt:variant>
        <vt:i4>122</vt:i4>
      </vt:variant>
      <vt:variant>
        <vt:i4>0</vt:i4>
      </vt:variant>
      <vt:variant>
        <vt:i4>5</vt:i4>
      </vt:variant>
      <vt:variant>
        <vt:lpwstr/>
      </vt:variant>
      <vt:variant>
        <vt:lpwstr>_Toc266720254</vt:lpwstr>
      </vt:variant>
      <vt:variant>
        <vt:i4>1245236</vt:i4>
      </vt:variant>
      <vt:variant>
        <vt:i4>116</vt:i4>
      </vt:variant>
      <vt:variant>
        <vt:i4>0</vt:i4>
      </vt:variant>
      <vt:variant>
        <vt:i4>5</vt:i4>
      </vt:variant>
      <vt:variant>
        <vt:lpwstr/>
      </vt:variant>
      <vt:variant>
        <vt:lpwstr>_Toc266720253</vt:lpwstr>
      </vt:variant>
      <vt:variant>
        <vt:i4>1245236</vt:i4>
      </vt:variant>
      <vt:variant>
        <vt:i4>110</vt:i4>
      </vt:variant>
      <vt:variant>
        <vt:i4>0</vt:i4>
      </vt:variant>
      <vt:variant>
        <vt:i4>5</vt:i4>
      </vt:variant>
      <vt:variant>
        <vt:lpwstr/>
      </vt:variant>
      <vt:variant>
        <vt:lpwstr>_Toc266720252</vt:lpwstr>
      </vt:variant>
      <vt:variant>
        <vt:i4>1245236</vt:i4>
      </vt:variant>
      <vt:variant>
        <vt:i4>104</vt:i4>
      </vt:variant>
      <vt:variant>
        <vt:i4>0</vt:i4>
      </vt:variant>
      <vt:variant>
        <vt:i4>5</vt:i4>
      </vt:variant>
      <vt:variant>
        <vt:lpwstr/>
      </vt:variant>
      <vt:variant>
        <vt:lpwstr>_Toc266720251</vt:lpwstr>
      </vt:variant>
      <vt:variant>
        <vt:i4>1245236</vt:i4>
      </vt:variant>
      <vt:variant>
        <vt:i4>98</vt:i4>
      </vt:variant>
      <vt:variant>
        <vt:i4>0</vt:i4>
      </vt:variant>
      <vt:variant>
        <vt:i4>5</vt:i4>
      </vt:variant>
      <vt:variant>
        <vt:lpwstr/>
      </vt:variant>
      <vt:variant>
        <vt:lpwstr>_Toc266720250</vt:lpwstr>
      </vt:variant>
      <vt:variant>
        <vt:i4>1179700</vt:i4>
      </vt:variant>
      <vt:variant>
        <vt:i4>92</vt:i4>
      </vt:variant>
      <vt:variant>
        <vt:i4>0</vt:i4>
      </vt:variant>
      <vt:variant>
        <vt:i4>5</vt:i4>
      </vt:variant>
      <vt:variant>
        <vt:lpwstr/>
      </vt:variant>
      <vt:variant>
        <vt:lpwstr>_Toc266720249</vt:lpwstr>
      </vt:variant>
      <vt:variant>
        <vt:i4>1179700</vt:i4>
      </vt:variant>
      <vt:variant>
        <vt:i4>86</vt:i4>
      </vt:variant>
      <vt:variant>
        <vt:i4>0</vt:i4>
      </vt:variant>
      <vt:variant>
        <vt:i4>5</vt:i4>
      </vt:variant>
      <vt:variant>
        <vt:lpwstr/>
      </vt:variant>
      <vt:variant>
        <vt:lpwstr>_Toc266720248</vt:lpwstr>
      </vt:variant>
      <vt:variant>
        <vt:i4>1179700</vt:i4>
      </vt:variant>
      <vt:variant>
        <vt:i4>80</vt:i4>
      </vt:variant>
      <vt:variant>
        <vt:i4>0</vt:i4>
      </vt:variant>
      <vt:variant>
        <vt:i4>5</vt:i4>
      </vt:variant>
      <vt:variant>
        <vt:lpwstr/>
      </vt:variant>
      <vt:variant>
        <vt:lpwstr>_Toc266720247</vt:lpwstr>
      </vt:variant>
      <vt:variant>
        <vt:i4>1179700</vt:i4>
      </vt:variant>
      <vt:variant>
        <vt:i4>74</vt:i4>
      </vt:variant>
      <vt:variant>
        <vt:i4>0</vt:i4>
      </vt:variant>
      <vt:variant>
        <vt:i4>5</vt:i4>
      </vt:variant>
      <vt:variant>
        <vt:lpwstr/>
      </vt:variant>
      <vt:variant>
        <vt:lpwstr>_Toc266720246</vt:lpwstr>
      </vt:variant>
      <vt:variant>
        <vt:i4>1179700</vt:i4>
      </vt:variant>
      <vt:variant>
        <vt:i4>68</vt:i4>
      </vt:variant>
      <vt:variant>
        <vt:i4>0</vt:i4>
      </vt:variant>
      <vt:variant>
        <vt:i4>5</vt:i4>
      </vt:variant>
      <vt:variant>
        <vt:lpwstr/>
      </vt:variant>
      <vt:variant>
        <vt:lpwstr>_Toc266720245</vt:lpwstr>
      </vt:variant>
      <vt:variant>
        <vt:i4>1179700</vt:i4>
      </vt:variant>
      <vt:variant>
        <vt:i4>62</vt:i4>
      </vt:variant>
      <vt:variant>
        <vt:i4>0</vt:i4>
      </vt:variant>
      <vt:variant>
        <vt:i4>5</vt:i4>
      </vt:variant>
      <vt:variant>
        <vt:lpwstr/>
      </vt:variant>
      <vt:variant>
        <vt:lpwstr>_Toc266720244</vt:lpwstr>
      </vt:variant>
      <vt:variant>
        <vt:i4>1179700</vt:i4>
      </vt:variant>
      <vt:variant>
        <vt:i4>56</vt:i4>
      </vt:variant>
      <vt:variant>
        <vt:i4>0</vt:i4>
      </vt:variant>
      <vt:variant>
        <vt:i4>5</vt:i4>
      </vt:variant>
      <vt:variant>
        <vt:lpwstr/>
      </vt:variant>
      <vt:variant>
        <vt:lpwstr>_Toc266720243</vt:lpwstr>
      </vt:variant>
      <vt:variant>
        <vt:i4>1179700</vt:i4>
      </vt:variant>
      <vt:variant>
        <vt:i4>50</vt:i4>
      </vt:variant>
      <vt:variant>
        <vt:i4>0</vt:i4>
      </vt:variant>
      <vt:variant>
        <vt:i4>5</vt:i4>
      </vt:variant>
      <vt:variant>
        <vt:lpwstr/>
      </vt:variant>
      <vt:variant>
        <vt:lpwstr>_Toc266720242</vt:lpwstr>
      </vt:variant>
      <vt:variant>
        <vt:i4>1179700</vt:i4>
      </vt:variant>
      <vt:variant>
        <vt:i4>44</vt:i4>
      </vt:variant>
      <vt:variant>
        <vt:i4>0</vt:i4>
      </vt:variant>
      <vt:variant>
        <vt:i4>5</vt:i4>
      </vt:variant>
      <vt:variant>
        <vt:lpwstr/>
      </vt:variant>
      <vt:variant>
        <vt:lpwstr>_Toc266720241</vt:lpwstr>
      </vt:variant>
      <vt:variant>
        <vt:i4>1179700</vt:i4>
      </vt:variant>
      <vt:variant>
        <vt:i4>38</vt:i4>
      </vt:variant>
      <vt:variant>
        <vt:i4>0</vt:i4>
      </vt:variant>
      <vt:variant>
        <vt:i4>5</vt:i4>
      </vt:variant>
      <vt:variant>
        <vt:lpwstr/>
      </vt:variant>
      <vt:variant>
        <vt:lpwstr>_Toc266720240</vt:lpwstr>
      </vt:variant>
      <vt:variant>
        <vt:i4>1376308</vt:i4>
      </vt:variant>
      <vt:variant>
        <vt:i4>32</vt:i4>
      </vt:variant>
      <vt:variant>
        <vt:i4>0</vt:i4>
      </vt:variant>
      <vt:variant>
        <vt:i4>5</vt:i4>
      </vt:variant>
      <vt:variant>
        <vt:lpwstr/>
      </vt:variant>
      <vt:variant>
        <vt:lpwstr>_Toc266720239</vt:lpwstr>
      </vt:variant>
      <vt:variant>
        <vt:i4>1376308</vt:i4>
      </vt:variant>
      <vt:variant>
        <vt:i4>26</vt:i4>
      </vt:variant>
      <vt:variant>
        <vt:i4>0</vt:i4>
      </vt:variant>
      <vt:variant>
        <vt:i4>5</vt:i4>
      </vt:variant>
      <vt:variant>
        <vt:lpwstr/>
      </vt:variant>
      <vt:variant>
        <vt:lpwstr>_Toc266720238</vt:lpwstr>
      </vt:variant>
      <vt:variant>
        <vt:i4>1376308</vt:i4>
      </vt:variant>
      <vt:variant>
        <vt:i4>20</vt:i4>
      </vt:variant>
      <vt:variant>
        <vt:i4>0</vt:i4>
      </vt:variant>
      <vt:variant>
        <vt:i4>5</vt:i4>
      </vt:variant>
      <vt:variant>
        <vt:lpwstr/>
      </vt:variant>
      <vt:variant>
        <vt:lpwstr>_Toc266720237</vt:lpwstr>
      </vt:variant>
      <vt:variant>
        <vt:i4>1376308</vt:i4>
      </vt:variant>
      <vt:variant>
        <vt:i4>14</vt:i4>
      </vt:variant>
      <vt:variant>
        <vt:i4>0</vt:i4>
      </vt:variant>
      <vt:variant>
        <vt:i4>5</vt:i4>
      </vt:variant>
      <vt:variant>
        <vt:lpwstr/>
      </vt:variant>
      <vt:variant>
        <vt:lpwstr>_Toc266720236</vt:lpwstr>
      </vt:variant>
      <vt:variant>
        <vt:i4>1376308</vt:i4>
      </vt:variant>
      <vt:variant>
        <vt:i4>8</vt:i4>
      </vt:variant>
      <vt:variant>
        <vt:i4>0</vt:i4>
      </vt:variant>
      <vt:variant>
        <vt:i4>5</vt:i4>
      </vt:variant>
      <vt:variant>
        <vt:lpwstr/>
      </vt:variant>
      <vt:variant>
        <vt:lpwstr>_Toc266720235</vt:lpwstr>
      </vt:variant>
      <vt:variant>
        <vt:i4>1376308</vt:i4>
      </vt:variant>
      <vt:variant>
        <vt:i4>2</vt:i4>
      </vt:variant>
      <vt:variant>
        <vt:i4>0</vt:i4>
      </vt:variant>
      <vt:variant>
        <vt:i4>5</vt:i4>
      </vt:variant>
      <vt:variant>
        <vt:lpwstr/>
      </vt:variant>
      <vt:variant>
        <vt:lpwstr>_Toc266720234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Integrated Baseline Review Process</dc:title>
  <dc:subject>Integrated Baseline Review (IBR)</dc:subject>
  <dc:creator>Leoni Giuseppe</dc:creator>
  <cp:keywords>Normal, Templates</cp:keywords>
  <cp:lastModifiedBy>Fabrizio Barone</cp:lastModifiedBy>
  <cp:revision>16</cp:revision>
  <cp:lastPrinted>2016-03-18T15:20:00Z</cp:lastPrinted>
  <dcterms:created xsi:type="dcterms:W3CDTF">2016-03-18T15:23:00Z</dcterms:created>
  <dcterms:modified xsi:type="dcterms:W3CDTF">2018-05-24T09:31:00Z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0x0101005790329957C22B47B8126DB54A9135A1</vt:lpwstr>
  </property>
  <property fmtid="{D5CDD505-2E9C-101B-9397-08002B2CF9AE}" pid="4" name="MSIP_Label_05b32904-7b88-4fbd-853e-1545dcc6f0e3_Enabled">
    <vt:lpwstr>True</vt:lpwstr>
  </property>
  <property fmtid="{D5CDD505-2E9C-101B-9397-08002B2CF9AE}" pid="5" name="MSIP_Label_05b32904-7b88-4fbd-853e-1545dcc6f0e3_SiteId">
    <vt:lpwstr>31ae1cef-2393-4eb1-8962-4e4bbfccd663</vt:lpwstr>
  </property>
  <property fmtid="{D5CDD505-2E9C-101B-9397-08002B2CF9AE}" pid="6" name="MSIP_Label_05b32904-7b88-4fbd-853e-1545dcc6f0e3_Ref">
    <vt:lpwstr>https://api.informationprotection.azure.com/api/31ae1cef-2393-4eb1-8962-4e4bbfccd663</vt:lpwstr>
  </property>
  <property fmtid="{D5CDD505-2E9C-101B-9397-08002B2CF9AE}" pid="7" name="MSIP_Label_05b32904-7b88-4fbd-853e-1545dcc6f0e3_Owner">
    <vt:lpwstr>10799@agustawestland.local</vt:lpwstr>
  </property>
  <property fmtid="{D5CDD505-2E9C-101B-9397-08002B2CF9AE}" pid="8" name="MSIP_Label_05b32904-7b88-4fbd-853e-1545dcc6f0e3_SetDate">
    <vt:lpwstr>2018-03-27T16:13:21.8131513+02:00</vt:lpwstr>
  </property>
  <property fmtid="{D5CDD505-2E9C-101B-9397-08002B2CF9AE}" pid="9" name="MSIP_Label_05b32904-7b88-4fbd-853e-1545dcc6f0e3_Name">
    <vt:lpwstr>Company General Use</vt:lpwstr>
  </property>
  <property fmtid="{D5CDD505-2E9C-101B-9397-08002B2CF9AE}" pid="10" name="MSIP_Label_05b32904-7b88-4fbd-853e-1545dcc6f0e3_Application">
    <vt:lpwstr>Microsoft Azure Information Protection</vt:lpwstr>
  </property>
  <property fmtid="{D5CDD505-2E9C-101B-9397-08002B2CF9AE}" pid="11" name="MSIP_Label_05b32904-7b88-4fbd-853e-1545dcc6f0e3_Extended_MSFT_Method">
    <vt:lpwstr>Manual</vt:lpwstr>
  </property>
  <property fmtid="{D5CDD505-2E9C-101B-9397-08002B2CF9AE}" pid="12" name="MSIP_Label_dfbae739-7e05-4265-80d7-c73ef6dc7a63_Enabled">
    <vt:lpwstr>True</vt:lpwstr>
  </property>
  <property fmtid="{D5CDD505-2E9C-101B-9397-08002B2CF9AE}" pid="13" name="MSIP_Label_dfbae739-7e05-4265-80d7-c73ef6dc7a63_SiteId">
    <vt:lpwstr>31ae1cef-2393-4eb1-8962-4e4bbfccd663</vt:lpwstr>
  </property>
  <property fmtid="{D5CDD505-2E9C-101B-9397-08002B2CF9AE}" pid="14" name="MSIP_Label_dfbae739-7e05-4265-80d7-c73ef6dc7a63_Ref">
    <vt:lpwstr>https://api.informationprotection.azure.com/api/31ae1cef-2393-4eb1-8962-4e4bbfccd663</vt:lpwstr>
  </property>
  <property fmtid="{D5CDD505-2E9C-101B-9397-08002B2CF9AE}" pid="15" name="MSIP_Label_dfbae739-7e05-4265-80d7-c73ef6dc7a63_Owner">
    <vt:lpwstr>10799@agustawestland.local</vt:lpwstr>
  </property>
  <property fmtid="{D5CDD505-2E9C-101B-9397-08002B2CF9AE}" pid="16" name="MSIP_Label_dfbae739-7e05-4265-80d7-c73ef6dc7a63_SetDate">
    <vt:lpwstr>2018-03-27T16:13:21.8131513+02:00</vt:lpwstr>
  </property>
  <property fmtid="{D5CDD505-2E9C-101B-9397-08002B2CF9AE}" pid="17" name="MSIP_Label_dfbae739-7e05-4265-80d7-c73ef6dc7a63_Name">
    <vt:lpwstr>No Mark</vt:lpwstr>
  </property>
  <property fmtid="{D5CDD505-2E9C-101B-9397-08002B2CF9AE}" pid="18" name="MSIP_Label_dfbae739-7e05-4265-80d7-c73ef6dc7a63_Application">
    <vt:lpwstr>Microsoft Azure Information Protection</vt:lpwstr>
  </property>
  <property fmtid="{D5CDD505-2E9C-101B-9397-08002B2CF9AE}" pid="19" name="MSIP_Label_dfbae739-7e05-4265-80d7-c73ef6dc7a63_Extended_MSFT_Method">
    <vt:lpwstr>Manual</vt:lpwstr>
  </property>
  <property fmtid="{D5CDD505-2E9C-101B-9397-08002B2CF9AE}" pid="20" name="MSIP_Label_dfbae739-7e05-4265-80d7-c73ef6dc7a63_Parent">
    <vt:lpwstr>05b32904-7b88-4fbd-853e-1545dcc6f0e3</vt:lpwstr>
  </property>
  <property fmtid="{D5CDD505-2E9C-101B-9397-08002B2CF9AE}" pid="21" name="Sensitivity">
    <vt:lpwstr>Company General Use No Mark</vt:lpwstr>
  </property>
</Properties>
</file>